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0AAE" w:rsidRPr="00900C6E" w:rsidRDefault="00740AAE" w:rsidP="0060358F">
      <w:pPr>
        <w:spacing w:after="0" w:line="240" w:lineRule="auto"/>
        <w:rPr>
          <w:rFonts w:ascii="Times New Roman" w:hAnsi="Times New Roman"/>
          <w:sz w:val="26"/>
          <w:szCs w:val="24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2" o:spid="_x0000_s1026" type="#_x0000_t75" style="position:absolute;margin-left:207pt;margin-top:-9pt;width:50.95pt;height:64.1pt;z-index:251658752;visibility:visible;mso-wrap-distance-left:9.05pt;mso-wrap-distance-right:9.05pt" filled="t">
            <v:imagedata r:id="rId7" o:title=""/>
          </v:shape>
        </w:pict>
      </w:r>
    </w:p>
    <w:p w:rsidR="00740AAE" w:rsidRPr="003D1246" w:rsidRDefault="00740AAE" w:rsidP="0060358F">
      <w:pPr>
        <w:spacing w:after="0" w:line="240" w:lineRule="auto"/>
        <w:rPr>
          <w:rFonts w:ascii="Times New Roman" w:hAnsi="Times New Roman"/>
          <w:sz w:val="26"/>
          <w:szCs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251656704;mso-wrap-distance-left:9.05pt;mso-wrap-distance-right:9.05pt" stroked="f">
            <v:fill opacity="0" color2="black"/>
            <v:textbox style="mso-next-textbox:#_x0000_s1027" inset="0,0,0,0">
              <w:txbxContent>
                <w:p w:rsidR="00740AAE" w:rsidRDefault="00740AAE" w:rsidP="00603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740AAE" w:rsidRDefault="00740AAE" w:rsidP="00603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740AAE" w:rsidRDefault="00740AAE" w:rsidP="00603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740AAE" w:rsidRDefault="00740AAE" w:rsidP="00603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740AAE" w:rsidRDefault="00740AAE" w:rsidP="00603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740AAE" w:rsidRDefault="00740AAE" w:rsidP="00603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740AAE" w:rsidRDefault="00740AAE" w:rsidP="0060358F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740AAE" w:rsidRPr="003D1246" w:rsidRDefault="00740AAE" w:rsidP="0060358F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  <w:r>
        <w:rPr>
          <w:noProof/>
        </w:rPr>
        <w:pict>
          <v:shape id="_x0000_s1028" type="#_x0000_t202" style="position:absolute;margin-left:272pt;margin-top:11.15pt;width:196pt;height:75.95pt;z-index:251657728;mso-wrap-distance-left:9.05pt;mso-wrap-distance-right:9.05pt" stroked="f">
            <v:fill opacity="0" color2="black"/>
            <v:textbox style="mso-next-textbox:#_x0000_s1028" inset="0,0,0,0">
              <w:txbxContent>
                <w:p w:rsidR="00740AAE" w:rsidRDefault="00740AAE" w:rsidP="0060358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740AAE" w:rsidRDefault="00740AAE" w:rsidP="0060358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740AAE" w:rsidRPr="00862877" w:rsidRDefault="00740AAE" w:rsidP="0060358F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60358F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ГОРОДТЫҢ</w:t>
                  </w:r>
                </w:p>
                <w:p w:rsidR="00740AAE" w:rsidRDefault="00740AAE" w:rsidP="0060358F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740AAE" w:rsidRPr="00862877" w:rsidRDefault="00740AAE" w:rsidP="00603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740AAE" w:rsidRDefault="00740AAE" w:rsidP="0060358F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740AAE" w:rsidRDefault="00740AAE" w:rsidP="0060358F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740AAE" w:rsidRPr="003D1246" w:rsidRDefault="00740AAE" w:rsidP="0060358F">
      <w:pPr>
        <w:spacing w:after="0" w:line="240" w:lineRule="auto"/>
        <w:rPr>
          <w:rFonts w:ascii="Times New Roman" w:hAnsi="Times New Roman"/>
          <w:b/>
          <w:sz w:val="26"/>
          <w:szCs w:val="24"/>
        </w:rPr>
      </w:pPr>
    </w:p>
    <w:p w:rsidR="00740AAE" w:rsidRPr="003D1246" w:rsidRDefault="00740AAE" w:rsidP="0060358F">
      <w:pPr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:rsidR="00740AAE" w:rsidRPr="003D1246" w:rsidRDefault="00740AAE" w:rsidP="0060358F">
      <w:pPr>
        <w:spacing w:after="0" w:line="240" w:lineRule="auto"/>
        <w:ind w:firstLine="360"/>
        <w:jc w:val="center"/>
        <w:rPr>
          <w:rFonts w:ascii="Times New Roman" w:hAnsi="Times New Roman"/>
          <w:b/>
          <w:sz w:val="26"/>
          <w:szCs w:val="26"/>
        </w:rPr>
      </w:pPr>
    </w:p>
    <w:p w:rsidR="00740AAE" w:rsidRDefault="00740AAE" w:rsidP="0060358F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740AAE" w:rsidRDefault="00740AAE" w:rsidP="0060358F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noProof/>
        </w:rPr>
        <w:pict>
          <v:line id="_x0000_s1029" style="position:absolute;left:0;text-align:left;z-index:251659776" from="18pt,3.35pt" to="469pt,3.35pt" strokeweight=".26mm">
            <v:stroke joinstyle="miter"/>
          </v:line>
        </w:pict>
      </w:r>
    </w:p>
    <w:p w:rsidR="00740AAE" w:rsidRPr="001574A6" w:rsidRDefault="00740AAE" w:rsidP="0060358F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740AAE" w:rsidRDefault="00740AAE" w:rsidP="0060358F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740AAE" w:rsidRPr="009B1542" w:rsidRDefault="00740AAE" w:rsidP="0060358F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20      03   2012</w:t>
      </w:r>
      <w:r w:rsidRPr="009B1542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№  116    -п.</w:t>
      </w:r>
    </w:p>
    <w:p w:rsidR="00740AAE" w:rsidRDefault="00740AAE" w:rsidP="0060358F">
      <w:pPr>
        <w:spacing w:after="0" w:line="240" w:lineRule="auto"/>
        <w:rPr>
          <w:rFonts w:ascii="Times New Roman" w:hAnsi="Times New Roman"/>
          <w:sz w:val="26"/>
          <w:szCs w:val="24"/>
          <w:lang w:eastAsia="ar-SA"/>
        </w:rPr>
      </w:pPr>
    </w:p>
    <w:p w:rsidR="00740AAE" w:rsidRPr="0060358F" w:rsidRDefault="00740AAE" w:rsidP="0060358F">
      <w:pPr>
        <w:spacing w:after="0" w:line="240" w:lineRule="auto"/>
        <w:rPr>
          <w:rFonts w:ascii="Times New Roman" w:hAnsi="Times New Roman"/>
          <w:sz w:val="26"/>
          <w:szCs w:val="24"/>
        </w:rPr>
      </w:pPr>
      <w:r>
        <w:rPr>
          <w:rFonts w:ascii="Times New Roman" w:hAnsi="Times New Roman"/>
          <w:sz w:val="26"/>
          <w:szCs w:val="24"/>
          <w:lang w:eastAsia="ar-SA"/>
        </w:rPr>
        <w:t xml:space="preserve">        </w:t>
      </w:r>
      <w:r>
        <w:rPr>
          <w:noProof/>
        </w:rPr>
        <w:pict>
          <v:shape id="_x0000_s1030" type="#_x0000_t202" style="position:absolute;margin-left:498.6pt;margin-top:11.15pt;width:35.05pt;height:57.95pt;z-index:251655680;mso-wrap-distance-left:9.05pt;mso-wrap-distance-right:9.05pt;mso-position-horizontal-relative:text;mso-position-vertical-relative:text" stroked="f">
            <v:fill opacity="0" color2="black"/>
            <v:textbox style="mso-next-textbox:#_x0000_s1030" inset="0,0,0,0">
              <w:txbxContent>
                <w:p w:rsidR="00740AAE" w:rsidRPr="00C4789C" w:rsidRDefault="00740AAE" w:rsidP="00C4789C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Pr="00C4789C">
        <w:rPr>
          <w:rFonts w:ascii="Times New Roman" w:hAnsi="Times New Roman"/>
          <w:sz w:val="26"/>
          <w:szCs w:val="26"/>
        </w:rPr>
        <w:t>Об организации работы по раннему выявлению ли</w:t>
      </w:r>
      <w:r>
        <w:rPr>
          <w:rFonts w:ascii="Times New Roman" w:hAnsi="Times New Roman"/>
          <w:sz w:val="26"/>
          <w:szCs w:val="26"/>
        </w:rPr>
        <w:t>ц,</w:t>
      </w:r>
    </w:p>
    <w:p w:rsidR="00740AAE" w:rsidRDefault="00740AAE" w:rsidP="00C4789C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допускающих немедицинское потребление </w:t>
      </w:r>
    </w:p>
    <w:p w:rsidR="00740AAE" w:rsidRDefault="00740AAE" w:rsidP="00D71E82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наркотических средств и психотропных веществ,</w:t>
      </w:r>
    </w:p>
    <w:p w:rsidR="00740AAE" w:rsidRDefault="00740AAE" w:rsidP="00D71E82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в общеобразовательных учреждениях города Сорска в 2012 году</w:t>
      </w:r>
    </w:p>
    <w:p w:rsidR="00740AAE" w:rsidRDefault="00740AAE" w:rsidP="00D71E82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740AAE" w:rsidRPr="00B63894" w:rsidRDefault="00740AAE" w:rsidP="00D71E82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B63894">
        <w:rPr>
          <w:rFonts w:ascii="Times New Roman" w:hAnsi="Times New Roman"/>
          <w:sz w:val="26"/>
          <w:szCs w:val="26"/>
        </w:rPr>
        <w:t>На основании Указа Президента Российской Федерации от 09.06.2010 № 690 «Об утверждении Стратегии государственной антинаркотической политики Российской Федерации до 2020 года»,  совместного  приказа  Министерства здравоохранения Республики Хакасия и Министерства  образования и науки Республики Хакасия</w:t>
      </w:r>
      <w:r>
        <w:rPr>
          <w:rFonts w:ascii="Times New Roman" w:hAnsi="Times New Roman"/>
          <w:sz w:val="26"/>
          <w:szCs w:val="26"/>
        </w:rPr>
        <w:t xml:space="preserve"> от 06.03.2011 г. № 166 / 100</w:t>
      </w:r>
      <w:r w:rsidRPr="00B63894">
        <w:rPr>
          <w:rFonts w:ascii="Times New Roman" w:hAnsi="Times New Roman"/>
          <w:sz w:val="26"/>
          <w:szCs w:val="26"/>
        </w:rPr>
        <w:t xml:space="preserve">- </w:t>
      </w:r>
      <w:r>
        <w:rPr>
          <w:rFonts w:ascii="Times New Roman" w:hAnsi="Times New Roman"/>
          <w:sz w:val="26"/>
          <w:szCs w:val="26"/>
        </w:rPr>
        <w:t>206</w:t>
      </w:r>
      <w:r w:rsidRPr="00B63894">
        <w:rPr>
          <w:rFonts w:ascii="Times New Roman" w:hAnsi="Times New Roman"/>
          <w:sz w:val="26"/>
          <w:szCs w:val="26"/>
        </w:rPr>
        <w:t xml:space="preserve">  «О раннем выявлении лиц, </w:t>
      </w:r>
      <w:r>
        <w:rPr>
          <w:rFonts w:ascii="Times New Roman" w:hAnsi="Times New Roman"/>
          <w:sz w:val="26"/>
          <w:szCs w:val="26"/>
        </w:rPr>
        <w:t>допускающих немедицинское потреб</w:t>
      </w:r>
      <w:r w:rsidRPr="00B63894">
        <w:rPr>
          <w:rFonts w:ascii="Times New Roman" w:hAnsi="Times New Roman"/>
          <w:sz w:val="26"/>
          <w:szCs w:val="26"/>
        </w:rPr>
        <w:t>ление наркотических средств и психотропных веществ в общеобразовательных учреждениях</w:t>
      </w:r>
      <w:r>
        <w:rPr>
          <w:rFonts w:ascii="Times New Roman" w:hAnsi="Times New Roman"/>
          <w:sz w:val="26"/>
          <w:szCs w:val="26"/>
        </w:rPr>
        <w:t xml:space="preserve"> Республики Хакасия в 2012 году», </w:t>
      </w:r>
      <w:r w:rsidRPr="00B63894">
        <w:rPr>
          <w:rFonts w:ascii="Times New Roman" w:hAnsi="Times New Roman"/>
          <w:sz w:val="26"/>
          <w:szCs w:val="26"/>
        </w:rPr>
        <w:t>Устава муниципального образования город Сорск,</w:t>
      </w:r>
      <w:r>
        <w:rPr>
          <w:rFonts w:ascii="Times New Roman" w:hAnsi="Times New Roman"/>
          <w:sz w:val="26"/>
          <w:szCs w:val="26"/>
        </w:rPr>
        <w:t xml:space="preserve"> администрация города Сорска</w:t>
      </w:r>
    </w:p>
    <w:p w:rsidR="00740AAE" w:rsidRDefault="00740AAE" w:rsidP="00F63F98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ПОСТАНОВЛЯЕТ:</w:t>
      </w:r>
    </w:p>
    <w:p w:rsidR="00740AAE" w:rsidRPr="0071132E" w:rsidRDefault="00740AAE" w:rsidP="004D0E65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1.Утвердить Порядок </w:t>
      </w:r>
      <w:r w:rsidRPr="00B63894">
        <w:rPr>
          <w:rFonts w:ascii="Times New Roman" w:hAnsi="Times New Roman"/>
          <w:sz w:val="26"/>
          <w:szCs w:val="26"/>
        </w:rPr>
        <w:t xml:space="preserve"> организации работы по раннему выявлению лиц, допускающих немедицинское потребление наркотических  средств и психотропных веществ, в общеобразовательных учреждениях муниципального образования город</w:t>
      </w:r>
      <w:r>
        <w:rPr>
          <w:rFonts w:ascii="Times New Roman" w:hAnsi="Times New Roman"/>
          <w:sz w:val="26"/>
          <w:szCs w:val="26"/>
        </w:rPr>
        <w:t xml:space="preserve"> Сорск (приложение).</w:t>
      </w:r>
    </w:p>
    <w:p w:rsidR="00740AAE" w:rsidRPr="00B63894" w:rsidRDefault="00740AAE" w:rsidP="0071132E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Pr="00B63894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Руководителю  отдела </w:t>
      </w:r>
      <w:r w:rsidRPr="00B63894">
        <w:rPr>
          <w:rFonts w:ascii="Times New Roman" w:hAnsi="Times New Roman"/>
          <w:sz w:val="26"/>
          <w:szCs w:val="26"/>
        </w:rPr>
        <w:t xml:space="preserve"> образования администрации муниципального образования город Сорск Борисовой Т.Н., главному врачу М</w:t>
      </w:r>
      <w:r>
        <w:rPr>
          <w:rFonts w:ascii="Times New Roman" w:hAnsi="Times New Roman"/>
          <w:sz w:val="26"/>
          <w:szCs w:val="26"/>
        </w:rPr>
        <w:t>Б</w:t>
      </w:r>
      <w:r w:rsidRPr="00B63894">
        <w:rPr>
          <w:rFonts w:ascii="Times New Roman" w:hAnsi="Times New Roman"/>
          <w:sz w:val="26"/>
          <w:szCs w:val="26"/>
        </w:rPr>
        <w:t>УЗ «Сорская городска</w:t>
      </w:r>
      <w:r>
        <w:rPr>
          <w:rFonts w:ascii="Times New Roman" w:hAnsi="Times New Roman"/>
          <w:sz w:val="26"/>
          <w:szCs w:val="26"/>
        </w:rPr>
        <w:t>я</w:t>
      </w:r>
      <w:r w:rsidRPr="00B63894">
        <w:rPr>
          <w:rFonts w:ascii="Times New Roman" w:hAnsi="Times New Roman"/>
          <w:sz w:val="26"/>
          <w:szCs w:val="26"/>
        </w:rPr>
        <w:t xml:space="preserve"> больница» Харланову Н.И.:</w:t>
      </w:r>
    </w:p>
    <w:p w:rsidR="00740AAE" w:rsidRPr="00B63894" w:rsidRDefault="00740AAE" w:rsidP="0035523E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Pr="00B63894">
        <w:rPr>
          <w:rFonts w:ascii="Times New Roman" w:hAnsi="Times New Roman"/>
          <w:sz w:val="26"/>
          <w:szCs w:val="26"/>
        </w:rPr>
        <w:t>.1.</w:t>
      </w:r>
      <w:r>
        <w:rPr>
          <w:rFonts w:ascii="Times New Roman" w:hAnsi="Times New Roman"/>
          <w:sz w:val="26"/>
          <w:szCs w:val="26"/>
        </w:rPr>
        <w:t xml:space="preserve"> Провести   в апреле  2012</w:t>
      </w:r>
      <w:r w:rsidRPr="00B63894">
        <w:rPr>
          <w:rFonts w:ascii="Times New Roman" w:hAnsi="Times New Roman"/>
          <w:sz w:val="26"/>
          <w:szCs w:val="26"/>
        </w:rPr>
        <w:t xml:space="preserve"> года работу по раннему выявлению лиц, допускающих немедицинское потребление наркотических средств и психотр</w:t>
      </w:r>
      <w:r>
        <w:rPr>
          <w:rFonts w:ascii="Times New Roman" w:hAnsi="Times New Roman"/>
          <w:sz w:val="26"/>
          <w:szCs w:val="26"/>
        </w:rPr>
        <w:t xml:space="preserve">опных веществ, среди учащихся общеобразовательных школ города в возрасте 14 лет (1998 года рождения) </w:t>
      </w:r>
      <w:r w:rsidRPr="00B63894">
        <w:rPr>
          <w:rFonts w:ascii="Times New Roman" w:hAnsi="Times New Roman"/>
          <w:sz w:val="26"/>
          <w:szCs w:val="26"/>
        </w:rPr>
        <w:t xml:space="preserve"> с учетом</w:t>
      </w:r>
      <w:r w:rsidRPr="0035523E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  утвержденного  данным постановлением  Порядка;</w:t>
      </w:r>
    </w:p>
    <w:p w:rsidR="00740AAE" w:rsidRPr="00B63894" w:rsidRDefault="00740AAE" w:rsidP="0091246F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Pr="00B63894">
        <w:rPr>
          <w:rFonts w:ascii="Times New Roman" w:hAnsi="Times New Roman"/>
          <w:sz w:val="26"/>
          <w:szCs w:val="26"/>
        </w:rPr>
        <w:t>.2.Разработать</w:t>
      </w:r>
      <w:r>
        <w:rPr>
          <w:rFonts w:ascii="Times New Roman" w:hAnsi="Times New Roman"/>
          <w:sz w:val="26"/>
          <w:szCs w:val="26"/>
        </w:rPr>
        <w:t xml:space="preserve"> и  утвердить график</w:t>
      </w:r>
      <w:r w:rsidRPr="00B63894">
        <w:rPr>
          <w:rFonts w:ascii="Times New Roman" w:hAnsi="Times New Roman"/>
          <w:sz w:val="26"/>
          <w:szCs w:val="26"/>
        </w:rPr>
        <w:t xml:space="preserve"> проведен</w:t>
      </w:r>
      <w:r>
        <w:rPr>
          <w:rFonts w:ascii="Times New Roman" w:hAnsi="Times New Roman"/>
          <w:sz w:val="26"/>
          <w:szCs w:val="26"/>
        </w:rPr>
        <w:t>ия обследования  учащихся  в возрасте  14</w:t>
      </w:r>
      <w:r w:rsidRPr="00B63894">
        <w:rPr>
          <w:rFonts w:ascii="Times New Roman" w:hAnsi="Times New Roman"/>
          <w:sz w:val="26"/>
          <w:szCs w:val="26"/>
        </w:rPr>
        <w:t xml:space="preserve"> лет, график довести до </w:t>
      </w:r>
      <w:r>
        <w:rPr>
          <w:rFonts w:ascii="Times New Roman" w:hAnsi="Times New Roman"/>
          <w:sz w:val="26"/>
          <w:szCs w:val="26"/>
        </w:rPr>
        <w:t xml:space="preserve"> сведения </w:t>
      </w:r>
      <w:r w:rsidRPr="00B63894">
        <w:rPr>
          <w:rFonts w:ascii="Times New Roman" w:hAnsi="Times New Roman"/>
          <w:sz w:val="26"/>
          <w:szCs w:val="26"/>
        </w:rPr>
        <w:t>руководит</w:t>
      </w:r>
      <w:r>
        <w:rPr>
          <w:rFonts w:ascii="Times New Roman" w:hAnsi="Times New Roman"/>
          <w:sz w:val="26"/>
          <w:szCs w:val="26"/>
        </w:rPr>
        <w:t>елей образовательных учреждения</w:t>
      </w:r>
      <w:r w:rsidRPr="00B63894">
        <w:rPr>
          <w:rFonts w:ascii="Times New Roman" w:hAnsi="Times New Roman"/>
          <w:sz w:val="26"/>
          <w:szCs w:val="26"/>
        </w:rPr>
        <w:t xml:space="preserve">  и медицинских работников, осуществляющих о</w:t>
      </w:r>
      <w:r>
        <w:rPr>
          <w:rFonts w:ascii="Times New Roman" w:hAnsi="Times New Roman"/>
          <w:sz w:val="26"/>
          <w:szCs w:val="26"/>
        </w:rPr>
        <w:t>бследование данного контингента;</w:t>
      </w:r>
    </w:p>
    <w:p w:rsidR="00740AAE" w:rsidRPr="00B63894" w:rsidRDefault="00740AAE" w:rsidP="0060358F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Pr="00B63894">
        <w:rPr>
          <w:rFonts w:ascii="Times New Roman" w:hAnsi="Times New Roman"/>
          <w:sz w:val="26"/>
          <w:szCs w:val="26"/>
        </w:rPr>
        <w:t xml:space="preserve">.3.Обеспечить преемственность и согласованность  в работе  медицинских и педагогических работников при проведении в общеобразовательных </w:t>
      </w:r>
      <w:r>
        <w:rPr>
          <w:rFonts w:ascii="Times New Roman" w:hAnsi="Times New Roman"/>
          <w:sz w:val="26"/>
          <w:szCs w:val="26"/>
        </w:rPr>
        <w:t xml:space="preserve"> учреждениях </w:t>
      </w:r>
      <w:r w:rsidRPr="00B63894">
        <w:rPr>
          <w:rFonts w:ascii="Times New Roman" w:hAnsi="Times New Roman"/>
          <w:sz w:val="26"/>
          <w:szCs w:val="26"/>
        </w:rPr>
        <w:t>мероприятий по раннему выявлению лиц, допускающих немедицинское потребление наркотических</w:t>
      </w:r>
      <w:r>
        <w:rPr>
          <w:rFonts w:ascii="Times New Roman" w:hAnsi="Times New Roman"/>
          <w:sz w:val="26"/>
          <w:szCs w:val="26"/>
        </w:rPr>
        <w:t xml:space="preserve"> средств и психотропных веществ;</w:t>
      </w:r>
    </w:p>
    <w:p w:rsidR="00740AAE" w:rsidRDefault="00740AAE" w:rsidP="008154A7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  <w:sectPr w:rsidR="00740AAE" w:rsidSect="00DA4DA8">
          <w:headerReference w:type="default" r:id="rId8"/>
          <w:pgSz w:w="11905" w:h="16837"/>
          <w:pgMar w:top="397" w:right="851" w:bottom="1134" w:left="1531" w:header="0" w:footer="6" w:gutter="0"/>
          <w:cols w:space="720"/>
          <w:noEndnote/>
          <w:docGrid w:linePitch="360"/>
        </w:sectPr>
      </w:pPr>
    </w:p>
    <w:p w:rsidR="00740AAE" w:rsidRDefault="00740AAE" w:rsidP="008154A7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2.4. Подготовить</w:t>
      </w:r>
      <w:r w:rsidRPr="008154A7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всё</w:t>
      </w:r>
      <w:r w:rsidRPr="00B63894">
        <w:rPr>
          <w:rFonts w:ascii="Times New Roman" w:hAnsi="Times New Roman"/>
          <w:sz w:val="26"/>
          <w:szCs w:val="26"/>
        </w:rPr>
        <w:t xml:space="preserve"> необходимое для проведения работы по раннему выявлению лиц, допускающих немедицинское потребление наркотических  средств и психотропных веществ, в общеобразовательных учреждениях муниципального образования город Сорск (тесты, лабораторную посуду, помещение, бланки, списки</w:t>
      </w:r>
      <w:r>
        <w:rPr>
          <w:rFonts w:ascii="Times New Roman" w:hAnsi="Times New Roman"/>
          <w:sz w:val="26"/>
          <w:szCs w:val="26"/>
        </w:rPr>
        <w:t xml:space="preserve"> подлежащих обследованию, их информированное согласие</w:t>
      </w:r>
      <w:r w:rsidRPr="00B63894">
        <w:rPr>
          <w:rFonts w:ascii="Times New Roman" w:hAnsi="Times New Roman"/>
          <w:sz w:val="26"/>
          <w:szCs w:val="26"/>
        </w:rPr>
        <w:t xml:space="preserve"> т.д.</w:t>
      </w:r>
      <w:r>
        <w:rPr>
          <w:rFonts w:ascii="Times New Roman" w:hAnsi="Times New Roman"/>
          <w:sz w:val="26"/>
          <w:szCs w:val="26"/>
        </w:rPr>
        <w:t>);</w:t>
      </w:r>
    </w:p>
    <w:p w:rsidR="00740AAE" w:rsidRDefault="00740AAE" w:rsidP="008154A7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2.5. Назначить</w:t>
      </w:r>
      <w:r w:rsidRPr="0071132E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до 20.03.2012 года    приказом  по отделу образования и МБУЗ «Сорская городская больница»  ответственных лиц за организацию проведения добровольного тестирования учащихся  общеобразовательных учреждений муниципального образования город Сорск;</w:t>
      </w:r>
      <w:r w:rsidRPr="00B63894">
        <w:rPr>
          <w:rFonts w:ascii="Times New Roman" w:hAnsi="Times New Roman"/>
          <w:sz w:val="26"/>
          <w:szCs w:val="26"/>
        </w:rPr>
        <w:t xml:space="preserve">  </w:t>
      </w:r>
    </w:p>
    <w:p w:rsidR="00740AAE" w:rsidRDefault="00740AAE" w:rsidP="0071132E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2.6.Организовать до 25.03.2012 года  подготовку  педагогов  по вопросам</w:t>
      </w:r>
      <w:r w:rsidRPr="00B86212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раннего выявления</w:t>
      </w:r>
      <w:r w:rsidRPr="00B63894">
        <w:rPr>
          <w:rFonts w:ascii="Times New Roman" w:hAnsi="Times New Roman"/>
          <w:sz w:val="26"/>
          <w:szCs w:val="26"/>
        </w:rPr>
        <w:t xml:space="preserve"> лиц, допускающих немедицинское потребление наркотических  средств и психотропных веществ, в общеобразовательных учреждениях муниципального образования город Сорск</w:t>
      </w:r>
      <w:r>
        <w:rPr>
          <w:rFonts w:ascii="Times New Roman" w:hAnsi="Times New Roman"/>
          <w:sz w:val="26"/>
          <w:szCs w:val="26"/>
        </w:rPr>
        <w:t>;</w:t>
      </w:r>
      <w:r>
        <w:rPr>
          <w:rFonts w:ascii="Times New Roman" w:hAnsi="Times New Roman"/>
          <w:sz w:val="26"/>
          <w:szCs w:val="26"/>
        </w:rPr>
        <w:tab/>
      </w:r>
    </w:p>
    <w:p w:rsidR="00740AAE" w:rsidRDefault="00740AAE" w:rsidP="0071132E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2.7</w:t>
      </w:r>
      <w:r w:rsidRPr="00B63894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</w:t>
      </w:r>
      <w:r w:rsidRPr="00B63894">
        <w:rPr>
          <w:rFonts w:ascii="Times New Roman" w:hAnsi="Times New Roman"/>
          <w:sz w:val="26"/>
          <w:szCs w:val="26"/>
        </w:rPr>
        <w:t xml:space="preserve">По результатам обследования провести анализ данных </w:t>
      </w:r>
      <w:r>
        <w:rPr>
          <w:rFonts w:ascii="Times New Roman" w:hAnsi="Times New Roman"/>
          <w:sz w:val="26"/>
          <w:szCs w:val="26"/>
        </w:rPr>
        <w:t xml:space="preserve"> с выдачей определенных выводов  по дальнейшей тактике в отношении выявленных лиц. </w:t>
      </w:r>
      <w:r w:rsidRPr="00B63894">
        <w:rPr>
          <w:rFonts w:ascii="Times New Roman" w:hAnsi="Times New Roman"/>
          <w:sz w:val="26"/>
          <w:szCs w:val="26"/>
        </w:rPr>
        <w:t xml:space="preserve"> </w:t>
      </w:r>
    </w:p>
    <w:p w:rsidR="00740AAE" w:rsidRDefault="00740AAE" w:rsidP="0037685E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</w:t>
      </w:r>
      <w:r w:rsidRPr="0037685E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Данное п</w:t>
      </w:r>
      <w:r w:rsidRPr="00BC1838">
        <w:rPr>
          <w:rFonts w:ascii="Times New Roman" w:hAnsi="Times New Roman"/>
          <w:sz w:val="26"/>
          <w:szCs w:val="26"/>
        </w:rPr>
        <w:t xml:space="preserve">остановление опубликовать в газете «Сорский молибден» и разместить на официальном сайте администрации </w:t>
      </w:r>
      <w:r>
        <w:rPr>
          <w:rFonts w:ascii="Times New Roman" w:hAnsi="Times New Roman"/>
          <w:sz w:val="26"/>
          <w:szCs w:val="26"/>
        </w:rPr>
        <w:t>города Сорска.</w:t>
      </w:r>
    </w:p>
    <w:p w:rsidR="00740AAE" w:rsidRPr="00B63894" w:rsidRDefault="00740AAE" w:rsidP="00BD47BA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Pr="00B63894">
        <w:rPr>
          <w:rFonts w:ascii="Times New Roman" w:hAnsi="Times New Roman"/>
          <w:sz w:val="26"/>
          <w:szCs w:val="26"/>
        </w:rPr>
        <w:t>.</w:t>
      </w:r>
      <w:r>
        <w:rPr>
          <w:rFonts w:ascii="Times New Roman" w:hAnsi="Times New Roman"/>
          <w:sz w:val="26"/>
          <w:szCs w:val="26"/>
        </w:rPr>
        <w:t xml:space="preserve"> </w:t>
      </w:r>
      <w:r w:rsidRPr="00B63894">
        <w:rPr>
          <w:rFonts w:ascii="Times New Roman" w:hAnsi="Times New Roman"/>
          <w:sz w:val="26"/>
          <w:szCs w:val="26"/>
        </w:rPr>
        <w:t xml:space="preserve">Контроль над исполнением постановления возложить на заместителя </w:t>
      </w:r>
      <w:r>
        <w:rPr>
          <w:rFonts w:ascii="Times New Roman" w:hAnsi="Times New Roman"/>
          <w:sz w:val="26"/>
          <w:szCs w:val="26"/>
        </w:rPr>
        <w:t>главы города Сорска</w:t>
      </w:r>
      <w:r w:rsidRPr="00B63894">
        <w:rPr>
          <w:rFonts w:ascii="Times New Roman" w:hAnsi="Times New Roman"/>
          <w:sz w:val="26"/>
          <w:szCs w:val="26"/>
        </w:rPr>
        <w:t xml:space="preserve"> по социальным вопросам  Шимель Т.С.</w:t>
      </w:r>
    </w:p>
    <w:p w:rsidR="00740AAE" w:rsidRPr="00B63894" w:rsidRDefault="00740AAE" w:rsidP="00D71E82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740AAE" w:rsidRPr="00B63894" w:rsidRDefault="00740AAE" w:rsidP="00D71E82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740AAE" w:rsidRPr="00B63894" w:rsidRDefault="00740AAE" w:rsidP="00D71E82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:rsidR="00740AAE" w:rsidRDefault="00740AAE" w:rsidP="008F72DA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И.о. главы города</w:t>
      </w:r>
      <w:r w:rsidRPr="00B63894">
        <w:rPr>
          <w:rFonts w:ascii="Times New Roman" w:hAnsi="Times New Roman"/>
          <w:sz w:val="26"/>
          <w:szCs w:val="26"/>
        </w:rPr>
        <w:t xml:space="preserve">   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</w:t>
      </w:r>
      <w:r w:rsidRPr="00B63894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В.Р.Михеев</w:t>
      </w:r>
    </w:p>
    <w:p w:rsidR="00740AAE" w:rsidRDefault="00740AAE" w:rsidP="008F72DA">
      <w:pPr>
        <w:spacing w:after="0"/>
        <w:rPr>
          <w:rFonts w:ascii="Times New Roman" w:hAnsi="Times New Roman"/>
          <w:sz w:val="26"/>
          <w:szCs w:val="26"/>
        </w:rPr>
      </w:pPr>
    </w:p>
    <w:p w:rsidR="00740AAE" w:rsidRDefault="00740AAE" w:rsidP="008F72DA">
      <w:pPr>
        <w:spacing w:after="0"/>
        <w:rPr>
          <w:rFonts w:ascii="Times New Roman" w:hAnsi="Times New Roman"/>
          <w:sz w:val="26"/>
          <w:szCs w:val="26"/>
        </w:rPr>
      </w:pPr>
    </w:p>
    <w:p w:rsidR="00740AAE" w:rsidRDefault="00740AAE" w:rsidP="008F72DA">
      <w:pPr>
        <w:spacing w:after="0"/>
        <w:rPr>
          <w:rFonts w:ascii="Times New Roman" w:hAnsi="Times New Roman"/>
          <w:sz w:val="26"/>
          <w:szCs w:val="26"/>
        </w:rPr>
      </w:pPr>
    </w:p>
    <w:p w:rsidR="00740AAE" w:rsidRDefault="00740AAE" w:rsidP="008F72DA">
      <w:pPr>
        <w:spacing w:after="0"/>
        <w:rPr>
          <w:rFonts w:ascii="Times New Roman" w:hAnsi="Times New Roman"/>
          <w:sz w:val="26"/>
          <w:szCs w:val="26"/>
        </w:rPr>
      </w:pPr>
    </w:p>
    <w:p w:rsidR="00740AAE" w:rsidRDefault="00740AAE" w:rsidP="008F72DA">
      <w:pPr>
        <w:spacing w:after="0"/>
        <w:rPr>
          <w:rFonts w:ascii="Times New Roman" w:hAnsi="Times New Roman"/>
          <w:sz w:val="26"/>
          <w:szCs w:val="26"/>
        </w:rPr>
        <w:sectPr w:rsidR="00740AAE" w:rsidSect="007C58C1">
          <w:pgSz w:w="11905" w:h="16837"/>
          <w:pgMar w:top="1134" w:right="851" w:bottom="1134" w:left="1531" w:header="0" w:footer="6" w:gutter="0"/>
          <w:cols w:space="720"/>
          <w:noEndnote/>
          <w:docGrid w:linePitch="360"/>
        </w:sectPr>
      </w:pPr>
    </w:p>
    <w:p w:rsidR="00740AAE" w:rsidRPr="0025509E" w:rsidRDefault="00740AAE" w:rsidP="00AA7D27">
      <w:pPr>
        <w:spacing w:after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</w:t>
      </w:r>
    </w:p>
    <w:p w:rsidR="00740AAE" w:rsidRDefault="00740AAE" w:rsidP="00992F90">
      <w:pPr>
        <w:spacing w:after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к постановлению  администрации </w:t>
      </w:r>
    </w:p>
    <w:p w:rsidR="00740AAE" w:rsidRDefault="00740AAE" w:rsidP="00992F90">
      <w:pPr>
        <w:spacing w:after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города Сорска Республики Хакасия </w:t>
      </w:r>
    </w:p>
    <w:p w:rsidR="00740AAE" w:rsidRPr="0025509E" w:rsidRDefault="00740AAE" w:rsidP="00992F90">
      <w:pPr>
        <w:spacing w:after="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30   03        2012     №  116    -п</w:t>
      </w:r>
    </w:p>
    <w:p w:rsidR="00740AAE" w:rsidRPr="00DE08D5" w:rsidRDefault="00740AAE" w:rsidP="00992F90">
      <w:pPr>
        <w:spacing w:after="0"/>
      </w:pPr>
    </w:p>
    <w:p w:rsidR="00740AAE" w:rsidRDefault="00740AAE" w:rsidP="00410EF4">
      <w:pPr>
        <w:spacing w:after="0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Порядок</w:t>
      </w:r>
    </w:p>
    <w:p w:rsidR="00740AAE" w:rsidRDefault="00740AAE" w:rsidP="001B1D69">
      <w:pPr>
        <w:spacing w:after="0"/>
        <w:jc w:val="both"/>
      </w:pPr>
      <w:r w:rsidRPr="00B63894">
        <w:rPr>
          <w:rFonts w:ascii="Times New Roman" w:hAnsi="Times New Roman"/>
          <w:sz w:val="26"/>
          <w:szCs w:val="26"/>
        </w:rPr>
        <w:t xml:space="preserve"> организации работы по раннему выявлению лиц, допускающих немедицинское потребление наркотических  средств и психотропных веществ, в общеобразовательных учреждениях муниципального образования город</w:t>
      </w:r>
      <w:r>
        <w:rPr>
          <w:rFonts w:ascii="Times New Roman" w:hAnsi="Times New Roman"/>
          <w:sz w:val="26"/>
          <w:szCs w:val="26"/>
        </w:rPr>
        <w:t xml:space="preserve"> Сорск</w:t>
      </w:r>
    </w:p>
    <w:p w:rsidR="00740AAE" w:rsidRDefault="00740AAE" w:rsidP="00547401">
      <w:pPr>
        <w:spacing w:after="0"/>
        <w:ind w:firstLine="708"/>
        <w:jc w:val="both"/>
      </w:pPr>
    </w:p>
    <w:p w:rsidR="00740AAE" w:rsidRPr="00B63894" w:rsidRDefault="00740AAE" w:rsidP="00547401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 Настоящие рекомендации разработаны н</w:t>
      </w:r>
      <w:r w:rsidRPr="00B63894">
        <w:rPr>
          <w:rFonts w:ascii="Times New Roman" w:hAnsi="Times New Roman"/>
          <w:sz w:val="26"/>
          <w:szCs w:val="26"/>
        </w:rPr>
        <w:t>а основании Указа Президента Российской Федерации от 09.06.2010 № 690 «Об утверждении Стратегии государственной антинаркотической политики Российской Федерации до 2020 года»,    совместного  приказа  Министерства здравоохранения Республики Хакасия и Министерства  образования и науки Республики Хакасия</w:t>
      </w:r>
      <w:r>
        <w:rPr>
          <w:rFonts w:ascii="Times New Roman" w:hAnsi="Times New Roman"/>
          <w:sz w:val="26"/>
          <w:szCs w:val="26"/>
        </w:rPr>
        <w:t xml:space="preserve"> от 06.03.2012 г. № 166 / 100</w:t>
      </w:r>
      <w:r w:rsidRPr="00B63894">
        <w:rPr>
          <w:rFonts w:ascii="Times New Roman" w:hAnsi="Times New Roman"/>
          <w:sz w:val="26"/>
          <w:szCs w:val="26"/>
        </w:rPr>
        <w:t xml:space="preserve">- </w:t>
      </w:r>
      <w:r>
        <w:rPr>
          <w:rFonts w:ascii="Times New Roman" w:hAnsi="Times New Roman"/>
          <w:sz w:val="26"/>
          <w:szCs w:val="26"/>
        </w:rPr>
        <w:t>206</w:t>
      </w:r>
      <w:r w:rsidRPr="00B63894">
        <w:rPr>
          <w:rFonts w:ascii="Times New Roman" w:hAnsi="Times New Roman"/>
          <w:sz w:val="26"/>
          <w:szCs w:val="26"/>
        </w:rPr>
        <w:t xml:space="preserve">  «О раннем выявлении лиц, </w:t>
      </w:r>
      <w:r>
        <w:rPr>
          <w:rFonts w:ascii="Times New Roman" w:hAnsi="Times New Roman"/>
          <w:sz w:val="26"/>
          <w:szCs w:val="26"/>
        </w:rPr>
        <w:t>допускающих немедицинское потреб</w:t>
      </w:r>
      <w:r w:rsidRPr="00B63894">
        <w:rPr>
          <w:rFonts w:ascii="Times New Roman" w:hAnsi="Times New Roman"/>
          <w:sz w:val="26"/>
          <w:szCs w:val="26"/>
        </w:rPr>
        <w:t>ление наркотических средств и психотропных веществ в общеобразовательных учреждениях</w:t>
      </w:r>
      <w:r>
        <w:rPr>
          <w:rFonts w:ascii="Times New Roman" w:hAnsi="Times New Roman"/>
          <w:sz w:val="26"/>
          <w:szCs w:val="26"/>
        </w:rPr>
        <w:t xml:space="preserve"> Республики Хакасия в 2012 году».</w:t>
      </w:r>
    </w:p>
    <w:p w:rsidR="00740AAE" w:rsidRDefault="00740AAE" w:rsidP="001B1D69">
      <w:pPr>
        <w:spacing w:after="0"/>
        <w:ind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2.</w:t>
      </w:r>
      <w:r w:rsidRPr="00423732">
        <w:rPr>
          <w:rFonts w:ascii="Times New Roman" w:hAnsi="Times New Roman"/>
          <w:sz w:val="26"/>
        </w:rPr>
        <w:t xml:space="preserve">Выявление лиц, допускающих немедицинское потребление наркотических средств и психотропных веществ, в общеобразовательных учреждениях </w:t>
      </w:r>
      <w:r>
        <w:rPr>
          <w:rFonts w:ascii="Times New Roman" w:hAnsi="Times New Roman"/>
          <w:sz w:val="26"/>
        </w:rPr>
        <w:t xml:space="preserve"> муниципального образования город Сорск</w:t>
      </w:r>
      <w:r w:rsidRPr="00423732">
        <w:rPr>
          <w:rFonts w:ascii="Times New Roman" w:hAnsi="Times New Roman"/>
          <w:sz w:val="26"/>
        </w:rPr>
        <w:t xml:space="preserve"> организуется</w:t>
      </w:r>
      <w:r>
        <w:rPr>
          <w:rFonts w:ascii="Times New Roman" w:hAnsi="Times New Roman"/>
          <w:sz w:val="26"/>
        </w:rPr>
        <w:t xml:space="preserve"> ежегодно</w:t>
      </w:r>
      <w:r w:rsidRPr="00423732">
        <w:rPr>
          <w:rFonts w:ascii="Times New Roman" w:hAnsi="Times New Roman"/>
          <w:sz w:val="26"/>
        </w:rPr>
        <w:t xml:space="preserve"> и проводится в рамках медицинских осмотров в соответст</w:t>
      </w:r>
      <w:r>
        <w:rPr>
          <w:rFonts w:ascii="Times New Roman" w:hAnsi="Times New Roman"/>
          <w:sz w:val="26"/>
        </w:rPr>
        <w:t>вии с утвержденными графиками.</w:t>
      </w:r>
    </w:p>
    <w:p w:rsidR="00740AAE" w:rsidRPr="00423732" w:rsidRDefault="00740AAE" w:rsidP="001B1D69">
      <w:pPr>
        <w:spacing w:after="0"/>
        <w:ind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3. Выявление л</w:t>
      </w:r>
      <w:r w:rsidRPr="00423732">
        <w:rPr>
          <w:rFonts w:ascii="Times New Roman" w:hAnsi="Times New Roman"/>
          <w:sz w:val="26"/>
        </w:rPr>
        <w:t>иц, допускающих немедицинское потребление наркотических средств и психотропных веществ, в общеобразовательных учреждениях</w:t>
      </w:r>
      <w:r>
        <w:rPr>
          <w:rFonts w:ascii="Times New Roman" w:hAnsi="Times New Roman"/>
          <w:sz w:val="26"/>
        </w:rPr>
        <w:t xml:space="preserve"> города</w:t>
      </w:r>
      <w:r w:rsidRPr="00423732">
        <w:rPr>
          <w:rFonts w:ascii="Times New Roman" w:hAnsi="Times New Roman"/>
          <w:sz w:val="26"/>
        </w:rPr>
        <w:t xml:space="preserve"> проводится в три этапа:</w:t>
      </w:r>
    </w:p>
    <w:p w:rsidR="00740AAE" w:rsidRPr="00423732" w:rsidRDefault="00740AAE" w:rsidP="001B1D69">
      <w:pPr>
        <w:spacing w:after="0"/>
        <w:ind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</w:t>
      </w:r>
      <w:r w:rsidRPr="00423732">
        <w:rPr>
          <w:rFonts w:ascii="Times New Roman" w:hAnsi="Times New Roman"/>
          <w:sz w:val="26"/>
        </w:rPr>
        <w:t>первый этап (педагогический) - осуществление педагогическими работниками образовательных учреждений подготовительной работы по формированию у обучающихся мотивации к участию в профилактических мероприятиях по выявлению лиц, допускающих немедицинское потребление наркотических средств и психотропных веществ;</w:t>
      </w:r>
    </w:p>
    <w:p w:rsidR="00740AAE" w:rsidRPr="00423732" w:rsidRDefault="00740AAE" w:rsidP="001B1D69">
      <w:pPr>
        <w:spacing w:after="0"/>
        <w:ind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</w:t>
      </w:r>
      <w:r w:rsidRPr="00423732">
        <w:rPr>
          <w:rFonts w:ascii="Times New Roman" w:hAnsi="Times New Roman"/>
          <w:sz w:val="26"/>
        </w:rPr>
        <w:t>второй этап (медицинский диагностический) - осуществление медицинскими организациями на обслуживаемой территории скрининг</w:t>
      </w:r>
      <w:r>
        <w:rPr>
          <w:rFonts w:ascii="Times New Roman" w:hAnsi="Times New Roman"/>
          <w:sz w:val="26"/>
        </w:rPr>
        <w:t xml:space="preserve">а </w:t>
      </w:r>
      <w:r w:rsidRPr="00423732">
        <w:rPr>
          <w:rFonts w:ascii="Times New Roman" w:hAnsi="Times New Roman"/>
          <w:sz w:val="26"/>
        </w:rPr>
        <w:t>- исследований на наркотические средства и психотропные вещества (далее - экспресс-тестирование) обучающихся образовательных учреждений, выразивших добровольное информированное согласие на участие в экспресс-тестировании;</w:t>
      </w:r>
    </w:p>
    <w:p w:rsidR="00740AAE" w:rsidRPr="00423732" w:rsidRDefault="00740AAE" w:rsidP="001B1D69">
      <w:pPr>
        <w:spacing w:after="0"/>
        <w:ind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</w:t>
      </w:r>
      <w:r w:rsidRPr="00423732">
        <w:rPr>
          <w:rFonts w:ascii="Times New Roman" w:hAnsi="Times New Roman"/>
          <w:sz w:val="26"/>
        </w:rPr>
        <w:t>третий этап (медицинский специализированный) - оказание специализированной помощи врачей-психиатров-наркологов лицам с фактом немедицинского потребления наркотических средств и психотропных веществ, выявленных по результатам экспресс-тестирования.</w:t>
      </w:r>
    </w:p>
    <w:p w:rsidR="00740AAE" w:rsidRDefault="00740AAE" w:rsidP="00410EF4">
      <w:pPr>
        <w:spacing w:after="0"/>
        <w:ind w:firstLine="708"/>
        <w:jc w:val="both"/>
        <w:rPr>
          <w:rFonts w:ascii="Times New Roman" w:hAnsi="Times New Roman"/>
          <w:sz w:val="26"/>
        </w:rPr>
      </w:pPr>
    </w:p>
    <w:p w:rsidR="00740AAE" w:rsidRDefault="00740AAE" w:rsidP="00410EF4">
      <w:pPr>
        <w:spacing w:after="0"/>
        <w:ind w:firstLine="708"/>
        <w:jc w:val="both"/>
        <w:rPr>
          <w:rFonts w:ascii="Times New Roman" w:hAnsi="Times New Roman"/>
          <w:sz w:val="26"/>
        </w:rPr>
      </w:pPr>
    </w:p>
    <w:p w:rsidR="00740AAE" w:rsidRDefault="00740AAE" w:rsidP="00410EF4">
      <w:pPr>
        <w:spacing w:after="0"/>
        <w:ind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4.</w:t>
      </w:r>
      <w:r w:rsidRPr="00423732">
        <w:rPr>
          <w:rFonts w:ascii="Times New Roman" w:hAnsi="Times New Roman"/>
          <w:sz w:val="26"/>
        </w:rPr>
        <w:t>На первом (педагогическом) этапе образовательные учреждения</w:t>
      </w:r>
      <w:r>
        <w:rPr>
          <w:rFonts w:ascii="Times New Roman" w:hAnsi="Times New Roman"/>
          <w:sz w:val="26"/>
        </w:rPr>
        <w:t xml:space="preserve"> совместно с медицинскими работниками:</w:t>
      </w:r>
      <w:r w:rsidRPr="00423732">
        <w:rPr>
          <w:rFonts w:ascii="Times New Roman" w:hAnsi="Times New Roman"/>
          <w:sz w:val="26"/>
        </w:rPr>
        <w:t xml:space="preserve"> </w:t>
      </w:r>
    </w:p>
    <w:p w:rsidR="00740AAE" w:rsidRPr="00423732" w:rsidRDefault="00740AAE" w:rsidP="00E156BE">
      <w:pPr>
        <w:spacing w:after="0"/>
        <w:ind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</w:t>
      </w:r>
      <w:r w:rsidRPr="00423732">
        <w:rPr>
          <w:rFonts w:ascii="Times New Roman" w:hAnsi="Times New Roman"/>
          <w:sz w:val="26"/>
        </w:rPr>
        <w:t>организуют подготовку педагогических работников к выявлению лиц,</w:t>
      </w:r>
      <w:r>
        <w:rPr>
          <w:rFonts w:ascii="Times New Roman" w:hAnsi="Times New Roman"/>
          <w:sz w:val="26"/>
        </w:rPr>
        <w:t xml:space="preserve"> </w:t>
      </w:r>
      <w:r w:rsidRPr="00423732">
        <w:rPr>
          <w:rFonts w:ascii="Times New Roman" w:hAnsi="Times New Roman"/>
          <w:sz w:val="26"/>
        </w:rPr>
        <w:t>допускающих немедицинское потребление наркотических средств и психотропных веществ;</w:t>
      </w:r>
    </w:p>
    <w:p w:rsidR="00740AAE" w:rsidRDefault="00740AAE" w:rsidP="001B1D69">
      <w:pPr>
        <w:spacing w:after="0"/>
        <w:ind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</w:t>
      </w:r>
      <w:r w:rsidRPr="00423732">
        <w:rPr>
          <w:rFonts w:ascii="Times New Roman" w:hAnsi="Times New Roman"/>
          <w:sz w:val="26"/>
        </w:rPr>
        <w:t xml:space="preserve">организуют и проводят информационную работу с обучающимися, их родителями (законными представителями) по разъяснению задач раннего выявления потребителей </w:t>
      </w:r>
      <w:r>
        <w:rPr>
          <w:rFonts w:ascii="Times New Roman" w:hAnsi="Times New Roman"/>
          <w:sz w:val="26"/>
        </w:rPr>
        <w:t xml:space="preserve">наркотических средств и </w:t>
      </w:r>
      <w:r w:rsidRPr="00423732">
        <w:rPr>
          <w:rFonts w:ascii="Times New Roman" w:hAnsi="Times New Roman"/>
          <w:sz w:val="26"/>
        </w:rPr>
        <w:t>психоактивных веществ (ПАВ), содержания скрининг</w:t>
      </w:r>
      <w:r>
        <w:rPr>
          <w:rFonts w:ascii="Times New Roman" w:hAnsi="Times New Roman"/>
          <w:sz w:val="26"/>
        </w:rPr>
        <w:t xml:space="preserve"> </w:t>
      </w:r>
      <w:r w:rsidRPr="00423732">
        <w:rPr>
          <w:rFonts w:ascii="Times New Roman" w:hAnsi="Times New Roman"/>
          <w:sz w:val="26"/>
        </w:rPr>
        <w:t>-</w:t>
      </w:r>
      <w:r>
        <w:rPr>
          <w:rFonts w:ascii="Times New Roman" w:hAnsi="Times New Roman"/>
          <w:sz w:val="26"/>
        </w:rPr>
        <w:t xml:space="preserve"> </w:t>
      </w:r>
      <w:r w:rsidRPr="00423732">
        <w:rPr>
          <w:rFonts w:ascii="Times New Roman" w:hAnsi="Times New Roman"/>
          <w:sz w:val="26"/>
        </w:rPr>
        <w:t>исследования на наркотические средства и психотропные вещества и дальнейшей работы по результатам экспресс-тестирования;</w:t>
      </w:r>
    </w:p>
    <w:p w:rsidR="00740AAE" w:rsidRDefault="00740AAE" w:rsidP="001B1D69">
      <w:pPr>
        <w:spacing w:after="0"/>
        <w:ind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-проводят  педагогические советы  и другие мероприятия по организации в общеобразовательном учреждении экспресс-тестирования;</w:t>
      </w:r>
    </w:p>
    <w:p w:rsidR="00740AAE" w:rsidRDefault="00740AAE" w:rsidP="001B1D69">
      <w:pPr>
        <w:spacing w:after="0"/>
        <w:ind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-проводят классные часы, профилактические недели и другие мероприятия с 14-летними обучающимися о цели  и значимости тестирования на наркотические  средства и психоактивные вещества, о порядке проведения тестирования, его последствиях;</w:t>
      </w:r>
    </w:p>
    <w:p w:rsidR="00740AAE" w:rsidRPr="00423732" w:rsidRDefault="00740AAE" w:rsidP="001B1D69">
      <w:pPr>
        <w:spacing w:after="0"/>
        <w:ind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-проводят родительские собрания, консультации и другие формы работы с родителями (законными представителями) по вопросам тестирования на наркотические и психоактивные вещества, о порядке его проведения;</w:t>
      </w:r>
    </w:p>
    <w:p w:rsidR="00740AAE" w:rsidRPr="00423732" w:rsidRDefault="00740AAE" w:rsidP="001B1D69">
      <w:pPr>
        <w:spacing w:after="0"/>
        <w:ind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</w:t>
      </w:r>
      <w:r w:rsidRPr="00423732">
        <w:rPr>
          <w:rFonts w:ascii="Times New Roman" w:hAnsi="Times New Roman"/>
          <w:sz w:val="26"/>
        </w:rPr>
        <w:t>формируют индивидуальную и групповую мотивацию обучающихся, их родителей (законных представителей) на участие в экспресс-тестировании;</w:t>
      </w:r>
    </w:p>
    <w:p w:rsidR="00740AAE" w:rsidRPr="00423732" w:rsidRDefault="00740AAE" w:rsidP="001B1D69">
      <w:pPr>
        <w:spacing w:after="0"/>
        <w:ind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</w:t>
      </w:r>
      <w:r w:rsidRPr="00423732">
        <w:rPr>
          <w:rFonts w:ascii="Times New Roman" w:hAnsi="Times New Roman"/>
          <w:sz w:val="26"/>
        </w:rPr>
        <w:t xml:space="preserve">получают индивидуальное добровольное информированное согласие на экспресс-тестирование детей </w:t>
      </w:r>
      <w:r>
        <w:rPr>
          <w:rFonts w:ascii="Times New Roman" w:hAnsi="Times New Roman"/>
          <w:sz w:val="26"/>
        </w:rPr>
        <w:t xml:space="preserve"> 14</w:t>
      </w:r>
      <w:r w:rsidRPr="00423732">
        <w:rPr>
          <w:rFonts w:ascii="Times New Roman" w:hAnsi="Times New Roman"/>
          <w:sz w:val="26"/>
        </w:rPr>
        <w:t xml:space="preserve"> лет и</w:t>
      </w:r>
      <w:r>
        <w:rPr>
          <w:rFonts w:ascii="Times New Roman" w:hAnsi="Times New Roman"/>
          <w:sz w:val="26"/>
        </w:rPr>
        <w:t xml:space="preserve"> их </w:t>
      </w:r>
      <w:r w:rsidRPr="00423732">
        <w:rPr>
          <w:rFonts w:ascii="Times New Roman" w:hAnsi="Times New Roman"/>
          <w:sz w:val="26"/>
        </w:rPr>
        <w:t xml:space="preserve"> роди</w:t>
      </w:r>
      <w:r>
        <w:rPr>
          <w:rFonts w:ascii="Times New Roman" w:hAnsi="Times New Roman"/>
          <w:sz w:val="26"/>
        </w:rPr>
        <w:t>телей (законных представителей)</w:t>
      </w:r>
      <w:r w:rsidRPr="00423732">
        <w:rPr>
          <w:rFonts w:ascii="Times New Roman" w:hAnsi="Times New Roman"/>
          <w:sz w:val="26"/>
        </w:rPr>
        <w:t>;</w:t>
      </w:r>
    </w:p>
    <w:p w:rsidR="00740AAE" w:rsidRPr="00423732" w:rsidRDefault="00740AAE" w:rsidP="001B1D69">
      <w:pPr>
        <w:spacing w:after="0"/>
        <w:ind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</w:t>
      </w:r>
      <w:r w:rsidRPr="00423732">
        <w:rPr>
          <w:rFonts w:ascii="Times New Roman" w:hAnsi="Times New Roman"/>
          <w:sz w:val="26"/>
        </w:rPr>
        <w:t>формируют списки обучающихся, выразивших добровольное информированное согласие на участие в экспресс-тестировании;</w:t>
      </w:r>
    </w:p>
    <w:p w:rsidR="00740AAE" w:rsidRPr="00423732" w:rsidRDefault="00740AAE" w:rsidP="001B1D69">
      <w:pPr>
        <w:spacing w:after="0"/>
        <w:ind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</w:t>
      </w:r>
      <w:r w:rsidRPr="00423732">
        <w:rPr>
          <w:rFonts w:ascii="Times New Roman" w:hAnsi="Times New Roman"/>
          <w:sz w:val="26"/>
        </w:rPr>
        <w:t>предоставляют утвержденные руководителями образовательных учреждений списки обучающихся, выразивших добровольное информированное согласие на участие в экспресс-тестировании, медицинским работникам, закрепленными за образовательными учреждениями;</w:t>
      </w:r>
    </w:p>
    <w:p w:rsidR="00740AAE" w:rsidRDefault="00740AAE" w:rsidP="001B1D69">
      <w:pPr>
        <w:spacing w:after="0"/>
        <w:ind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</w:t>
      </w:r>
      <w:r w:rsidRPr="00423732">
        <w:rPr>
          <w:rFonts w:ascii="Times New Roman" w:hAnsi="Times New Roman"/>
          <w:sz w:val="26"/>
        </w:rPr>
        <w:t>обеспечивают явку обучающихся на медицинский осмотр, предоставление ими биологического объекта для экспресс-тестирования.</w:t>
      </w:r>
    </w:p>
    <w:p w:rsidR="00740AAE" w:rsidRPr="00423732" w:rsidRDefault="00740AAE" w:rsidP="001B1D69">
      <w:pPr>
        <w:spacing w:after="0"/>
        <w:ind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-о ходе реализации первого этапа  еженедельно информируют отдел образования.</w:t>
      </w:r>
    </w:p>
    <w:p w:rsidR="00740AAE" w:rsidRPr="00423732" w:rsidRDefault="00740AAE" w:rsidP="00E539C3">
      <w:pPr>
        <w:spacing w:after="0"/>
        <w:ind w:firstLine="708"/>
        <w:jc w:val="both"/>
        <w:rPr>
          <w:rFonts w:ascii="Times New Roman" w:hAnsi="Times New Roman"/>
          <w:sz w:val="26"/>
        </w:rPr>
      </w:pPr>
      <w:r w:rsidRPr="00423732">
        <w:rPr>
          <w:rFonts w:ascii="Times New Roman" w:hAnsi="Times New Roman"/>
          <w:sz w:val="26"/>
        </w:rPr>
        <w:t>5. На втором (медицинском диагностическом) этапе медицинские организации:</w:t>
      </w:r>
    </w:p>
    <w:p w:rsidR="00740AAE" w:rsidRPr="00423732" w:rsidRDefault="00740AAE" w:rsidP="001B1D69">
      <w:pPr>
        <w:spacing w:after="0"/>
        <w:ind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</w:t>
      </w:r>
      <w:r w:rsidRPr="00423732">
        <w:rPr>
          <w:rFonts w:ascii="Times New Roman" w:hAnsi="Times New Roman"/>
          <w:sz w:val="26"/>
        </w:rPr>
        <w:t>принимают участие в информационной работе с обучающимися, их ' родителями (законными представителями) по разъяснению задач раннего выявления потребителей ПАВ, содержания скрининг-исследования на наркотические средства и психотроп</w:t>
      </w:r>
      <w:r>
        <w:rPr>
          <w:rFonts w:ascii="Times New Roman" w:hAnsi="Times New Roman"/>
          <w:sz w:val="26"/>
        </w:rPr>
        <w:t>ные вещества и дальнейшей работе</w:t>
      </w:r>
      <w:r w:rsidRPr="00423732">
        <w:rPr>
          <w:rFonts w:ascii="Times New Roman" w:hAnsi="Times New Roman"/>
          <w:sz w:val="26"/>
        </w:rPr>
        <w:t xml:space="preserve"> по результатам экспресс-тестирования;</w:t>
      </w:r>
    </w:p>
    <w:p w:rsidR="00740AAE" w:rsidRPr="00423732" w:rsidRDefault="00740AAE" w:rsidP="00DA17C6">
      <w:pPr>
        <w:spacing w:after="0"/>
        <w:ind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</w:t>
      </w:r>
      <w:r w:rsidRPr="00423732">
        <w:rPr>
          <w:rFonts w:ascii="Times New Roman" w:hAnsi="Times New Roman"/>
          <w:sz w:val="26"/>
        </w:rPr>
        <w:t>обеспечивают своевременное предоставление заявок о количестве и видах необходимых экспресс-тестов на наркотические средства и психотропн</w:t>
      </w:r>
      <w:r>
        <w:rPr>
          <w:rFonts w:ascii="Times New Roman" w:hAnsi="Times New Roman"/>
          <w:sz w:val="26"/>
        </w:rPr>
        <w:t>ые вещества на имя руководителя медицинской организации, а тот в свою очередь в</w:t>
      </w:r>
      <w:r w:rsidRPr="00D5057C">
        <w:rPr>
          <w:rFonts w:ascii="Times New Roman" w:hAnsi="Times New Roman"/>
          <w:sz w:val="26"/>
        </w:rPr>
        <w:t xml:space="preserve"> </w:t>
      </w:r>
      <w:r w:rsidRPr="00423732">
        <w:rPr>
          <w:rFonts w:ascii="Times New Roman" w:hAnsi="Times New Roman"/>
          <w:sz w:val="26"/>
        </w:rPr>
        <w:t>ГБУЗ РХ «Клиниче</w:t>
      </w:r>
      <w:r>
        <w:rPr>
          <w:rFonts w:ascii="Times New Roman" w:hAnsi="Times New Roman"/>
          <w:sz w:val="26"/>
        </w:rPr>
        <w:t>ский наркологический диспансер»;</w:t>
      </w:r>
    </w:p>
    <w:p w:rsidR="00740AAE" w:rsidRPr="00423732" w:rsidRDefault="00740AAE" w:rsidP="001B1D69">
      <w:pPr>
        <w:spacing w:after="0"/>
        <w:ind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</w:t>
      </w:r>
      <w:r w:rsidRPr="00423732">
        <w:rPr>
          <w:rFonts w:ascii="Times New Roman" w:hAnsi="Times New Roman"/>
          <w:sz w:val="26"/>
        </w:rPr>
        <w:t>обеспечивают медицинские осмотры необходимым количеством экспресс- тестов на наркотические средства и психотропные вещества;</w:t>
      </w:r>
    </w:p>
    <w:p w:rsidR="00740AAE" w:rsidRDefault="00740AAE" w:rsidP="001B1D69">
      <w:pPr>
        <w:spacing w:after="0"/>
        <w:ind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</w:t>
      </w:r>
      <w:r w:rsidRPr="00423732">
        <w:rPr>
          <w:rFonts w:ascii="Times New Roman" w:hAnsi="Times New Roman"/>
          <w:sz w:val="26"/>
        </w:rPr>
        <w:t>проводят экспресс-тестирование на наличие наркотических средств и психотропных веществ в биологическом объекте (моча) обследуемых обучающихся образовательных учреждений, выразивших добровольное информированное согласие на участие в экспресс-тестировании;</w:t>
      </w:r>
    </w:p>
    <w:p w:rsidR="00740AAE" w:rsidRPr="00423732" w:rsidRDefault="00740AAE" w:rsidP="001B1D69">
      <w:pPr>
        <w:spacing w:after="0"/>
        <w:ind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-направляют, в случае положительного (сомнительного) результата экспресс-тестирования, биологический объект на химико-токсикологическое исследование в ГБУЗ РХ «Клинический наркологический диспансер»</w:t>
      </w:r>
    </w:p>
    <w:p w:rsidR="00740AAE" w:rsidRPr="00423732" w:rsidRDefault="00740AAE" w:rsidP="001B1D69">
      <w:pPr>
        <w:spacing w:after="0"/>
        <w:ind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</w:t>
      </w:r>
      <w:r w:rsidRPr="00423732">
        <w:rPr>
          <w:rFonts w:ascii="Times New Roman" w:hAnsi="Times New Roman"/>
          <w:sz w:val="26"/>
        </w:rPr>
        <w:t>ведут медицинскую документацию по регистрации результатов экспресс- тестирования, статистическую отчетность по результатам экспресс-тестирования;</w:t>
      </w:r>
    </w:p>
    <w:p w:rsidR="00740AAE" w:rsidRPr="00423732" w:rsidRDefault="00740AAE" w:rsidP="002F06AE">
      <w:pPr>
        <w:spacing w:after="0"/>
        <w:ind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</w:t>
      </w:r>
      <w:r w:rsidRPr="00423732">
        <w:rPr>
          <w:rFonts w:ascii="Times New Roman" w:hAnsi="Times New Roman"/>
          <w:sz w:val="26"/>
        </w:rPr>
        <w:t>предоставляют статистическую отчетность по результатам экспресс- тестирования в образовательные учреждения и наркологический кабинет обслуживаемой территории;</w:t>
      </w:r>
    </w:p>
    <w:p w:rsidR="00740AAE" w:rsidRPr="00423732" w:rsidRDefault="00740AAE" w:rsidP="001B1D69">
      <w:pPr>
        <w:spacing w:after="0"/>
        <w:ind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- обеспечивают </w:t>
      </w:r>
      <w:r w:rsidRPr="00423732">
        <w:rPr>
          <w:rFonts w:ascii="Times New Roman" w:hAnsi="Times New Roman"/>
          <w:sz w:val="26"/>
        </w:rPr>
        <w:t xml:space="preserve"> конфиденциальность информации о персональных данных результатов тестирования;</w:t>
      </w:r>
    </w:p>
    <w:p w:rsidR="00740AAE" w:rsidRDefault="00740AAE" w:rsidP="001B1D69">
      <w:pPr>
        <w:spacing w:after="0"/>
        <w:ind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</w:t>
      </w:r>
      <w:r w:rsidRPr="00423732">
        <w:rPr>
          <w:rFonts w:ascii="Times New Roman" w:hAnsi="Times New Roman"/>
          <w:sz w:val="26"/>
        </w:rPr>
        <w:t>проводят мотивационную работу по направлению лиц, выявленных с фактом употребления наркотических средств и психотропных веществ, к врачу-психиатру- наркологу.</w:t>
      </w:r>
    </w:p>
    <w:p w:rsidR="00740AAE" w:rsidRPr="00423732" w:rsidRDefault="00740AAE" w:rsidP="002F06AE">
      <w:pPr>
        <w:spacing w:after="0"/>
        <w:ind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- наркологический кабинет формирует сиатистический отчет о результатах работы по раннему выявлению лиц, допускающих немедицинское потребление наркотических средств  и психотропных веществ, в общеобразовательных учреждениях города по форме, утвержденной </w:t>
      </w:r>
      <w:r>
        <w:rPr>
          <w:rFonts w:ascii="Times New Roman" w:hAnsi="Times New Roman"/>
          <w:sz w:val="26"/>
          <w:szCs w:val="26"/>
        </w:rPr>
        <w:t>совместным  приказом</w:t>
      </w:r>
      <w:r w:rsidRPr="00B63894">
        <w:rPr>
          <w:rFonts w:ascii="Times New Roman" w:hAnsi="Times New Roman"/>
          <w:sz w:val="26"/>
          <w:szCs w:val="26"/>
        </w:rPr>
        <w:t xml:space="preserve">  Министерства здравоохранения Республики Хакасия и Министерства  образования и науки Республики Хакасия</w:t>
      </w:r>
      <w:r>
        <w:rPr>
          <w:rFonts w:ascii="Times New Roman" w:hAnsi="Times New Roman"/>
          <w:sz w:val="26"/>
          <w:szCs w:val="26"/>
        </w:rPr>
        <w:t xml:space="preserve"> от 06.03.2011 г. № 166/100</w:t>
      </w:r>
      <w:r w:rsidRPr="00B63894">
        <w:rPr>
          <w:rFonts w:ascii="Times New Roman" w:hAnsi="Times New Roman"/>
          <w:sz w:val="26"/>
          <w:szCs w:val="26"/>
        </w:rPr>
        <w:t>-</w:t>
      </w:r>
      <w:r>
        <w:rPr>
          <w:rFonts w:ascii="Times New Roman" w:hAnsi="Times New Roman"/>
          <w:sz w:val="26"/>
          <w:szCs w:val="26"/>
        </w:rPr>
        <w:t>206</w:t>
      </w:r>
      <w:r w:rsidRPr="00B63894">
        <w:rPr>
          <w:rFonts w:ascii="Times New Roman" w:hAnsi="Times New Roman"/>
          <w:sz w:val="26"/>
          <w:szCs w:val="26"/>
        </w:rPr>
        <w:t xml:space="preserve">  «О раннем выявлении лиц, </w:t>
      </w:r>
      <w:r>
        <w:rPr>
          <w:rFonts w:ascii="Times New Roman" w:hAnsi="Times New Roman"/>
          <w:sz w:val="26"/>
          <w:szCs w:val="26"/>
        </w:rPr>
        <w:t>допускающих немедицинское потреб</w:t>
      </w:r>
      <w:r w:rsidRPr="00B63894">
        <w:rPr>
          <w:rFonts w:ascii="Times New Roman" w:hAnsi="Times New Roman"/>
          <w:sz w:val="26"/>
          <w:szCs w:val="26"/>
        </w:rPr>
        <w:t>ление наркотических средств и психотропных веществ в общеобразовательных учреждениях</w:t>
      </w:r>
      <w:r>
        <w:rPr>
          <w:rFonts w:ascii="Times New Roman" w:hAnsi="Times New Roman"/>
          <w:sz w:val="26"/>
          <w:szCs w:val="26"/>
        </w:rPr>
        <w:t xml:space="preserve"> Республики Хакасия в 2012 году» и направляет его в </w:t>
      </w:r>
      <w:r w:rsidRPr="00B63894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</w:t>
      </w:r>
      <w:r w:rsidRPr="00D5057C">
        <w:rPr>
          <w:rFonts w:ascii="Times New Roman" w:hAnsi="Times New Roman"/>
          <w:sz w:val="26"/>
        </w:rPr>
        <w:t xml:space="preserve"> </w:t>
      </w:r>
      <w:r w:rsidRPr="00423732">
        <w:rPr>
          <w:rFonts w:ascii="Times New Roman" w:hAnsi="Times New Roman"/>
          <w:sz w:val="26"/>
        </w:rPr>
        <w:t>ГБУЗ РХ «Клиниче</w:t>
      </w:r>
      <w:r>
        <w:rPr>
          <w:rFonts w:ascii="Times New Roman" w:hAnsi="Times New Roman"/>
          <w:sz w:val="26"/>
        </w:rPr>
        <w:t>ский наркологический диспансер» установленные сроки.</w:t>
      </w:r>
    </w:p>
    <w:p w:rsidR="00740AAE" w:rsidRPr="00423732" w:rsidRDefault="00740AAE" w:rsidP="002F06AE">
      <w:pPr>
        <w:spacing w:after="0"/>
        <w:ind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6. </w:t>
      </w:r>
      <w:r w:rsidRPr="00423732">
        <w:rPr>
          <w:rFonts w:ascii="Times New Roman" w:hAnsi="Times New Roman"/>
          <w:sz w:val="26"/>
        </w:rPr>
        <w:t>На третьем (медицинском</w:t>
      </w:r>
      <w:r>
        <w:rPr>
          <w:rFonts w:ascii="Times New Roman" w:hAnsi="Times New Roman"/>
          <w:sz w:val="26"/>
        </w:rPr>
        <w:t xml:space="preserve"> специализированном) этапе врач-психиатр, нарколог</w:t>
      </w:r>
      <w:r w:rsidRPr="00423732">
        <w:rPr>
          <w:rFonts w:ascii="Times New Roman" w:hAnsi="Times New Roman"/>
          <w:sz w:val="26"/>
        </w:rPr>
        <w:t xml:space="preserve"> </w:t>
      </w:r>
      <w:r>
        <w:rPr>
          <w:rFonts w:ascii="Times New Roman" w:hAnsi="Times New Roman"/>
          <w:sz w:val="26"/>
        </w:rPr>
        <w:t>МБУЗ «Сорская городская больница»</w:t>
      </w:r>
      <w:r w:rsidRPr="00423732">
        <w:rPr>
          <w:rFonts w:ascii="Times New Roman" w:hAnsi="Times New Roman"/>
          <w:sz w:val="26"/>
        </w:rPr>
        <w:t>:</w:t>
      </w:r>
    </w:p>
    <w:p w:rsidR="00740AAE" w:rsidRPr="00423732" w:rsidRDefault="00740AAE" w:rsidP="001B1D69">
      <w:pPr>
        <w:spacing w:after="0"/>
        <w:ind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</w:t>
      </w:r>
      <w:r w:rsidRPr="00423732">
        <w:rPr>
          <w:rFonts w:ascii="Times New Roman" w:hAnsi="Times New Roman"/>
          <w:sz w:val="26"/>
        </w:rPr>
        <w:t>осущес</w:t>
      </w:r>
      <w:r>
        <w:rPr>
          <w:rFonts w:ascii="Times New Roman" w:hAnsi="Times New Roman"/>
          <w:sz w:val="26"/>
        </w:rPr>
        <w:t>твляют лечебно-диагностическую и   медико</w:t>
      </w:r>
      <w:r w:rsidRPr="00423732">
        <w:rPr>
          <w:rFonts w:ascii="Times New Roman" w:hAnsi="Times New Roman"/>
          <w:sz w:val="26"/>
        </w:rPr>
        <w:t>-</w:t>
      </w:r>
      <w:r>
        <w:rPr>
          <w:rFonts w:ascii="Times New Roman" w:hAnsi="Times New Roman"/>
          <w:sz w:val="26"/>
        </w:rPr>
        <w:t>психологическую помощь  обучающимся, выявленных</w:t>
      </w:r>
      <w:r w:rsidRPr="00423732">
        <w:rPr>
          <w:rFonts w:ascii="Times New Roman" w:hAnsi="Times New Roman"/>
          <w:sz w:val="26"/>
        </w:rPr>
        <w:t xml:space="preserve"> с фактом немедицинского потребления наркотических средств и психотропных веществ, </w:t>
      </w:r>
      <w:r>
        <w:rPr>
          <w:rFonts w:ascii="Times New Roman" w:hAnsi="Times New Roman"/>
          <w:sz w:val="26"/>
        </w:rPr>
        <w:t xml:space="preserve"> их родителям   (законным представителям)  </w:t>
      </w:r>
      <w:r w:rsidRPr="00423732">
        <w:rPr>
          <w:rFonts w:ascii="Times New Roman" w:hAnsi="Times New Roman"/>
          <w:sz w:val="26"/>
        </w:rPr>
        <w:t>в соответствии с утвержденными стандартами медицинской помощи в наркологии;</w:t>
      </w:r>
    </w:p>
    <w:p w:rsidR="00740AAE" w:rsidRDefault="00740AAE" w:rsidP="001B1D69">
      <w:pPr>
        <w:spacing w:after="0"/>
        <w:ind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</w:t>
      </w:r>
      <w:r w:rsidRPr="00423732">
        <w:rPr>
          <w:rFonts w:ascii="Times New Roman" w:hAnsi="Times New Roman"/>
          <w:sz w:val="26"/>
        </w:rPr>
        <w:t xml:space="preserve">оказывают организационно-методическую и </w:t>
      </w:r>
      <w:r>
        <w:rPr>
          <w:rFonts w:ascii="Times New Roman" w:hAnsi="Times New Roman"/>
          <w:sz w:val="26"/>
        </w:rPr>
        <w:t xml:space="preserve">медико-социальную </w:t>
      </w:r>
      <w:r w:rsidRPr="00423732">
        <w:rPr>
          <w:rFonts w:ascii="Times New Roman" w:hAnsi="Times New Roman"/>
          <w:sz w:val="26"/>
        </w:rPr>
        <w:t xml:space="preserve"> помощь медицинским работникам и педагогическим работникам </w:t>
      </w:r>
      <w:r>
        <w:rPr>
          <w:rFonts w:ascii="Times New Roman" w:hAnsi="Times New Roman"/>
          <w:sz w:val="26"/>
        </w:rPr>
        <w:t>обще</w:t>
      </w:r>
      <w:r w:rsidRPr="00423732">
        <w:rPr>
          <w:rFonts w:ascii="Times New Roman" w:hAnsi="Times New Roman"/>
          <w:sz w:val="26"/>
        </w:rPr>
        <w:t>образовательных учреждений по в</w:t>
      </w:r>
      <w:r>
        <w:rPr>
          <w:rFonts w:ascii="Times New Roman" w:hAnsi="Times New Roman"/>
          <w:sz w:val="26"/>
        </w:rPr>
        <w:t xml:space="preserve">опросам </w:t>
      </w:r>
      <w:r w:rsidRPr="00423732">
        <w:rPr>
          <w:rFonts w:ascii="Times New Roman" w:hAnsi="Times New Roman"/>
          <w:sz w:val="26"/>
        </w:rPr>
        <w:t xml:space="preserve"> ран</w:t>
      </w:r>
      <w:r>
        <w:rPr>
          <w:rFonts w:ascii="Times New Roman" w:hAnsi="Times New Roman"/>
          <w:sz w:val="26"/>
        </w:rPr>
        <w:t>него выявления потребителей  наркотических средств психоактивных веществ;</w:t>
      </w:r>
    </w:p>
    <w:p w:rsidR="00740AAE" w:rsidRDefault="00740AAE" w:rsidP="001B1D69">
      <w:pPr>
        <w:spacing w:after="0"/>
        <w:ind w:firstLine="708"/>
        <w:jc w:val="both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>-проводят мотивационную работу с родителями (законными представителями) и обучающимися, выявленными с фактором употребления наркотических средств и психотропных веществ по их обращению за консультацией к врачу психиатру-наркологу.</w:t>
      </w:r>
    </w:p>
    <w:p w:rsidR="00740AAE" w:rsidRDefault="00740AAE" w:rsidP="001B1D69">
      <w:pPr>
        <w:spacing w:after="0"/>
        <w:ind w:firstLine="708"/>
        <w:jc w:val="both"/>
        <w:rPr>
          <w:rFonts w:ascii="Times New Roman" w:hAnsi="Times New Roman"/>
          <w:sz w:val="26"/>
        </w:rPr>
      </w:pPr>
    </w:p>
    <w:p w:rsidR="00740AAE" w:rsidRDefault="00740AAE" w:rsidP="00450C09">
      <w:pPr>
        <w:spacing w:after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Заместитель главы  города</w:t>
      </w:r>
    </w:p>
    <w:p w:rsidR="00740AAE" w:rsidRPr="00AB53E0" w:rsidRDefault="00740AAE" w:rsidP="005B4E37">
      <w:pPr>
        <w:spacing w:after="0"/>
        <w:rPr>
          <w:rFonts w:ascii="Times New Roman" w:hAnsi="Times New Roman"/>
          <w:sz w:val="26"/>
          <w:szCs w:val="26"/>
        </w:rPr>
        <w:sectPr w:rsidR="00740AAE" w:rsidRPr="00AB53E0" w:rsidSect="0060358F">
          <w:pgSz w:w="11905" w:h="16837"/>
          <w:pgMar w:top="1134" w:right="851" w:bottom="1134" w:left="1531" w:header="0" w:footer="6" w:gutter="0"/>
          <w:cols w:space="720"/>
          <w:noEndnote/>
          <w:docGrid w:linePitch="360"/>
        </w:sectPr>
      </w:pPr>
      <w:r>
        <w:rPr>
          <w:rFonts w:ascii="Times New Roman" w:hAnsi="Times New Roman"/>
          <w:sz w:val="26"/>
          <w:szCs w:val="26"/>
        </w:rPr>
        <w:t xml:space="preserve">          по социальным вопросам                                                               Т.С.Шимель</w:t>
      </w:r>
    </w:p>
    <w:p w:rsidR="00740AAE" w:rsidRPr="00AB53E0" w:rsidRDefault="00740AAE" w:rsidP="00450C09">
      <w:pPr>
        <w:spacing w:after="0"/>
        <w:jc w:val="both"/>
        <w:rPr>
          <w:rFonts w:ascii="Times New Roman" w:hAnsi="Times New Roman"/>
          <w:sz w:val="26"/>
          <w:szCs w:val="26"/>
        </w:rPr>
        <w:sectPr w:rsidR="00740AAE" w:rsidRPr="00AB53E0" w:rsidSect="0060358F">
          <w:pgSz w:w="11905" w:h="16837"/>
          <w:pgMar w:top="1134" w:right="851" w:bottom="1134" w:left="1531" w:header="0" w:footer="6" w:gutter="0"/>
          <w:cols w:space="720"/>
          <w:noEndnote/>
          <w:docGrid w:linePitch="360"/>
        </w:sectPr>
      </w:pPr>
      <w:r>
        <w:rPr>
          <w:rFonts w:ascii="Times New Roman" w:hAnsi="Times New Roman"/>
          <w:sz w:val="26"/>
          <w:szCs w:val="26"/>
        </w:rPr>
        <w:t xml:space="preserve">                                                         </w:t>
      </w:r>
    </w:p>
    <w:p w:rsidR="00740AAE" w:rsidRDefault="00740AAE" w:rsidP="008F72DA">
      <w:pPr>
        <w:spacing w:after="0"/>
        <w:rPr>
          <w:rFonts w:ascii="Times New Roman" w:hAnsi="Times New Roman"/>
          <w:sz w:val="26"/>
          <w:szCs w:val="26"/>
        </w:rPr>
      </w:pPr>
    </w:p>
    <w:p w:rsidR="00740AAE" w:rsidRDefault="00740AAE" w:rsidP="008F72DA">
      <w:pPr>
        <w:spacing w:after="0"/>
        <w:rPr>
          <w:rFonts w:ascii="Times New Roman" w:hAnsi="Times New Roman"/>
          <w:sz w:val="26"/>
          <w:szCs w:val="26"/>
        </w:rPr>
      </w:pPr>
    </w:p>
    <w:p w:rsidR="00740AAE" w:rsidRDefault="00740AAE" w:rsidP="008F72DA">
      <w:pPr>
        <w:spacing w:after="0"/>
        <w:rPr>
          <w:rFonts w:ascii="Times New Roman" w:hAnsi="Times New Roman"/>
          <w:sz w:val="26"/>
          <w:szCs w:val="26"/>
        </w:rPr>
      </w:pPr>
    </w:p>
    <w:p w:rsidR="00740AAE" w:rsidRDefault="00740AAE" w:rsidP="008F72DA">
      <w:pPr>
        <w:spacing w:after="0"/>
        <w:rPr>
          <w:rFonts w:ascii="Times New Roman" w:hAnsi="Times New Roman"/>
          <w:sz w:val="26"/>
          <w:szCs w:val="26"/>
        </w:rPr>
      </w:pPr>
    </w:p>
    <w:p w:rsidR="00740AAE" w:rsidRDefault="00740AAE" w:rsidP="008F72DA">
      <w:pPr>
        <w:spacing w:after="0"/>
        <w:rPr>
          <w:rFonts w:ascii="Times New Roman" w:hAnsi="Times New Roman"/>
          <w:sz w:val="26"/>
          <w:szCs w:val="26"/>
        </w:rPr>
      </w:pPr>
    </w:p>
    <w:p w:rsidR="00740AAE" w:rsidRDefault="00740AAE" w:rsidP="008F72DA">
      <w:pPr>
        <w:spacing w:after="0"/>
        <w:rPr>
          <w:rFonts w:ascii="Times New Roman" w:hAnsi="Times New Roman"/>
          <w:sz w:val="26"/>
          <w:szCs w:val="26"/>
        </w:rPr>
      </w:pPr>
    </w:p>
    <w:p w:rsidR="00740AAE" w:rsidRDefault="00740AAE" w:rsidP="008F72DA">
      <w:pPr>
        <w:spacing w:after="0"/>
        <w:rPr>
          <w:rFonts w:ascii="Times New Roman" w:hAnsi="Times New Roman"/>
          <w:sz w:val="26"/>
          <w:szCs w:val="26"/>
        </w:rPr>
      </w:pPr>
    </w:p>
    <w:p w:rsidR="00740AAE" w:rsidRDefault="00740AAE" w:rsidP="008F72DA">
      <w:pPr>
        <w:spacing w:after="0"/>
        <w:rPr>
          <w:rFonts w:ascii="Times New Roman" w:hAnsi="Times New Roman"/>
          <w:sz w:val="26"/>
          <w:szCs w:val="26"/>
        </w:rPr>
      </w:pPr>
    </w:p>
    <w:p w:rsidR="00740AAE" w:rsidRDefault="00740AAE" w:rsidP="008F72DA">
      <w:pPr>
        <w:spacing w:after="0"/>
        <w:rPr>
          <w:rFonts w:ascii="Times New Roman" w:hAnsi="Times New Roman"/>
          <w:sz w:val="26"/>
          <w:szCs w:val="26"/>
        </w:rPr>
      </w:pPr>
    </w:p>
    <w:p w:rsidR="00740AAE" w:rsidRPr="00FB7B14" w:rsidRDefault="00740AAE" w:rsidP="008F72DA">
      <w:pPr>
        <w:spacing w:after="0"/>
        <w:rPr>
          <w:rFonts w:ascii="Times New Roman" w:hAnsi="Times New Roman"/>
          <w:sz w:val="26"/>
          <w:szCs w:val="26"/>
        </w:rPr>
      </w:pPr>
      <w:r w:rsidRPr="00B63894">
        <w:rPr>
          <w:rFonts w:ascii="Times New Roman" w:hAnsi="Times New Roman"/>
          <w:sz w:val="26"/>
          <w:szCs w:val="26"/>
        </w:rPr>
        <w:t xml:space="preserve">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 </w:t>
      </w:r>
    </w:p>
    <w:p w:rsidR="00740AAE" w:rsidRPr="00C4789C" w:rsidRDefault="00740AAE" w:rsidP="00C4789C">
      <w:pPr>
        <w:spacing w:after="0"/>
        <w:rPr>
          <w:rFonts w:ascii="Times New Roman" w:hAnsi="Times New Roman"/>
          <w:sz w:val="26"/>
          <w:szCs w:val="26"/>
        </w:rPr>
      </w:pPr>
    </w:p>
    <w:sectPr w:rsidR="00740AAE" w:rsidRPr="00C4789C" w:rsidSect="00CC0A49">
      <w:pgSz w:w="11906" w:h="16838"/>
      <w:pgMar w:top="397" w:right="851" w:bottom="1134" w:left="153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0AAE" w:rsidRDefault="00740AAE" w:rsidP="000746C6">
      <w:pPr>
        <w:spacing w:after="0" w:line="240" w:lineRule="auto"/>
      </w:pPr>
      <w:r>
        <w:separator/>
      </w:r>
    </w:p>
  </w:endnote>
  <w:endnote w:type="continuationSeparator" w:id="0">
    <w:p w:rsidR="00740AAE" w:rsidRDefault="00740AAE" w:rsidP="000746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0AAE" w:rsidRDefault="00740AAE" w:rsidP="000746C6">
      <w:pPr>
        <w:spacing w:after="0" w:line="240" w:lineRule="auto"/>
      </w:pPr>
      <w:r>
        <w:separator/>
      </w:r>
    </w:p>
  </w:footnote>
  <w:footnote w:type="continuationSeparator" w:id="0">
    <w:p w:rsidR="00740AAE" w:rsidRDefault="00740AAE" w:rsidP="000746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0AAE" w:rsidRDefault="00740AAE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B6A09"/>
    <w:multiLevelType w:val="hybridMultilevel"/>
    <w:tmpl w:val="DC60F00A"/>
    <w:lvl w:ilvl="0" w:tplc="B2F263E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789C"/>
    <w:rsid w:val="00033454"/>
    <w:rsid w:val="000746C6"/>
    <w:rsid w:val="000A61B8"/>
    <w:rsid w:val="00132B1C"/>
    <w:rsid w:val="00146D37"/>
    <w:rsid w:val="001574A6"/>
    <w:rsid w:val="00173C97"/>
    <w:rsid w:val="001951DF"/>
    <w:rsid w:val="001969AD"/>
    <w:rsid w:val="001B1D69"/>
    <w:rsid w:val="001B4EEF"/>
    <w:rsid w:val="001C20E0"/>
    <w:rsid w:val="001C4B6F"/>
    <w:rsid w:val="0025509E"/>
    <w:rsid w:val="00296E81"/>
    <w:rsid w:val="002A68BD"/>
    <w:rsid w:val="002D3D79"/>
    <w:rsid w:val="002F0645"/>
    <w:rsid w:val="002F06AE"/>
    <w:rsid w:val="00334A49"/>
    <w:rsid w:val="00335FE8"/>
    <w:rsid w:val="0035523E"/>
    <w:rsid w:val="0037685E"/>
    <w:rsid w:val="00381E8C"/>
    <w:rsid w:val="003D1246"/>
    <w:rsid w:val="003D77AA"/>
    <w:rsid w:val="00410EF4"/>
    <w:rsid w:val="00421EF9"/>
    <w:rsid w:val="00423732"/>
    <w:rsid w:val="00450C09"/>
    <w:rsid w:val="004D0E65"/>
    <w:rsid w:val="004D1A1F"/>
    <w:rsid w:val="004F21BB"/>
    <w:rsid w:val="00547401"/>
    <w:rsid w:val="0056432B"/>
    <w:rsid w:val="005B4E37"/>
    <w:rsid w:val="005B6CC5"/>
    <w:rsid w:val="005F5020"/>
    <w:rsid w:val="0060358F"/>
    <w:rsid w:val="00623BD0"/>
    <w:rsid w:val="00624154"/>
    <w:rsid w:val="00625574"/>
    <w:rsid w:val="006570D8"/>
    <w:rsid w:val="00684EE9"/>
    <w:rsid w:val="006E3E07"/>
    <w:rsid w:val="0071132E"/>
    <w:rsid w:val="00730A7C"/>
    <w:rsid w:val="00740AAE"/>
    <w:rsid w:val="0074773E"/>
    <w:rsid w:val="00776FE2"/>
    <w:rsid w:val="00796232"/>
    <w:rsid w:val="007C58C1"/>
    <w:rsid w:val="008154A7"/>
    <w:rsid w:val="00862877"/>
    <w:rsid w:val="008B5978"/>
    <w:rsid w:val="008F72DA"/>
    <w:rsid w:val="00900C6E"/>
    <w:rsid w:val="0091246F"/>
    <w:rsid w:val="0093073D"/>
    <w:rsid w:val="009649D0"/>
    <w:rsid w:val="00965827"/>
    <w:rsid w:val="00981F19"/>
    <w:rsid w:val="00992F90"/>
    <w:rsid w:val="009B1542"/>
    <w:rsid w:val="00A03F97"/>
    <w:rsid w:val="00A850E0"/>
    <w:rsid w:val="00AA7D27"/>
    <w:rsid w:val="00AB53E0"/>
    <w:rsid w:val="00B10C1E"/>
    <w:rsid w:val="00B10D62"/>
    <w:rsid w:val="00B63894"/>
    <w:rsid w:val="00B86212"/>
    <w:rsid w:val="00BA3FDC"/>
    <w:rsid w:val="00BC1838"/>
    <w:rsid w:val="00BD47BA"/>
    <w:rsid w:val="00BF72F1"/>
    <w:rsid w:val="00C4789C"/>
    <w:rsid w:val="00C94A92"/>
    <w:rsid w:val="00CA2748"/>
    <w:rsid w:val="00CC0A49"/>
    <w:rsid w:val="00D05819"/>
    <w:rsid w:val="00D5057C"/>
    <w:rsid w:val="00D71E82"/>
    <w:rsid w:val="00DA17C6"/>
    <w:rsid w:val="00DA4DA8"/>
    <w:rsid w:val="00DE08D5"/>
    <w:rsid w:val="00E039F8"/>
    <w:rsid w:val="00E04770"/>
    <w:rsid w:val="00E156BE"/>
    <w:rsid w:val="00E34EB6"/>
    <w:rsid w:val="00E42C96"/>
    <w:rsid w:val="00E539C3"/>
    <w:rsid w:val="00ED44A2"/>
    <w:rsid w:val="00F07FC3"/>
    <w:rsid w:val="00F21CDC"/>
    <w:rsid w:val="00F440E8"/>
    <w:rsid w:val="00F63F98"/>
    <w:rsid w:val="00FB7B14"/>
    <w:rsid w:val="00FF40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4154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C4789C"/>
    <w:pPr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C4789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FB7B1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363</TotalTime>
  <Pages>8</Pages>
  <Words>1702</Words>
  <Characters>9706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Расчетчик</dc:creator>
  <cp:keywords/>
  <dc:description/>
  <cp:lastModifiedBy>Loner-XP</cp:lastModifiedBy>
  <cp:revision>56</cp:revision>
  <cp:lastPrinted>2012-03-13T07:16:00Z</cp:lastPrinted>
  <dcterms:created xsi:type="dcterms:W3CDTF">2012-03-12T08:53:00Z</dcterms:created>
  <dcterms:modified xsi:type="dcterms:W3CDTF">2012-04-03T02:24:00Z</dcterms:modified>
</cp:coreProperties>
</file>