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04" w:rsidRDefault="00A76704" w:rsidP="007D5146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margin-left:-1.5pt;margin-top:24.75pt;width:199.5pt;height:91.5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" stroked="f">
            <v:fill opacity="0"/>
            <v:textbox inset="0,0,0,0">
              <w:txbxContent>
                <w:p w:rsidR="00A76704" w:rsidRDefault="00A7670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76704" w:rsidRDefault="00A7670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76704" w:rsidRDefault="00A7670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76704" w:rsidRDefault="00A7670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76704" w:rsidRDefault="00A7670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76704" w:rsidRDefault="00A7670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76704" w:rsidRDefault="00A76704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27" type="#_x0000_t202" style="position:absolute;margin-left:272pt;margin-top:39.65pt;width:196pt;height:75.9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" stroked="f">
            <v:fill opacity="0"/>
            <v:textbox inset="0,0,0,0">
              <w:txbxContent>
                <w:p w:rsidR="00A76704" w:rsidRDefault="00A76704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76704" w:rsidRDefault="00A76704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76704" w:rsidRDefault="00A76704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A76704" w:rsidRDefault="00A76704" w:rsidP="007D514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A76704" w:rsidRDefault="00A7670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76704" w:rsidRDefault="00A7670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76704" w:rsidRDefault="00A76704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8" type="#_x0000_t75" style="position:absolute;margin-left:207pt;margin-top:-9pt;width:50.95pt;height:64.1pt;z-index:251656192;visibility:visible;mso-wrap-distance-left:9.05pt;mso-wrap-distance-right:9.05pt" filled="t">
            <v:imagedata r:id="rId6" o:title=""/>
          </v:shape>
        </w:pict>
      </w: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" strokeweight=".26mm">
            <v:stroke joinstyle="miter"/>
          </v:line>
        </w:pict>
      </w:r>
      <w:r>
        <w:rPr>
          <w:rFonts w:ascii="Times New Roman" w:hAnsi="Times New Roman"/>
          <w:sz w:val="26"/>
          <w:szCs w:val="24"/>
        </w:rPr>
        <w:t xml:space="preserve"> </w:t>
      </w:r>
    </w:p>
    <w:p w:rsidR="00A76704" w:rsidRDefault="00A76704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A76704" w:rsidRDefault="00A76704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A76704" w:rsidRDefault="00A76704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A76704" w:rsidRDefault="00A76704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A76704" w:rsidRDefault="00A76704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A76704" w:rsidRDefault="00A76704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6704" w:rsidRDefault="00A76704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76704" w:rsidRDefault="00A76704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76704" w:rsidRDefault="00A76704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«17» 10. 2012                                                                            № 553 -п.</w:t>
      </w:r>
    </w:p>
    <w:p w:rsidR="00A76704" w:rsidRDefault="00A76704" w:rsidP="007D5146">
      <w:pPr>
        <w:pStyle w:val="NormalWeb"/>
        <w:spacing w:before="0" w:after="0"/>
        <w:ind w:firstLine="540"/>
        <w:jc w:val="both"/>
        <w:rPr>
          <w:sz w:val="26"/>
        </w:rPr>
      </w:pPr>
    </w:p>
    <w:p w:rsidR="00A76704" w:rsidRDefault="00A76704" w:rsidP="00A023B9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A76704" w:rsidRDefault="00A76704" w:rsidP="00A023B9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отмене постановления администрации</w:t>
      </w:r>
    </w:p>
    <w:p w:rsidR="00A76704" w:rsidRDefault="00A76704" w:rsidP="00A023B9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Сорска  №  546-п от  15.10.2012г.</w:t>
      </w:r>
    </w:p>
    <w:p w:rsidR="00A76704" w:rsidRDefault="00A76704" w:rsidP="00A7118F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«Об утверждении муниципальной </w:t>
      </w:r>
    </w:p>
    <w:p w:rsidR="00A76704" w:rsidRDefault="00A76704" w:rsidP="00A023B9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целевой</w:t>
      </w:r>
      <w:r w:rsidRPr="007D51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программы </w:t>
      </w:r>
    </w:p>
    <w:p w:rsidR="00A76704" w:rsidRDefault="00A76704" w:rsidP="00A023B9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1E0BF5">
        <w:rPr>
          <w:rFonts w:ascii="Times New Roman" w:hAnsi="Times New Roman"/>
          <w:sz w:val="26"/>
          <w:szCs w:val="26"/>
        </w:rPr>
        <w:t>Развитие физической культуры</w:t>
      </w:r>
      <w:r>
        <w:rPr>
          <w:rFonts w:ascii="Times New Roman" w:hAnsi="Times New Roman"/>
          <w:sz w:val="26"/>
          <w:szCs w:val="26"/>
        </w:rPr>
        <w:t xml:space="preserve"> и </w:t>
      </w:r>
    </w:p>
    <w:p w:rsidR="00A76704" w:rsidRDefault="00A76704" w:rsidP="00A023B9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спорта</w:t>
      </w:r>
      <w:r w:rsidRPr="001E0BF5">
        <w:rPr>
          <w:rFonts w:ascii="Times New Roman" w:hAnsi="Times New Roman"/>
          <w:sz w:val="26"/>
          <w:szCs w:val="26"/>
        </w:rPr>
        <w:t xml:space="preserve">  в муниципальном образовании </w:t>
      </w:r>
    </w:p>
    <w:p w:rsidR="00A76704" w:rsidRDefault="00A76704" w:rsidP="00A023B9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1E0BF5">
        <w:rPr>
          <w:rFonts w:ascii="Times New Roman" w:hAnsi="Times New Roman"/>
          <w:sz w:val="26"/>
          <w:szCs w:val="26"/>
        </w:rPr>
        <w:t>город Сорск на 201</w:t>
      </w:r>
      <w:r>
        <w:rPr>
          <w:rFonts w:ascii="Times New Roman" w:hAnsi="Times New Roman"/>
          <w:sz w:val="26"/>
          <w:szCs w:val="26"/>
        </w:rPr>
        <w:t>0</w:t>
      </w:r>
      <w:r w:rsidRPr="001E0BF5">
        <w:rPr>
          <w:rFonts w:ascii="Times New Roman" w:hAnsi="Times New Roman"/>
          <w:sz w:val="26"/>
          <w:szCs w:val="26"/>
        </w:rPr>
        <w:t>-2015 годы»</w:t>
      </w:r>
    </w:p>
    <w:p w:rsidR="00A76704" w:rsidRDefault="00A76704" w:rsidP="00A023B9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76704" w:rsidRDefault="00A76704" w:rsidP="00A7118F">
      <w:pPr>
        <w:tabs>
          <w:tab w:val="left" w:pos="355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76704" w:rsidRDefault="00A76704" w:rsidP="00A7118F">
      <w:pPr>
        <w:tabs>
          <w:tab w:val="left" w:pos="355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0BF5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связи с приведением в соответствие нормативно-правовых актов администрации города Сорска, администрация города Сорска</w:t>
      </w:r>
    </w:p>
    <w:p w:rsidR="00A76704" w:rsidRDefault="00A76704" w:rsidP="00A023B9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A76704" w:rsidRDefault="00A76704" w:rsidP="00A023B9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Отменить постановление администрации города Сорск №546-п от 15.10.2012г. «Об утверждении муниципальной целевой</w:t>
      </w:r>
      <w:r w:rsidRPr="007D51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программы «</w:t>
      </w:r>
      <w:r w:rsidRPr="001E0BF5">
        <w:rPr>
          <w:rFonts w:ascii="Times New Roman" w:hAnsi="Times New Roman"/>
          <w:sz w:val="26"/>
          <w:szCs w:val="26"/>
        </w:rPr>
        <w:t>Развитие физической культуры</w:t>
      </w:r>
      <w:r>
        <w:rPr>
          <w:rFonts w:ascii="Times New Roman" w:hAnsi="Times New Roman"/>
          <w:sz w:val="26"/>
          <w:szCs w:val="26"/>
        </w:rPr>
        <w:t xml:space="preserve"> и спорта</w:t>
      </w:r>
      <w:r w:rsidRPr="001E0BF5">
        <w:rPr>
          <w:rFonts w:ascii="Times New Roman" w:hAnsi="Times New Roman"/>
          <w:sz w:val="26"/>
          <w:szCs w:val="26"/>
        </w:rPr>
        <w:t xml:space="preserve">  в муниципальном образовании город Сорск на 201</w:t>
      </w:r>
      <w:r>
        <w:rPr>
          <w:rFonts w:ascii="Times New Roman" w:hAnsi="Times New Roman"/>
          <w:sz w:val="26"/>
          <w:szCs w:val="26"/>
        </w:rPr>
        <w:t>0</w:t>
      </w:r>
      <w:r w:rsidRPr="001E0BF5">
        <w:rPr>
          <w:rFonts w:ascii="Times New Roman" w:hAnsi="Times New Roman"/>
          <w:sz w:val="26"/>
          <w:szCs w:val="26"/>
        </w:rPr>
        <w:t>-2015 годы»</w:t>
      </w:r>
    </w:p>
    <w:p w:rsidR="00A76704" w:rsidRDefault="00A76704" w:rsidP="00A023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постановление опубликовать</w:t>
      </w:r>
      <w:r w:rsidRPr="0078362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газете «Сорский молибден».</w:t>
      </w:r>
    </w:p>
    <w:p w:rsidR="00A76704" w:rsidRDefault="00A76704" w:rsidP="00A023B9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Контроль за выполнением данного постановления возложить на заместителя главы по социальным вопросам.</w:t>
      </w:r>
    </w:p>
    <w:p w:rsidR="00A76704" w:rsidRDefault="00A76704" w:rsidP="00A023B9"/>
    <w:p w:rsidR="00A76704" w:rsidRDefault="00A76704" w:rsidP="00A023B9"/>
    <w:p w:rsidR="00A76704" w:rsidRDefault="00A76704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6704" w:rsidRDefault="00A76704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Глава </w:t>
      </w:r>
      <w:r w:rsidRPr="00A20188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города                           </w:t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  <w:t>А.А. Ж</w:t>
      </w:r>
      <w:r>
        <w:rPr>
          <w:rFonts w:ascii="Times New Roman" w:hAnsi="Times New Roman"/>
          <w:sz w:val="26"/>
          <w:szCs w:val="26"/>
        </w:rPr>
        <w:t>уков.</w:t>
      </w:r>
    </w:p>
    <w:p w:rsidR="00A76704" w:rsidRDefault="00A76704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6704" w:rsidRDefault="00A76704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A76704" w:rsidRDefault="00A76704" w:rsidP="007D5146">
      <w:pPr>
        <w:rPr>
          <w:rFonts w:ascii="Times New Roman" w:hAnsi="Times New Roman"/>
          <w:sz w:val="26"/>
          <w:szCs w:val="26"/>
        </w:rPr>
      </w:pPr>
    </w:p>
    <w:p w:rsidR="00A76704" w:rsidRDefault="00A76704" w:rsidP="007D5146">
      <w:pPr>
        <w:rPr>
          <w:rFonts w:ascii="Times New Roman" w:hAnsi="Times New Roman"/>
          <w:sz w:val="26"/>
          <w:szCs w:val="26"/>
        </w:rPr>
      </w:pPr>
    </w:p>
    <w:p w:rsidR="00A76704" w:rsidRDefault="00A76704" w:rsidP="007D5146">
      <w:pPr>
        <w:rPr>
          <w:rFonts w:ascii="Times New Roman" w:hAnsi="Times New Roman"/>
          <w:sz w:val="26"/>
          <w:szCs w:val="26"/>
        </w:rPr>
      </w:pPr>
    </w:p>
    <w:p w:rsidR="00A76704" w:rsidRDefault="00A76704" w:rsidP="007D5146">
      <w:pPr>
        <w:rPr>
          <w:rFonts w:ascii="Times New Roman" w:hAnsi="Times New Roman"/>
          <w:sz w:val="26"/>
          <w:szCs w:val="26"/>
        </w:rPr>
      </w:pPr>
    </w:p>
    <w:p w:rsidR="00A76704" w:rsidRDefault="00A76704" w:rsidP="007D5146">
      <w:pPr>
        <w:rPr>
          <w:rFonts w:ascii="Times New Roman" w:hAnsi="Times New Roman"/>
          <w:sz w:val="26"/>
          <w:szCs w:val="26"/>
        </w:rPr>
      </w:pPr>
    </w:p>
    <w:p w:rsidR="00A76704" w:rsidRDefault="00A76704" w:rsidP="007D5146">
      <w:pPr>
        <w:rPr>
          <w:rFonts w:ascii="Times New Roman" w:hAnsi="Times New Roman"/>
          <w:sz w:val="26"/>
          <w:szCs w:val="26"/>
        </w:rPr>
      </w:pPr>
    </w:p>
    <w:p w:rsidR="00A76704" w:rsidRDefault="00A76704" w:rsidP="007D5146">
      <w:pPr>
        <w:rPr>
          <w:rFonts w:ascii="Times New Roman" w:hAnsi="Times New Roman"/>
          <w:sz w:val="26"/>
          <w:szCs w:val="26"/>
        </w:rPr>
      </w:pPr>
    </w:p>
    <w:p w:rsidR="00A76704" w:rsidRDefault="00A76704" w:rsidP="007D5146">
      <w:pPr>
        <w:rPr>
          <w:rFonts w:ascii="Times New Roman" w:hAnsi="Times New Roman"/>
          <w:sz w:val="26"/>
          <w:szCs w:val="26"/>
        </w:rPr>
      </w:pPr>
    </w:p>
    <w:sectPr w:rsidR="00A76704" w:rsidSect="00EA7475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704" w:rsidRDefault="00A76704" w:rsidP="007D5146">
      <w:pPr>
        <w:spacing w:after="0" w:line="240" w:lineRule="auto"/>
      </w:pPr>
      <w:r>
        <w:separator/>
      </w:r>
    </w:p>
  </w:endnote>
  <w:endnote w:type="continuationSeparator" w:id="0">
    <w:p w:rsidR="00A76704" w:rsidRDefault="00A76704" w:rsidP="007D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704" w:rsidRDefault="00A76704" w:rsidP="007D5146">
      <w:pPr>
        <w:spacing w:after="0" w:line="240" w:lineRule="auto"/>
      </w:pPr>
      <w:r>
        <w:separator/>
      </w:r>
    </w:p>
  </w:footnote>
  <w:footnote w:type="continuationSeparator" w:id="0">
    <w:p w:rsidR="00A76704" w:rsidRDefault="00A76704" w:rsidP="007D51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861"/>
    <w:rsid w:val="000768AF"/>
    <w:rsid w:val="00150D10"/>
    <w:rsid w:val="001C3453"/>
    <w:rsid w:val="001E0BF5"/>
    <w:rsid w:val="00357E2B"/>
    <w:rsid w:val="004A2263"/>
    <w:rsid w:val="004D2605"/>
    <w:rsid w:val="004E4D2C"/>
    <w:rsid w:val="005604D8"/>
    <w:rsid w:val="005A2CB8"/>
    <w:rsid w:val="00605FB4"/>
    <w:rsid w:val="00621DF3"/>
    <w:rsid w:val="0078362F"/>
    <w:rsid w:val="007D5146"/>
    <w:rsid w:val="00A023B9"/>
    <w:rsid w:val="00A20188"/>
    <w:rsid w:val="00A7118F"/>
    <w:rsid w:val="00A76704"/>
    <w:rsid w:val="00B9026C"/>
    <w:rsid w:val="00B95A05"/>
    <w:rsid w:val="00BA2861"/>
    <w:rsid w:val="00BA2EB0"/>
    <w:rsid w:val="00C95B6F"/>
    <w:rsid w:val="00D027E2"/>
    <w:rsid w:val="00E3567E"/>
    <w:rsid w:val="00E84551"/>
    <w:rsid w:val="00EA7475"/>
    <w:rsid w:val="00ED3EF1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D10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A747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95A05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5146"/>
    <w:rPr>
      <w:rFonts w:cs="Times New Roman"/>
    </w:rPr>
  </w:style>
  <w:style w:type="paragraph" w:styleId="NormalWeb">
    <w:name w:val="Normal (Web)"/>
    <w:basedOn w:val="Normal"/>
    <w:uiPriority w:val="99"/>
    <w:semiHidden/>
    <w:rsid w:val="007D514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7D51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4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145</Words>
  <Characters>833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Loner-XP</cp:lastModifiedBy>
  <cp:revision>4</cp:revision>
  <cp:lastPrinted>2012-10-15T07:04:00Z</cp:lastPrinted>
  <dcterms:created xsi:type="dcterms:W3CDTF">2012-10-15T06:57:00Z</dcterms:created>
  <dcterms:modified xsi:type="dcterms:W3CDTF">2012-10-24T06:30:00Z</dcterms:modified>
</cp:coreProperties>
</file>