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A8B" w:rsidRDefault="00CF3A8B" w:rsidP="00231D4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</w:p>
    <w:p w:rsidR="00CF3A8B" w:rsidRPr="00BB0A85" w:rsidRDefault="00CF3A8B" w:rsidP="00231D42">
      <w:pPr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margin-left:207pt;margin-top:-9pt;width:50.95pt;height:64.1pt;z-index:251658240;visibility:visible;mso-wrap-distance-left:9.05pt;mso-wrap-distance-right:9.05pt" filled="t">
            <v:imagedata r:id="rId5" o:title=""/>
          </v:shape>
        </w:pict>
      </w:r>
    </w:p>
    <w:p w:rsidR="00CF3A8B" w:rsidRPr="003D1246" w:rsidRDefault="00CF3A8B" w:rsidP="00231D42">
      <w:pPr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9264;mso-wrap-distance-left:9.05pt;mso-wrap-distance-right:9.05pt" stroked="f">
            <v:fill opacity="0" color2="black"/>
            <v:textbox style="mso-next-textbox:#_x0000_s1027" inset="0,0,0,0">
              <w:txbxContent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F3A8B" w:rsidRDefault="00CF3A8B" w:rsidP="00231D4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F3A8B" w:rsidRPr="003D1246" w:rsidRDefault="00CF3A8B" w:rsidP="00231D42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  <w:r>
        <w:rPr>
          <w:noProof/>
        </w:rPr>
        <w:pict>
          <v:shape id="_x0000_s1028" type="#_x0000_t202" style="position:absolute;margin-left:272pt;margin-top:11.15pt;width:196pt;height:75.95pt;z-index:251660288;mso-wrap-distance-left:9.05pt;mso-wrap-distance-right:9.05pt" stroked="f">
            <v:fill opacity="0" color2="black"/>
            <v:textbox style="mso-next-textbox:#_x0000_s1028" inset="0,0,0,0">
              <w:txbxContent>
                <w:p w:rsidR="00CF3A8B" w:rsidRDefault="00CF3A8B" w:rsidP="00231D4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CF3A8B" w:rsidRDefault="00CF3A8B" w:rsidP="00231D4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F3A8B" w:rsidRPr="00862877" w:rsidRDefault="00CF3A8B" w:rsidP="00231D4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CF3A8B" w:rsidRDefault="00CF3A8B" w:rsidP="00231D42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CF3A8B" w:rsidRPr="00862877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F3A8B" w:rsidRDefault="00CF3A8B" w:rsidP="00231D4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F3A8B" w:rsidRDefault="00CF3A8B" w:rsidP="00231D4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F3A8B" w:rsidRPr="003D1246" w:rsidRDefault="00CF3A8B" w:rsidP="00231D42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CF3A8B" w:rsidRPr="003D1246" w:rsidRDefault="00CF3A8B" w:rsidP="00231D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CF3A8B" w:rsidRPr="003D1246" w:rsidRDefault="00CF3A8B" w:rsidP="00231D42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CF3A8B" w:rsidRDefault="00CF3A8B" w:rsidP="00231D42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CF3A8B" w:rsidRDefault="00CF3A8B" w:rsidP="00231D42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61312" from="18pt,3.35pt" to="469pt,3.35pt" strokeweight=".26mm">
            <v:stroke joinstyle="miter"/>
          </v:line>
        </w:pict>
      </w:r>
    </w:p>
    <w:p w:rsidR="00CF3A8B" w:rsidRPr="001574A6" w:rsidRDefault="00CF3A8B" w:rsidP="00231D42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CF3A8B" w:rsidRDefault="00CF3A8B" w:rsidP="00231D42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F3A8B" w:rsidRPr="009B1542" w:rsidRDefault="00CF3A8B" w:rsidP="00231D42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«29»10.2012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№589-п.</w:t>
      </w:r>
    </w:p>
    <w:p w:rsidR="00CF3A8B" w:rsidRDefault="00CF3A8B" w:rsidP="00231D42">
      <w:pPr>
        <w:pStyle w:val="NormalWeb"/>
        <w:spacing w:before="0" w:after="0"/>
        <w:ind w:firstLine="540"/>
        <w:jc w:val="both"/>
        <w:rPr>
          <w:sz w:val="26"/>
        </w:rPr>
      </w:pPr>
    </w:p>
    <w:p w:rsidR="00CF3A8B" w:rsidRDefault="00CF3A8B" w:rsidP="00231D42">
      <w:pPr>
        <w:pStyle w:val="NormalWeb"/>
        <w:spacing w:before="0" w:after="0"/>
        <w:ind w:firstLine="540"/>
        <w:jc w:val="both"/>
        <w:rPr>
          <w:sz w:val="26"/>
        </w:rPr>
      </w:pPr>
      <w:r>
        <w:rPr>
          <w:sz w:val="26"/>
        </w:rPr>
        <w:t xml:space="preserve">Об утверждении муниципальной </w:t>
      </w:r>
    </w:p>
    <w:p w:rsidR="00CF3A8B" w:rsidRDefault="00CF3A8B" w:rsidP="00231D42">
      <w:pPr>
        <w:pStyle w:val="NormalWeb"/>
        <w:spacing w:before="0" w:after="0"/>
        <w:ind w:firstLine="540"/>
        <w:jc w:val="both"/>
        <w:rPr>
          <w:sz w:val="26"/>
        </w:rPr>
      </w:pPr>
      <w:r>
        <w:rPr>
          <w:sz w:val="26"/>
        </w:rPr>
        <w:t xml:space="preserve">программы «Энергосбережение </w:t>
      </w:r>
    </w:p>
    <w:p w:rsidR="00CF3A8B" w:rsidRDefault="00CF3A8B" w:rsidP="00231D42">
      <w:pPr>
        <w:pStyle w:val="NormalWeb"/>
        <w:spacing w:before="0" w:after="0"/>
        <w:ind w:firstLine="540"/>
        <w:jc w:val="both"/>
        <w:rPr>
          <w:sz w:val="26"/>
        </w:rPr>
      </w:pPr>
      <w:r>
        <w:rPr>
          <w:sz w:val="26"/>
        </w:rPr>
        <w:t xml:space="preserve">и повышение энергоэффективности </w:t>
      </w:r>
    </w:p>
    <w:p w:rsidR="00CF3A8B" w:rsidRDefault="00CF3A8B" w:rsidP="009D0BB7">
      <w:pPr>
        <w:pStyle w:val="NormalWeb"/>
        <w:spacing w:before="0" w:after="0"/>
        <w:ind w:firstLine="540"/>
        <w:jc w:val="both"/>
        <w:rPr>
          <w:sz w:val="26"/>
        </w:rPr>
      </w:pPr>
      <w:r>
        <w:rPr>
          <w:sz w:val="26"/>
        </w:rPr>
        <w:t xml:space="preserve">в муниципальном образовании </w:t>
      </w:r>
    </w:p>
    <w:p w:rsidR="00CF3A8B" w:rsidRDefault="00CF3A8B" w:rsidP="009D0BB7">
      <w:pPr>
        <w:pStyle w:val="NormalWeb"/>
        <w:spacing w:before="0" w:after="0"/>
        <w:ind w:firstLine="540"/>
        <w:jc w:val="both"/>
        <w:rPr>
          <w:sz w:val="26"/>
        </w:rPr>
      </w:pPr>
      <w:r>
        <w:rPr>
          <w:sz w:val="26"/>
        </w:rPr>
        <w:t xml:space="preserve">г.Сорск на 2011 – 2015 гг </w:t>
      </w:r>
    </w:p>
    <w:p w:rsidR="00CF3A8B" w:rsidRDefault="00CF3A8B" w:rsidP="009D0BB7">
      <w:pPr>
        <w:pStyle w:val="NormalWeb"/>
        <w:spacing w:before="0" w:after="0"/>
        <w:ind w:firstLine="540"/>
        <w:jc w:val="both"/>
        <w:rPr>
          <w:sz w:val="26"/>
        </w:rPr>
      </w:pPr>
      <w:r>
        <w:rPr>
          <w:sz w:val="26"/>
        </w:rPr>
        <w:t>и на перспективу до 2020 года.</w:t>
      </w:r>
    </w:p>
    <w:p w:rsidR="00CF3A8B" w:rsidRDefault="00CF3A8B" w:rsidP="00231D4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</w:p>
    <w:p w:rsidR="00CF3A8B" w:rsidRDefault="00CF3A8B" w:rsidP="008442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222EA8">
        <w:rPr>
          <w:rFonts w:ascii="Times New Roman" w:hAnsi="Times New Roman"/>
          <w:sz w:val="26"/>
          <w:szCs w:val="26"/>
        </w:rPr>
        <w:t xml:space="preserve">В соответствии со </w:t>
      </w:r>
      <w:hyperlink r:id="rId6" w:history="1">
        <w:r w:rsidRPr="00222EA8">
          <w:rPr>
            <w:rFonts w:ascii="Times New Roman" w:hAnsi="Times New Roman"/>
            <w:sz w:val="26"/>
            <w:szCs w:val="26"/>
          </w:rPr>
          <w:t>статьей 48</w:t>
        </w:r>
      </w:hyperlink>
      <w:r w:rsidRPr="00222EA8">
        <w:rPr>
          <w:rFonts w:ascii="Times New Roman" w:hAnsi="Times New Roman"/>
          <w:sz w:val="26"/>
          <w:szCs w:val="26"/>
        </w:rPr>
        <w:t xml:space="preserve"> Федерального закона от 23.11.2009 N 261-ФЗ "Об энергосбережении и о повышении энергетической эффективности и о внесении изменений в отдельные законодательные акты Российской Федерации"</w:t>
      </w:r>
      <w:r>
        <w:rPr>
          <w:rFonts w:ascii="Times New Roman" w:hAnsi="Times New Roman"/>
          <w:sz w:val="26"/>
          <w:szCs w:val="26"/>
        </w:rPr>
        <w:t xml:space="preserve"> Администрация города Сорска</w:t>
      </w:r>
      <w:r w:rsidRPr="00222EA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Республики Хакасия</w:t>
      </w:r>
    </w:p>
    <w:p w:rsidR="00CF3A8B" w:rsidRPr="00222EA8" w:rsidRDefault="00CF3A8B" w:rsidP="008442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</w:t>
      </w:r>
      <w:r w:rsidRPr="00222EA8">
        <w:rPr>
          <w:rFonts w:ascii="Times New Roman" w:hAnsi="Times New Roman"/>
          <w:sz w:val="26"/>
          <w:szCs w:val="26"/>
        </w:rPr>
        <w:t>:</w:t>
      </w:r>
    </w:p>
    <w:p w:rsidR="00CF3A8B" w:rsidRPr="00222EA8" w:rsidRDefault="00CF3A8B" w:rsidP="008442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222EA8">
        <w:rPr>
          <w:rFonts w:ascii="Times New Roman" w:hAnsi="Times New Roman"/>
          <w:sz w:val="26"/>
          <w:szCs w:val="26"/>
        </w:rPr>
        <w:t>1. Утвердить муниципальную программу "Энергосбережение и повышение энергоэффективности в муниципальном образовании г. Сорск на 2011 - 2015 годы и на перспективу до 2020 года"</w:t>
      </w:r>
      <w:r>
        <w:rPr>
          <w:rFonts w:ascii="Times New Roman" w:hAnsi="Times New Roman"/>
          <w:sz w:val="26"/>
          <w:szCs w:val="26"/>
        </w:rPr>
        <w:t xml:space="preserve"> (Приложение 1)</w:t>
      </w:r>
      <w:r w:rsidRPr="00222EA8">
        <w:rPr>
          <w:rFonts w:ascii="Times New Roman" w:hAnsi="Times New Roman"/>
          <w:sz w:val="26"/>
          <w:szCs w:val="26"/>
        </w:rPr>
        <w:t>.</w:t>
      </w:r>
    </w:p>
    <w:p w:rsidR="00CF3A8B" w:rsidRDefault="00CF3A8B" w:rsidP="008442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222EA8">
        <w:rPr>
          <w:rFonts w:ascii="Times New Roman" w:hAnsi="Times New Roman"/>
          <w:sz w:val="26"/>
          <w:szCs w:val="26"/>
        </w:rPr>
        <w:t xml:space="preserve">2. Назначить ответственным лицом по проведению мониторинга в области исполнения муниципальной </w:t>
      </w:r>
      <w:hyperlink r:id="rId7" w:history="1">
        <w:r w:rsidRPr="00222EA8">
          <w:rPr>
            <w:rFonts w:ascii="Times New Roman" w:hAnsi="Times New Roman"/>
            <w:sz w:val="26"/>
            <w:szCs w:val="26"/>
          </w:rPr>
          <w:t>программы</w:t>
        </w:r>
      </w:hyperlink>
      <w:r>
        <w:rPr>
          <w:rFonts w:ascii="Times New Roman" w:hAnsi="Times New Roman"/>
          <w:sz w:val="26"/>
          <w:szCs w:val="26"/>
        </w:rPr>
        <w:t xml:space="preserve"> </w:t>
      </w:r>
      <w:r w:rsidRPr="00222EA8">
        <w:rPr>
          <w:rFonts w:ascii="Times New Roman" w:hAnsi="Times New Roman"/>
          <w:sz w:val="26"/>
          <w:szCs w:val="26"/>
        </w:rPr>
        <w:t>"Энергосбережение и повышение энергоэффективности в муниципальном образовании г. Сорск на 2011 - 2015 годы и на перспективу до 2020 года"</w:t>
      </w:r>
      <w:r>
        <w:rPr>
          <w:rFonts w:ascii="Times New Roman" w:hAnsi="Times New Roman"/>
          <w:sz w:val="26"/>
          <w:szCs w:val="26"/>
        </w:rPr>
        <w:t xml:space="preserve"> первого заместителя главы города Сорска (Михеева Р.В.)</w:t>
      </w:r>
      <w:r w:rsidRPr="00844273">
        <w:rPr>
          <w:rFonts w:ascii="Times New Roman" w:hAnsi="Times New Roman"/>
          <w:sz w:val="26"/>
          <w:szCs w:val="26"/>
        </w:rPr>
        <w:t>.</w:t>
      </w:r>
    </w:p>
    <w:p w:rsidR="00CF3A8B" w:rsidRDefault="00CF3A8B" w:rsidP="00A578C3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r>
        <w:rPr>
          <w:rFonts w:ascii="Times New Roman" w:hAnsi="Times New Roman"/>
          <w:sz w:val="26"/>
          <w:szCs w:val="24"/>
        </w:rPr>
        <w:t>Настоящее постановление опубликовать в газете «Сорский молибден» и разместить на официальном сайте администрации города Сорска</w:t>
      </w:r>
      <w:r w:rsidRPr="00A578C3">
        <w:rPr>
          <w:rFonts w:ascii="Times New Roman" w:hAnsi="Times New Roman"/>
          <w:sz w:val="26"/>
          <w:szCs w:val="24"/>
        </w:rPr>
        <w:t xml:space="preserve"> </w:t>
      </w:r>
      <w:r>
        <w:rPr>
          <w:rFonts w:ascii="Times New Roman" w:hAnsi="Times New Roman"/>
          <w:sz w:val="26"/>
          <w:szCs w:val="24"/>
        </w:rPr>
        <w:t>республики Хакасия.</w:t>
      </w:r>
    </w:p>
    <w:p w:rsidR="00CF3A8B" w:rsidRPr="00844273" w:rsidRDefault="00CF3A8B" w:rsidP="008442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Pr="00844273">
        <w:rPr>
          <w:rFonts w:ascii="Times New Roman" w:hAnsi="Times New Roman"/>
          <w:sz w:val="26"/>
          <w:szCs w:val="26"/>
        </w:rPr>
        <w:t>. Контроль за исполнен</w:t>
      </w:r>
      <w:r>
        <w:rPr>
          <w:rFonts w:ascii="Times New Roman" w:hAnsi="Times New Roman"/>
          <w:sz w:val="26"/>
          <w:szCs w:val="26"/>
        </w:rPr>
        <w:t>ием настоящего постановления возложить на п</w:t>
      </w:r>
      <w:r w:rsidRPr="00844273">
        <w:rPr>
          <w:rFonts w:ascii="Times New Roman" w:hAnsi="Times New Roman"/>
          <w:sz w:val="26"/>
          <w:szCs w:val="26"/>
        </w:rPr>
        <w:t xml:space="preserve">ервого заместителя главы </w:t>
      </w:r>
      <w:r>
        <w:rPr>
          <w:rFonts w:ascii="Times New Roman" w:hAnsi="Times New Roman"/>
          <w:sz w:val="26"/>
          <w:szCs w:val="26"/>
        </w:rPr>
        <w:t>города Сорска (Михеева Р.В.)</w:t>
      </w:r>
      <w:r w:rsidRPr="00844273">
        <w:rPr>
          <w:rFonts w:ascii="Times New Roman" w:hAnsi="Times New Roman"/>
          <w:sz w:val="26"/>
          <w:szCs w:val="26"/>
        </w:rPr>
        <w:t>.</w:t>
      </w:r>
    </w:p>
    <w:p w:rsidR="00CF3A8B" w:rsidRDefault="00CF3A8B" w:rsidP="008442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CF3A8B" w:rsidRDefault="00CF3A8B" w:rsidP="008442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CF3A8B" w:rsidRDefault="00CF3A8B" w:rsidP="008442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CF3A8B" w:rsidRDefault="00CF3A8B" w:rsidP="008442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CF3A8B" w:rsidRPr="00844273" w:rsidRDefault="00CF3A8B" w:rsidP="008442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CF3A8B" w:rsidRPr="00844273" w:rsidRDefault="00CF3A8B" w:rsidP="00222E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города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А.А. Жуков</w:t>
      </w:r>
    </w:p>
    <w:p w:rsidR="00CF3A8B" w:rsidRPr="00844273" w:rsidRDefault="00CF3A8B" w:rsidP="008442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CF3A8B" w:rsidRDefault="00CF3A8B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CF3A8B" w:rsidRDefault="00CF3A8B" w:rsidP="00222E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F3A8B" w:rsidRPr="005C445E" w:rsidRDefault="00CF3A8B" w:rsidP="00222EA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sectPr w:rsidR="00CF3A8B" w:rsidRPr="005C445E" w:rsidSect="00D078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A216DF"/>
    <w:multiLevelType w:val="hybridMultilevel"/>
    <w:tmpl w:val="674A1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4273"/>
    <w:rsid w:val="00151AE1"/>
    <w:rsid w:val="001574A6"/>
    <w:rsid w:val="001B074E"/>
    <w:rsid w:val="00222EA8"/>
    <w:rsid w:val="00231D42"/>
    <w:rsid w:val="003D1246"/>
    <w:rsid w:val="00435648"/>
    <w:rsid w:val="00544D6B"/>
    <w:rsid w:val="005C445E"/>
    <w:rsid w:val="006822E1"/>
    <w:rsid w:val="006F25C8"/>
    <w:rsid w:val="00743208"/>
    <w:rsid w:val="007E0001"/>
    <w:rsid w:val="00844273"/>
    <w:rsid w:val="00862877"/>
    <w:rsid w:val="008E0BDE"/>
    <w:rsid w:val="009B1542"/>
    <w:rsid w:val="009B3D9B"/>
    <w:rsid w:val="009D0BB7"/>
    <w:rsid w:val="00A578C3"/>
    <w:rsid w:val="00AE4992"/>
    <w:rsid w:val="00BB0A85"/>
    <w:rsid w:val="00BC4ED6"/>
    <w:rsid w:val="00CA1678"/>
    <w:rsid w:val="00CF3A8B"/>
    <w:rsid w:val="00D078E2"/>
    <w:rsid w:val="00D12ADC"/>
    <w:rsid w:val="00DC486E"/>
    <w:rsid w:val="00E10700"/>
    <w:rsid w:val="00F31C24"/>
    <w:rsid w:val="00F77DCA"/>
    <w:rsid w:val="00FF4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8E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44273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paragraph" w:styleId="NormalWeb">
    <w:name w:val="Normal (Web)"/>
    <w:basedOn w:val="Normal"/>
    <w:uiPriority w:val="99"/>
    <w:rsid w:val="00231D42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231D4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4EDC6F65D906AD7797DD0B895298B522C505FECE4DE29585FE5157B6872466DDE19CA33240223DEBDFCDC04c7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4EDC6F65D906AD7797DCEB58345D457255902E3E1D8220802BA4E263F7B4C3A99569371600F27D60BcE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121</TotalTime>
  <Pages>2</Pages>
  <Words>246</Words>
  <Characters>1404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Bogdanova</dc:creator>
  <cp:keywords/>
  <dc:description/>
  <cp:lastModifiedBy>Loner-XP</cp:lastModifiedBy>
  <cp:revision>12</cp:revision>
  <cp:lastPrinted>2012-10-26T04:20:00Z</cp:lastPrinted>
  <dcterms:created xsi:type="dcterms:W3CDTF">2012-10-19T06:30:00Z</dcterms:created>
  <dcterms:modified xsi:type="dcterms:W3CDTF">2012-10-31T02:52:00Z</dcterms:modified>
</cp:coreProperties>
</file>