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44" w:rsidRDefault="00B04F44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4F44" w:rsidRDefault="00B04F44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B04F44" w:rsidRDefault="00B04F4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04F44" w:rsidRDefault="00B04F4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04F44" w:rsidRDefault="00B04F4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B04F44" w:rsidRDefault="00B04F44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4F44" w:rsidRDefault="00B04F4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4F44" w:rsidRDefault="00B04F44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B04F44" w:rsidRDefault="00B04F44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B04F44" w:rsidRDefault="00B04F44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B04F44" w:rsidRDefault="00B04F44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B04F44" w:rsidRDefault="00B04F44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B04F44" w:rsidRDefault="00B04F4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04F44" w:rsidRDefault="00B04F4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4F44" w:rsidRDefault="00B04F4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04F44" w:rsidRDefault="00B04F44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4F44" w:rsidRDefault="00B04F44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«05»12. 2012                                                                            № 657-п.</w:t>
      </w:r>
    </w:p>
    <w:p w:rsidR="00B04F44" w:rsidRDefault="00B04F44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B04F44" w:rsidRDefault="00B04F44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B04F44" w:rsidRDefault="00B04F44" w:rsidP="008E652A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отмене постановления администрации</w:t>
      </w:r>
    </w:p>
    <w:p w:rsidR="00B04F44" w:rsidRDefault="00B04F44" w:rsidP="008E652A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B04F44" w:rsidRDefault="00B04F44" w:rsidP="008E652A">
      <w:pPr>
        <w:tabs>
          <w:tab w:val="left" w:pos="35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Сорск № 18-п от 27.09.2011г.</w:t>
      </w:r>
    </w:p>
    <w:p w:rsidR="00B04F44" w:rsidRDefault="00B04F44" w:rsidP="008E652A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20188">
        <w:rPr>
          <w:rFonts w:ascii="Times New Roman" w:hAnsi="Times New Roman"/>
          <w:sz w:val="26"/>
          <w:szCs w:val="26"/>
        </w:rPr>
        <w:t>Об утверждении муниципальной</w:t>
      </w:r>
    </w:p>
    <w:p w:rsidR="00B04F44" w:rsidRDefault="00B04F44" w:rsidP="008E652A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20188">
        <w:rPr>
          <w:rFonts w:ascii="Times New Roman" w:hAnsi="Times New Roman"/>
          <w:sz w:val="26"/>
          <w:szCs w:val="26"/>
        </w:rPr>
        <w:t>целевой программы «О</w:t>
      </w:r>
      <w:r>
        <w:rPr>
          <w:rFonts w:ascii="Times New Roman" w:hAnsi="Times New Roman"/>
          <w:sz w:val="26"/>
          <w:szCs w:val="26"/>
        </w:rPr>
        <w:t>здоровление</w:t>
      </w:r>
    </w:p>
    <w:p w:rsidR="00B04F44" w:rsidRDefault="00B04F44" w:rsidP="008E65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работников  бюджетных</w:t>
      </w:r>
      <w:r w:rsidRPr="00A201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муниципальных</w:t>
      </w:r>
    </w:p>
    <w:p w:rsidR="00B04F44" w:rsidRDefault="00B04F44" w:rsidP="008E65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20188">
        <w:rPr>
          <w:rFonts w:ascii="Times New Roman" w:hAnsi="Times New Roman"/>
          <w:sz w:val="26"/>
          <w:szCs w:val="26"/>
        </w:rPr>
        <w:t>учреждений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0188">
        <w:rPr>
          <w:rFonts w:ascii="Times New Roman" w:hAnsi="Times New Roman"/>
          <w:sz w:val="26"/>
          <w:szCs w:val="26"/>
        </w:rPr>
        <w:t>муниципального образ</w:t>
      </w:r>
      <w:r>
        <w:rPr>
          <w:rFonts w:ascii="Times New Roman" w:hAnsi="Times New Roman"/>
          <w:sz w:val="26"/>
          <w:szCs w:val="26"/>
        </w:rPr>
        <w:t>ования</w:t>
      </w:r>
    </w:p>
    <w:p w:rsidR="00B04F44" w:rsidRDefault="00B04F44" w:rsidP="008E65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на 2012год</w:t>
      </w:r>
      <w:r w:rsidRPr="00A20188">
        <w:rPr>
          <w:rFonts w:ascii="Times New Roman" w:hAnsi="Times New Roman"/>
          <w:sz w:val="26"/>
          <w:szCs w:val="26"/>
        </w:rPr>
        <w:t>».</w:t>
      </w:r>
    </w:p>
    <w:p w:rsidR="00B04F44" w:rsidRDefault="00B04F44" w:rsidP="008E65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04F44" w:rsidRDefault="00B04F44" w:rsidP="008E65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0BF5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приведением в соответствие нормативно-правовых актов администрация города Сорска,</w:t>
      </w:r>
    </w:p>
    <w:p w:rsidR="00B04F44" w:rsidRDefault="00B04F44" w:rsidP="008E652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04F44" w:rsidRDefault="00B04F44" w:rsidP="008E652A">
      <w:pPr>
        <w:tabs>
          <w:tab w:val="left" w:pos="0"/>
        </w:tabs>
        <w:spacing w:after="0" w:line="240" w:lineRule="auto"/>
        <w:ind w:right="-16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Отменить постановление главы муниципального образования г. Сорск № 18-п от 27.09.2011г. </w:t>
      </w:r>
      <w:r w:rsidRPr="00A20188">
        <w:rPr>
          <w:rFonts w:ascii="Times New Roman" w:hAnsi="Times New Roman"/>
          <w:sz w:val="26"/>
          <w:szCs w:val="26"/>
        </w:rPr>
        <w:t>Об утверждении муниципальной целевой программы «О</w:t>
      </w:r>
      <w:r>
        <w:rPr>
          <w:rFonts w:ascii="Times New Roman" w:hAnsi="Times New Roman"/>
          <w:sz w:val="26"/>
          <w:szCs w:val="26"/>
        </w:rPr>
        <w:t>здоровление работников бюджетных муниципальных</w:t>
      </w:r>
      <w:r w:rsidRPr="00A20188">
        <w:rPr>
          <w:rFonts w:ascii="Times New Roman" w:hAnsi="Times New Roman"/>
          <w:sz w:val="26"/>
          <w:szCs w:val="26"/>
        </w:rPr>
        <w:t xml:space="preserve"> учреждений муниципального образ</w:t>
      </w:r>
      <w:r>
        <w:rPr>
          <w:rFonts w:ascii="Times New Roman" w:hAnsi="Times New Roman"/>
          <w:sz w:val="26"/>
          <w:szCs w:val="26"/>
        </w:rPr>
        <w:t>ования город Сорск на 2012год</w:t>
      </w:r>
      <w:r w:rsidRPr="00A20188">
        <w:rPr>
          <w:rFonts w:ascii="Times New Roman" w:hAnsi="Times New Roman"/>
          <w:sz w:val="26"/>
          <w:szCs w:val="26"/>
        </w:rPr>
        <w:t>».</w:t>
      </w:r>
    </w:p>
    <w:p w:rsidR="00B04F44" w:rsidRDefault="00B04F44" w:rsidP="008E652A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 Настоящее постановление опубликовать</w:t>
      </w:r>
      <w:r w:rsidRPr="007836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газете «Сорский молибден».</w:t>
      </w:r>
    </w:p>
    <w:p w:rsidR="00B04F44" w:rsidRDefault="00B04F44" w:rsidP="008E652A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выполнением данного постановления возложить на заместителя главы по социальным вопросам.</w:t>
      </w:r>
    </w:p>
    <w:p w:rsidR="00B04F44" w:rsidRDefault="00B04F44" w:rsidP="008E652A"/>
    <w:p w:rsidR="00B04F44" w:rsidRDefault="00B04F44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4F44" w:rsidRDefault="00B04F44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Глава 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B04F44" w:rsidRDefault="00B04F44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p w:rsidR="00B04F44" w:rsidRDefault="00B04F44" w:rsidP="007D5146">
      <w:pPr>
        <w:rPr>
          <w:rFonts w:ascii="Times New Roman" w:hAnsi="Times New Roman"/>
          <w:sz w:val="26"/>
          <w:szCs w:val="26"/>
        </w:rPr>
      </w:pPr>
    </w:p>
    <w:sectPr w:rsidR="00B04F44" w:rsidSect="006D25CA">
      <w:pgSz w:w="11906" w:h="16838"/>
      <w:pgMar w:top="360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F44" w:rsidRDefault="00B04F44" w:rsidP="007D5146">
      <w:pPr>
        <w:spacing w:after="0" w:line="240" w:lineRule="auto"/>
      </w:pPr>
      <w:r>
        <w:separator/>
      </w:r>
    </w:p>
  </w:endnote>
  <w:endnote w:type="continuationSeparator" w:id="0">
    <w:p w:rsidR="00B04F44" w:rsidRDefault="00B04F44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F44" w:rsidRDefault="00B04F44" w:rsidP="007D5146">
      <w:pPr>
        <w:spacing w:after="0" w:line="240" w:lineRule="auto"/>
      </w:pPr>
      <w:r>
        <w:separator/>
      </w:r>
    </w:p>
  </w:footnote>
  <w:footnote w:type="continuationSeparator" w:id="0">
    <w:p w:rsidR="00B04F44" w:rsidRDefault="00B04F44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768AF"/>
    <w:rsid w:val="00150D10"/>
    <w:rsid w:val="001C3453"/>
    <w:rsid w:val="001E0BF5"/>
    <w:rsid w:val="001F2599"/>
    <w:rsid w:val="002C7A3E"/>
    <w:rsid w:val="00342357"/>
    <w:rsid w:val="00357E2B"/>
    <w:rsid w:val="003C1664"/>
    <w:rsid w:val="0042677F"/>
    <w:rsid w:val="004A2263"/>
    <w:rsid w:val="004E4D2C"/>
    <w:rsid w:val="004F0BF7"/>
    <w:rsid w:val="00525445"/>
    <w:rsid w:val="005604D8"/>
    <w:rsid w:val="00605FB4"/>
    <w:rsid w:val="00621DF3"/>
    <w:rsid w:val="006C1460"/>
    <w:rsid w:val="006D25CA"/>
    <w:rsid w:val="00781EB7"/>
    <w:rsid w:val="0078362F"/>
    <w:rsid w:val="007D5146"/>
    <w:rsid w:val="007F271B"/>
    <w:rsid w:val="00823D81"/>
    <w:rsid w:val="008E652A"/>
    <w:rsid w:val="00963E99"/>
    <w:rsid w:val="00A20188"/>
    <w:rsid w:val="00B04F44"/>
    <w:rsid w:val="00B14FB5"/>
    <w:rsid w:val="00B9026C"/>
    <w:rsid w:val="00BA2861"/>
    <w:rsid w:val="00BB24E0"/>
    <w:rsid w:val="00BB4E56"/>
    <w:rsid w:val="00BF44CB"/>
    <w:rsid w:val="00C95B6F"/>
    <w:rsid w:val="00CB5759"/>
    <w:rsid w:val="00CF7EB6"/>
    <w:rsid w:val="00DE05D1"/>
    <w:rsid w:val="00E3567E"/>
    <w:rsid w:val="00E84551"/>
    <w:rsid w:val="00EA7475"/>
    <w:rsid w:val="00FA15EE"/>
    <w:rsid w:val="00FE56E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D10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8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147</Words>
  <Characters>838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Loner-XP</cp:lastModifiedBy>
  <cp:revision>4</cp:revision>
  <cp:lastPrinted>2012-12-04T07:36:00Z</cp:lastPrinted>
  <dcterms:created xsi:type="dcterms:W3CDTF">2012-12-04T07:32:00Z</dcterms:created>
  <dcterms:modified xsi:type="dcterms:W3CDTF">2012-12-07T02:38:00Z</dcterms:modified>
</cp:coreProperties>
</file>