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1B" w:rsidRPr="006A4415" w:rsidRDefault="008B6C1B" w:rsidP="009B792C">
      <w:pPr>
        <w:jc w:val="right"/>
        <w:rPr>
          <w:sz w:val="26"/>
          <w:szCs w:val="26"/>
        </w:rPr>
      </w:pPr>
      <w:r w:rsidRPr="006A4415">
        <w:rPr>
          <w:sz w:val="26"/>
          <w:szCs w:val="26"/>
        </w:rPr>
        <w:t>Приложение №</w:t>
      </w:r>
      <w:r>
        <w:rPr>
          <w:sz w:val="26"/>
          <w:szCs w:val="26"/>
        </w:rPr>
        <w:t>2</w:t>
      </w:r>
      <w:r w:rsidRPr="006A4415">
        <w:rPr>
          <w:sz w:val="26"/>
          <w:szCs w:val="26"/>
        </w:rPr>
        <w:t xml:space="preserve"> </w:t>
      </w:r>
    </w:p>
    <w:p w:rsidR="008B6C1B" w:rsidRDefault="008B6C1B" w:rsidP="009B792C">
      <w:pPr>
        <w:jc w:val="right"/>
        <w:rPr>
          <w:sz w:val="26"/>
          <w:szCs w:val="26"/>
        </w:rPr>
      </w:pPr>
      <w:r w:rsidRPr="006A4415">
        <w:rPr>
          <w:sz w:val="26"/>
          <w:szCs w:val="26"/>
        </w:rPr>
        <w:t xml:space="preserve">к постановлению </w:t>
      </w:r>
    </w:p>
    <w:p w:rsidR="008B6C1B" w:rsidRPr="006A4415" w:rsidRDefault="008B6C1B" w:rsidP="009B792C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</w:t>
      </w:r>
      <w:r w:rsidRPr="006A4415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6A4415">
        <w:rPr>
          <w:sz w:val="26"/>
          <w:szCs w:val="26"/>
        </w:rPr>
        <w:t xml:space="preserve"> Сорск</w:t>
      </w:r>
      <w:r>
        <w:rPr>
          <w:sz w:val="26"/>
          <w:szCs w:val="26"/>
        </w:rPr>
        <w:t>а</w:t>
      </w:r>
    </w:p>
    <w:p w:rsidR="008B6C1B" w:rsidRDefault="008B6C1B" w:rsidP="009B792C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«05»12.</w:t>
      </w:r>
      <w:r w:rsidRPr="006A4415">
        <w:rPr>
          <w:sz w:val="26"/>
          <w:szCs w:val="26"/>
        </w:rPr>
        <w:t>201</w:t>
      </w:r>
      <w:r>
        <w:rPr>
          <w:sz w:val="26"/>
          <w:szCs w:val="26"/>
        </w:rPr>
        <w:t>2</w:t>
      </w:r>
      <w:r w:rsidRPr="006A4415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662-п</w:t>
      </w:r>
    </w:p>
    <w:p w:rsidR="008B6C1B" w:rsidRDefault="008B6C1B" w:rsidP="009B792C">
      <w:pPr>
        <w:jc w:val="right"/>
        <w:rPr>
          <w:sz w:val="26"/>
          <w:szCs w:val="26"/>
        </w:rPr>
      </w:pPr>
    </w:p>
    <w:p w:rsidR="008B6C1B" w:rsidRDefault="008B6C1B" w:rsidP="009B792C">
      <w:pPr>
        <w:jc w:val="center"/>
        <w:rPr>
          <w:sz w:val="26"/>
          <w:szCs w:val="26"/>
        </w:rPr>
      </w:pPr>
    </w:p>
    <w:p w:rsidR="008B6C1B" w:rsidRPr="009B792C" w:rsidRDefault="008B6C1B" w:rsidP="009B792C">
      <w:pPr>
        <w:jc w:val="center"/>
        <w:rPr>
          <w:sz w:val="26"/>
          <w:szCs w:val="26"/>
        </w:rPr>
      </w:pPr>
      <w:r w:rsidRPr="009B792C">
        <w:rPr>
          <w:sz w:val="26"/>
          <w:szCs w:val="26"/>
        </w:rPr>
        <w:t>ПЛАН</w:t>
      </w:r>
    </w:p>
    <w:p w:rsidR="008B6C1B" w:rsidRDefault="008B6C1B" w:rsidP="009B792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новогодних и рождественских </w:t>
      </w:r>
      <w:r w:rsidRPr="009B792C">
        <w:rPr>
          <w:sz w:val="26"/>
          <w:szCs w:val="26"/>
        </w:rPr>
        <w:t xml:space="preserve">мероприятий на </w:t>
      </w:r>
      <w:r>
        <w:rPr>
          <w:sz w:val="26"/>
          <w:szCs w:val="26"/>
        </w:rPr>
        <w:t>2012-2013 годы</w:t>
      </w:r>
    </w:p>
    <w:p w:rsidR="008B6C1B" w:rsidRDefault="008B6C1B" w:rsidP="009B792C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3963"/>
        <w:gridCol w:w="2409"/>
        <w:gridCol w:w="2659"/>
      </w:tblGrid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 w:rsidRPr="006902BE">
              <w:t>№ п/п</w:t>
            </w:r>
          </w:p>
        </w:tc>
        <w:tc>
          <w:tcPr>
            <w:tcW w:w="3963" w:type="dxa"/>
          </w:tcPr>
          <w:p w:rsidR="008B6C1B" w:rsidRPr="006902BE" w:rsidRDefault="008B6C1B" w:rsidP="0007757E">
            <w:pPr>
              <w:jc w:val="center"/>
            </w:pPr>
            <w:r w:rsidRPr="006902BE">
              <w:t>Мероприятие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Сроки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Ответственный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Поздравления с Новогодними праздниками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декабрь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Совет ветеранов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Открытие снежного городка (игровые виды)</w:t>
            </w:r>
          </w:p>
        </w:tc>
        <w:tc>
          <w:tcPr>
            <w:tcW w:w="2409" w:type="dxa"/>
          </w:tcPr>
          <w:p w:rsidR="008B6C1B" w:rsidRPr="006902BE" w:rsidRDefault="008B6C1B" w:rsidP="00343600">
            <w:r w:rsidRPr="006902BE">
              <w:t>декабрь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ДОД КДЮСШ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</w:t>
            </w:r>
          </w:p>
        </w:tc>
        <w:tc>
          <w:tcPr>
            <w:tcW w:w="3963" w:type="dxa"/>
          </w:tcPr>
          <w:p w:rsidR="008B6C1B" w:rsidRPr="006902BE" w:rsidRDefault="008B6C1B" w:rsidP="0031738D">
            <w:r w:rsidRPr="006902BE">
              <w:t>Соревнования по футболу, посвященные Новому году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15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ДОД КДЮСШ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4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Соревнования по шашкам и шахматам, посвященные Новому году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15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ДОД КДЮСШ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5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Новогоднее представление для малообеспеченных семей «Новогодний волшебный шар»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16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6</w:t>
            </w:r>
          </w:p>
        </w:tc>
        <w:tc>
          <w:tcPr>
            <w:tcW w:w="3963" w:type="dxa"/>
          </w:tcPr>
          <w:p w:rsidR="008B6C1B" w:rsidRPr="006902BE" w:rsidRDefault="008B6C1B" w:rsidP="000D41BF">
            <w:r w:rsidRPr="006902BE">
              <w:t>Новогоднее представление для детей инвалидов, детей сирот «Новогодний волшебный шар»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16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7</w:t>
            </w:r>
          </w:p>
        </w:tc>
        <w:tc>
          <w:tcPr>
            <w:tcW w:w="3963" w:type="dxa"/>
          </w:tcPr>
          <w:p w:rsidR="008B6C1B" w:rsidRPr="006902BE" w:rsidRDefault="008B6C1B" w:rsidP="000D41BF">
            <w:r w:rsidRPr="006902BE">
              <w:t>Новогоднее представление для многодетных семей «Новогодний волшебный шар»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18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8</w:t>
            </w:r>
          </w:p>
        </w:tc>
        <w:tc>
          <w:tcPr>
            <w:tcW w:w="3963" w:type="dxa"/>
          </w:tcPr>
          <w:p w:rsidR="008B6C1B" w:rsidRPr="006902BE" w:rsidRDefault="008B6C1B" w:rsidP="000D41BF">
            <w:r w:rsidRPr="006902BE">
              <w:t>Новогодний концерт-шоу для 5-8 классов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20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9</w:t>
            </w:r>
          </w:p>
        </w:tc>
        <w:tc>
          <w:tcPr>
            <w:tcW w:w="3963" w:type="dxa"/>
          </w:tcPr>
          <w:p w:rsidR="008B6C1B" w:rsidRPr="006902BE" w:rsidRDefault="008B6C1B" w:rsidP="000D41BF">
            <w:r w:rsidRPr="006902BE">
              <w:t>Новогодний концерт-шоу для одаренных детей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21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10</w:t>
            </w:r>
          </w:p>
        </w:tc>
        <w:tc>
          <w:tcPr>
            <w:tcW w:w="3963" w:type="dxa"/>
          </w:tcPr>
          <w:p w:rsidR="008B6C1B" w:rsidRPr="006902BE" w:rsidRDefault="008B6C1B" w:rsidP="00B73C78">
            <w:r w:rsidRPr="006902BE">
              <w:t>Новогодний концерт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21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ДОД «Детская музыкальная школа»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11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Соревнования по боксу, посвященные Новому году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22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ДОД КДЮСШ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12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Соревнования по лыжным гонкам «Здравствуй, Новый год»»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22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ДОД КДЮСШ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13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Соревнования по плаванию, посвященные «Новому году»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22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ДОД КДЮСШ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14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 xml:space="preserve">Елка для детей дошкольного возраста 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22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15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Новогоднее представление «Неправильная сказка» для детей 4-7 лет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22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16</w:t>
            </w:r>
          </w:p>
        </w:tc>
        <w:tc>
          <w:tcPr>
            <w:tcW w:w="3963" w:type="dxa"/>
          </w:tcPr>
          <w:p w:rsidR="008B6C1B" w:rsidRPr="006902BE" w:rsidRDefault="008B6C1B" w:rsidP="000D41BF">
            <w:r w:rsidRPr="006902BE">
              <w:t>Новогоднее представление «Новый год у ворот» для детей 1-4 классов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23декабря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17</w:t>
            </w:r>
          </w:p>
        </w:tc>
        <w:tc>
          <w:tcPr>
            <w:tcW w:w="3963" w:type="dxa"/>
          </w:tcPr>
          <w:p w:rsidR="008B6C1B" w:rsidRPr="006902BE" w:rsidRDefault="008B6C1B" w:rsidP="000D41BF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24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МБДОУ ЦРР детский сад «Солнышко»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18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25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МБДОУ ЦРР детский сад «Солнышко»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19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25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ЦРР «Детский сад «Голубок»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20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25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ЦРР «Детский сад «Ручеек»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21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25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ДОД «Дом детского творчества»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22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26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ДОД «Дом детского творчества»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23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26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МБДОУ ЦРР детский сад «Солнышко»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24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26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ЦРР «Детский сад «Голубок»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25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27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ЦРР «Детский сад «Ручеек»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26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27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МБДОУ ЦРР детский сад «Солнышко»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27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27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ЦРР «Детский сад «Голубок»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28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Открытие снежного городка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27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29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Новогодняя елка для 9-11 классов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27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30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«Новогодний калейдоскоп»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27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«Сорский краеведческий музей»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31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Новогодний утренник в МБУК ДК «Металлург»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27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Сорская СОШ №3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32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28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МБДОУ ЦРР детский сад «Солнышко»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33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28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ЦРР «Детский сад «Голубок»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34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28 декабря 2012 года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Сорская СОШ №1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35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28 декабря 2012 года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Сорская ООШ №2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36</w:t>
            </w:r>
          </w:p>
        </w:tc>
        <w:tc>
          <w:tcPr>
            <w:tcW w:w="3963" w:type="dxa"/>
          </w:tcPr>
          <w:p w:rsidR="008B6C1B" w:rsidRPr="006902BE" w:rsidRDefault="008B6C1B" w:rsidP="00660B1A">
            <w:r w:rsidRPr="006902BE">
              <w:t>Новогодний утренник (4 классы, 5 классы, 6-7 классы)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28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Сорская СОШ №3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37</w:t>
            </w:r>
          </w:p>
        </w:tc>
        <w:tc>
          <w:tcPr>
            <w:tcW w:w="3963" w:type="dxa"/>
          </w:tcPr>
          <w:p w:rsidR="008B6C1B" w:rsidRPr="006902BE" w:rsidRDefault="008B6C1B" w:rsidP="00660B1A">
            <w:r w:rsidRPr="006902BE">
              <w:t>Новогодний утренник (1-2А классы, 2Б, 2В классы, 3 классы)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28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Сорская СОШ №3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38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29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ЦРР «Детский сад «Голубок»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39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29 декабря 2012 года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Сорская СОШ №1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40</w:t>
            </w:r>
          </w:p>
        </w:tc>
        <w:tc>
          <w:tcPr>
            <w:tcW w:w="3963" w:type="dxa"/>
          </w:tcPr>
          <w:p w:rsidR="008B6C1B" w:rsidRPr="006902BE" w:rsidRDefault="008B6C1B" w:rsidP="00237658">
            <w:r w:rsidRPr="006902BE">
              <w:t>Новогодний утренник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29 декабря 2012 года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МБОУ Сорская ООШ №2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41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Новогодний вечер отдыха для администрации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30 декабря 2012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42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 xml:space="preserve">Новогодние дискотеки 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01-04 января 2013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43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Елка для участников художественной самодеятельности. Спектакль «Лесная ярмарка»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03 -04 января 2013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44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Неделя детских каникул, игровая программа «Всей семьей у новогодней елки»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04 января 2013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45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Рождественский концерт «Рождество Христово»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07 января 2013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46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Рождественские чтения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09 января 2013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  <w:tr w:rsidR="008B6C1B" w:rsidRPr="006902BE" w:rsidTr="0007757E">
        <w:tc>
          <w:tcPr>
            <w:tcW w:w="540" w:type="dxa"/>
          </w:tcPr>
          <w:p w:rsidR="008B6C1B" w:rsidRPr="006902BE" w:rsidRDefault="008B6C1B" w:rsidP="0007757E">
            <w:pPr>
              <w:jc w:val="center"/>
            </w:pPr>
            <w:r>
              <w:t>47</w:t>
            </w:r>
          </w:p>
        </w:tc>
        <w:tc>
          <w:tcPr>
            <w:tcW w:w="3963" w:type="dxa"/>
          </w:tcPr>
          <w:p w:rsidR="008B6C1B" w:rsidRPr="006902BE" w:rsidRDefault="008B6C1B" w:rsidP="00343600">
            <w:r w:rsidRPr="006902BE">
              <w:t>Вечер отдыха, клуб «Серебряная нить», «Крещенские вечерки»</w:t>
            </w:r>
          </w:p>
        </w:tc>
        <w:tc>
          <w:tcPr>
            <w:tcW w:w="2409" w:type="dxa"/>
          </w:tcPr>
          <w:p w:rsidR="008B6C1B" w:rsidRPr="006902BE" w:rsidRDefault="008B6C1B" w:rsidP="0007757E">
            <w:pPr>
              <w:jc w:val="center"/>
            </w:pPr>
            <w:r w:rsidRPr="006902BE">
              <w:t>13 января 2013 год</w:t>
            </w:r>
          </w:p>
        </w:tc>
        <w:tc>
          <w:tcPr>
            <w:tcW w:w="2659" w:type="dxa"/>
          </w:tcPr>
          <w:p w:rsidR="008B6C1B" w:rsidRPr="006902BE" w:rsidRDefault="008B6C1B" w:rsidP="0007757E">
            <w:pPr>
              <w:jc w:val="center"/>
            </w:pPr>
            <w:r w:rsidRPr="006902BE">
              <w:t>МБУК ДК «Металлург»</w:t>
            </w:r>
          </w:p>
        </w:tc>
      </w:tr>
    </w:tbl>
    <w:p w:rsidR="008B6C1B" w:rsidRPr="006902BE" w:rsidRDefault="008B6C1B" w:rsidP="009B792C">
      <w:pPr>
        <w:jc w:val="right"/>
      </w:pPr>
    </w:p>
    <w:p w:rsidR="008B6C1B" w:rsidRDefault="008B6C1B" w:rsidP="00144DA9">
      <w:pPr>
        <w:jc w:val="both"/>
        <w:rPr>
          <w:sz w:val="26"/>
          <w:szCs w:val="26"/>
        </w:rPr>
      </w:pPr>
    </w:p>
    <w:p w:rsidR="008B6C1B" w:rsidRDefault="008B6C1B" w:rsidP="00144DA9">
      <w:pPr>
        <w:jc w:val="both"/>
        <w:rPr>
          <w:sz w:val="26"/>
          <w:szCs w:val="26"/>
        </w:rPr>
      </w:pPr>
    </w:p>
    <w:p w:rsidR="008B6C1B" w:rsidRDefault="008B6C1B" w:rsidP="00144D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заместителя главы </w:t>
      </w:r>
    </w:p>
    <w:p w:rsidR="008B6C1B" w:rsidRPr="00144DA9" w:rsidRDefault="008B6C1B" w:rsidP="00144DA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социальным вопросам                                                                     И.Ф. Сафонова</w:t>
      </w:r>
    </w:p>
    <w:sectPr w:rsidR="008B6C1B" w:rsidRPr="00144DA9" w:rsidSect="00197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92C"/>
    <w:rsid w:val="00065050"/>
    <w:rsid w:val="0007757E"/>
    <w:rsid w:val="000A7A23"/>
    <w:rsid w:val="000D41BF"/>
    <w:rsid w:val="000F69D1"/>
    <w:rsid w:val="00144DA9"/>
    <w:rsid w:val="0019727F"/>
    <w:rsid w:val="002125FB"/>
    <w:rsid w:val="00237658"/>
    <w:rsid w:val="002C38C8"/>
    <w:rsid w:val="002E0AA9"/>
    <w:rsid w:val="00306725"/>
    <w:rsid w:val="0031738D"/>
    <w:rsid w:val="00343600"/>
    <w:rsid w:val="00483A48"/>
    <w:rsid w:val="005A59C4"/>
    <w:rsid w:val="005E5262"/>
    <w:rsid w:val="00660B1A"/>
    <w:rsid w:val="006902BE"/>
    <w:rsid w:val="006A4415"/>
    <w:rsid w:val="00701A6F"/>
    <w:rsid w:val="008B6C1B"/>
    <w:rsid w:val="00951CEA"/>
    <w:rsid w:val="009B792C"/>
    <w:rsid w:val="00B7071F"/>
    <w:rsid w:val="00B73C78"/>
    <w:rsid w:val="00DF2B79"/>
    <w:rsid w:val="00FA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92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B792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3</Pages>
  <Words>648</Words>
  <Characters>3700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Loner-XP</cp:lastModifiedBy>
  <cp:revision>5</cp:revision>
  <cp:lastPrinted>2012-12-03T02:38:00Z</cp:lastPrinted>
  <dcterms:created xsi:type="dcterms:W3CDTF">2012-11-30T04:52:00Z</dcterms:created>
  <dcterms:modified xsi:type="dcterms:W3CDTF">2012-12-13T02:44:00Z</dcterms:modified>
</cp:coreProperties>
</file>