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95B" w:rsidRPr="003D1246" w:rsidRDefault="00EF195B" w:rsidP="00203D96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EF195B" w:rsidRPr="003D1246" w:rsidRDefault="00EF195B" w:rsidP="00203D96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EF195B" w:rsidRDefault="00EF195B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F195B" w:rsidRDefault="00EF195B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F195B" w:rsidRDefault="00EF195B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F195B" w:rsidRDefault="00EF195B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F195B" w:rsidRDefault="00EF195B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F195B" w:rsidRDefault="00EF195B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F195B" w:rsidRDefault="00EF195B" w:rsidP="00203D9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F195B" w:rsidRPr="003D1246" w:rsidRDefault="00EF195B" w:rsidP="00203D9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60288;mso-wrap-distance-left:9.05pt;mso-wrap-distance-right:9.05pt" stroked="f">
            <v:fill opacity="0" color2="black"/>
            <v:textbox style="mso-next-textbox:#_x0000_s1028" inset="0,0,0,0">
              <w:txbxContent>
                <w:p w:rsidR="00EF195B" w:rsidRDefault="00EF195B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F195B" w:rsidRDefault="00EF195B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F195B" w:rsidRPr="00862877" w:rsidRDefault="00EF195B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F195B" w:rsidRDefault="00EF195B" w:rsidP="00203D9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F195B" w:rsidRPr="00862877" w:rsidRDefault="00EF195B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F195B" w:rsidRDefault="00EF195B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F195B" w:rsidRDefault="00EF195B" w:rsidP="00203D9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F195B" w:rsidRPr="003D1246" w:rsidRDefault="00EF195B" w:rsidP="00203D9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F195B" w:rsidRPr="003D1246" w:rsidRDefault="00EF195B" w:rsidP="00203D9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195B" w:rsidRPr="003D1246" w:rsidRDefault="00EF195B" w:rsidP="00203D9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195B" w:rsidRDefault="00EF195B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EF195B" w:rsidRDefault="00EF195B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61312" from="18pt,3.35pt" to="469pt,3.35pt" strokeweight=".26mm">
            <v:stroke joinstyle="miter"/>
          </v:line>
        </w:pict>
      </w:r>
    </w:p>
    <w:p w:rsidR="00EF195B" w:rsidRPr="001574A6" w:rsidRDefault="00EF195B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F195B" w:rsidRDefault="00EF195B" w:rsidP="00203D9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F195B" w:rsidRPr="009B1542" w:rsidRDefault="00EF195B" w:rsidP="00203D9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«29»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декабря 2012г.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  721 -п</w:t>
      </w:r>
    </w:p>
    <w:p w:rsidR="00EF195B" w:rsidRDefault="00EF195B" w:rsidP="00203D96">
      <w:pPr>
        <w:pStyle w:val="NormalWeb"/>
        <w:spacing w:before="0" w:after="0"/>
        <w:ind w:firstLine="540"/>
        <w:jc w:val="both"/>
        <w:rPr>
          <w:sz w:val="26"/>
        </w:rPr>
      </w:pPr>
    </w:p>
    <w:p w:rsidR="00EF195B" w:rsidRDefault="00EF195B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 внесение изменений в постановление </w:t>
      </w:r>
    </w:p>
    <w:p w:rsidR="00EF195B" w:rsidRDefault="00EF195B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администрации от 24.01.2012г. № 26-п</w:t>
      </w:r>
    </w:p>
    <w:p w:rsidR="00EF195B" w:rsidRDefault="00EF195B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«Об утверждении Плана финансово- </w:t>
      </w:r>
    </w:p>
    <w:p w:rsidR="00EF195B" w:rsidRDefault="00EF195B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хозяйственной деятельности и муниципального</w:t>
      </w:r>
    </w:p>
    <w:p w:rsidR="00EF195B" w:rsidRDefault="00EF195B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задания на оказание муниципальных услуг</w:t>
      </w:r>
    </w:p>
    <w:p w:rsidR="00EF195B" w:rsidRDefault="00EF195B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(выполнение работ) муниципальным бюджетным </w:t>
      </w:r>
    </w:p>
    <w:p w:rsidR="00EF195B" w:rsidRDefault="00EF195B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учреждением «Сорская городская больница» на 2012 год</w:t>
      </w:r>
    </w:p>
    <w:p w:rsidR="00EF195B" w:rsidRDefault="00EF195B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EF195B" w:rsidRPr="00A54414" w:rsidRDefault="00EF195B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Pr="00A54414">
        <w:rPr>
          <w:rFonts w:ascii="Times New Roman" w:hAnsi="Times New Roman" w:cs="Times New Roman"/>
          <w:sz w:val="26"/>
          <w:szCs w:val="26"/>
        </w:rPr>
        <w:t>В соответствии с приказом Министерства финансов РФ от 28.07.2010 г. № 81н «О требованиях к плану финансово-хозяйственной деятельности государственного (муниципального) учреждения», статьей 24 Устава 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>, с решением Совета депутатов города Сорска от 20.12.2011 г. № 640  «О бюджете муниципального образования город Сорск на 2012 год и плановый период 2013-2014 годов»</w:t>
      </w:r>
      <w:r w:rsidRPr="00A54414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(с изменениями)</w:t>
      </w:r>
      <w:r w:rsidRPr="00A54414">
        <w:rPr>
          <w:rFonts w:ascii="Times New Roman" w:hAnsi="Times New Roman" w:cs="Times New Roman"/>
          <w:sz w:val="26"/>
          <w:szCs w:val="26"/>
        </w:rPr>
        <w:t>, на основании постановления администрации муниципального образования город Сорск от 10.10.2011 г. № 35-п. «Об утверждении Порядка составления и утверждения плана финансово-хозяйственной деятельности муниципальных учреждений муниципального образования г. Сорска»,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города Сорска</w:t>
      </w:r>
    </w:p>
    <w:p w:rsidR="00EF195B" w:rsidRDefault="00EF195B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EF195B" w:rsidRPr="00B24C8C" w:rsidRDefault="00EF195B" w:rsidP="002F0E8C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1 «План финансово-хозяйственной деятельности на 2012 год </w:t>
      </w:r>
      <w:r w:rsidRPr="00144BDA">
        <w:rPr>
          <w:rFonts w:ascii="Times New Roman" w:hAnsi="Times New Roman" w:cs="Times New Roman"/>
          <w:sz w:val="26"/>
          <w:szCs w:val="26"/>
        </w:rPr>
        <w:t xml:space="preserve">муниципального бюджетного учреждения </w:t>
      </w:r>
      <w:r>
        <w:rPr>
          <w:rFonts w:ascii="Times New Roman" w:hAnsi="Times New Roman" w:cs="Times New Roman"/>
          <w:sz w:val="26"/>
          <w:szCs w:val="26"/>
        </w:rPr>
        <w:t xml:space="preserve">«Сорская городская больница»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учреждения»,  изложить в новой редакции, согласно приложению 1 к данному постановлению.</w:t>
      </w:r>
    </w:p>
    <w:p w:rsidR="00EF195B" w:rsidRPr="00144BDA" w:rsidRDefault="00EF195B" w:rsidP="00D4639A">
      <w:pPr>
        <w:numPr>
          <w:ilvl w:val="0"/>
          <w:numId w:val="1"/>
        </w:numPr>
        <w:tabs>
          <w:tab w:val="clear" w:pos="705"/>
          <w:tab w:val="num" w:pos="0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EF195B" w:rsidRPr="00144BDA" w:rsidRDefault="00EF195B" w:rsidP="00D4639A">
      <w:pPr>
        <w:numPr>
          <w:ilvl w:val="0"/>
          <w:numId w:val="1"/>
        </w:numPr>
        <w:tabs>
          <w:tab w:val="num" w:pos="110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муниципального образования по финансовым и экономическим вопросам.</w:t>
      </w:r>
    </w:p>
    <w:p w:rsidR="00EF195B" w:rsidRDefault="00EF195B" w:rsidP="0020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F195B" w:rsidRDefault="00EF195B" w:rsidP="0020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F195B" w:rsidRDefault="00EF195B" w:rsidP="00D4639A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А.А. Жуков </w:t>
      </w:r>
    </w:p>
    <w:p w:rsidR="00EF195B" w:rsidRDefault="00EF195B"/>
    <w:sectPr w:rsidR="00EF195B" w:rsidSect="00BB3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D96"/>
    <w:rsid w:val="00011CD7"/>
    <w:rsid w:val="0014063B"/>
    <w:rsid w:val="00144BDA"/>
    <w:rsid w:val="001574A6"/>
    <w:rsid w:val="001B488C"/>
    <w:rsid w:val="00203D96"/>
    <w:rsid w:val="00210D60"/>
    <w:rsid w:val="00290E21"/>
    <w:rsid w:val="002F0E8C"/>
    <w:rsid w:val="00346467"/>
    <w:rsid w:val="003A30D4"/>
    <w:rsid w:val="003C4A73"/>
    <w:rsid w:val="003D1246"/>
    <w:rsid w:val="00442256"/>
    <w:rsid w:val="00493995"/>
    <w:rsid w:val="004A0B8A"/>
    <w:rsid w:val="004B4A6B"/>
    <w:rsid w:val="00527AD6"/>
    <w:rsid w:val="00593461"/>
    <w:rsid w:val="005B0E47"/>
    <w:rsid w:val="0061541B"/>
    <w:rsid w:val="00623D95"/>
    <w:rsid w:val="006E77C1"/>
    <w:rsid w:val="00711419"/>
    <w:rsid w:val="007279D2"/>
    <w:rsid w:val="00750A18"/>
    <w:rsid w:val="00776F06"/>
    <w:rsid w:val="007F6943"/>
    <w:rsid w:val="00841F4B"/>
    <w:rsid w:val="00862877"/>
    <w:rsid w:val="00897F13"/>
    <w:rsid w:val="008C266C"/>
    <w:rsid w:val="00914BD8"/>
    <w:rsid w:val="009204D7"/>
    <w:rsid w:val="009746BE"/>
    <w:rsid w:val="009900CB"/>
    <w:rsid w:val="009B1542"/>
    <w:rsid w:val="00A0613F"/>
    <w:rsid w:val="00A26CD7"/>
    <w:rsid w:val="00A33841"/>
    <w:rsid w:val="00A54414"/>
    <w:rsid w:val="00AD2C13"/>
    <w:rsid w:val="00AD7C3A"/>
    <w:rsid w:val="00B03433"/>
    <w:rsid w:val="00B24C8C"/>
    <w:rsid w:val="00BB376D"/>
    <w:rsid w:val="00BD368E"/>
    <w:rsid w:val="00C32BF4"/>
    <w:rsid w:val="00C43B5A"/>
    <w:rsid w:val="00C476CF"/>
    <w:rsid w:val="00CE3CE2"/>
    <w:rsid w:val="00CE43FE"/>
    <w:rsid w:val="00D4639A"/>
    <w:rsid w:val="00D4699E"/>
    <w:rsid w:val="00DA66B7"/>
    <w:rsid w:val="00E37159"/>
    <w:rsid w:val="00E3760E"/>
    <w:rsid w:val="00E41E2B"/>
    <w:rsid w:val="00EF195B"/>
    <w:rsid w:val="00F2499A"/>
    <w:rsid w:val="00F446A0"/>
    <w:rsid w:val="00F547D1"/>
    <w:rsid w:val="00F7191B"/>
    <w:rsid w:val="00F72285"/>
    <w:rsid w:val="00F8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96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03D9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203D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527A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159</TotalTime>
  <Pages>1</Pages>
  <Words>259</Words>
  <Characters>1482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Kalbina</cp:lastModifiedBy>
  <cp:revision>33</cp:revision>
  <cp:lastPrinted>2013-01-10T02:11:00Z</cp:lastPrinted>
  <dcterms:created xsi:type="dcterms:W3CDTF">2012-08-24T03:38:00Z</dcterms:created>
  <dcterms:modified xsi:type="dcterms:W3CDTF">2013-01-16T09:35:00Z</dcterms:modified>
</cp:coreProperties>
</file>