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18" w:rsidRDefault="00866018" w:rsidP="00991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866018" w:rsidRPr="00BB0A85" w:rsidRDefault="00866018" w:rsidP="00991A90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9pt;width:50.95pt;height:64.1pt;z-index:251660288;mso-wrap-distance-left:9.05pt;mso-wrap-distance-right:9.05pt" filled="t">
            <v:fill color2="black"/>
            <v:imagedata r:id="rId5" o:title=""/>
          </v:shape>
        </w:pict>
      </w:r>
    </w:p>
    <w:p w:rsidR="00866018" w:rsidRPr="003D1246" w:rsidRDefault="00866018" w:rsidP="00991A90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866018" w:rsidRDefault="00866018" w:rsidP="00991A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66018" w:rsidRDefault="00866018" w:rsidP="00991A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66018" w:rsidRDefault="00866018" w:rsidP="00991A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66018" w:rsidRDefault="00866018" w:rsidP="00991A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66018" w:rsidRDefault="00866018" w:rsidP="00991A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66018" w:rsidRDefault="00866018" w:rsidP="00991A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66018" w:rsidRDefault="00866018" w:rsidP="00991A9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66018" w:rsidRPr="003D1246" w:rsidRDefault="00866018" w:rsidP="00991A90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</w:rPr>
        <w:pict>
          <v:shape id="_x0000_s1028" type="#_x0000_t202" style="position:absolute;margin-left:272pt;margin-top:11.15pt;width:196pt;height:75.95pt;z-index:251659264;mso-wrap-distance-left:9.05pt;mso-wrap-distance-right:9.05pt" stroked="f">
            <v:fill opacity="0" color2="black"/>
            <v:textbox style="mso-next-textbox:#_x0000_s1028" inset="0,0,0,0">
              <w:txbxContent>
                <w:p w:rsidR="00866018" w:rsidRDefault="00866018" w:rsidP="00991A9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66018" w:rsidRDefault="00866018" w:rsidP="00991A9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66018" w:rsidRPr="00862877" w:rsidRDefault="00866018" w:rsidP="00991A9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866018" w:rsidRDefault="00866018" w:rsidP="00991A90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866018" w:rsidRPr="00862877" w:rsidRDefault="00866018" w:rsidP="00991A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66018" w:rsidRDefault="00866018" w:rsidP="00991A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66018" w:rsidRDefault="00866018" w:rsidP="00991A9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66018" w:rsidRPr="003D1246" w:rsidRDefault="00866018" w:rsidP="00991A90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866018" w:rsidRPr="003D1246" w:rsidRDefault="00866018" w:rsidP="00991A9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66018" w:rsidRPr="003D1246" w:rsidRDefault="00866018" w:rsidP="00991A9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66018" w:rsidRDefault="00866018" w:rsidP="00991A9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66018" w:rsidRDefault="00866018" w:rsidP="00991A9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61312" from="18pt,3.35pt" to="469pt,3.35pt" strokeweight=".26mm">
            <v:stroke joinstyle="miter"/>
          </v:line>
        </w:pict>
      </w:r>
    </w:p>
    <w:p w:rsidR="00866018" w:rsidRPr="001574A6" w:rsidRDefault="00866018" w:rsidP="00991A9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66018" w:rsidRDefault="00866018" w:rsidP="00991A9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66018" w:rsidRDefault="00866018" w:rsidP="00AE783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66018" w:rsidRDefault="00866018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«17» 04.2013</w:t>
      </w:r>
      <w:r w:rsidRPr="009B1542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№ 219-п.                                                 </w:t>
      </w:r>
    </w:p>
    <w:p w:rsidR="00866018" w:rsidRDefault="00866018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:rsidR="00866018" w:rsidRDefault="00866018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66018" w:rsidRPr="008073FA" w:rsidRDefault="00866018" w:rsidP="008073FA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6018" w:rsidRPr="008073FA" w:rsidRDefault="00866018" w:rsidP="008073FA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     О внесении изменений в муниципальную целевую </w:t>
      </w:r>
    </w:p>
    <w:p w:rsidR="00866018" w:rsidRPr="008073FA" w:rsidRDefault="00866018" w:rsidP="008073FA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>программу «Одаренные дети на 2012-2014 годы»</w:t>
      </w:r>
    </w:p>
    <w:p w:rsidR="00866018" w:rsidRPr="008073FA" w:rsidRDefault="00866018" w:rsidP="008073FA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866018" w:rsidRPr="008073FA" w:rsidRDefault="00866018" w:rsidP="008073F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     Руководствуясь   ст.179 Бюджетного  кодекса  Российской     Федерации,   ч.1   ст. 16 Федерального  Закона от   06.10.2003 г. № 131   «Об   общих принципах организации местного самоуправления в  Российской  Федерации», ст. 27 Устава муниципального образования   г.Сорск, постановления   главы  муниципального   образования    город Сорск № 20 от 22.01.2009 года   «О порядке   разработки,  утверждения и реализации долгосрочных целевых программ в муниципальном образовании город Сорск», администрация города Сорска Республики Хакасия        </w:t>
      </w:r>
    </w:p>
    <w:p w:rsidR="00866018" w:rsidRPr="008073FA" w:rsidRDefault="00866018" w:rsidP="008073F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      ПОСТАНОВЛЯЕТ:      </w:t>
      </w:r>
    </w:p>
    <w:p w:rsidR="00866018" w:rsidRPr="008073FA" w:rsidRDefault="00866018" w:rsidP="008073F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8073FA">
        <w:rPr>
          <w:rFonts w:ascii="Times New Roman" w:hAnsi="Times New Roman" w:cs="Times New Roman"/>
          <w:sz w:val="26"/>
          <w:szCs w:val="26"/>
        </w:rPr>
        <w:t>1. Внести   в муниципальную целевую      программу   «Одаренные дети на 2012-2014 годы», утвержденную постановлением администрации города Сорска от 10.10.2012 г. № 490-п (далее целевая программа) следующие изменения:</w:t>
      </w:r>
    </w:p>
    <w:p w:rsidR="00866018" w:rsidRPr="008073FA" w:rsidRDefault="00866018" w:rsidP="008073F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>1) в раздел 1 «Паспорт целевой программы» внести следующие изменения: цифры «2013 г.- 276 500 руб.» заменить на «2013 г. - 10 тыс.руб.»;</w:t>
      </w:r>
    </w:p>
    <w:p w:rsidR="00866018" w:rsidRPr="008073FA" w:rsidRDefault="00866018" w:rsidP="008073F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     2) раздел 3 «Перечень программных мероприятий» целевой программы изложить в новой редакции (приложение № 3);</w:t>
      </w:r>
    </w:p>
    <w:p w:rsidR="00866018" w:rsidRPr="008073FA" w:rsidRDefault="00866018" w:rsidP="008073F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8073FA">
        <w:rPr>
          <w:rFonts w:ascii="Times New Roman" w:hAnsi="Times New Roman" w:cs="Times New Roman"/>
          <w:sz w:val="26"/>
          <w:szCs w:val="26"/>
        </w:rPr>
        <w:t>2. Контроль за   реализацией   муниципальной  целевой   программы «Одаренные дети на 2012-2014 годы» возложить на руководителя отдела образования.</w:t>
      </w:r>
    </w:p>
    <w:p w:rsidR="00866018" w:rsidRPr="008073FA" w:rsidRDefault="00866018" w:rsidP="008073F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3. </w:t>
      </w:r>
      <w:r w:rsidRPr="008073FA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«Сорский молибден» и разместить на официальном сайте.</w:t>
      </w:r>
    </w:p>
    <w:p w:rsidR="00866018" w:rsidRPr="008073FA" w:rsidRDefault="00866018" w:rsidP="008073FA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      4. Контроль за исполнением настоящего постановления возложить на заместителя главы по социальным вопросам Т.С. Шимель.</w:t>
      </w:r>
    </w:p>
    <w:p w:rsidR="00866018" w:rsidRPr="008073FA" w:rsidRDefault="00866018" w:rsidP="008073FA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866018" w:rsidRPr="008073FA" w:rsidRDefault="00866018" w:rsidP="008073FA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866018" w:rsidRPr="008073FA" w:rsidRDefault="00866018" w:rsidP="008073FA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      Глава города                                                                               А.А.Жуков </w:t>
      </w:r>
    </w:p>
    <w:p w:rsidR="00866018" w:rsidRPr="008073FA" w:rsidRDefault="00866018" w:rsidP="008073FA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866018" w:rsidRPr="008073FA" w:rsidRDefault="00866018" w:rsidP="008073FA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866018" w:rsidRPr="003D1246" w:rsidRDefault="00866018" w:rsidP="008073FA">
      <w:pPr>
        <w:rPr>
          <w:sz w:val="26"/>
          <w:szCs w:val="26"/>
        </w:rPr>
      </w:pPr>
      <w:r>
        <w:rPr>
          <w:noProof/>
        </w:rPr>
        <w:pict>
          <v:shape id="_x0000_s1030" type="#_x0000_t202" style="position:absolute;margin-left:0;margin-top:12.05pt;width:187.5pt;height:80.95pt;z-index:251654144;mso-wrap-distance-left:9.05pt;mso-wrap-distance-right:9.05pt" stroked="f">
            <v:fill opacity="0" color2="black"/>
            <v:textbox style="mso-next-textbox:#_x0000_s1030" inset="0,0,0,0">
              <w:txbxContent>
                <w:p w:rsidR="00866018" w:rsidRDefault="00866018" w:rsidP="008073FA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</w:p>
                <w:p w:rsidR="00866018" w:rsidRDefault="00866018" w:rsidP="008073FA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</w:p>
                <w:p w:rsidR="00866018" w:rsidRDefault="00866018" w:rsidP="008073FA"/>
              </w:txbxContent>
            </v:textbox>
          </v:shape>
        </w:pict>
      </w:r>
    </w:p>
    <w:p w:rsidR="00866018" w:rsidRPr="003D1246" w:rsidRDefault="00866018" w:rsidP="008073FA">
      <w:pPr>
        <w:rPr>
          <w:b/>
          <w:bCs/>
          <w:sz w:val="26"/>
          <w:szCs w:val="26"/>
        </w:rPr>
      </w:pPr>
    </w:p>
    <w:p w:rsidR="00866018" w:rsidRPr="003D1246" w:rsidRDefault="00866018" w:rsidP="008073FA">
      <w:pPr>
        <w:rPr>
          <w:b/>
          <w:bCs/>
          <w:sz w:val="26"/>
          <w:szCs w:val="26"/>
        </w:rPr>
      </w:pPr>
      <w:r>
        <w:rPr>
          <w:noProof/>
        </w:rPr>
        <w:pict>
          <v:shape id="_x0000_s1031" type="#_x0000_t202" style="position:absolute;margin-left:270pt;margin-top:.15pt;width:198.4pt;height:63pt;z-index:251655168;mso-wrap-distance-left:9.05pt;mso-wrap-distance-right:9.05pt" stroked="f">
            <v:fill opacity="0" color2="black"/>
            <v:textbox style="mso-next-textbox:#_x0000_s1031" inset="0,0,0,0">
              <w:txbxContent>
                <w:p w:rsidR="00866018" w:rsidRPr="00B82D16" w:rsidRDefault="00866018" w:rsidP="008073FA"/>
              </w:txbxContent>
            </v:textbox>
          </v:shape>
        </w:pict>
      </w:r>
    </w:p>
    <w:p w:rsidR="00866018" w:rsidRDefault="00866018" w:rsidP="00991A90">
      <w:pPr>
        <w:rPr>
          <w:b/>
          <w:bCs/>
          <w:sz w:val="32"/>
          <w:szCs w:val="32"/>
        </w:rPr>
      </w:pPr>
    </w:p>
    <w:p w:rsidR="00866018" w:rsidRPr="008073FA" w:rsidRDefault="00866018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>Приложение  №3</w:t>
      </w:r>
    </w:p>
    <w:p w:rsidR="00866018" w:rsidRPr="008073FA" w:rsidRDefault="00866018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к постановлению администрации </w:t>
      </w:r>
    </w:p>
    <w:p w:rsidR="00866018" w:rsidRPr="008073FA" w:rsidRDefault="00866018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города Сорска Республики Хакасия </w:t>
      </w:r>
    </w:p>
    <w:p w:rsidR="00866018" w:rsidRPr="008073FA" w:rsidRDefault="00866018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«17» 04. </w:t>
      </w:r>
      <w:smartTag w:uri="urn:schemas-microsoft-com:office:smarttags" w:element="metricconverter">
        <w:smartTagPr>
          <w:attr w:name="ProductID" w:val="2013 г"/>
        </w:smartTagPr>
        <w:r w:rsidRPr="008073FA">
          <w:rPr>
            <w:rFonts w:ascii="Times New Roman" w:hAnsi="Times New Roman" w:cs="Times New Roman"/>
            <w:sz w:val="26"/>
            <w:szCs w:val="26"/>
          </w:rPr>
          <w:t>2013 г</w:t>
        </w:r>
      </w:smartTag>
      <w:r>
        <w:rPr>
          <w:rFonts w:ascii="Times New Roman" w:hAnsi="Times New Roman" w:cs="Times New Roman"/>
          <w:sz w:val="26"/>
          <w:szCs w:val="26"/>
        </w:rPr>
        <w:t>. № 219</w:t>
      </w:r>
      <w:r w:rsidRPr="008073FA">
        <w:rPr>
          <w:rFonts w:ascii="Times New Roman" w:hAnsi="Times New Roman" w:cs="Times New Roman"/>
          <w:sz w:val="26"/>
          <w:szCs w:val="26"/>
        </w:rPr>
        <w:t>-п</w:t>
      </w:r>
    </w:p>
    <w:p w:rsidR="00866018" w:rsidRPr="008073FA" w:rsidRDefault="00866018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866018" w:rsidRPr="008073FA" w:rsidRDefault="00866018" w:rsidP="008073FA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  <w:r w:rsidRPr="008073F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66018" w:rsidRPr="008073FA" w:rsidRDefault="00866018" w:rsidP="008073FA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073FA">
        <w:rPr>
          <w:rFonts w:ascii="Times New Roman" w:hAnsi="Times New Roman" w:cs="Times New Roman"/>
          <w:b/>
          <w:bCs/>
          <w:sz w:val="26"/>
          <w:szCs w:val="26"/>
        </w:rPr>
        <w:t>3.  Перечень программных мероприятий</w:t>
      </w:r>
    </w:p>
    <w:p w:rsidR="00866018" w:rsidRPr="008073FA" w:rsidRDefault="00866018" w:rsidP="008073FA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1"/>
        <w:gridCol w:w="2404"/>
        <w:gridCol w:w="1699"/>
        <w:gridCol w:w="1276"/>
        <w:gridCol w:w="1276"/>
        <w:gridCol w:w="2551"/>
      </w:tblGrid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исполнения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Финансирование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Участие педагогов, работающих с одаренными детьми в республиканских  и Всероссийских семинарах, конференциях, конкурсах и т.д.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32281">
                <w:rPr>
                  <w:rFonts w:ascii="Times New Roman" w:hAnsi="Times New Roman" w:cs="Times New Roman"/>
                  <w:sz w:val="26"/>
                  <w:szCs w:val="26"/>
                </w:rPr>
                <w:t>2014 г</w:t>
              </w:r>
            </w:smartTag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30 000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Повышение профессионального уровня педагогов, работающих  с одаренными детьми.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Проведение городских предметных олимпиад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образовательные учреждения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9 500 руб.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20 000 руб.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Выявление одаренных детей в области академических знаний.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Участие победителей городских олимпиад в республиканских и всероссийских предметных олимпиадах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32281">
                <w:rPr>
                  <w:rFonts w:ascii="Times New Roman" w:hAnsi="Times New Roman" w:cs="Times New Roman"/>
                  <w:sz w:val="26"/>
                  <w:szCs w:val="26"/>
                </w:rPr>
                <w:t>2014 г</w:t>
              </w:r>
            </w:smartTag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    14 000 руб.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Представительство г. Сорска на республиканском, Российском уровнях 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городских творческих конкурсов, КВНов, научно- практических конференций и т.д.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образовательные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9500 руб.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2 000 руб.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  15 000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Выявление и развитие творческих способностей детей, их моральная и материальная поддержка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Участие детей МО г. Сорск в республиканских  и всероссийских творческих конкурсах, смотрах, фестивалях, научно-практических конференциях и т.д.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6 000 руб.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9 000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Представительство города на республиканском, Всероссийском  уровнях, поддержка одаренных детей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Проведение городских и республиканских конкурсов научно – технического направления на базе МОУ ДОД СЮТ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МБОУ ДОД Дом детского творчества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20 000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Выявление одаренных детей в области технического творчества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Участие детей в республиканских научно – технических конкурсах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1 500руб.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28 000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Поддержка одаренных детей технического творчества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Участие одаренных школьников в Республиканских профильных летних сменах 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( оплата путевок, проезда)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332281">
                <w:rPr>
                  <w:rFonts w:ascii="Times New Roman" w:hAnsi="Times New Roman" w:cs="Times New Roman"/>
                  <w:sz w:val="26"/>
                  <w:szCs w:val="26"/>
                </w:rPr>
                <w:t>2012 г</w:t>
              </w:r>
            </w:smartTag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332281">
                <w:rPr>
                  <w:rFonts w:ascii="Times New Roman" w:hAnsi="Times New Roman" w:cs="Times New Roman"/>
                  <w:sz w:val="26"/>
                  <w:szCs w:val="26"/>
                </w:rPr>
                <w:t>2013 г</w:t>
              </w:r>
            </w:smartTag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32281">
                <w:rPr>
                  <w:rFonts w:ascii="Times New Roman" w:hAnsi="Times New Roman" w:cs="Times New Roman"/>
                  <w:sz w:val="26"/>
                  <w:szCs w:val="26"/>
                </w:rPr>
                <w:t>2014 г</w:t>
              </w:r>
            </w:smartTag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35 000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Представительство города на республиканском уровне, поддержка одаренных детей по различным направлениям деятельности.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новогодней елки Главы МО г. Сорск для одаренных детей города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18 000 руб.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20 000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Поддержка одаренных детей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Участие в Правительственной новогодней елке для одаренных детей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5 000 руб.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Поддержка одаренных детей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Проведение организационно-методических мероприятий по программе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5 000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Обмен опытом, знакомство с новыми формами работы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Контроль за состоянием работы с одаренными детьми в г. Сорске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Оценка состояния работы с одаренными детьми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Курсовая подготовка и переподготовка специалистов, работающих с одаренными детьми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18 000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пед. кадров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Проведение городских семинаров и конференций специалистов, работающих с одаренными детьми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13 000руб.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Совершенствование работы с одаренными детьми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Подготовка и проведение конкурса на соискание Премии Главы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 МО г, Сорск одаренным детям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Совершенствование работы с одаренными детьми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16.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Премия Главы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 МО г. Сорск одаренным детям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10 500 руб. 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8 000 руб.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10 500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Поддержка одаренных детей 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Поощрение выпускников, закончивших 11 класс.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45 000 руб.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50 000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Публикация в СМИ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образовательные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5000руб.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Обобщение, распространение опыта работы  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Участие детей и педагогов в  городских мероприятиях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образовательные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     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10 000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Поддержка одаренных детей и педагогов </w:t>
            </w: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муниципального центра для работы с одаренными детьми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МБОУ ДОД Дом детского творчества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     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     2014г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50 000 руб.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66018" w:rsidRPr="00332281">
        <w:tc>
          <w:tcPr>
            <w:tcW w:w="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100 000 руб.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10  000 руб.</w:t>
            </w:r>
          </w:p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357 500руб.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332281" w:rsidRDefault="00866018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66018" w:rsidRPr="008073FA" w:rsidRDefault="00866018" w:rsidP="008073FA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866018" w:rsidRPr="008073FA" w:rsidRDefault="00866018" w:rsidP="008073FA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866018" w:rsidRPr="008073FA" w:rsidRDefault="00866018" w:rsidP="008073FA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866018" w:rsidRPr="008073FA" w:rsidRDefault="00866018" w:rsidP="008073FA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p w:rsidR="00866018" w:rsidRDefault="00866018" w:rsidP="008073FA">
      <w:pPr>
        <w:jc w:val="center"/>
        <w:rPr>
          <w:b/>
          <w:bCs/>
          <w:sz w:val="32"/>
          <w:szCs w:val="32"/>
        </w:rPr>
      </w:pPr>
    </w:p>
    <w:p w:rsidR="00866018" w:rsidRPr="003D1246" w:rsidRDefault="00866018" w:rsidP="008073FA">
      <w:pPr>
        <w:rPr>
          <w:sz w:val="26"/>
          <w:szCs w:val="26"/>
          <w:lang w:val="en-US"/>
        </w:rPr>
      </w:pPr>
    </w:p>
    <w:p w:rsidR="00866018" w:rsidRPr="003D1246" w:rsidRDefault="00866018" w:rsidP="008073FA">
      <w:pPr>
        <w:rPr>
          <w:sz w:val="26"/>
          <w:szCs w:val="26"/>
        </w:rPr>
      </w:pPr>
      <w:r>
        <w:rPr>
          <w:noProof/>
        </w:rPr>
        <w:pict>
          <v:shape id="_x0000_s1032" type="#_x0000_t202" style="position:absolute;margin-left:0;margin-top:12.05pt;width:187.5pt;height:80.95pt;z-index:251656192;mso-wrap-distance-left:9.05pt;mso-wrap-distance-right:9.05pt" stroked="f">
            <v:fill opacity="0" color2="black"/>
            <v:textbox style="mso-next-textbox:#_x0000_s1032" inset="0,0,0,0">
              <w:txbxContent>
                <w:p w:rsidR="00866018" w:rsidRDefault="00866018" w:rsidP="008073FA"/>
              </w:txbxContent>
            </v:textbox>
          </v:shape>
        </w:pict>
      </w:r>
    </w:p>
    <w:p w:rsidR="00866018" w:rsidRPr="003D1246" w:rsidRDefault="00866018" w:rsidP="008073FA">
      <w:pPr>
        <w:rPr>
          <w:b/>
          <w:bCs/>
          <w:sz w:val="26"/>
          <w:szCs w:val="26"/>
        </w:rPr>
      </w:pPr>
    </w:p>
    <w:p w:rsidR="00866018" w:rsidRPr="003D1246" w:rsidRDefault="00866018" w:rsidP="008073FA">
      <w:pPr>
        <w:rPr>
          <w:b/>
          <w:bCs/>
          <w:sz w:val="26"/>
          <w:szCs w:val="26"/>
        </w:rPr>
      </w:pPr>
      <w:r>
        <w:rPr>
          <w:noProof/>
        </w:rPr>
        <w:pict>
          <v:shape id="_x0000_s1033" type="#_x0000_t202" style="position:absolute;margin-left:270pt;margin-top:.15pt;width:198.4pt;height:63pt;z-index:251657216;mso-wrap-distance-left:9.05pt;mso-wrap-distance-right:9.05pt" stroked="f">
            <v:fill opacity="0" color2="black"/>
            <v:textbox style="mso-next-textbox:#_x0000_s1033" inset="0,0,0,0">
              <w:txbxContent>
                <w:p w:rsidR="00866018" w:rsidRPr="00B82D16" w:rsidRDefault="00866018" w:rsidP="008073FA"/>
              </w:txbxContent>
            </v:textbox>
          </v:shape>
        </w:pict>
      </w:r>
    </w:p>
    <w:p w:rsidR="00866018" w:rsidRPr="003D1246" w:rsidRDefault="00866018" w:rsidP="008073FA">
      <w:pPr>
        <w:ind w:firstLine="360"/>
        <w:jc w:val="center"/>
        <w:rPr>
          <w:b/>
          <w:bCs/>
          <w:sz w:val="26"/>
          <w:szCs w:val="26"/>
        </w:rPr>
      </w:pPr>
    </w:p>
    <w:p w:rsidR="00866018" w:rsidRDefault="00866018" w:rsidP="008073FA">
      <w:pPr>
        <w:ind w:firstLine="360"/>
        <w:jc w:val="center"/>
        <w:rPr>
          <w:b/>
          <w:bCs/>
          <w:sz w:val="26"/>
          <w:szCs w:val="26"/>
        </w:rPr>
      </w:pPr>
    </w:p>
    <w:p w:rsidR="00866018" w:rsidRDefault="00866018" w:rsidP="008073FA">
      <w:pPr>
        <w:ind w:firstLine="360"/>
        <w:jc w:val="center"/>
        <w:rPr>
          <w:b/>
          <w:bCs/>
          <w:sz w:val="26"/>
          <w:szCs w:val="26"/>
        </w:rPr>
      </w:pPr>
    </w:p>
    <w:p w:rsidR="00866018" w:rsidRDefault="00866018" w:rsidP="008073FA">
      <w:pPr>
        <w:ind w:firstLine="360"/>
        <w:jc w:val="center"/>
        <w:rPr>
          <w:b/>
          <w:bCs/>
          <w:sz w:val="26"/>
          <w:szCs w:val="26"/>
        </w:rPr>
      </w:pPr>
    </w:p>
    <w:p w:rsidR="00866018" w:rsidRDefault="00866018" w:rsidP="008073FA">
      <w:pPr>
        <w:ind w:firstLine="360"/>
        <w:jc w:val="center"/>
        <w:rPr>
          <w:b/>
          <w:bCs/>
          <w:sz w:val="26"/>
          <w:szCs w:val="26"/>
        </w:rPr>
      </w:pPr>
    </w:p>
    <w:p w:rsidR="00866018" w:rsidRDefault="00866018" w:rsidP="008073FA">
      <w:pPr>
        <w:ind w:firstLine="360"/>
        <w:jc w:val="center"/>
        <w:rPr>
          <w:b/>
          <w:bCs/>
          <w:sz w:val="26"/>
          <w:szCs w:val="26"/>
        </w:rPr>
      </w:pPr>
    </w:p>
    <w:p w:rsidR="00866018" w:rsidRDefault="00866018" w:rsidP="008073FA">
      <w:pPr>
        <w:ind w:firstLine="360"/>
        <w:jc w:val="center"/>
        <w:rPr>
          <w:b/>
          <w:bCs/>
          <w:sz w:val="26"/>
          <w:szCs w:val="26"/>
        </w:rPr>
      </w:pPr>
    </w:p>
    <w:p w:rsidR="00866018" w:rsidRDefault="00866018" w:rsidP="008073FA">
      <w:pPr>
        <w:ind w:firstLine="360"/>
        <w:jc w:val="center"/>
        <w:rPr>
          <w:b/>
          <w:bCs/>
          <w:sz w:val="26"/>
          <w:szCs w:val="26"/>
        </w:rPr>
      </w:pPr>
    </w:p>
    <w:p w:rsidR="00866018" w:rsidRDefault="00866018" w:rsidP="008073FA">
      <w:pPr>
        <w:ind w:firstLine="360"/>
        <w:jc w:val="center"/>
        <w:rPr>
          <w:b/>
          <w:bCs/>
          <w:sz w:val="26"/>
          <w:szCs w:val="26"/>
        </w:rPr>
      </w:pPr>
    </w:p>
    <w:p w:rsidR="00866018" w:rsidRDefault="00866018" w:rsidP="008073FA">
      <w:pPr>
        <w:ind w:firstLine="360"/>
        <w:jc w:val="center"/>
        <w:rPr>
          <w:b/>
          <w:bCs/>
          <w:sz w:val="26"/>
          <w:szCs w:val="26"/>
        </w:rPr>
      </w:pPr>
    </w:p>
    <w:p w:rsidR="00866018" w:rsidRDefault="00866018" w:rsidP="008073FA">
      <w:pPr>
        <w:ind w:firstLine="360"/>
        <w:jc w:val="center"/>
        <w:rPr>
          <w:b/>
          <w:bCs/>
          <w:sz w:val="26"/>
          <w:szCs w:val="26"/>
        </w:rPr>
      </w:pPr>
    </w:p>
    <w:p w:rsidR="00866018" w:rsidRDefault="00866018" w:rsidP="008073FA">
      <w:pPr>
        <w:ind w:firstLine="360"/>
        <w:jc w:val="center"/>
        <w:rPr>
          <w:b/>
          <w:bCs/>
          <w:sz w:val="26"/>
          <w:szCs w:val="26"/>
        </w:rPr>
      </w:pPr>
    </w:p>
    <w:p w:rsidR="00866018" w:rsidRDefault="00866018" w:rsidP="008073FA">
      <w:pPr>
        <w:ind w:firstLine="360"/>
        <w:jc w:val="center"/>
        <w:rPr>
          <w:b/>
          <w:bCs/>
          <w:sz w:val="26"/>
          <w:szCs w:val="26"/>
        </w:rPr>
      </w:pPr>
    </w:p>
    <w:p w:rsidR="00866018" w:rsidRDefault="00866018" w:rsidP="008073FA">
      <w:pPr>
        <w:ind w:firstLine="360"/>
        <w:jc w:val="center"/>
        <w:rPr>
          <w:b/>
          <w:bCs/>
          <w:sz w:val="26"/>
          <w:szCs w:val="26"/>
        </w:rPr>
      </w:pPr>
    </w:p>
    <w:p w:rsidR="00866018" w:rsidRDefault="00866018" w:rsidP="008073FA">
      <w:pPr>
        <w:ind w:firstLine="360"/>
        <w:jc w:val="center"/>
        <w:rPr>
          <w:b/>
          <w:bCs/>
          <w:sz w:val="26"/>
          <w:szCs w:val="26"/>
        </w:rPr>
      </w:pPr>
    </w:p>
    <w:p w:rsidR="00866018" w:rsidRDefault="00866018" w:rsidP="008073FA">
      <w:pPr>
        <w:ind w:firstLine="360"/>
        <w:jc w:val="center"/>
        <w:rPr>
          <w:b/>
          <w:bCs/>
          <w:sz w:val="26"/>
          <w:szCs w:val="26"/>
        </w:rPr>
      </w:pPr>
    </w:p>
    <w:p w:rsidR="00866018" w:rsidRPr="003D1246" w:rsidRDefault="00866018" w:rsidP="008073FA">
      <w:pPr>
        <w:ind w:firstLine="360"/>
        <w:jc w:val="center"/>
        <w:rPr>
          <w:b/>
          <w:bCs/>
          <w:sz w:val="26"/>
          <w:szCs w:val="26"/>
        </w:rPr>
      </w:pPr>
    </w:p>
    <w:p w:rsidR="00866018" w:rsidRDefault="00866018" w:rsidP="008073F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</w:p>
    <w:p w:rsidR="00866018" w:rsidRPr="00AE7836" w:rsidRDefault="00866018">
      <w:pPr>
        <w:rPr>
          <w:rFonts w:ascii="Times New Roman" w:hAnsi="Times New Roman" w:cs="Times New Roman"/>
        </w:rPr>
      </w:pPr>
    </w:p>
    <w:sectPr w:rsidR="00866018" w:rsidRPr="00AE7836" w:rsidSect="00991A90">
      <w:pgSz w:w="11906" w:h="16838"/>
      <w:pgMar w:top="39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3346"/>
    <w:multiLevelType w:val="hybridMultilevel"/>
    <w:tmpl w:val="A56C94BA"/>
    <w:lvl w:ilvl="0" w:tplc="4C4ED576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151E617C"/>
    <w:multiLevelType w:val="hybridMultilevel"/>
    <w:tmpl w:val="D6947C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1179FF"/>
    <w:multiLevelType w:val="hybridMultilevel"/>
    <w:tmpl w:val="AB348CA2"/>
    <w:lvl w:ilvl="0" w:tplc="769A775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7836"/>
    <w:rsid w:val="00012BC7"/>
    <w:rsid w:val="000464A7"/>
    <w:rsid w:val="000D42FB"/>
    <w:rsid w:val="000F5F44"/>
    <w:rsid w:val="00102DC6"/>
    <w:rsid w:val="001574A6"/>
    <w:rsid w:val="00332281"/>
    <w:rsid w:val="003748DA"/>
    <w:rsid w:val="003D1246"/>
    <w:rsid w:val="003E0F8A"/>
    <w:rsid w:val="00423EE0"/>
    <w:rsid w:val="004E541F"/>
    <w:rsid w:val="005E74C2"/>
    <w:rsid w:val="008073FA"/>
    <w:rsid w:val="0085723B"/>
    <w:rsid w:val="00862877"/>
    <w:rsid w:val="00866018"/>
    <w:rsid w:val="00867E79"/>
    <w:rsid w:val="00991A90"/>
    <w:rsid w:val="009A2AC4"/>
    <w:rsid w:val="009B1542"/>
    <w:rsid w:val="00AC4886"/>
    <w:rsid w:val="00AC7828"/>
    <w:rsid w:val="00AE7836"/>
    <w:rsid w:val="00B729C1"/>
    <w:rsid w:val="00B82D16"/>
    <w:rsid w:val="00BB0A85"/>
    <w:rsid w:val="00BC38D3"/>
    <w:rsid w:val="00C5753C"/>
    <w:rsid w:val="00D35C21"/>
    <w:rsid w:val="00D60F4E"/>
    <w:rsid w:val="00FB1531"/>
    <w:rsid w:val="00FF4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88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E783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E7836"/>
    <w:pPr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E7836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8073FA"/>
    <w:rPr>
      <w:rFonts w:cs="Calibri"/>
    </w:rPr>
  </w:style>
  <w:style w:type="paragraph" w:styleId="NormalWeb">
    <w:name w:val="Normal (Web)"/>
    <w:basedOn w:val="Normal"/>
    <w:uiPriority w:val="99"/>
    <w:rsid w:val="00991A90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175</TotalTime>
  <Pages>6</Pages>
  <Words>935</Words>
  <Characters>5336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колбаска</dc:creator>
  <cp:keywords/>
  <dc:description/>
  <cp:lastModifiedBy>Мунуслуги</cp:lastModifiedBy>
  <cp:revision>4</cp:revision>
  <dcterms:created xsi:type="dcterms:W3CDTF">2013-04-19T01:34:00Z</dcterms:created>
  <dcterms:modified xsi:type="dcterms:W3CDTF">2013-04-22T02:21:00Z</dcterms:modified>
</cp:coreProperties>
</file>