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42F" w:rsidRDefault="00CE242F" w:rsidP="00A07A0C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46.9pt;margin-top:45.55pt;width:196pt;height:75.95pt;z-index:251658240;mso-wrap-distance-left:9.05pt;mso-wrap-distance-right:9.05pt" stroked="f">
            <v:fill opacity="0" color2="black"/>
            <v:textbox style="mso-next-textbox:#_x0000_s1026" inset="0,0,0,0">
              <w:txbxContent>
                <w:p w:rsidR="00CE242F" w:rsidRDefault="00CE242F" w:rsidP="00A07A0C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E242F" w:rsidRDefault="00CE242F" w:rsidP="00A07A0C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CE242F" w:rsidRDefault="00CE242F" w:rsidP="00A07A0C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CE242F" w:rsidRDefault="00CE242F" w:rsidP="00A07A0C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CE242F" w:rsidRDefault="00CE242F" w:rsidP="00A07A0C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CE242F" w:rsidRDefault="00CE242F" w:rsidP="00A07A0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E242F" w:rsidRDefault="00CE242F" w:rsidP="00A07A0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E242F" w:rsidRDefault="00CE242F" w:rsidP="00A07A0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7" type="#_x0000_t202" style="position:absolute;margin-left:-17.35pt;margin-top:29.95pt;width:199.5pt;height:91.55pt;z-index:251659264;mso-wrap-distance-left:9.05pt;mso-wrap-distance-right:9.05pt" stroked="f">
            <v:fill opacity="0" color2="black"/>
            <v:textbox style="mso-next-textbox:#_x0000_s1027" inset="0,0,0,0">
              <w:txbxContent>
                <w:p w:rsidR="00CE242F" w:rsidRDefault="00CE242F" w:rsidP="00A07A0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E242F" w:rsidRDefault="00CE242F" w:rsidP="00A07A0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E242F" w:rsidRDefault="00CE242F" w:rsidP="00A07A0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CE242F" w:rsidRDefault="00CE242F" w:rsidP="00A07A0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CE242F" w:rsidRDefault="00CE242F" w:rsidP="00A07A0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CE242F" w:rsidRDefault="00CE242F" w:rsidP="00A07A0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CE242F" w:rsidRDefault="00CE242F" w:rsidP="00A07A0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E242F" w:rsidRDefault="00CE242F" w:rsidP="00A07A0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</w:t>
      </w:r>
      <w:r w:rsidRPr="001A54BA">
        <w:rPr>
          <w:rFonts w:ascii="Times New Roman" w:hAnsi="Times New Roman"/>
          <w:b/>
          <w:noProof/>
          <w:sz w:val="26"/>
          <w:szCs w:val="2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0.75pt;height:85.5pt;visibility:visible">
            <v:imagedata r:id="rId5" o:title=""/>
          </v:shape>
        </w:pict>
      </w:r>
    </w:p>
    <w:p w:rsidR="00CE242F" w:rsidRDefault="00CE242F" w:rsidP="00A07A0C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CE242F" w:rsidRDefault="00CE242F" w:rsidP="00A07A0C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CE242F" w:rsidRDefault="00CE242F" w:rsidP="00A07A0C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  <w:lang w:eastAsia="ru-RU"/>
        </w:rPr>
        <w:pict>
          <v:line id="_x0000_s1028" style="position:absolute;left:0;text-align:left;z-index:251660288" from="-.15pt,11.35pt" to="450.85pt,11.35pt" strokeweight=".26mm">
            <v:stroke joinstyle="miter"/>
          </v:line>
        </w:pict>
      </w:r>
    </w:p>
    <w:p w:rsidR="00CE242F" w:rsidRDefault="00CE242F" w:rsidP="00A07A0C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E242F" w:rsidRDefault="00CE242F" w:rsidP="00A07A0C">
      <w:pPr>
        <w:pStyle w:val="ConsPlusNormal"/>
        <w:widowControl/>
        <w:ind w:left="540" w:firstLine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ПОСТАНОВЛЕНИЕ</w:t>
      </w:r>
    </w:p>
    <w:p w:rsidR="00CE242F" w:rsidRDefault="00CE242F" w:rsidP="00A07A0C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E242F" w:rsidRDefault="00CE242F" w:rsidP="00A07A0C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 14» 06. 2013                                                                             № 298-п.</w:t>
      </w:r>
    </w:p>
    <w:p w:rsidR="00CE242F" w:rsidRDefault="00CE242F" w:rsidP="00A07A0C">
      <w:pPr>
        <w:pStyle w:val="NormalWeb"/>
        <w:spacing w:before="0" w:after="0"/>
        <w:ind w:firstLine="540"/>
        <w:jc w:val="both"/>
        <w:rPr>
          <w:sz w:val="26"/>
        </w:rPr>
      </w:pPr>
    </w:p>
    <w:p w:rsidR="00CE242F" w:rsidRDefault="00CE242F" w:rsidP="00A07A0C">
      <w:pPr>
        <w:spacing w:after="0" w:line="240" w:lineRule="auto"/>
        <w:ind w:left="709" w:right="4252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 внесении изменений в  долгосрочную  муниципальную целевую программу «Развитие физической культуры, спорта, молодежной политики, туризма в муниципальном образовании город Сорск на 2010-2015 годы»</w:t>
      </w:r>
    </w:p>
    <w:p w:rsidR="00CE242F" w:rsidRDefault="00CE242F" w:rsidP="00231726">
      <w:pPr>
        <w:spacing w:after="0" w:line="240" w:lineRule="auto"/>
        <w:ind w:left="709" w:right="4252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(с изменениями от 28.12.12. №713-п;</w:t>
      </w:r>
    </w:p>
    <w:p w:rsidR="00CE242F" w:rsidRDefault="00CE242F" w:rsidP="00231726">
      <w:pPr>
        <w:spacing w:after="0" w:line="240" w:lineRule="auto"/>
        <w:ind w:left="709" w:right="4252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           от 29.01.13. № 42-п)</w:t>
      </w:r>
    </w:p>
    <w:p w:rsidR="00CE242F" w:rsidRDefault="00CE242F" w:rsidP="00A07A0C">
      <w:pPr>
        <w:spacing w:after="0" w:line="240" w:lineRule="auto"/>
        <w:ind w:left="709" w:right="4252"/>
        <w:jc w:val="both"/>
        <w:rPr>
          <w:rFonts w:ascii="Times New Roman" w:hAnsi="Times New Roman" w:cs="Times New Roman"/>
          <w:sz w:val="26"/>
          <w:szCs w:val="24"/>
        </w:rPr>
      </w:pPr>
    </w:p>
    <w:p w:rsidR="00CE242F" w:rsidRDefault="00CE242F" w:rsidP="00A07A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В соответствии со ст. 16 ФЗ от 06.10.2003г. № 131-ФЗ «Об общих принципах организации местного самоуправления в РФ», ст. 27 Устава муниципального образования город Сорск, постановления главы города Сорска от 12.07.2012 № 319 «Об утверждении порядка разработки, утверждения и реализации долгосрочных муниципальных программ города Сорска», в целях реализации государственной политики, направленной на дальнейшее развитие физической культуры и спорта, материально – технической базы объектов физической культуры, спорта и формирования здорового образа жизни населения в муниципальном образовании город Сорск, администрация города Сорска Республики Хакасия</w:t>
      </w:r>
    </w:p>
    <w:p w:rsidR="00CE242F" w:rsidRDefault="00CE242F" w:rsidP="00A07A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ПОСТАНОВЛЯЕТ:</w:t>
      </w:r>
    </w:p>
    <w:p w:rsidR="00CE242F" w:rsidRDefault="00CE242F" w:rsidP="00231726">
      <w:pPr>
        <w:pStyle w:val="ListParagraph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1. Внести в долгосрочную муниципальную целевую программу «Развитие физической культуры, спорта, молодежной политики, туризма в муниципальном образовании город Сорск на 2010-2015 годы», утвержденную постановлением администрации города Сорска от 12.11.2012г. №614-п «Развитие физической культуры, спорта, молодежной политики, туризма в муниципальном образовании город Сорск на 2010-2015 годы», следующие изменения:</w:t>
      </w:r>
    </w:p>
    <w:p w:rsidR="00CE242F" w:rsidRDefault="00CE242F" w:rsidP="00A07A0C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в паспорте:</w:t>
      </w:r>
    </w:p>
    <w:p w:rsidR="00CE242F" w:rsidRDefault="00CE242F" w:rsidP="00A07A0C">
      <w:pPr>
        <w:pStyle w:val="ListParagraph"/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позицию «Объем и источники финансирования» изменить и изложить в следующей редакции:</w:t>
      </w:r>
    </w:p>
    <w:p w:rsidR="00CE242F" w:rsidRDefault="00CE242F" w:rsidP="00A07A0C">
      <w:pPr>
        <w:pStyle w:val="ListParagraph"/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«Предполагаемый общий объем финансирования Программы составляет 18214,0 тысяч рублей (из муниципального бюджета - 14214,0, из республиканского бюджета - 4000,0 тысяч рублей, согласно ДРЦП «Развитие физической культуры и спорта в Республике Хакасия на 2010-2015 годы»), в  том числе по годам:</w:t>
      </w:r>
    </w:p>
    <w:p w:rsidR="00CE242F" w:rsidRDefault="00CE242F" w:rsidP="00A07A0C">
      <w:pPr>
        <w:pStyle w:val="ListParagraph"/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2010 год – 5200 тыс.руб.</w:t>
      </w:r>
    </w:p>
    <w:p w:rsidR="00CE242F" w:rsidRDefault="00CE242F" w:rsidP="00A07A0C">
      <w:pPr>
        <w:pStyle w:val="ListParagraph"/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2011 год - 1483 тыс.руб.</w:t>
      </w:r>
    </w:p>
    <w:p w:rsidR="00CE242F" w:rsidRDefault="00CE242F" w:rsidP="00231726">
      <w:pPr>
        <w:pStyle w:val="ListParagraph"/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2012 год - 2501 тыс.руб.</w:t>
      </w:r>
    </w:p>
    <w:p w:rsidR="00CE242F" w:rsidRDefault="00CE242F" w:rsidP="00231726">
      <w:pPr>
        <w:pStyle w:val="ListParagraph"/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4"/>
        </w:rPr>
      </w:pPr>
    </w:p>
    <w:p w:rsidR="00CE242F" w:rsidRDefault="00CE242F" w:rsidP="00231726">
      <w:pPr>
        <w:pStyle w:val="ListParagraph"/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4"/>
        </w:rPr>
      </w:pPr>
    </w:p>
    <w:p w:rsidR="00CE242F" w:rsidRPr="00056D6E" w:rsidRDefault="00CE242F" w:rsidP="00056D6E">
      <w:pPr>
        <w:pStyle w:val="ListParagraph"/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2013год  - </w:t>
      </w:r>
      <w:r w:rsidRPr="00056D6E">
        <w:rPr>
          <w:rFonts w:ascii="Times New Roman" w:hAnsi="Times New Roman" w:cs="Times New Roman"/>
          <w:sz w:val="26"/>
          <w:szCs w:val="24"/>
        </w:rPr>
        <w:t>5</w:t>
      </w:r>
      <w:r w:rsidRPr="00231726">
        <w:rPr>
          <w:rFonts w:ascii="Times New Roman" w:hAnsi="Times New Roman" w:cs="Times New Roman"/>
          <w:sz w:val="26"/>
          <w:szCs w:val="24"/>
        </w:rPr>
        <w:t>200 тыс.руб. (</w:t>
      </w:r>
      <w:r>
        <w:rPr>
          <w:rFonts w:ascii="Times New Roman" w:hAnsi="Times New Roman" w:cs="Times New Roman"/>
          <w:sz w:val="26"/>
          <w:szCs w:val="24"/>
        </w:rPr>
        <w:t>МО – 1200 тыс.руб., РБ – 4000 тыс.руб.</w:t>
      </w:r>
      <w:r w:rsidRPr="00231726">
        <w:rPr>
          <w:rFonts w:ascii="Times New Roman" w:hAnsi="Times New Roman" w:cs="Times New Roman"/>
          <w:sz w:val="26"/>
          <w:szCs w:val="24"/>
        </w:rPr>
        <w:t xml:space="preserve">) </w:t>
      </w:r>
    </w:p>
    <w:p w:rsidR="00CE242F" w:rsidRDefault="00CE242F" w:rsidP="00A07A0C">
      <w:pPr>
        <w:pStyle w:val="ListParagraph"/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2014год -  1850 тыс.руб.</w:t>
      </w:r>
    </w:p>
    <w:p w:rsidR="00CE242F" w:rsidRDefault="00CE242F" w:rsidP="00A07A0C">
      <w:pPr>
        <w:pStyle w:val="ListParagraph"/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2015год -  1980 тыс.руб.»</w:t>
      </w:r>
    </w:p>
    <w:p w:rsidR="00CE242F" w:rsidRPr="00486495" w:rsidRDefault="00CE242F" w:rsidP="00A07A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2) Р</w:t>
      </w:r>
      <w:r w:rsidRPr="0096769F">
        <w:rPr>
          <w:rFonts w:ascii="Times New Roman" w:hAnsi="Times New Roman" w:cs="Times New Roman"/>
          <w:sz w:val="26"/>
          <w:szCs w:val="24"/>
        </w:rPr>
        <w:t>аздел 3 «Перечень программных мероприятий» изменить и изложить в следующей редакции (Приложение 1)</w:t>
      </w:r>
    </w:p>
    <w:p w:rsidR="00CE242F" w:rsidRDefault="00CE242F" w:rsidP="00A07A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486495">
        <w:rPr>
          <w:rFonts w:ascii="Times New Roman" w:hAnsi="Times New Roman" w:cs="Times New Roman"/>
          <w:sz w:val="26"/>
          <w:szCs w:val="24"/>
        </w:rPr>
        <w:t xml:space="preserve">    3)   </w:t>
      </w:r>
      <w:r>
        <w:rPr>
          <w:rFonts w:ascii="Times New Roman" w:hAnsi="Times New Roman" w:cs="Times New Roman"/>
          <w:sz w:val="26"/>
          <w:szCs w:val="24"/>
        </w:rPr>
        <w:t xml:space="preserve">Раздел 4 «Обоснование ресурсного обеспечения Программы» изменить и изложить в следующей редакции: </w:t>
      </w:r>
    </w:p>
    <w:p w:rsidR="00CE242F" w:rsidRDefault="00CE242F" w:rsidP="00CE5772">
      <w:pPr>
        <w:pStyle w:val="ListParagraph"/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«Предполагаемый общий объем финансирования Программы составляет 18214,0 тысяч рублей (из муниципального бюджета - 14214,0, из республиканского бюджета - 4000,0 тысяч рублей, согласно ДРЦП «Развитие физической культуры и спорта в Республике Хакасия на 2010-2015 годы»), в  том числе по годам:</w:t>
      </w:r>
    </w:p>
    <w:p w:rsidR="00CE242F" w:rsidRDefault="00CE242F" w:rsidP="00CE5772">
      <w:pPr>
        <w:pStyle w:val="ListParagraph"/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2010 год – 5200 тыс.руб.</w:t>
      </w:r>
    </w:p>
    <w:p w:rsidR="00CE242F" w:rsidRDefault="00CE242F" w:rsidP="00CE5772">
      <w:pPr>
        <w:pStyle w:val="ListParagraph"/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2011 год - 1483 тыс.руб.</w:t>
      </w:r>
    </w:p>
    <w:p w:rsidR="00CE242F" w:rsidRDefault="00CE242F" w:rsidP="00CE5772">
      <w:pPr>
        <w:pStyle w:val="ListParagraph"/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2012 год - 2501 тыс.руб.</w:t>
      </w:r>
    </w:p>
    <w:p w:rsidR="00CE242F" w:rsidRPr="00CE5772" w:rsidRDefault="00CE242F" w:rsidP="00CE57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</w:t>
      </w:r>
      <w:r w:rsidRPr="00CE5772">
        <w:rPr>
          <w:rFonts w:ascii="Times New Roman" w:hAnsi="Times New Roman" w:cs="Times New Roman"/>
          <w:sz w:val="26"/>
          <w:szCs w:val="24"/>
        </w:rPr>
        <w:t xml:space="preserve">2013год  - 5200 тыс.руб. (МО – 1200 тыс.руб., РБ – 4000 тыс.руб.) </w:t>
      </w:r>
    </w:p>
    <w:p w:rsidR="00CE242F" w:rsidRDefault="00CE242F" w:rsidP="00CE5772">
      <w:pPr>
        <w:pStyle w:val="ListParagraph"/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2014год -  1850 тыс.руб.</w:t>
      </w:r>
    </w:p>
    <w:p w:rsidR="00CE242F" w:rsidRDefault="00CE242F" w:rsidP="00CE5772">
      <w:pPr>
        <w:pStyle w:val="ListParagraph"/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2015год -  1980 тыс.руб.»</w:t>
      </w:r>
    </w:p>
    <w:p w:rsidR="00CE242F" w:rsidRPr="00486495" w:rsidRDefault="00CE242F" w:rsidP="00A07A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Сроки реализации Программы 2010-2015 гг.»</w:t>
      </w:r>
    </w:p>
    <w:p w:rsidR="00CE242F" w:rsidRPr="00231726" w:rsidRDefault="00CE242F" w:rsidP="0023172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2. </w:t>
      </w:r>
      <w:r w:rsidRPr="00231726">
        <w:rPr>
          <w:rFonts w:ascii="Times New Roman" w:hAnsi="Times New Roman" w:cs="Times New Roman"/>
          <w:sz w:val="26"/>
          <w:szCs w:val="24"/>
        </w:rPr>
        <w:t>Опубликовать настоящее постановление в газете «Сорский молибден» и разместить на официальном сайте администрации города Сорска.</w:t>
      </w:r>
    </w:p>
    <w:p w:rsidR="00CE242F" w:rsidRPr="00231726" w:rsidRDefault="00CE242F" w:rsidP="00231726">
      <w:pPr>
        <w:shd w:val="clear" w:color="auto" w:fill="FFFFFF"/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4"/>
        </w:rPr>
      </w:pPr>
      <w:r w:rsidRPr="00231726">
        <w:rPr>
          <w:rFonts w:ascii="Times New Roman" w:hAnsi="Times New Roman" w:cs="Times New Roman"/>
          <w:sz w:val="26"/>
          <w:szCs w:val="24"/>
        </w:rPr>
        <w:t>3. Контроль над реализацией программы возложить на заместителя главы  города по социальным вопросам.</w:t>
      </w:r>
    </w:p>
    <w:p w:rsidR="00CE242F" w:rsidRDefault="00CE242F" w:rsidP="00A07A0C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4"/>
        </w:rPr>
      </w:pPr>
    </w:p>
    <w:p w:rsidR="00CE242F" w:rsidRDefault="00CE242F" w:rsidP="00A07A0C">
      <w:pPr>
        <w:spacing w:after="0" w:line="240" w:lineRule="auto"/>
        <w:ind w:left="720" w:right="-1"/>
        <w:jc w:val="both"/>
        <w:rPr>
          <w:rFonts w:ascii="Times New Roman" w:hAnsi="Times New Roman" w:cs="Times New Roman"/>
          <w:sz w:val="26"/>
          <w:szCs w:val="24"/>
        </w:rPr>
      </w:pPr>
    </w:p>
    <w:p w:rsidR="00CE242F" w:rsidRDefault="00CE242F" w:rsidP="00A07A0C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4"/>
        </w:rPr>
      </w:pPr>
    </w:p>
    <w:p w:rsidR="00CE242F" w:rsidRDefault="00CE242F" w:rsidP="00A07A0C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4"/>
        </w:rPr>
      </w:pPr>
    </w:p>
    <w:p w:rsidR="00CE242F" w:rsidRDefault="00CE242F" w:rsidP="00A07A0C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4"/>
        </w:rPr>
      </w:pPr>
    </w:p>
    <w:p w:rsidR="00CE242F" w:rsidRDefault="00CE242F" w:rsidP="00A07A0C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Глава города                                                                                                    А.А. Жуков</w:t>
      </w:r>
    </w:p>
    <w:p w:rsidR="00CE242F" w:rsidRDefault="00CE242F" w:rsidP="00A07A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CE242F" w:rsidRDefault="00CE242F" w:rsidP="00A07A0C"/>
    <w:p w:rsidR="00CE242F" w:rsidRDefault="00CE242F" w:rsidP="00A07A0C"/>
    <w:p w:rsidR="00CE242F" w:rsidRDefault="00CE242F" w:rsidP="00A07A0C"/>
    <w:p w:rsidR="00CE242F" w:rsidRDefault="00CE242F" w:rsidP="00A07A0C"/>
    <w:p w:rsidR="00CE242F" w:rsidRDefault="00CE242F" w:rsidP="00A07A0C"/>
    <w:p w:rsidR="00CE242F" w:rsidRDefault="00CE242F" w:rsidP="00A07A0C"/>
    <w:p w:rsidR="00CE242F" w:rsidRDefault="00CE242F" w:rsidP="00A07A0C"/>
    <w:p w:rsidR="00CE242F" w:rsidRDefault="00CE242F" w:rsidP="00A07A0C"/>
    <w:p w:rsidR="00CE242F" w:rsidRDefault="00CE242F" w:rsidP="00A07A0C"/>
    <w:p w:rsidR="00CE242F" w:rsidRDefault="00CE242F" w:rsidP="00A07A0C"/>
    <w:p w:rsidR="00CE242F" w:rsidRDefault="00CE242F" w:rsidP="00A07A0C"/>
    <w:p w:rsidR="00CE242F" w:rsidRDefault="00CE242F" w:rsidP="00A07A0C"/>
    <w:p w:rsidR="00CE242F" w:rsidRDefault="00CE242F" w:rsidP="00CE5772"/>
    <w:p w:rsidR="00CE242F" w:rsidRDefault="00CE242F" w:rsidP="0048649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E242F" w:rsidRDefault="00CE242F" w:rsidP="0048649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E242F" w:rsidRDefault="00CE242F" w:rsidP="0048649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E242F" w:rsidRDefault="00CE242F" w:rsidP="0048649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E242F" w:rsidRDefault="00CE242F" w:rsidP="0048649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E242F" w:rsidRDefault="00CE242F" w:rsidP="0048649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E242F" w:rsidRDefault="00CE242F" w:rsidP="0048649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E242F" w:rsidRDefault="00CE242F"/>
    <w:sectPr w:rsidR="00CE242F" w:rsidSect="00231726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A50D78"/>
    <w:multiLevelType w:val="hybridMultilevel"/>
    <w:tmpl w:val="EAD47176"/>
    <w:lvl w:ilvl="0" w:tplc="2B862B5C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2FB63D3"/>
    <w:multiLevelType w:val="hybridMultilevel"/>
    <w:tmpl w:val="878EC5E2"/>
    <w:lvl w:ilvl="0" w:tplc="69EE3188">
      <w:start w:val="1"/>
      <w:numFmt w:val="decimal"/>
      <w:lvlText w:val="%1."/>
      <w:lvlJc w:val="left"/>
      <w:pPr>
        <w:ind w:left="8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7A0C"/>
    <w:rsid w:val="00003F12"/>
    <w:rsid w:val="00056D6E"/>
    <w:rsid w:val="00191975"/>
    <w:rsid w:val="001A54BA"/>
    <w:rsid w:val="00231726"/>
    <w:rsid w:val="003A0B82"/>
    <w:rsid w:val="00486495"/>
    <w:rsid w:val="005514E9"/>
    <w:rsid w:val="00671B33"/>
    <w:rsid w:val="007237A6"/>
    <w:rsid w:val="00780439"/>
    <w:rsid w:val="007E0EC1"/>
    <w:rsid w:val="008A6028"/>
    <w:rsid w:val="00933500"/>
    <w:rsid w:val="0096769F"/>
    <w:rsid w:val="00A07A0C"/>
    <w:rsid w:val="00A26C98"/>
    <w:rsid w:val="00B21946"/>
    <w:rsid w:val="00B917CB"/>
    <w:rsid w:val="00CE242F"/>
    <w:rsid w:val="00CE5772"/>
    <w:rsid w:val="00D40A2E"/>
    <w:rsid w:val="00DA5805"/>
    <w:rsid w:val="00DB2828"/>
    <w:rsid w:val="00E0116A"/>
    <w:rsid w:val="00EC7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A0C"/>
    <w:pPr>
      <w:suppressAutoHyphens/>
      <w:spacing w:after="200" w:line="276" w:lineRule="auto"/>
    </w:pPr>
    <w:rPr>
      <w:rFonts w:cs="Calibri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A07A0C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A07A0C"/>
    <w:pPr>
      <w:ind w:left="720"/>
      <w:contextualSpacing/>
    </w:pPr>
  </w:style>
  <w:style w:type="paragraph" w:customStyle="1" w:styleId="ConsPlusNormal">
    <w:name w:val="ConsPlusNormal"/>
    <w:uiPriority w:val="99"/>
    <w:semiHidden/>
    <w:rsid w:val="00A07A0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A07A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07A0C"/>
    <w:rPr>
      <w:rFonts w:ascii="Tahoma" w:eastAsia="Times New Roman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476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Pages>3</Pages>
  <Words>496</Words>
  <Characters>2830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</dc:creator>
  <cp:keywords/>
  <dc:description/>
  <cp:lastModifiedBy>Мунуслуги</cp:lastModifiedBy>
  <cp:revision>10</cp:revision>
  <cp:lastPrinted>2013-06-14T02:17:00Z</cp:lastPrinted>
  <dcterms:created xsi:type="dcterms:W3CDTF">2013-06-11T02:22:00Z</dcterms:created>
  <dcterms:modified xsi:type="dcterms:W3CDTF">2013-06-14T09:24:00Z</dcterms:modified>
</cp:coreProperties>
</file>