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91" w:rsidRPr="003D1246" w:rsidRDefault="002A3F91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2A3F91" w:rsidRPr="003D1246" w:rsidRDefault="002A3F91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2A3F91" w:rsidRDefault="002A3F91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3F91" w:rsidRDefault="002A3F91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A3F91" w:rsidRDefault="002A3F91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A3F91" w:rsidRDefault="002A3F91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A3F91" w:rsidRDefault="002A3F91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A3F91" w:rsidRDefault="002A3F91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3F91" w:rsidRDefault="002A3F91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A3F91" w:rsidRPr="003D1246" w:rsidRDefault="002A3F91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2A3F91" w:rsidRDefault="002A3F91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A3F91" w:rsidRDefault="002A3F91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A3F91" w:rsidRPr="00862877" w:rsidRDefault="002A3F91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2A3F91" w:rsidRDefault="002A3F91" w:rsidP="00203D9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2A3F91" w:rsidRPr="00862877" w:rsidRDefault="002A3F91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3F91" w:rsidRDefault="002A3F91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3F91" w:rsidRDefault="002A3F91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A3F91" w:rsidRPr="003D1246" w:rsidRDefault="002A3F91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2A3F91" w:rsidRPr="003D1246" w:rsidRDefault="002A3F91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3F91" w:rsidRPr="003D1246" w:rsidRDefault="002A3F91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3F91" w:rsidRDefault="002A3F91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2A3F91" w:rsidRDefault="002A3F91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2A3F91" w:rsidRPr="001574A6" w:rsidRDefault="002A3F91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A3F91" w:rsidRDefault="002A3F91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A3F91" w:rsidRPr="009B1542" w:rsidRDefault="002A3F91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«26»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06. 2013г.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  332-п</w:t>
      </w:r>
    </w:p>
    <w:p w:rsidR="002A3F91" w:rsidRDefault="002A3F91" w:rsidP="00203D96">
      <w:pPr>
        <w:pStyle w:val="NormalWeb"/>
        <w:spacing w:before="0" w:after="0"/>
        <w:ind w:firstLine="540"/>
        <w:jc w:val="both"/>
        <w:rPr>
          <w:sz w:val="26"/>
        </w:rPr>
      </w:pPr>
    </w:p>
    <w:p w:rsidR="002A3F91" w:rsidRDefault="002A3F91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 внесение изменений в постановление </w:t>
      </w:r>
    </w:p>
    <w:p w:rsidR="002A3F91" w:rsidRDefault="002A3F91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администрации города Сорска </w:t>
      </w:r>
    </w:p>
    <w:p w:rsidR="002A3F91" w:rsidRDefault="002A3F91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11.02.2013г. № 65-п</w:t>
      </w:r>
    </w:p>
    <w:p w:rsidR="002A3F91" w:rsidRDefault="002A3F91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«Об утверждении Планов финансово- </w:t>
      </w:r>
    </w:p>
    <w:p w:rsidR="002A3F91" w:rsidRDefault="002A3F91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хозяйственной деятельности</w:t>
      </w:r>
    </w:p>
    <w:p w:rsidR="002A3F91" w:rsidRDefault="002A3F91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муниципальных  бюджетных образовательных</w:t>
      </w:r>
    </w:p>
    <w:p w:rsidR="002A3F91" w:rsidRDefault="002A3F91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учреждений города Сорска на 2013 год»</w:t>
      </w:r>
    </w:p>
    <w:p w:rsidR="002A3F91" w:rsidRDefault="002A3F91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2A3F91" w:rsidRPr="00A54414" w:rsidRDefault="002A3F91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(муниципального) учреждения», статьей 24 Устава 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, с решением Совета депутатов города Сорска от </w:t>
      </w:r>
      <w:r>
        <w:rPr>
          <w:rFonts w:ascii="Times New Roman" w:hAnsi="Times New Roman" w:cs="Times New Roman"/>
          <w:sz w:val="26"/>
          <w:szCs w:val="26"/>
        </w:rPr>
        <w:t>25.12.2012 г. № 111</w:t>
      </w:r>
      <w:r w:rsidRPr="00A54414">
        <w:rPr>
          <w:rFonts w:ascii="Times New Roman" w:hAnsi="Times New Roman" w:cs="Times New Roman"/>
          <w:sz w:val="26"/>
          <w:szCs w:val="26"/>
        </w:rPr>
        <w:t xml:space="preserve">  «О бюджете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образования город Сорск на 2013 год и плановый период 2014-2015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годов»</w:t>
      </w:r>
      <w:r w:rsidRPr="00A54414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(с изменениями)</w:t>
      </w:r>
      <w:r w:rsidRPr="00A54414">
        <w:rPr>
          <w:rFonts w:ascii="Times New Roman" w:hAnsi="Times New Roman" w:cs="Times New Roman"/>
          <w:sz w:val="26"/>
          <w:szCs w:val="26"/>
        </w:rPr>
        <w:t>, на основании постановления администрации от 10.10.2011 г. № 35-п. «Об утверждении Порядка составления и утверждения плана финансово-хозяйственной деятельности муниципальных учреждений муниципального образования г. Сорска»,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2A3F91" w:rsidRDefault="002A3F91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2A3F91" w:rsidRPr="00B24C8C" w:rsidRDefault="002A3F91" w:rsidP="002F0E8C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1 «План финансово-хозяйственной деятельности на 2013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образовательного учреждения дополнительного образования детей «Дом детского творчества»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»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1 к данному постановлению.</w:t>
      </w:r>
    </w:p>
    <w:p w:rsidR="002A3F91" w:rsidRPr="00B24C8C" w:rsidRDefault="002A3F91" w:rsidP="00B5731C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 w:rsidRPr="00B5731C">
        <w:rPr>
          <w:rFonts w:ascii="Times New Roman" w:hAnsi="Times New Roman" w:cs="Times New Roman"/>
          <w:sz w:val="26"/>
          <w:szCs w:val="24"/>
        </w:rPr>
        <w:t xml:space="preserve">В приложении 2 «План финансово-хозяйственной деятельности на 2013 год </w:t>
      </w:r>
      <w:r w:rsidRPr="00B5731C">
        <w:rPr>
          <w:rFonts w:ascii="Times New Roman" w:hAnsi="Times New Roman" w:cs="Times New Roman"/>
          <w:sz w:val="26"/>
          <w:szCs w:val="26"/>
        </w:rPr>
        <w:t xml:space="preserve">муниципального бюджетного общеобразовательного учреждения Сорская средняя общеобразовательная школа №1 раздел </w:t>
      </w:r>
      <w:r w:rsidRPr="00B5731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731C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</w:t>
      </w:r>
      <w:r>
        <w:rPr>
          <w:rFonts w:ascii="Times New Roman" w:hAnsi="Times New Roman" w:cs="Times New Roman"/>
          <w:sz w:val="26"/>
          <w:szCs w:val="26"/>
        </w:rPr>
        <w:t xml:space="preserve"> редакции, согласно приложению 2 к данному постановлению.</w:t>
      </w:r>
    </w:p>
    <w:p w:rsidR="002A3F91" w:rsidRPr="00D8542B" w:rsidRDefault="002A3F91" w:rsidP="00B5731C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 w:rsidRPr="00B5731C">
        <w:rPr>
          <w:rFonts w:ascii="Times New Roman" w:hAnsi="Times New Roman" w:cs="Times New Roman"/>
          <w:sz w:val="26"/>
          <w:szCs w:val="24"/>
        </w:rPr>
        <w:t xml:space="preserve">В приложении 3 «План финансово-хозяйственной деятельности на 2013 год </w:t>
      </w:r>
      <w:r w:rsidRPr="00B5731C">
        <w:rPr>
          <w:rFonts w:ascii="Times New Roman" w:hAnsi="Times New Roman" w:cs="Times New Roman"/>
          <w:sz w:val="26"/>
          <w:szCs w:val="26"/>
        </w:rPr>
        <w:t xml:space="preserve">муниципального бюджетного общеобразовательного учреждения Сорская основная общеобразовательная школа №2 имени Толстихиной Ю.Н. раздел </w:t>
      </w:r>
      <w:r w:rsidRPr="00B5731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731C">
        <w:rPr>
          <w:rFonts w:ascii="Times New Roman" w:hAnsi="Times New Roman" w:cs="Times New Roman"/>
          <w:sz w:val="26"/>
          <w:szCs w:val="26"/>
        </w:rPr>
        <w:t xml:space="preserve"> «Показатели по </w:t>
      </w:r>
      <w:r w:rsidRPr="00D8542B">
        <w:rPr>
          <w:rFonts w:ascii="Times New Roman" w:hAnsi="Times New Roman" w:cs="Times New Roman"/>
          <w:sz w:val="26"/>
          <w:szCs w:val="26"/>
        </w:rPr>
        <w:t>поступлениям и выплатам учреждения» отменить и утвердить в новой редакции, согласно приложению 3 к данному постановлению.</w:t>
      </w:r>
    </w:p>
    <w:p w:rsidR="002A3F91" w:rsidRPr="00D8542B" w:rsidRDefault="002A3F91" w:rsidP="00D8542B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  <w:sectPr w:rsidR="002A3F91" w:rsidRPr="00D8542B" w:rsidSect="00DF01F5">
          <w:pgSz w:w="11906" w:h="16838"/>
          <w:pgMar w:top="397" w:right="851" w:bottom="1134" w:left="1531" w:header="709" w:footer="709" w:gutter="0"/>
          <w:cols w:space="708"/>
          <w:docGrid w:linePitch="360"/>
        </w:sectPr>
      </w:pPr>
      <w:r w:rsidRPr="00D8542B">
        <w:rPr>
          <w:rFonts w:ascii="Times New Roman" w:hAnsi="Times New Roman" w:cs="Times New Roman"/>
          <w:sz w:val="26"/>
          <w:szCs w:val="24"/>
        </w:rPr>
        <w:t xml:space="preserve">В приложении 4 «План финансово-хозяйственной деятельности на 2013 год </w:t>
      </w:r>
      <w:r w:rsidRPr="00D8542B">
        <w:rPr>
          <w:rFonts w:ascii="Times New Roman" w:hAnsi="Times New Roman" w:cs="Times New Roman"/>
          <w:sz w:val="26"/>
          <w:szCs w:val="26"/>
        </w:rPr>
        <w:t xml:space="preserve">муниципального бюджетного образовательного учреждения "Сорская средняя общеобразовательная школа №3 с углубленным изучением отдельных предметов" города Сорска раздел </w:t>
      </w:r>
      <w:r w:rsidRPr="00D8542B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D8542B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учреждения», отменить и утвердить в новой редакции, согласно приложению 4 к данному постановлению</w:t>
      </w:r>
    </w:p>
    <w:p w:rsidR="002A3F91" w:rsidRPr="0061541B" w:rsidRDefault="002A3F91" w:rsidP="006E77C1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5 «План финансово-хозяйственной деятельности на 2013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дошкольного образовательного учреждения детский сад «Ручеек»</w:t>
      </w:r>
      <w:r>
        <w:rPr>
          <w:rFonts w:ascii="Times New Roman" w:hAnsi="Times New Roman" w:cs="Times New Roman"/>
          <w:sz w:val="26"/>
          <w:szCs w:val="26"/>
        </w:rPr>
        <w:t xml:space="preserve">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 отменить и утвердить в новой редакции, согласно приложению 5 к данному постановлению.</w:t>
      </w:r>
    </w:p>
    <w:p w:rsidR="002A3F91" w:rsidRPr="0061541B" w:rsidRDefault="002A3F91" w:rsidP="00623D95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6 «План финансово-хозяйственной деятельности на 2013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дошкольного образовательного учр</w:t>
      </w:r>
      <w:r>
        <w:rPr>
          <w:rFonts w:ascii="Times New Roman" w:hAnsi="Times New Roman" w:cs="Times New Roman"/>
          <w:sz w:val="26"/>
          <w:szCs w:val="26"/>
        </w:rPr>
        <w:t>еждения Центр развития ребенка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детский сад «Солнышко»</w:t>
      </w:r>
      <w:r>
        <w:rPr>
          <w:rFonts w:ascii="Times New Roman" w:hAnsi="Times New Roman" w:cs="Times New Roman"/>
          <w:sz w:val="26"/>
          <w:szCs w:val="26"/>
        </w:rPr>
        <w:t xml:space="preserve">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 утвердить в новой редакции, согласно приложению 6 к данному постановлению.</w:t>
      </w:r>
    </w:p>
    <w:p w:rsidR="002A3F91" w:rsidRPr="007534B2" w:rsidRDefault="002A3F91" w:rsidP="00F446A0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7 «План финансово-хозяйственной деятельности на 2013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дошкольного образовательного учреждения Центр развития ребенка «Детский сад «Голубок»</w:t>
      </w:r>
      <w:r>
        <w:rPr>
          <w:rFonts w:ascii="Times New Roman" w:hAnsi="Times New Roman" w:cs="Times New Roman"/>
          <w:sz w:val="26"/>
          <w:szCs w:val="26"/>
        </w:rPr>
        <w:t xml:space="preserve">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7 к данному постановлению.</w:t>
      </w:r>
    </w:p>
    <w:p w:rsidR="002A3F91" w:rsidRPr="007534B2" w:rsidRDefault="002A3F91" w:rsidP="007534B2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приложении 8 «План </w:t>
      </w:r>
      <w:r>
        <w:rPr>
          <w:rFonts w:ascii="Times New Roman" w:hAnsi="Times New Roman" w:cs="Times New Roman"/>
          <w:sz w:val="26"/>
          <w:szCs w:val="24"/>
        </w:rPr>
        <w:t xml:space="preserve">финансово-хозяйственной деятельности на 2013 год </w:t>
      </w:r>
      <w:r w:rsidRPr="00144BDA">
        <w:rPr>
          <w:rFonts w:ascii="Times New Roman" w:hAnsi="Times New Roman" w:cs="Times New Roman"/>
          <w:sz w:val="26"/>
          <w:szCs w:val="26"/>
        </w:rPr>
        <w:t xml:space="preserve">муниципального бюджетного дошкольного образовательного учреждения детский </w:t>
      </w:r>
      <w:r>
        <w:rPr>
          <w:rFonts w:ascii="Times New Roman" w:hAnsi="Times New Roman" w:cs="Times New Roman"/>
          <w:sz w:val="26"/>
          <w:szCs w:val="26"/>
        </w:rPr>
        <w:t xml:space="preserve">сад «Дюймовочка»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8 к данному постановлению.</w:t>
      </w:r>
    </w:p>
    <w:p w:rsidR="002A3F91" w:rsidRPr="00144BDA" w:rsidRDefault="002A3F91" w:rsidP="00D4639A">
      <w:pPr>
        <w:numPr>
          <w:ilvl w:val="0"/>
          <w:numId w:val="1"/>
        </w:numPr>
        <w:tabs>
          <w:tab w:val="clear" w:pos="705"/>
          <w:tab w:val="num" w:pos="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144BDA">
        <w:rPr>
          <w:rFonts w:ascii="Times New Roman" w:hAnsi="Times New Roman" w:cs="Times New Roman"/>
          <w:sz w:val="26"/>
          <w:szCs w:val="26"/>
        </w:rPr>
        <w:t xml:space="preserve">астоящее постановление </w:t>
      </w:r>
      <w:r>
        <w:rPr>
          <w:rFonts w:ascii="Times New Roman" w:hAnsi="Times New Roman" w:cs="Times New Roman"/>
          <w:sz w:val="26"/>
          <w:szCs w:val="26"/>
        </w:rPr>
        <w:t>разместить на официальном сайте администрации города Сорска.</w:t>
      </w:r>
    </w:p>
    <w:p w:rsidR="002A3F91" w:rsidRPr="00144BDA" w:rsidRDefault="002A3F91" w:rsidP="00D4639A">
      <w:pPr>
        <w:numPr>
          <w:ilvl w:val="0"/>
          <w:numId w:val="1"/>
        </w:numPr>
        <w:tabs>
          <w:tab w:val="num" w:pos="11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</w:t>
      </w:r>
      <w:r>
        <w:rPr>
          <w:rFonts w:ascii="Times New Roman" w:hAnsi="Times New Roman" w:cs="Times New Roman"/>
          <w:sz w:val="26"/>
          <w:szCs w:val="26"/>
        </w:rPr>
        <w:t>города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по финансовым и экономическим вопросам.</w:t>
      </w:r>
    </w:p>
    <w:p w:rsidR="002A3F91" w:rsidRDefault="002A3F91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A3F91" w:rsidRDefault="002A3F91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A3F91" w:rsidRDefault="002A3F91" w:rsidP="00D4639A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А.А. Жуков </w:t>
      </w:r>
    </w:p>
    <w:p w:rsidR="002A3F91" w:rsidRDefault="002A3F91"/>
    <w:sectPr w:rsidR="002A3F91" w:rsidSect="004E7440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D96"/>
    <w:rsid w:val="00011CD7"/>
    <w:rsid w:val="000273B0"/>
    <w:rsid w:val="000A372D"/>
    <w:rsid w:val="0014063B"/>
    <w:rsid w:val="00144BDA"/>
    <w:rsid w:val="001574A6"/>
    <w:rsid w:val="0018281E"/>
    <w:rsid w:val="001F571E"/>
    <w:rsid w:val="00203D96"/>
    <w:rsid w:val="00210D60"/>
    <w:rsid w:val="00217340"/>
    <w:rsid w:val="0023489B"/>
    <w:rsid w:val="00290E21"/>
    <w:rsid w:val="002A3F91"/>
    <w:rsid w:val="002F0E8C"/>
    <w:rsid w:val="00340F37"/>
    <w:rsid w:val="00346467"/>
    <w:rsid w:val="003C4A73"/>
    <w:rsid w:val="003D1246"/>
    <w:rsid w:val="0041347E"/>
    <w:rsid w:val="00442256"/>
    <w:rsid w:val="0047077C"/>
    <w:rsid w:val="00493995"/>
    <w:rsid w:val="004B4A6B"/>
    <w:rsid w:val="004C5E4D"/>
    <w:rsid w:val="004E7440"/>
    <w:rsid w:val="0052650F"/>
    <w:rsid w:val="00527AD6"/>
    <w:rsid w:val="00593461"/>
    <w:rsid w:val="005B0E47"/>
    <w:rsid w:val="00605DF9"/>
    <w:rsid w:val="0061541B"/>
    <w:rsid w:val="00623D95"/>
    <w:rsid w:val="006E77C1"/>
    <w:rsid w:val="00711419"/>
    <w:rsid w:val="007348B9"/>
    <w:rsid w:val="00750A18"/>
    <w:rsid w:val="007534B2"/>
    <w:rsid w:val="00776F06"/>
    <w:rsid w:val="007B1ACA"/>
    <w:rsid w:val="007C13D1"/>
    <w:rsid w:val="007F6943"/>
    <w:rsid w:val="00841F4B"/>
    <w:rsid w:val="00862877"/>
    <w:rsid w:val="00892BCC"/>
    <w:rsid w:val="00897F13"/>
    <w:rsid w:val="00914BD8"/>
    <w:rsid w:val="009204D7"/>
    <w:rsid w:val="009746BE"/>
    <w:rsid w:val="0098489A"/>
    <w:rsid w:val="009900CB"/>
    <w:rsid w:val="009B1542"/>
    <w:rsid w:val="00A00B92"/>
    <w:rsid w:val="00A0613F"/>
    <w:rsid w:val="00A26CD7"/>
    <w:rsid w:val="00A33841"/>
    <w:rsid w:val="00A51C4A"/>
    <w:rsid w:val="00A54414"/>
    <w:rsid w:val="00AD2C13"/>
    <w:rsid w:val="00AD7C3A"/>
    <w:rsid w:val="00B03433"/>
    <w:rsid w:val="00B24C8C"/>
    <w:rsid w:val="00B5195B"/>
    <w:rsid w:val="00B5731C"/>
    <w:rsid w:val="00B603AB"/>
    <w:rsid w:val="00BD368E"/>
    <w:rsid w:val="00C32BF4"/>
    <w:rsid w:val="00C476CF"/>
    <w:rsid w:val="00C744C2"/>
    <w:rsid w:val="00CE3CE2"/>
    <w:rsid w:val="00D4639A"/>
    <w:rsid w:val="00D4699E"/>
    <w:rsid w:val="00D773CC"/>
    <w:rsid w:val="00D8542B"/>
    <w:rsid w:val="00DA66B7"/>
    <w:rsid w:val="00DC2B25"/>
    <w:rsid w:val="00DF01F5"/>
    <w:rsid w:val="00E41E2B"/>
    <w:rsid w:val="00E91397"/>
    <w:rsid w:val="00F2499A"/>
    <w:rsid w:val="00F34F48"/>
    <w:rsid w:val="00F41664"/>
    <w:rsid w:val="00F446A0"/>
    <w:rsid w:val="00F547D1"/>
    <w:rsid w:val="00F72285"/>
    <w:rsid w:val="00F87D00"/>
    <w:rsid w:val="00F87F60"/>
    <w:rsid w:val="00FD1D7D"/>
    <w:rsid w:val="00FE0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96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03D9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203D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527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198</TotalTime>
  <Pages>2</Pages>
  <Words>602</Words>
  <Characters>3432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56</cp:revision>
  <cp:lastPrinted>2013-02-07T03:08:00Z</cp:lastPrinted>
  <dcterms:created xsi:type="dcterms:W3CDTF">2012-08-24T03:38:00Z</dcterms:created>
  <dcterms:modified xsi:type="dcterms:W3CDTF">2013-07-08T07:40:00Z</dcterms:modified>
</cp:coreProperties>
</file>