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1F4" w:rsidRPr="00C30C5B" w:rsidRDefault="001E61F4" w:rsidP="000F24F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1</w:t>
      </w:r>
    </w:p>
    <w:p w:rsidR="001E61F4" w:rsidRDefault="001E61F4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1E61F4" w:rsidRPr="00C30C5B" w:rsidRDefault="001E61F4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города Сорска от 27.06. 2013 года № 333-п</w:t>
      </w:r>
    </w:p>
    <w:p w:rsidR="001E61F4" w:rsidRPr="00BC7099" w:rsidRDefault="001E61F4" w:rsidP="00F03D6F">
      <w:pPr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C30C5B">
        <w:rPr>
          <w:rFonts w:ascii="Times New Roman" w:hAnsi="Times New Roman"/>
          <w:sz w:val="26"/>
          <w:szCs w:val="26"/>
        </w:rPr>
        <w:t>"</w:t>
      </w:r>
      <w:r w:rsidRPr="00BC7099">
        <w:rPr>
          <w:rFonts w:ascii="Times New Roman" w:hAnsi="Times New Roman"/>
          <w:sz w:val="26"/>
          <w:szCs w:val="24"/>
        </w:rPr>
        <w:t xml:space="preserve">О внесении изменений в муниципальную </w:t>
      </w:r>
    </w:p>
    <w:p w:rsidR="001E61F4" w:rsidRDefault="001E61F4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BC7099">
        <w:rPr>
          <w:rFonts w:ascii="Times New Roman" w:hAnsi="Times New Roman" w:cs="Times New Roman"/>
          <w:sz w:val="26"/>
          <w:szCs w:val="24"/>
        </w:rPr>
        <w:t xml:space="preserve">программу </w:t>
      </w:r>
      <w:r w:rsidRPr="00BC7099">
        <w:rPr>
          <w:rFonts w:ascii="Times New Roman" w:hAnsi="Times New Roman" w:cs="Times New Roman"/>
          <w:sz w:val="26"/>
          <w:szCs w:val="26"/>
        </w:rPr>
        <w:t>«</w:t>
      </w:r>
      <w:r w:rsidRPr="00107C9E">
        <w:rPr>
          <w:rFonts w:ascii="Times New Roman" w:hAnsi="Times New Roman" w:cs="Times New Roman"/>
          <w:sz w:val="26"/>
          <w:szCs w:val="26"/>
        </w:rPr>
        <w:t xml:space="preserve">Энергосбережение и повышение </w:t>
      </w:r>
    </w:p>
    <w:p w:rsidR="001E61F4" w:rsidRDefault="001E61F4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 xml:space="preserve">энергоэффективности в муниципальном </w:t>
      </w:r>
    </w:p>
    <w:p w:rsidR="001E61F4" w:rsidRDefault="001E61F4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 xml:space="preserve">образовании город Сорск на 2011 - 2015 годы </w:t>
      </w:r>
    </w:p>
    <w:p w:rsidR="001E61F4" w:rsidRDefault="001E61F4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>и на перспективу до 2020 года</w:t>
      </w:r>
      <w:r w:rsidRPr="00BC709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утвержденную </w:t>
      </w:r>
    </w:p>
    <w:p w:rsidR="001E61F4" w:rsidRDefault="001E61F4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>
        <w:rPr>
          <w:rFonts w:ascii="Times New Roman" w:hAnsi="Times New Roman" w:cs="Times New Roman"/>
          <w:sz w:val="26"/>
          <w:szCs w:val="24"/>
        </w:rPr>
        <w:t>администрации</w:t>
      </w:r>
    </w:p>
    <w:p w:rsidR="001E61F4" w:rsidRDefault="001E61F4" w:rsidP="00860C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 города Сорска от 29.10.2012г №589-п </w:t>
      </w:r>
      <w:r w:rsidRPr="00C30C5B">
        <w:rPr>
          <w:rFonts w:ascii="Times New Roman" w:hAnsi="Times New Roman"/>
          <w:sz w:val="26"/>
          <w:szCs w:val="26"/>
        </w:rPr>
        <w:t>"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1E61F4" w:rsidRPr="00C30C5B" w:rsidRDefault="001E61F4" w:rsidP="00860C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(с изменениями от 26.03.2013 г. № 100-п)</w:t>
      </w:r>
    </w:p>
    <w:p w:rsidR="001E61F4" w:rsidRDefault="001E61F4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61F4" w:rsidRDefault="001E61F4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E61F4" w:rsidRDefault="001E61F4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E61F4" w:rsidRDefault="001E61F4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E61F4" w:rsidRPr="00107C9E" w:rsidRDefault="001E61F4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bCs/>
          <w:sz w:val="26"/>
          <w:szCs w:val="26"/>
        </w:rPr>
        <w:t>Объем и источники финансирования</w:t>
      </w:r>
    </w:p>
    <w:p w:rsidR="001E61F4" w:rsidRPr="00107C9E" w:rsidRDefault="001E61F4" w:rsidP="00A9174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4"/>
        <w:gridCol w:w="1129"/>
        <w:gridCol w:w="1309"/>
        <w:gridCol w:w="1302"/>
        <w:gridCol w:w="1006"/>
        <w:gridCol w:w="968"/>
        <w:gridCol w:w="1251"/>
      </w:tblGrid>
      <w:tr w:rsidR="001E61F4" w:rsidRPr="00025BD0" w:rsidTr="00331C43">
        <w:trPr>
          <w:trHeight w:val="334"/>
          <w:jc w:val="center"/>
        </w:trPr>
        <w:tc>
          <w:tcPr>
            <w:tcW w:w="2314" w:type="dxa"/>
            <w:vMerge w:val="restart"/>
            <w:vAlign w:val="center"/>
          </w:tcPr>
          <w:p w:rsidR="001E61F4" w:rsidRPr="00107C9E" w:rsidRDefault="001E61F4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6965" w:type="dxa"/>
            <w:gridSpan w:val="6"/>
            <w:vAlign w:val="center"/>
          </w:tcPr>
          <w:p w:rsidR="001E61F4" w:rsidRPr="00107C9E" w:rsidRDefault="001E61F4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Финансовые затраты на реализацию (тыс. рублей)</w:t>
            </w:r>
          </w:p>
        </w:tc>
      </w:tr>
      <w:tr w:rsidR="001E61F4" w:rsidRPr="00025BD0" w:rsidTr="00331C43">
        <w:trPr>
          <w:trHeight w:val="160"/>
          <w:jc w:val="center"/>
        </w:trPr>
        <w:tc>
          <w:tcPr>
            <w:tcW w:w="2314" w:type="dxa"/>
            <w:vMerge/>
            <w:vAlign w:val="center"/>
          </w:tcPr>
          <w:p w:rsidR="001E61F4" w:rsidRPr="00107C9E" w:rsidRDefault="001E61F4" w:rsidP="0023167E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5714" w:type="dxa"/>
            <w:gridSpan w:val="5"/>
            <w:vAlign w:val="center"/>
          </w:tcPr>
          <w:p w:rsidR="001E61F4" w:rsidRPr="00107C9E" w:rsidRDefault="001E61F4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В том числе</w:t>
            </w:r>
          </w:p>
        </w:tc>
        <w:tc>
          <w:tcPr>
            <w:tcW w:w="1251" w:type="dxa"/>
            <w:vMerge w:val="restart"/>
            <w:vAlign w:val="center"/>
          </w:tcPr>
          <w:p w:rsidR="001E61F4" w:rsidRPr="00107C9E" w:rsidRDefault="001E61F4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Всего</w:t>
            </w:r>
          </w:p>
        </w:tc>
      </w:tr>
      <w:tr w:rsidR="001E61F4" w:rsidRPr="00025BD0" w:rsidTr="00331C43">
        <w:trPr>
          <w:trHeight w:val="160"/>
          <w:jc w:val="center"/>
        </w:trPr>
        <w:tc>
          <w:tcPr>
            <w:tcW w:w="2314" w:type="dxa"/>
            <w:vMerge/>
            <w:vAlign w:val="center"/>
          </w:tcPr>
          <w:p w:rsidR="001E61F4" w:rsidRPr="00107C9E" w:rsidRDefault="001E61F4" w:rsidP="0023167E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129" w:type="dxa"/>
            <w:vAlign w:val="center"/>
          </w:tcPr>
          <w:p w:rsidR="001E61F4" w:rsidRPr="00107C9E" w:rsidRDefault="001E61F4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2011</w:t>
            </w:r>
          </w:p>
        </w:tc>
        <w:tc>
          <w:tcPr>
            <w:tcW w:w="1309" w:type="dxa"/>
            <w:vAlign w:val="center"/>
          </w:tcPr>
          <w:p w:rsidR="001E61F4" w:rsidRPr="00107C9E" w:rsidRDefault="001E61F4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2012</w:t>
            </w:r>
          </w:p>
        </w:tc>
        <w:tc>
          <w:tcPr>
            <w:tcW w:w="1302" w:type="dxa"/>
            <w:vAlign w:val="center"/>
          </w:tcPr>
          <w:p w:rsidR="001E61F4" w:rsidRPr="00107C9E" w:rsidRDefault="001E61F4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2013</w:t>
            </w:r>
          </w:p>
        </w:tc>
        <w:tc>
          <w:tcPr>
            <w:tcW w:w="1006" w:type="dxa"/>
            <w:vAlign w:val="center"/>
          </w:tcPr>
          <w:p w:rsidR="001E61F4" w:rsidRPr="00107C9E" w:rsidRDefault="001E61F4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2014</w:t>
            </w:r>
          </w:p>
        </w:tc>
        <w:tc>
          <w:tcPr>
            <w:tcW w:w="968" w:type="dxa"/>
            <w:vAlign w:val="center"/>
          </w:tcPr>
          <w:p w:rsidR="001E61F4" w:rsidRPr="00107C9E" w:rsidRDefault="001E61F4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2015</w:t>
            </w:r>
          </w:p>
        </w:tc>
        <w:tc>
          <w:tcPr>
            <w:tcW w:w="1251" w:type="dxa"/>
            <w:vMerge/>
            <w:vAlign w:val="center"/>
          </w:tcPr>
          <w:p w:rsidR="001E61F4" w:rsidRPr="00107C9E" w:rsidRDefault="001E61F4" w:rsidP="0023167E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</w:tr>
      <w:tr w:rsidR="001E61F4" w:rsidRPr="00025BD0" w:rsidTr="00331C43">
        <w:trPr>
          <w:trHeight w:val="447"/>
          <w:jc w:val="center"/>
        </w:trPr>
        <w:tc>
          <w:tcPr>
            <w:tcW w:w="2314" w:type="dxa"/>
            <w:vAlign w:val="center"/>
          </w:tcPr>
          <w:p w:rsidR="001E61F4" w:rsidRPr="00107C9E" w:rsidRDefault="001E61F4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Всего</w:t>
            </w:r>
          </w:p>
        </w:tc>
        <w:tc>
          <w:tcPr>
            <w:tcW w:w="1129" w:type="dxa"/>
            <w:vAlign w:val="center"/>
          </w:tcPr>
          <w:p w:rsidR="001E61F4" w:rsidRPr="00025BD0" w:rsidRDefault="001E61F4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25BD0">
              <w:rPr>
                <w:rFonts w:ascii="Times New Roman" w:hAnsi="Times New Roman"/>
                <w:color w:val="000000"/>
                <w:sz w:val="26"/>
                <w:szCs w:val="26"/>
              </w:rPr>
              <w:t>1050,0</w:t>
            </w:r>
          </w:p>
        </w:tc>
        <w:tc>
          <w:tcPr>
            <w:tcW w:w="1309" w:type="dxa"/>
            <w:vAlign w:val="center"/>
          </w:tcPr>
          <w:p w:rsidR="001E61F4" w:rsidRPr="00025BD0" w:rsidRDefault="001E61F4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25BD0">
              <w:rPr>
                <w:rFonts w:ascii="Times New Roman" w:hAnsi="Times New Roman"/>
                <w:color w:val="000000"/>
                <w:sz w:val="26"/>
                <w:szCs w:val="26"/>
              </w:rPr>
              <w:t>36688,0</w:t>
            </w:r>
          </w:p>
        </w:tc>
        <w:tc>
          <w:tcPr>
            <w:tcW w:w="1302" w:type="dxa"/>
            <w:vAlign w:val="center"/>
          </w:tcPr>
          <w:p w:rsidR="001E61F4" w:rsidRPr="00025BD0" w:rsidRDefault="001E61F4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37496,5</w:t>
            </w:r>
          </w:p>
        </w:tc>
        <w:tc>
          <w:tcPr>
            <w:tcW w:w="1006" w:type="dxa"/>
            <w:vAlign w:val="center"/>
          </w:tcPr>
          <w:p w:rsidR="001E61F4" w:rsidRPr="00025BD0" w:rsidRDefault="001E61F4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25BD0">
              <w:rPr>
                <w:rFonts w:ascii="Times New Roman" w:hAnsi="Times New Roman"/>
                <w:color w:val="000000"/>
                <w:sz w:val="26"/>
                <w:szCs w:val="26"/>
              </w:rPr>
              <w:t>1000,0</w:t>
            </w:r>
          </w:p>
        </w:tc>
        <w:tc>
          <w:tcPr>
            <w:tcW w:w="968" w:type="dxa"/>
            <w:vAlign w:val="center"/>
          </w:tcPr>
          <w:p w:rsidR="001E61F4" w:rsidRPr="00025BD0" w:rsidRDefault="001E61F4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25BD0">
              <w:rPr>
                <w:rFonts w:ascii="Times New Roman" w:hAnsi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251" w:type="dxa"/>
            <w:vAlign w:val="center"/>
          </w:tcPr>
          <w:p w:rsidR="001E61F4" w:rsidRPr="00025BD0" w:rsidRDefault="001E61F4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76934,5</w:t>
            </w:r>
          </w:p>
        </w:tc>
      </w:tr>
      <w:tr w:rsidR="001E61F4" w:rsidRPr="00025BD0" w:rsidTr="00331C43">
        <w:trPr>
          <w:trHeight w:val="668"/>
          <w:jc w:val="center"/>
        </w:trPr>
        <w:tc>
          <w:tcPr>
            <w:tcW w:w="2314" w:type="dxa"/>
            <w:vAlign w:val="center"/>
          </w:tcPr>
          <w:p w:rsidR="001E61F4" w:rsidRPr="00107C9E" w:rsidRDefault="001E61F4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129" w:type="dxa"/>
            <w:vAlign w:val="center"/>
          </w:tcPr>
          <w:p w:rsidR="001E61F4" w:rsidRPr="00107C9E" w:rsidRDefault="001E61F4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-</w:t>
            </w:r>
          </w:p>
        </w:tc>
        <w:tc>
          <w:tcPr>
            <w:tcW w:w="1309" w:type="dxa"/>
            <w:vAlign w:val="center"/>
          </w:tcPr>
          <w:p w:rsidR="001E61F4" w:rsidRPr="00107C9E" w:rsidRDefault="001E61F4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34203,0</w:t>
            </w:r>
          </w:p>
        </w:tc>
        <w:tc>
          <w:tcPr>
            <w:tcW w:w="1302" w:type="dxa"/>
            <w:vAlign w:val="center"/>
          </w:tcPr>
          <w:p w:rsidR="001E61F4" w:rsidRPr="00107C9E" w:rsidRDefault="001E61F4" w:rsidP="00FE4A54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33909</w:t>
            </w:r>
          </w:p>
        </w:tc>
        <w:tc>
          <w:tcPr>
            <w:tcW w:w="1006" w:type="dxa"/>
            <w:vAlign w:val="center"/>
          </w:tcPr>
          <w:p w:rsidR="001E61F4" w:rsidRPr="00107C9E" w:rsidRDefault="001E61F4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-</w:t>
            </w:r>
          </w:p>
        </w:tc>
        <w:tc>
          <w:tcPr>
            <w:tcW w:w="968" w:type="dxa"/>
            <w:vAlign w:val="center"/>
          </w:tcPr>
          <w:p w:rsidR="001E61F4" w:rsidRPr="00107C9E" w:rsidRDefault="001E61F4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-</w:t>
            </w:r>
          </w:p>
        </w:tc>
        <w:tc>
          <w:tcPr>
            <w:tcW w:w="1251" w:type="dxa"/>
            <w:vAlign w:val="center"/>
          </w:tcPr>
          <w:p w:rsidR="001E61F4" w:rsidRPr="00107C9E" w:rsidRDefault="001E61F4" w:rsidP="0023167E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68112</w:t>
            </w:r>
          </w:p>
        </w:tc>
      </w:tr>
      <w:tr w:rsidR="001E61F4" w:rsidRPr="00025BD0" w:rsidTr="00331C43">
        <w:trPr>
          <w:trHeight w:val="510"/>
          <w:jc w:val="center"/>
        </w:trPr>
        <w:tc>
          <w:tcPr>
            <w:tcW w:w="2314" w:type="dxa"/>
            <w:vAlign w:val="center"/>
          </w:tcPr>
          <w:p w:rsidR="001E61F4" w:rsidRDefault="001E61F4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 xml:space="preserve">Бюджет МО </w:t>
            </w:r>
          </w:p>
          <w:p w:rsidR="001E61F4" w:rsidRPr="00107C9E" w:rsidRDefault="001E61F4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г. Сорск</w:t>
            </w:r>
          </w:p>
        </w:tc>
        <w:tc>
          <w:tcPr>
            <w:tcW w:w="1129" w:type="dxa"/>
            <w:vAlign w:val="center"/>
          </w:tcPr>
          <w:p w:rsidR="001E61F4" w:rsidRPr="00107C9E" w:rsidRDefault="001E61F4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1050,0</w:t>
            </w:r>
          </w:p>
        </w:tc>
        <w:tc>
          <w:tcPr>
            <w:tcW w:w="1309" w:type="dxa"/>
            <w:vAlign w:val="center"/>
          </w:tcPr>
          <w:p w:rsidR="001E61F4" w:rsidRPr="00107C9E" w:rsidRDefault="001E61F4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2485,0</w:t>
            </w:r>
          </w:p>
        </w:tc>
        <w:tc>
          <w:tcPr>
            <w:tcW w:w="1302" w:type="dxa"/>
            <w:vAlign w:val="center"/>
          </w:tcPr>
          <w:p w:rsidR="001E61F4" w:rsidRPr="00107C9E" w:rsidRDefault="001E61F4" w:rsidP="0023167E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3587,5</w:t>
            </w:r>
          </w:p>
        </w:tc>
        <w:tc>
          <w:tcPr>
            <w:tcW w:w="1006" w:type="dxa"/>
            <w:vAlign w:val="center"/>
          </w:tcPr>
          <w:p w:rsidR="001E61F4" w:rsidRPr="00107C9E" w:rsidRDefault="001E61F4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1000</w:t>
            </w:r>
          </w:p>
        </w:tc>
        <w:tc>
          <w:tcPr>
            <w:tcW w:w="968" w:type="dxa"/>
            <w:vAlign w:val="center"/>
          </w:tcPr>
          <w:p w:rsidR="001E61F4" w:rsidRPr="00107C9E" w:rsidRDefault="001E61F4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700</w:t>
            </w:r>
          </w:p>
        </w:tc>
        <w:tc>
          <w:tcPr>
            <w:tcW w:w="1251" w:type="dxa"/>
            <w:vAlign w:val="center"/>
          </w:tcPr>
          <w:p w:rsidR="001E61F4" w:rsidRPr="00107C9E" w:rsidRDefault="001E61F4" w:rsidP="00FE4A54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8822,5</w:t>
            </w:r>
          </w:p>
        </w:tc>
      </w:tr>
    </w:tbl>
    <w:p w:rsidR="001E61F4" w:rsidRPr="00107C9E" w:rsidRDefault="001E61F4" w:rsidP="00A9174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E61F4" w:rsidRDefault="001E61F4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61F4" w:rsidRDefault="001E61F4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61F4" w:rsidRDefault="001E61F4" w:rsidP="00474D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первого заместителя</w:t>
      </w:r>
    </w:p>
    <w:p w:rsidR="001E61F4" w:rsidRPr="009A41B9" w:rsidRDefault="001E61F4" w:rsidP="00474D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главы города                                                              Л.В. Носкова</w:t>
      </w:r>
    </w:p>
    <w:p w:rsidR="001E61F4" w:rsidRDefault="001E61F4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1E61F4" w:rsidSect="00474D0F">
      <w:pgSz w:w="11906" w:h="16838"/>
      <w:pgMar w:top="1134" w:right="70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219EF"/>
    <w:multiLevelType w:val="hybridMultilevel"/>
    <w:tmpl w:val="D93A307E"/>
    <w:lvl w:ilvl="0" w:tplc="FB50D53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4FF"/>
    <w:rsid w:val="0000026F"/>
    <w:rsid w:val="000009C5"/>
    <w:rsid w:val="00001A6A"/>
    <w:rsid w:val="00002099"/>
    <w:rsid w:val="000026FC"/>
    <w:rsid w:val="00003C30"/>
    <w:rsid w:val="0000528E"/>
    <w:rsid w:val="00005A23"/>
    <w:rsid w:val="00005AFB"/>
    <w:rsid w:val="000068B8"/>
    <w:rsid w:val="00007808"/>
    <w:rsid w:val="000123A0"/>
    <w:rsid w:val="00015AD9"/>
    <w:rsid w:val="00016141"/>
    <w:rsid w:val="00016B9E"/>
    <w:rsid w:val="00016E1F"/>
    <w:rsid w:val="0001783F"/>
    <w:rsid w:val="00017F61"/>
    <w:rsid w:val="0002093B"/>
    <w:rsid w:val="000215F9"/>
    <w:rsid w:val="000230ED"/>
    <w:rsid w:val="00023542"/>
    <w:rsid w:val="00024177"/>
    <w:rsid w:val="00025BD0"/>
    <w:rsid w:val="000268CB"/>
    <w:rsid w:val="00026A68"/>
    <w:rsid w:val="00026E6B"/>
    <w:rsid w:val="00030D7E"/>
    <w:rsid w:val="00031824"/>
    <w:rsid w:val="00032467"/>
    <w:rsid w:val="0003292F"/>
    <w:rsid w:val="00033A06"/>
    <w:rsid w:val="00034DE9"/>
    <w:rsid w:val="000359C9"/>
    <w:rsid w:val="00035FCA"/>
    <w:rsid w:val="0003609F"/>
    <w:rsid w:val="0003694E"/>
    <w:rsid w:val="0003768B"/>
    <w:rsid w:val="00037755"/>
    <w:rsid w:val="00037A66"/>
    <w:rsid w:val="00037C32"/>
    <w:rsid w:val="00040BE2"/>
    <w:rsid w:val="00040F58"/>
    <w:rsid w:val="00040F87"/>
    <w:rsid w:val="0004264F"/>
    <w:rsid w:val="00042E49"/>
    <w:rsid w:val="000430B1"/>
    <w:rsid w:val="000441EF"/>
    <w:rsid w:val="00044777"/>
    <w:rsid w:val="00044B94"/>
    <w:rsid w:val="00044CDD"/>
    <w:rsid w:val="00044FB3"/>
    <w:rsid w:val="00046A5D"/>
    <w:rsid w:val="0004742C"/>
    <w:rsid w:val="00047A4F"/>
    <w:rsid w:val="00050189"/>
    <w:rsid w:val="000509A7"/>
    <w:rsid w:val="00050E36"/>
    <w:rsid w:val="00051A8A"/>
    <w:rsid w:val="00052370"/>
    <w:rsid w:val="000530D8"/>
    <w:rsid w:val="00053349"/>
    <w:rsid w:val="00053844"/>
    <w:rsid w:val="000544F9"/>
    <w:rsid w:val="00054533"/>
    <w:rsid w:val="00054913"/>
    <w:rsid w:val="00055944"/>
    <w:rsid w:val="00055E67"/>
    <w:rsid w:val="0005730E"/>
    <w:rsid w:val="00057563"/>
    <w:rsid w:val="0005770F"/>
    <w:rsid w:val="00057AD8"/>
    <w:rsid w:val="0006052E"/>
    <w:rsid w:val="00060EE5"/>
    <w:rsid w:val="000625BD"/>
    <w:rsid w:val="0006321B"/>
    <w:rsid w:val="0006548C"/>
    <w:rsid w:val="00065B8A"/>
    <w:rsid w:val="00065D5A"/>
    <w:rsid w:val="00066A3A"/>
    <w:rsid w:val="00066D58"/>
    <w:rsid w:val="000674F5"/>
    <w:rsid w:val="00067603"/>
    <w:rsid w:val="00070413"/>
    <w:rsid w:val="00070663"/>
    <w:rsid w:val="00070F7E"/>
    <w:rsid w:val="000720A5"/>
    <w:rsid w:val="000727B0"/>
    <w:rsid w:val="00072D69"/>
    <w:rsid w:val="00072E16"/>
    <w:rsid w:val="0007397E"/>
    <w:rsid w:val="00073A3A"/>
    <w:rsid w:val="00073ED4"/>
    <w:rsid w:val="000742DE"/>
    <w:rsid w:val="00074A62"/>
    <w:rsid w:val="00075409"/>
    <w:rsid w:val="00075681"/>
    <w:rsid w:val="000759ED"/>
    <w:rsid w:val="00075A7E"/>
    <w:rsid w:val="00075D37"/>
    <w:rsid w:val="00075F8B"/>
    <w:rsid w:val="00075FB3"/>
    <w:rsid w:val="00076AD7"/>
    <w:rsid w:val="000774E4"/>
    <w:rsid w:val="00077659"/>
    <w:rsid w:val="00081BE6"/>
    <w:rsid w:val="00082B2B"/>
    <w:rsid w:val="0008372D"/>
    <w:rsid w:val="0008444A"/>
    <w:rsid w:val="00084492"/>
    <w:rsid w:val="00084D1F"/>
    <w:rsid w:val="0008567B"/>
    <w:rsid w:val="00085AD6"/>
    <w:rsid w:val="00086AFD"/>
    <w:rsid w:val="00086ECC"/>
    <w:rsid w:val="000873D9"/>
    <w:rsid w:val="00090F03"/>
    <w:rsid w:val="00092D80"/>
    <w:rsid w:val="00093018"/>
    <w:rsid w:val="000931F5"/>
    <w:rsid w:val="000939A1"/>
    <w:rsid w:val="00093BE2"/>
    <w:rsid w:val="00093D71"/>
    <w:rsid w:val="00094DE8"/>
    <w:rsid w:val="00094F3E"/>
    <w:rsid w:val="0009615E"/>
    <w:rsid w:val="0009633F"/>
    <w:rsid w:val="0009638C"/>
    <w:rsid w:val="000963E6"/>
    <w:rsid w:val="00096771"/>
    <w:rsid w:val="00096818"/>
    <w:rsid w:val="00096AB7"/>
    <w:rsid w:val="000A0132"/>
    <w:rsid w:val="000A0C89"/>
    <w:rsid w:val="000A11D3"/>
    <w:rsid w:val="000A1B48"/>
    <w:rsid w:val="000A1C7E"/>
    <w:rsid w:val="000A235B"/>
    <w:rsid w:val="000A3452"/>
    <w:rsid w:val="000A36F9"/>
    <w:rsid w:val="000A4266"/>
    <w:rsid w:val="000A52E6"/>
    <w:rsid w:val="000A5A53"/>
    <w:rsid w:val="000A5C9A"/>
    <w:rsid w:val="000A5E95"/>
    <w:rsid w:val="000A6487"/>
    <w:rsid w:val="000A7A06"/>
    <w:rsid w:val="000A7FE3"/>
    <w:rsid w:val="000B05E3"/>
    <w:rsid w:val="000B06CA"/>
    <w:rsid w:val="000B0942"/>
    <w:rsid w:val="000B1001"/>
    <w:rsid w:val="000B1303"/>
    <w:rsid w:val="000B1E11"/>
    <w:rsid w:val="000B20C7"/>
    <w:rsid w:val="000B3FB3"/>
    <w:rsid w:val="000B48D1"/>
    <w:rsid w:val="000B5231"/>
    <w:rsid w:val="000B55E5"/>
    <w:rsid w:val="000B69F5"/>
    <w:rsid w:val="000B7641"/>
    <w:rsid w:val="000C0F1D"/>
    <w:rsid w:val="000C203F"/>
    <w:rsid w:val="000C3861"/>
    <w:rsid w:val="000C45FA"/>
    <w:rsid w:val="000C4715"/>
    <w:rsid w:val="000C4E81"/>
    <w:rsid w:val="000C5928"/>
    <w:rsid w:val="000C6F1C"/>
    <w:rsid w:val="000C7C4D"/>
    <w:rsid w:val="000D027D"/>
    <w:rsid w:val="000D143E"/>
    <w:rsid w:val="000D28F4"/>
    <w:rsid w:val="000D2D7A"/>
    <w:rsid w:val="000D3FCF"/>
    <w:rsid w:val="000D3FD0"/>
    <w:rsid w:val="000D40DA"/>
    <w:rsid w:val="000D4A21"/>
    <w:rsid w:val="000D50FB"/>
    <w:rsid w:val="000D58A3"/>
    <w:rsid w:val="000D5CD0"/>
    <w:rsid w:val="000D5DF1"/>
    <w:rsid w:val="000D6A2D"/>
    <w:rsid w:val="000D7AFF"/>
    <w:rsid w:val="000E183E"/>
    <w:rsid w:val="000E2901"/>
    <w:rsid w:val="000E4187"/>
    <w:rsid w:val="000E4C58"/>
    <w:rsid w:val="000E505A"/>
    <w:rsid w:val="000E5243"/>
    <w:rsid w:val="000E6839"/>
    <w:rsid w:val="000F0131"/>
    <w:rsid w:val="000F02B5"/>
    <w:rsid w:val="000F0EA9"/>
    <w:rsid w:val="000F106E"/>
    <w:rsid w:val="000F24FF"/>
    <w:rsid w:val="000F28EA"/>
    <w:rsid w:val="0010180C"/>
    <w:rsid w:val="001018C0"/>
    <w:rsid w:val="00102D25"/>
    <w:rsid w:val="00103232"/>
    <w:rsid w:val="00104A00"/>
    <w:rsid w:val="00104EEC"/>
    <w:rsid w:val="00106005"/>
    <w:rsid w:val="001075DD"/>
    <w:rsid w:val="00107C9E"/>
    <w:rsid w:val="00107E54"/>
    <w:rsid w:val="00110118"/>
    <w:rsid w:val="001101D1"/>
    <w:rsid w:val="0011090D"/>
    <w:rsid w:val="001118B3"/>
    <w:rsid w:val="0011263A"/>
    <w:rsid w:val="001134FA"/>
    <w:rsid w:val="001135FE"/>
    <w:rsid w:val="0011397B"/>
    <w:rsid w:val="00114ED3"/>
    <w:rsid w:val="00114F35"/>
    <w:rsid w:val="001152D8"/>
    <w:rsid w:val="0011535F"/>
    <w:rsid w:val="0011566F"/>
    <w:rsid w:val="00115B41"/>
    <w:rsid w:val="00115C36"/>
    <w:rsid w:val="001161C4"/>
    <w:rsid w:val="001165C8"/>
    <w:rsid w:val="00116BBC"/>
    <w:rsid w:val="00116E46"/>
    <w:rsid w:val="0011720A"/>
    <w:rsid w:val="00117728"/>
    <w:rsid w:val="00117E52"/>
    <w:rsid w:val="001227F7"/>
    <w:rsid w:val="00122DC6"/>
    <w:rsid w:val="0012413E"/>
    <w:rsid w:val="001242A8"/>
    <w:rsid w:val="00124B2B"/>
    <w:rsid w:val="00124D59"/>
    <w:rsid w:val="001255D8"/>
    <w:rsid w:val="00125B5D"/>
    <w:rsid w:val="00125F36"/>
    <w:rsid w:val="00126D48"/>
    <w:rsid w:val="001271EB"/>
    <w:rsid w:val="00130D4E"/>
    <w:rsid w:val="001312A8"/>
    <w:rsid w:val="001316E6"/>
    <w:rsid w:val="00133067"/>
    <w:rsid w:val="00133533"/>
    <w:rsid w:val="00133783"/>
    <w:rsid w:val="00134647"/>
    <w:rsid w:val="001346BA"/>
    <w:rsid w:val="00135426"/>
    <w:rsid w:val="00137DD5"/>
    <w:rsid w:val="00140BCE"/>
    <w:rsid w:val="00141370"/>
    <w:rsid w:val="00143062"/>
    <w:rsid w:val="001445EC"/>
    <w:rsid w:val="001449B9"/>
    <w:rsid w:val="00144CCB"/>
    <w:rsid w:val="00145271"/>
    <w:rsid w:val="00145A19"/>
    <w:rsid w:val="00147118"/>
    <w:rsid w:val="00147C8F"/>
    <w:rsid w:val="0015041E"/>
    <w:rsid w:val="00150E82"/>
    <w:rsid w:val="00151033"/>
    <w:rsid w:val="00151DA7"/>
    <w:rsid w:val="00152142"/>
    <w:rsid w:val="0015256A"/>
    <w:rsid w:val="00154C32"/>
    <w:rsid w:val="00154C47"/>
    <w:rsid w:val="00154EA8"/>
    <w:rsid w:val="00155221"/>
    <w:rsid w:val="001561F3"/>
    <w:rsid w:val="00157DAC"/>
    <w:rsid w:val="00160DB0"/>
    <w:rsid w:val="0016108B"/>
    <w:rsid w:val="00161247"/>
    <w:rsid w:val="00163A11"/>
    <w:rsid w:val="001646C4"/>
    <w:rsid w:val="00164743"/>
    <w:rsid w:val="00164BB2"/>
    <w:rsid w:val="00166579"/>
    <w:rsid w:val="00166934"/>
    <w:rsid w:val="00167E4C"/>
    <w:rsid w:val="00171557"/>
    <w:rsid w:val="00171638"/>
    <w:rsid w:val="0017195D"/>
    <w:rsid w:val="00171D54"/>
    <w:rsid w:val="00172F6B"/>
    <w:rsid w:val="00172FFB"/>
    <w:rsid w:val="00173580"/>
    <w:rsid w:val="001757B3"/>
    <w:rsid w:val="00176BAF"/>
    <w:rsid w:val="00176BC9"/>
    <w:rsid w:val="00176F07"/>
    <w:rsid w:val="001776D3"/>
    <w:rsid w:val="00177CD2"/>
    <w:rsid w:val="001802B9"/>
    <w:rsid w:val="001803ED"/>
    <w:rsid w:val="0018097A"/>
    <w:rsid w:val="00181234"/>
    <w:rsid w:val="001819EE"/>
    <w:rsid w:val="00183107"/>
    <w:rsid w:val="00185121"/>
    <w:rsid w:val="00186F70"/>
    <w:rsid w:val="00187C74"/>
    <w:rsid w:val="00190EA1"/>
    <w:rsid w:val="0019100B"/>
    <w:rsid w:val="0019318F"/>
    <w:rsid w:val="00193FEC"/>
    <w:rsid w:val="00194C83"/>
    <w:rsid w:val="00195DD5"/>
    <w:rsid w:val="001971A3"/>
    <w:rsid w:val="00197376"/>
    <w:rsid w:val="0019789D"/>
    <w:rsid w:val="001A032C"/>
    <w:rsid w:val="001A0CB9"/>
    <w:rsid w:val="001A2E07"/>
    <w:rsid w:val="001A433E"/>
    <w:rsid w:val="001A502A"/>
    <w:rsid w:val="001A56E0"/>
    <w:rsid w:val="001A573F"/>
    <w:rsid w:val="001A5EB8"/>
    <w:rsid w:val="001A6814"/>
    <w:rsid w:val="001A6883"/>
    <w:rsid w:val="001A733F"/>
    <w:rsid w:val="001A743A"/>
    <w:rsid w:val="001B0AFD"/>
    <w:rsid w:val="001B0CD4"/>
    <w:rsid w:val="001B2BBB"/>
    <w:rsid w:val="001B2C4F"/>
    <w:rsid w:val="001B42FB"/>
    <w:rsid w:val="001B4DC0"/>
    <w:rsid w:val="001B5B22"/>
    <w:rsid w:val="001B5FA4"/>
    <w:rsid w:val="001C0541"/>
    <w:rsid w:val="001C2CCD"/>
    <w:rsid w:val="001C3388"/>
    <w:rsid w:val="001C443C"/>
    <w:rsid w:val="001C4975"/>
    <w:rsid w:val="001C5237"/>
    <w:rsid w:val="001C5398"/>
    <w:rsid w:val="001C59EF"/>
    <w:rsid w:val="001C5CB6"/>
    <w:rsid w:val="001C6DD0"/>
    <w:rsid w:val="001D00B4"/>
    <w:rsid w:val="001D1A3D"/>
    <w:rsid w:val="001D2193"/>
    <w:rsid w:val="001D30F2"/>
    <w:rsid w:val="001D33E1"/>
    <w:rsid w:val="001D3728"/>
    <w:rsid w:val="001D37DC"/>
    <w:rsid w:val="001D446C"/>
    <w:rsid w:val="001D4C94"/>
    <w:rsid w:val="001D59D9"/>
    <w:rsid w:val="001D60C2"/>
    <w:rsid w:val="001D67B3"/>
    <w:rsid w:val="001D7D69"/>
    <w:rsid w:val="001D7DEB"/>
    <w:rsid w:val="001E07BA"/>
    <w:rsid w:val="001E23F8"/>
    <w:rsid w:val="001E275C"/>
    <w:rsid w:val="001E364D"/>
    <w:rsid w:val="001E4545"/>
    <w:rsid w:val="001E4658"/>
    <w:rsid w:val="001E5421"/>
    <w:rsid w:val="001E61F4"/>
    <w:rsid w:val="001E6CEF"/>
    <w:rsid w:val="001E70A8"/>
    <w:rsid w:val="001F00CE"/>
    <w:rsid w:val="001F0A01"/>
    <w:rsid w:val="001F187B"/>
    <w:rsid w:val="001F225A"/>
    <w:rsid w:val="001F2B06"/>
    <w:rsid w:val="001F2C9D"/>
    <w:rsid w:val="001F320D"/>
    <w:rsid w:val="001F33C7"/>
    <w:rsid w:val="001F34A9"/>
    <w:rsid w:val="001F3F67"/>
    <w:rsid w:val="001F569A"/>
    <w:rsid w:val="001F5E43"/>
    <w:rsid w:val="001F63FA"/>
    <w:rsid w:val="001F6D85"/>
    <w:rsid w:val="001F7180"/>
    <w:rsid w:val="00200B7A"/>
    <w:rsid w:val="002012A8"/>
    <w:rsid w:val="00201981"/>
    <w:rsid w:val="002022EC"/>
    <w:rsid w:val="002025BA"/>
    <w:rsid w:val="002027DE"/>
    <w:rsid w:val="00202B84"/>
    <w:rsid w:val="00203060"/>
    <w:rsid w:val="00203F13"/>
    <w:rsid w:val="00204311"/>
    <w:rsid w:val="0020431F"/>
    <w:rsid w:val="002047EF"/>
    <w:rsid w:val="00206427"/>
    <w:rsid w:val="00206830"/>
    <w:rsid w:val="00210067"/>
    <w:rsid w:val="00210102"/>
    <w:rsid w:val="00210C93"/>
    <w:rsid w:val="0021107C"/>
    <w:rsid w:val="0021177D"/>
    <w:rsid w:val="00211F6C"/>
    <w:rsid w:val="002124F9"/>
    <w:rsid w:val="002127D5"/>
    <w:rsid w:val="002127D6"/>
    <w:rsid w:val="00212800"/>
    <w:rsid w:val="0021492D"/>
    <w:rsid w:val="0021754D"/>
    <w:rsid w:val="002208CC"/>
    <w:rsid w:val="00221725"/>
    <w:rsid w:val="002217D3"/>
    <w:rsid w:val="00221ACB"/>
    <w:rsid w:val="00221F03"/>
    <w:rsid w:val="00221FFB"/>
    <w:rsid w:val="00222495"/>
    <w:rsid w:val="0022360B"/>
    <w:rsid w:val="00223AB5"/>
    <w:rsid w:val="00223CCD"/>
    <w:rsid w:val="002246F8"/>
    <w:rsid w:val="00224A75"/>
    <w:rsid w:val="002251BB"/>
    <w:rsid w:val="002255A4"/>
    <w:rsid w:val="002259CE"/>
    <w:rsid w:val="0022694C"/>
    <w:rsid w:val="00226B4D"/>
    <w:rsid w:val="00226BA6"/>
    <w:rsid w:val="0023167E"/>
    <w:rsid w:val="00231AA3"/>
    <w:rsid w:val="00232604"/>
    <w:rsid w:val="002333E1"/>
    <w:rsid w:val="00234FE7"/>
    <w:rsid w:val="00236BCB"/>
    <w:rsid w:val="00237D31"/>
    <w:rsid w:val="00240AE0"/>
    <w:rsid w:val="00240BC9"/>
    <w:rsid w:val="00240E46"/>
    <w:rsid w:val="00241A8C"/>
    <w:rsid w:val="0024219D"/>
    <w:rsid w:val="0024388E"/>
    <w:rsid w:val="00243B35"/>
    <w:rsid w:val="00243CFD"/>
    <w:rsid w:val="00243FEB"/>
    <w:rsid w:val="002441C5"/>
    <w:rsid w:val="00244321"/>
    <w:rsid w:val="00244383"/>
    <w:rsid w:val="00244A7D"/>
    <w:rsid w:val="00244C5A"/>
    <w:rsid w:val="00244DF3"/>
    <w:rsid w:val="002450EE"/>
    <w:rsid w:val="002462FA"/>
    <w:rsid w:val="0024631D"/>
    <w:rsid w:val="00246CA3"/>
    <w:rsid w:val="00247B23"/>
    <w:rsid w:val="00247BB0"/>
    <w:rsid w:val="002518BB"/>
    <w:rsid w:val="00251DFB"/>
    <w:rsid w:val="00251F8F"/>
    <w:rsid w:val="002543D1"/>
    <w:rsid w:val="00254904"/>
    <w:rsid w:val="0025492E"/>
    <w:rsid w:val="0025586B"/>
    <w:rsid w:val="002559B8"/>
    <w:rsid w:val="00256979"/>
    <w:rsid w:val="002569E6"/>
    <w:rsid w:val="002601E0"/>
    <w:rsid w:val="0026020C"/>
    <w:rsid w:val="0026044D"/>
    <w:rsid w:val="002605D3"/>
    <w:rsid w:val="00261A56"/>
    <w:rsid w:val="00261DCA"/>
    <w:rsid w:val="00262089"/>
    <w:rsid w:val="002639F1"/>
    <w:rsid w:val="00264B8E"/>
    <w:rsid w:val="002651D6"/>
    <w:rsid w:val="00265825"/>
    <w:rsid w:val="00265B5D"/>
    <w:rsid w:val="00265DAC"/>
    <w:rsid w:val="00266C48"/>
    <w:rsid w:val="00267167"/>
    <w:rsid w:val="00267FA9"/>
    <w:rsid w:val="0027015E"/>
    <w:rsid w:val="0027031D"/>
    <w:rsid w:val="0027040E"/>
    <w:rsid w:val="002709E7"/>
    <w:rsid w:val="00271F35"/>
    <w:rsid w:val="00272691"/>
    <w:rsid w:val="00272C8D"/>
    <w:rsid w:val="00274B17"/>
    <w:rsid w:val="00274BBD"/>
    <w:rsid w:val="00276155"/>
    <w:rsid w:val="00276B9F"/>
    <w:rsid w:val="00277A97"/>
    <w:rsid w:val="00277EEC"/>
    <w:rsid w:val="0028006C"/>
    <w:rsid w:val="00280A23"/>
    <w:rsid w:val="00280EEF"/>
    <w:rsid w:val="00282987"/>
    <w:rsid w:val="00283242"/>
    <w:rsid w:val="00283306"/>
    <w:rsid w:val="00283412"/>
    <w:rsid w:val="00283F93"/>
    <w:rsid w:val="002840BB"/>
    <w:rsid w:val="0028430C"/>
    <w:rsid w:val="002843C0"/>
    <w:rsid w:val="00284796"/>
    <w:rsid w:val="00285585"/>
    <w:rsid w:val="002855E2"/>
    <w:rsid w:val="0029006B"/>
    <w:rsid w:val="002913FF"/>
    <w:rsid w:val="00291EF0"/>
    <w:rsid w:val="00292187"/>
    <w:rsid w:val="002928A5"/>
    <w:rsid w:val="002934CC"/>
    <w:rsid w:val="002935B7"/>
    <w:rsid w:val="00294A6F"/>
    <w:rsid w:val="002956E0"/>
    <w:rsid w:val="00296059"/>
    <w:rsid w:val="002965E6"/>
    <w:rsid w:val="00296B23"/>
    <w:rsid w:val="002971B6"/>
    <w:rsid w:val="002A2D20"/>
    <w:rsid w:val="002A3905"/>
    <w:rsid w:val="002A3DA5"/>
    <w:rsid w:val="002A50A1"/>
    <w:rsid w:val="002A589C"/>
    <w:rsid w:val="002A7E19"/>
    <w:rsid w:val="002B027B"/>
    <w:rsid w:val="002B07F9"/>
    <w:rsid w:val="002B08EA"/>
    <w:rsid w:val="002B17F1"/>
    <w:rsid w:val="002B1837"/>
    <w:rsid w:val="002B18C0"/>
    <w:rsid w:val="002B2CB4"/>
    <w:rsid w:val="002B30C4"/>
    <w:rsid w:val="002B3CAC"/>
    <w:rsid w:val="002B54B7"/>
    <w:rsid w:val="002B616C"/>
    <w:rsid w:val="002B64CD"/>
    <w:rsid w:val="002B68A0"/>
    <w:rsid w:val="002C3261"/>
    <w:rsid w:val="002C39CF"/>
    <w:rsid w:val="002C3CC2"/>
    <w:rsid w:val="002C44DC"/>
    <w:rsid w:val="002C4FB6"/>
    <w:rsid w:val="002C6132"/>
    <w:rsid w:val="002C6446"/>
    <w:rsid w:val="002C65CA"/>
    <w:rsid w:val="002C74D8"/>
    <w:rsid w:val="002D0048"/>
    <w:rsid w:val="002D1DA0"/>
    <w:rsid w:val="002D2991"/>
    <w:rsid w:val="002D2DDB"/>
    <w:rsid w:val="002D336E"/>
    <w:rsid w:val="002D3BC8"/>
    <w:rsid w:val="002D3F0F"/>
    <w:rsid w:val="002D5910"/>
    <w:rsid w:val="002D5CB6"/>
    <w:rsid w:val="002D5F14"/>
    <w:rsid w:val="002D6336"/>
    <w:rsid w:val="002D6F84"/>
    <w:rsid w:val="002D7C85"/>
    <w:rsid w:val="002E02FE"/>
    <w:rsid w:val="002E1990"/>
    <w:rsid w:val="002E2097"/>
    <w:rsid w:val="002E3C01"/>
    <w:rsid w:val="002E45B0"/>
    <w:rsid w:val="002E48B0"/>
    <w:rsid w:val="002E4FC9"/>
    <w:rsid w:val="002E52B3"/>
    <w:rsid w:val="002E5421"/>
    <w:rsid w:val="002E5433"/>
    <w:rsid w:val="002E59D3"/>
    <w:rsid w:val="002E7A48"/>
    <w:rsid w:val="002F1731"/>
    <w:rsid w:val="002F1CC0"/>
    <w:rsid w:val="002F3235"/>
    <w:rsid w:val="002F5081"/>
    <w:rsid w:val="002F5F0E"/>
    <w:rsid w:val="002F687E"/>
    <w:rsid w:val="003016D3"/>
    <w:rsid w:val="00301FB6"/>
    <w:rsid w:val="00302072"/>
    <w:rsid w:val="003024D7"/>
    <w:rsid w:val="0030292A"/>
    <w:rsid w:val="0030315B"/>
    <w:rsid w:val="003041CF"/>
    <w:rsid w:val="00304482"/>
    <w:rsid w:val="00304B16"/>
    <w:rsid w:val="00306049"/>
    <w:rsid w:val="003069DB"/>
    <w:rsid w:val="00310064"/>
    <w:rsid w:val="00310487"/>
    <w:rsid w:val="00313137"/>
    <w:rsid w:val="00313B04"/>
    <w:rsid w:val="0031404A"/>
    <w:rsid w:val="00314BD7"/>
    <w:rsid w:val="00314BFC"/>
    <w:rsid w:val="00320C2C"/>
    <w:rsid w:val="00321641"/>
    <w:rsid w:val="00321C71"/>
    <w:rsid w:val="00322FCC"/>
    <w:rsid w:val="0032338E"/>
    <w:rsid w:val="003250D9"/>
    <w:rsid w:val="00327DEC"/>
    <w:rsid w:val="00327F22"/>
    <w:rsid w:val="0033029A"/>
    <w:rsid w:val="0033052C"/>
    <w:rsid w:val="0033094B"/>
    <w:rsid w:val="00331C43"/>
    <w:rsid w:val="00331F58"/>
    <w:rsid w:val="00333250"/>
    <w:rsid w:val="00333726"/>
    <w:rsid w:val="00333A23"/>
    <w:rsid w:val="00333A37"/>
    <w:rsid w:val="003369CA"/>
    <w:rsid w:val="003378E5"/>
    <w:rsid w:val="003422E2"/>
    <w:rsid w:val="003431AE"/>
    <w:rsid w:val="00343C1B"/>
    <w:rsid w:val="00343FBA"/>
    <w:rsid w:val="00344CFA"/>
    <w:rsid w:val="00345068"/>
    <w:rsid w:val="003453DC"/>
    <w:rsid w:val="0034624B"/>
    <w:rsid w:val="00350373"/>
    <w:rsid w:val="00351328"/>
    <w:rsid w:val="00351843"/>
    <w:rsid w:val="00352B19"/>
    <w:rsid w:val="003534BE"/>
    <w:rsid w:val="00354147"/>
    <w:rsid w:val="00354491"/>
    <w:rsid w:val="00354D77"/>
    <w:rsid w:val="00355040"/>
    <w:rsid w:val="00355272"/>
    <w:rsid w:val="003552D6"/>
    <w:rsid w:val="00355E32"/>
    <w:rsid w:val="003561E3"/>
    <w:rsid w:val="0035736F"/>
    <w:rsid w:val="003606E5"/>
    <w:rsid w:val="0036110E"/>
    <w:rsid w:val="00361288"/>
    <w:rsid w:val="003614EC"/>
    <w:rsid w:val="00364668"/>
    <w:rsid w:val="0036577C"/>
    <w:rsid w:val="0036585A"/>
    <w:rsid w:val="00365965"/>
    <w:rsid w:val="00365FD3"/>
    <w:rsid w:val="00366316"/>
    <w:rsid w:val="003668EF"/>
    <w:rsid w:val="00366BB7"/>
    <w:rsid w:val="0037096F"/>
    <w:rsid w:val="00371053"/>
    <w:rsid w:val="003712E5"/>
    <w:rsid w:val="00371ACC"/>
    <w:rsid w:val="00371CD5"/>
    <w:rsid w:val="00371E36"/>
    <w:rsid w:val="003723F4"/>
    <w:rsid w:val="003724BF"/>
    <w:rsid w:val="00373123"/>
    <w:rsid w:val="00373E2B"/>
    <w:rsid w:val="003747E2"/>
    <w:rsid w:val="00374BDA"/>
    <w:rsid w:val="00374D10"/>
    <w:rsid w:val="0037590A"/>
    <w:rsid w:val="00375AF4"/>
    <w:rsid w:val="00376A1C"/>
    <w:rsid w:val="00377A04"/>
    <w:rsid w:val="003802C6"/>
    <w:rsid w:val="00380EE4"/>
    <w:rsid w:val="00381A78"/>
    <w:rsid w:val="00381B9B"/>
    <w:rsid w:val="00382100"/>
    <w:rsid w:val="003840BD"/>
    <w:rsid w:val="003848B0"/>
    <w:rsid w:val="003866AB"/>
    <w:rsid w:val="00386F49"/>
    <w:rsid w:val="0038735E"/>
    <w:rsid w:val="0038744C"/>
    <w:rsid w:val="0039157E"/>
    <w:rsid w:val="0039425A"/>
    <w:rsid w:val="00394D45"/>
    <w:rsid w:val="003950BA"/>
    <w:rsid w:val="00396585"/>
    <w:rsid w:val="00396728"/>
    <w:rsid w:val="00397245"/>
    <w:rsid w:val="003A06EB"/>
    <w:rsid w:val="003A0DFD"/>
    <w:rsid w:val="003A2B36"/>
    <w:rsid w:val="003A4960"/>
    <w:rsid w:val="003A64E5"/>
    <w:rsid w:val="003A7F8F"/>
    <w:rsid w:val="003B24E1"/>
    <w:rsid w:val="003B29C9"/>
    <w:rsid w:val="003B39D3"/>
    <w:rsid w:val="003B6DC5"/>
    <w:rsid w:val="003B6F00"/>
    <w:rsid w:val="003B7A47"/>
    <w:rsid w:val="003B7C81"/>
    <w:rsid w:val="003C0AFE"/>
    <w:rsid w:val="003C237D"/>
    <w:rsid w:val="003C2D52"/>
    <w:rsid w:val="003C326A"/>
    <w:rsid w:val="003C34BA"/>
    <w:rsid w:val="003C418C"/>
    <w:rsid w:val="003C4B07"/>
    <w:rsid w:val="003C6D7E"/>
    <w:rsid w:val="003C74A5"/>
    <w:rsid w:val="003C7762"/>
    <w:rsid w:val="003D0037"/>
    <w:rsid w:val="003D0CB9"/>
    <w:rsid w:val="003D0D2F"/>
    <w:rsid w:val="003D12FF"/>
    <w:rsid w:val="003D3541"/>
    <w:rsid w:val="003D590F"/>
    <w:rsid w:val="003D5E9A"/>
    <w:rsid w:val="003D6053"/>
    <w:rsid w:val="003D6420"/>
    <w:rsid w:val="003D7D62"/>
    <w:rsid w:val="003E00E8"/>
    <w:rsid w:val="003E025A"/>
    <w:rsid w:val="003E29CC"/>
    <w:rsid w:val="003E2EEC"/>
    <w:rsid w:val="003E34AC"/>
    <w:rsid w:val="003E3810"/>
    <w:rsid w:val="003E4013"/>
    <w:rsid w:val="003E4E20"/>
    <w:rsid w:val="003E4F20"/>
    <w:rsid w:val="003E5B9C"/>
    <w:rsid w:val="003E75A1"/>
    <w:rsid w:val="003E7701"/>
    <w:rsid w:val="003F0035"/>
    <w:rsid w:val="003F0992"/>
    <w:rsid w:val="003F1403"/>
    <w:rsid w:val="003F14CD"/>
    <w:rsid w:val="003F2357"/>
    <w:rsid w:val="003F2738"/>
    <w:rsid w:val="003F351D"/>
    <w:rsid w:val="003F35D9"/>
    <w:rsid w:val="003F3B27"/>
    <w:rsid w:val="003F3B5A"/>
    <w:rsid w:val="003F3D67"/>
    <w:rsid w:val="003F46A3"/>
    <w:rsid w:val="003F5239"/>
    <w:rsid w:val="003F56A7"/>
    <w:rsid w:val="003F5A43"/>
    <w:rsid w:val="003F5E35"/>
    <w:rsid w:val="003F5ED8"/>
    <w:rsid w:val="003F6089"/>
    <w:rsid w:val="003F6B5F"/>
    <w:rsid w:val="003F6F16"/>
    <w:rsid w:val="003F7C81"/>
    <w:rsid w:val="00400B2A"/>
    <w:rsid w:val="00400F0F"/>
    <w:rsid w:val="004029E9"/>
    <w:rsid w:val="00403598"/>
    <w:rsid w:val="0040360F"/>
    <w:rsid w:val="00403CD5"/>
    <w:rsid w:val="0040571A"/>
    <w:rsid w:val="00405B70"/>
    <w:rsid w:val="004065F3"/>
    <w:rsid w:val="004070FA"/>
    <w:rsid w:val="00407751"/>
    <w:rsid w:val="004100B0"/>
    <w:rsid w:val="004108B5"/>
    <w:rsid w:val="00411850"/>
    <w:rsid w:val="00411BE9"/>
    <w:rsid w:val="00412D5D"/>
    <w:rsid w:val="0041348F"/>
    <w:rsid w:val="00413B9D"/>
    <w:rsid w:val="00413BC7"/>
    <w:rsid w:val="00414921"/>
    <w:rsid w:val="00414AFE"/>
    <w:rsid w:val="00415844"/>
    <w:rsid w:val="00416049"/>
    <w:rsid w:val="004206D3"/>
    <w:rsid w:val="00421058"/>
    <w:rsid w:val="0042111B"/>
    <w:rsid w:val="00421560"/>
    <w:rsid w:val="00422124"/>
    <w:rsid w:val="00422F97"/>
    <w:rsid w:val="00425271"/>
    <w:rsid w:val="0043001B"/>
    <w:rsid w:val="00430323"/>
    <w:rsid w:val="00431821"/>
    <w:rsid w:val="00431FE1"/>
    <w:rsid w:val="004327EB"/>
    <w:rsid w:val="00432862"/>
    <w:rsid w:val="00432E37"/>
    <w:rsid w:val="00433B87"/>
    <w:rsid w:val="00434D89"/>
    <w:rsid w:val="00434F89"/>
    <w:rsid w:val="004353CE"/>
    <w:rsid w:val="0043643A"/>
    <w:rsid w:val="004425A3"/>
    <w:rsid w:val="00442B30"/>
    <w:rsid w:val="004430CF"/>
    <w:rsid w:val="0044438F"/>
    <w:rsid w:val="0044459B"/>
    <w:rsid w:val="00444BDB"/>
    <w:rsid w:val="004463DA"/>
    <w:rsid w:val="00446FA4"/>
    <w:rsid w:val="00447AA5"/>
    <w:rsid w:val="004505B4"/>
    <w:rsid w:val="0045476E"/>
    <w:rsid w:val="00455C50"/>
    <w:rsid w:val="0045614B"/>
    <w:rsid w:val="00456717"/>
    <w:rsid w:val="004573B9"/>
    <w:rsid w:val="00457748"/>
    <w:rsid w:val="00457DD7"/>
    <w:rsid w:val="00460591"/>
    <w:rsid w:val="0046169C"/>
    <w:rsid w:val="0046239B"/>
    <w:rsid w:val="004636D0"/>
    <w:rsid w:val="0046386B"/>
    <w:rsid w:val="00464B93"/>
    <w:rsid w:val="00464D6C"/>
    <w:rsid w:val="004656B1"/>
    <w:rsid w:val="00465EF6"/>
    <w:rsid w:val="00466BC5"/>
    <w:rsid w:val="00467561"/>
    <w:rsid w:val="00470F2E"/>
    <w:rsid w:val="00471212"/>
    <w:rsid w:val="00471B82"/>
    <w:rsid w:val="00471D69"/>
    <w:rsid w:val="00473156"/>
    <w:rsid w:val="00473617"/>
    <w:rsid w:val="00474A06"/>
    <w:rsid w:val="00474D0F"/>
    <w:rsid w:val="00474F08"/>
    <w:rsid w:val="00475405"/>
    <w:rsid w:val="00476403"/>
    <w:rsid w:val="00476D92"/>
    <w:rsid w:val="00476FD5"/>
    <w:rsid w:val="004770D2"/>
    <w:rsid w:val="00477AFB"/>
    <w:rsid w:val="00481C4B"/>
    <w:rsid w:val="00482623"/>
    <w:rsid w:val="004850FB"/>
    <w:rsid w:val="00485705"/>
    <w:rsid w:val="00485AE6"/>
    <w:rsid w:val="00486014"/>
    <w:rsid w:val="00486142"/>
    <w:rsid w:val="00486AE3"/>
    <w:rsid w:val="004906BC"/>
    <w:rsid w:val="0049105E"/>
    <w:rsid w:val="00491756"/>
    <w:rsid w:val="00491778"/>
    <w:rsid w:val="00491A59"/>
    <w:rsid w:val="00491AB0"/>
    <w:rsid w:val="00492419"/>
    <w:rsid w:val="00494AB3"/>
    <w:rsid w:val="004964B0"/>
    <w:rsid w:val="004965B8"/>
    <w:rsid w:val="00497967"/>
    <w:rsid w:val="004A1225"/>
    <w:rsid w:val="004A20D4"/>
    <w:rsid w:val="004A2455"/>
    <w:rsid w:val="004A2E5B"/>
    <w:rsid w:val="004A4396"/>
    <w:rsid w:val="004A460D"/>
    <w:rsid w:val="004A4BD1"/>
    <w:rsid w:val="004A5019"/>
    <w:rsid w:val="004A5629"/>
    <w:rsid w:val="004A5860"/>
    <w:rsid w:val="004A5A1E"/>
    <w:rsid w:val="004A5A65"/>
    <w:rsid w:val="004A5E90"/>
    <w:rsid w:val="004A7A3F"/>
    <w:rsid w:val="004A7F4D"/>
    <w:rsid w:val="004B0273"/>
    <w:rsid w:val="004B0299"/>
    <w:rsid w:val="004B124C"/>
    <w:rsid w:val="004B1FCA"/>
    <w:rsid w:val="004B37F1"/>
    <w:rsid w:val="004B48AB"/>
    <w:rsid w:val="004B4C10"/>
    <w:rsid w:val="004B4E24"/>
    <w:rsid w:val="004B7CCA"/>
    <w:rsid w:val="004C1EA0"/>
    <w:rsid w:val="004C287F"/>
    <w:rsid w:val="004C2FA4"/>
    <w:rsid w:val="004C4228"/>
    <w:rsid w:val="004C5D59"/>
    <w:rsid w:val="004C61E0"/>
    <w:rsid w:val="004C626C"/>
    <w:rsid w:val="004C6532"/>
    <w:rsid w:val="004C6EF6"/>
    <w:rsid w:val="004C7C2B"/>
    <w:rsid w:val="004C7C81"/>
    <w:rsid w:val="004C7DAD"/>
    <w:rsid w:val="004D1CFB"/>
    <w:rsid w:val="004D2967"/>
    <w:rsid w:val="004D314D"/>
    <w:rsid w:val="004D32C7"/>
    <w:rsid w:val="004D486D"/>
    <w:rsid w:val="004D48CB"/>
    <w:rsid w:val="004D50DC"/>
    <w:rsid w:val="004D5EF0"/>
    <w:rsid w:val="004D5F10"/>
    <w:rsid w:val="004D60F6"/>
    <w:rsid w:val="004D7BA2"/>
    <w:rsid w:val="004E066B"/>
    <w:rsid w:val="004E4DC9"/>
    <w:rsid w:val="004E5F8E"/>
    <w:rsid w:val="004E747B"/>
    <w:rsid w:val="004F07E7"/>
    <w:rsid w:val="004F12DB"/>
    <w:rsid w:val="004F1F61"/>
    <w:rsid w:val="004F2210"/>
    <w:rsid w:val="004F2781"/>
    <w:rsid w:val="004F34AE"/>
    <w:rsid w:val="004F3A0B"/>
    <w:rsid w:val="004F3A51"/>
    <w:rsid w:val="004F583A"/>
    <w:rsid w:val="004F74B8"/>
    <w:rsid w:val="004F7514"/>
    <w:rsid w:val="004F7821"/>
    <w:rsid w:val="004F7FFA"/>
    <w:rsid w:val="005014B3"/>
    <w:rsid w:val="00502E30"/>
    <w:rsid w:val="00504D33"/>
    <w:rsid w:val="00504D6B"/>
    <w:rsid w:val="00504FD0"/>
    <w:rsid w:val="00505686"/>
    <w:rsid w:val="00506E58"/>
    <w:rsid w:val="005071EE"/>
    <w:rsid w:val="0050757D"/>
    <w:rsid w:val="00507602"/>
    <w:rsid w:val="00507C57"/>
    <w:rsid w:val="005100E8"/>
    <w:rsid w:val="005116AA"/>
    <w:rsid w:val="0051218E"/>
    <w:rsid w:val="00512F42"/>
    <w:rsid w:val="00513B72"/>
    <w:rsid w:val="00514B9D"/>
    <w:rsid w:val="00514EB1"/>
    <w:rsid w:val="00514EBE"/>
    <w:rsid w:val="0051635F"/>
    <w:rsid w:val="0051660B"/>
    <w:rsid w:val="00516682"/>
    <w:rsid w:val="00517551"/>
    <w:rsid w:val="00517778"/>
    <w:rsid w:val="005204F2"/>
    <w:rsid w:val="0052144E"/>
    <w:rsid w:val="005229F5"/>
    <w:rsid w:val="00523458"/>
    <w:rsid w:val="00523594"/>
    <w:rsid w:val="0052373D"/>
    <w:rsid w:val="00523B88"/>
    <w:rsid w:val="0052404E"/>
    <w:rsid w:val="00524EE0"/>
    <w:rsid w:val="00525486"/>
    <w:rsid w:val="00525AAB"/>
    <w:rsid w:val="005278B4"/>
    <w:rsid w:val="0053097D"/>
    <w:rsid w:val="00530F59"/>
    <w:rsid w:val="005314C4"/>
    <w:rsid w:val="00531EA0"/>
    <w:rsid w:val="0053237C"/>
    <w:rsid w:val="00532D36"/>
    <w:rsid w:val="00532E7E"/>
    <w:rsid w:val="00533EE5"/>
    <w:rsid w:val="00534575"/>
    <w:rsid w:val="00535222"/>
    <w:rsid w:val="005352C2"/>
    <w:rsid w:val="005360D9"/>
    <w:rsid w:val="00536356"/>
    <w:rsid w:val="0053645B"/>
    <w:rsid w:val="00540457"/>
    <w:rsid w:val="00540B76"/>
    <w:rsid w:val="00541CAC"/>
    <w:rsid w:val="00542CC8"/>
    <w:rsid w:val="0054443A"/>
    <w:rsid w:val="005446CB"/>
    <w:rsid w:val="005448ED"/>
    <w:rsid w:val="00545D2D"/>
    <w:rsid w:val="00545F83"/>
    <w:rsid w:val="005460BF"/>
    <w:rsid w:val="005464D4"/>
    <w:rsid w:val="00546BE1"/>
    <w:rsid w:val="0054767D"/>
    <w:rsid w:val="00550111"/>
    <w:rsid w:val="00550F3F"/>
    <w:rsid w:val="00551546"/>
    <w:rsid w:val="00551744"/>
    <w:rsid w:val="0055210C"/>
    <w:rsid w:val="00553A81"/>
    <w:rsid w:val="00554AAF"/>
    <w:rsid w:val="00554EDA"/>
    <w:rsid w:val="0055584D"/>
    <w:rsid w:val="00555C30"/>
    <w:rsid w:val="00556596"/>
    <w:rsid w:val="00556ACA"/>
    <w:rsid w:val="00557338"/>
    <w:rsid w:val="00557361"/>
    <w:rsid w:val="005579E4"/>
    <w:rsid w:val="00560409"/>
    <w:rsid w:val="0056042B"/>
    <w:rsid w:val="00560B2E"/>
    <w:rsid w:val="005614ED"/>
    <w:rsid w:val="00562BA3"/>
    <w:rsid w:val="00563607"/>
    <w:rsid w:val="00564107"/>
    <w:rsid w:val="005645D9"/>
    <w:rsid w:val="00564A1E"/>
    <w:rsid w:val="00564BB9"/>
    <w:rsid w:val="00565988"/>
    <w:rsid w:val="00565FF4"/>
    <w:rsid w:val="00566162"/>
    <w:rsid w:val="005668AA"/>
    <w:rsid w:val="005668CE"/>
    <w:rsid w:val="00567125"/>
    <w:rsid w:val="00567B5A"/>
    <w:rsid w:val="00570A09"/>
    <w:rsid w:val="00570D7A"/>
    <w:rsid w:val="005713C8"/>
    <w:rsid w:val="00571690"/>
    <w:rsid w:val="00572219"/>
    <w:rsid w:val="00572A5B"/>
    <w:rsid w:val="005731AE"/>
    <w:rsid w:val="005739BC"/>
    <w:rsid w:val="00573B46"/>
    <w:rsid w:val="00574819"/>
    <w:rsid w:val="00574AEF"/>
    <w:rsid w:val="00574B96"/>
    <w:rsid w:val="00574D1C"/>
    <w:rsid w:val="00576C3B"/>
    <w:rsid w:val="005839FE"/>
    <w:rsid w:val="00583CD7"/>
    <w:rsid w:val="005858BD"/>
    <w:rsid w:val="005869D5"/>
    <w:rsid w:val="00587371"/>
    <w:rsid w:val="00587F3F"/>
    <w:rsid w:val="005913C5"/>
    <w:rsid w:val="00592915"/>
    <w:rsid w:val="005930E9"/>
    <w:rsid w:val="00593478"/>
    <w:rsid w:val="00593F4C"/>
    <w:rsid w:val="00594A78"/>
    <w:rsid w:val="00595731"/>
    <w:rsid w:val="00595831"/>
    <w:rsid w:val="00596616"/>
    <w:rsid w:val="005A0C40"/>
    <w:rsid w:val="005A144E"/>
    <w:rsid w:val="005A14E6"/>
    <w:rsid w:val="005A17AC"/>
    <w:rsid w:val="005A194E"/>
    <w:rsid w:val="005A3231"/>
    <w:rsid w:val="005A353E"/>
    <w:rsid w:val="005A3587"/>
    <w:rsid w:val="005A4150"/>
    <w:rsid w:val="005A5319"/>
    <w:rsid w:val="005A5D7A"/>
    <w:rsid w:val="005A6685"/>
    <w:rsid w:val="005A688D"/>
    <w:rsid w:val="005A6F82"/>
    <w:rsid w:val="005A72BF"/>
    <w:rsid w:val="005B172F"/>
    <w:rsid w:val="005B1748"/>
    <w:rsid w:val="005B3211"/>
    <w:rsid w:val="005B4E71"/>
    <w:rsid w:val="005B4EA6"/>
    <w:rsid w:val="005B5D78"/>
    <w:rsid w:val="005B6D4F"/>
    <w:rsid w:val="005B7003"/>
    <w:rsid w:val="005B785B"/>
    <w:rsid w:val="005C0C67"/>
    <w:rsid w:val="005C18E2"/>
    <w:rsid w:val="005C222B"/>
    <w:rsid w:val="005C2C9D"/>
    <w:rsid w:val="005C3BC4"/>
    <w:rsid w:val="005C63B3"/>
    <w:rsid w:val="005C6C88"/>
    <w:rsid w:val="005C7997"/>
    <w:rsid w:val="005D1FAE"/>
    <w:rsid w:val="005D20D6"/>
    <w:rsid w:val="005D351D"/>
    <w:rsid w:val="005D3BBC"/>
    <w:rsid w:val="005D406D"/>
    <w:rsid w:val="005D5E78"/>
    <w:rsid w:val="005D6936"/>
    <w:rsid w:val="005D6C44"/>
    <w:rsid w:val="005E0C83"/>
    <w:rsid w:val="005E15BA"/>
    <w:rsid w:val="005E1DB4"/>
    <w:rsid w:val="005E1F2E"/>
    <w:rsid w:val="005E2749"/>
    <w:rsid w:val="005E37A4"/>
    <w:rsid w:val="005E3C92"/>
    <w:rsid w:val="005E6120"/>
    <w:rsid w:val="005E73EF"/>
    <w:rsid w:val="005E7617"/>
    <w:rsid w:val="005E77DB"/>
    <w:rsid w:val="005F0348"/>
    <w:rsid w:val="005F07AF"/>
    <w:rsid w:val="005F0D6D"/>
    <w:rsid w:val="005F1FA1"/>
    <w:rsid w:val="005F223D"/>
    <w:rsid w:val="005F28B3"/>
    <w:rsid w:val="005F2B27"/>
    <w:rsid w:val="005F3000"/>
    <w:rsid w:val="005F3438"/>
    <w:rsid w:val="005F3740"/>
    <w:rsid w:val="005F437D"/>
    <w:rsid w:val="005F6578"/>
    <w:rsid w:val="005F7E12"/>
    <w:rsid w:val="00600DE5"/>
    <w:rsid w:val="00600E01"/>
    <w:rsid w:val="00601931"/>
    <w:rsid w:val="006024A2"/>
    <w:rsid w:val="0060536D"/>
    <w:rsid w:val="006053EE"/>
    <w:rsid w:val="00605739"/>
    <w:rsid w:val="00605A5F"/>
    <w:rsid w:val="006062F8"/>
    <w:rsid w:val="006066CC"/>
    <w:rsid w:val="006074D7"/>
    <w:rsid w:val="00607B07"/>
    <w:rsid w:val="00610093"/>
    <w:rsid w:val="0061117F"/>
    <w:rsid w:val="00611CA0"/>
    <w:rsid w:val="00611DDF"/>
    <w:rsid w:val="0061252B"/>
    <w:rsid w:val="0061259E"/>
    <w:rsid w:val="00612CE1"/>
    <w:rsid w:val="006144D2"/>
    <w:rsid w:val="00615B4B"/>
    <w:rsid w:val="00615F0C"/>
    <w:rsid w:val="006164A9"/>
    <w:rsid w:val="006209D1"/>
    <w:rsid w:val="0062261D"/>
    <w:rsid w:val="00624D58"/>
    <w:rsid w:val="00624F16"/>
    <w:rsid w:val="00624F1C"/>
    <w:rsid w:val="0062506D"/>
    <w:rsid w:val="00625115"/>
    <w:rsid w:val="0062561E"/>
    <w:rsid w:val="00625ABF"/>
    <w:rsid w:val="00626A5C"/>
    <w:rsid w:val="00626BC9"/>
    <w:rsid w:val="00626C17"/>
    <w:rsid w:val="0062734B"/>
    <w:rsid w:val="006316FC"/>
    <w:rsid w:val="0063225C"/>
    <w:rsid w:val="00632C0B"/>
    <w:rsid w:val="00633F3A"/>
    <w:rsid w:val="0063469F"/>
    <w:rsid w:val="00635A25"/>
    <w:rsid w:val="0063647C"/>
    <w:rsid w:val="00636538"/>
    <w:rsid w:val="00636B31"/>
    <w:rsid w:val="006371A4"/>
    <w:rsid w:val="00637623"/>
    <w:rsid w:val="00640594"/>
    <w:rsid w:val="0064073E"/>
    <w:rsid w:val="00640D8B"/>
    <w:rsid w:val="006414E9"/>
    <w:rsid w:val="00641C7A"/>
    <w:rsid w:val="00643162"/>
    <w:rsid w:val="00643A58"/>
    <w:rsid w:val="00643D63"/>
    <w:rsid w:val="0064505F"/>
    <w:rsid w:val="0064547D"/>
    <w:rsid w:val="00645997"/>
    <w:rsid w:val="006463A7"/>
    <w:rsid w:val="006463EF"/>
    <w:rsid w:val="006468D6"/>
    <w:rsid w:val="00650B56"/>
    <w:rsid w:val="00652735"/>
    <w:rsid w:val="00652BB9"/>
    <w:rsid w:val="00655075"/>
    <w:rsid w:val="00655DE5"/>
    <w:rsid w:val="00655F5C"/>
    <w:rsid w:val="006563CF"/>
    <w:rsid w:val="00656A85"/>
    <w:rsid w:val="00656B22"/>
    <w:rsid w:val="00656E53"/>
    <w:rsid w:val="00657433"/>
    <w:rsid w:val="00657FF6"/>
    <w:rsid w:val="00660B13"/>
    <w:rsid w:val="00663556"/>
    <w:rsid w:val="006643E1"/>
    <w:rsid w:val="00664544"/>
    <w:rsid w:val="00664B08"/>
    <w:rsid w:val="00667A66"/>
    <w:rsid w:val="00670BF0"/>
    <w:rsid w:val="00671255"/>
    <w:rsid w:val="00671284"/>
    <w:rsid w:val="006746FD"/>
    <w:rsid w:val="006751D4"/>
    <w:rsid w:val="00676C15"/>
    <w:rsid w:val="00677078"/>
    <w:rsid w:val="00680E63"/>
    <w:rsid w:val="006812C0"/>
    <w:rsid w:val="00683326"/>
    <w:rsid w:val="00683450"/>
    <w:rsid w:val="0068446D"/>
    <w:rsid w:val="00684FEB"/>
    <w:rsid w:val="00685390"/>
    <w:rsid w:val="00685619"/>
    <w:rsid w:val="006866E4"/>
    <w:rsid w:val="00686C28"/>
    <w:rsid w:val="006874A4"/>
    <w:rsid w:val="00687970"/>
    <w:rsid w:val="00690450"/>
    <w:rsid w:val="00691680"/>
    <w:rsid w:val="00691CC0"/>
    <w:rsid w:val="006923B1"/>
    <w:rsid w:val="0069324F"/>
    <w:rsid w:val="006938AD"/>
    <w:rsid w:val="006946B4"/>
    <w:rsid w:val="00695581"/>
    <w:rsid w:val="006969B2"/>
    <w:rsid w:val="00697019"/>
    <w:rsid w:val="006A0033"/>
    <w:rsid w:val="006A02FE"/>
    <w:rsid w:val="006A0B0C"/>
    <w:rsid w:val="006A0CED"/>
    <w:rsid w:val="006A1586"/>
    <w:rsid w:val="006A1B58"/>
    <w:rsid w:val="006A306C"/>
    <w:rsid w:val="006A3080"/>
    <w:rsid w:val="006A36EF"/>
    <w:rsid w:val="006A3738"/>
    <w:rsid w:val="006A4469"/>
    <w:rsid w:val="006A597E"/>
    <w:rsid w:val="006A64B8"/>
    <w:rsid w:val="006A6AD2"/>
    <w:rsid w:val="006A6FA2"/>
    <w:rsid w:val="006A7278"/>
    <w:rsid w:val="006A754B"/>
    <w:rsid w:val="006A761F"/>
    <w:rsid w:val="006B1C6B"/>
    <w:rsid w:val="006B4387"/>
    <w:rsid w:val="006B4BEE"/>
    <w:rsid w:val="006B4ECF"/>
    <w:rsid w:val="006B5667"/>
    <w:rsid w:val="006B78F5"/>
    <w:rsid w:val="006C0257"/>
    <w:rsid w:val="006C0517"/>
    <w:rsid w:val="006C0BA6"/>
    <w:rsid w:val="006C386E"/>
    <w:rsid w:val="006C41EF"/>
    <w:rsid w:val="006C42C8"/>
    <w:rsid w:val="006C447D"/>
    <w:rsid w:val="006C5EBD"/>
    <w:rsid w:val="006C6A31"/>
    <w:rsid w:val="006C7197"/>
    <w:rsid w:val="006D05BC"/>
    <w:rsid w:val="006D10E2"/>
    <w:rsid w:val="006D12F6"/>
    <w:rsid w:val="006D202D"/>
    <w:rsid w:val="006D2190"/>
    <w:rsid w:val="006D2249"/>
    <w:rsid w:val="006D2390"/>
    <w:rsid w:val="006D3E7C"/>
    <w:rsid w:val="006D4054"/>
    <w:rsid w:val="006D439C"/>
    <w:rsid w:val="006D458F"/>
    <w:rsid w:val="006D45D9"/>
    <w:rsid w:val="006D4C14"/>
    <w:rsid w:val="006D5545"/>
    <w:rsid w:val="006D55B9"/>
    <w:rsid w:val="006D569D"/>
    <w:rsid w:val="006D73BC"/>
    <w:rsid w:val="006D75FC"/>
    <w:rsid w:val="006D76F4"/>
    <w:rsid w:val="006D7A04"/>
    <w:rsid w:val="006E06FB"/>
    <w:rsid w:val="006E13F1"/>
    <w:rsid w:val="006E1A74"/>
    <w:rsid w:val="006E2107"/>
    <w:rsid w:val="006E2303"/>
    <w:rsid w:val="006E25DD"/>
    <w:rsid w:val="006E26BB"/>
    <w:rsid w:val="006E3167"/>
    <w:rsid w:val="006E4253"/>
    <w:rsid w:val="006E49A6"/>
    <w:rsid w:val="006E5EDA"/>
    <w:rsid w:val="006E7248"/>
    <w:rsid w:val="006E7273"/>
    <w:rsid w:val="006E7AA3"/>
    <w:rsid w:val="006E7B66"/>
    <w:rsid w:val="006F0D1D"/>
    <w:rsid w:val="006F35E3"/>
    <w:rsid w:val="006F4A9A"/>
    <w:rsid w:val="006F4C00"/>
    <w:rsid w:val="006F5660"/>
    <w:rsid w:val="006F6075"/>
    <w:rsid w:val="006F6AF8"/>
    <w:rsid w:val="006F6E5C"/>
    <w:rsid w:val="00700050"/>
    <w:rsid w:val="007004EF"/>
    <w:rsid w:val="00701876"/>
    <w:rsid w:val="007025E2"/>
    <w:rsid w:val="007036B9"/>
    <w:rsid w:val="007037DD"/>
    <w:rsid w:val="007039D3"/>
    <w:rsid w:val="00703E68"/>
    <w:rsid w:val="0070411F"/>
    <w:rsid w:val="007053CB"/>
    <w:rsid w:val="00705A41"/>
    <w:rsid w:val="007062B1"/>
    <w:rsid w:val="00707D40"/>
    <w:rsid w:val="0071113D"/>
    <w:rsid w:val="00711492"/>
    <w:rsid w:val="007119F8"/>
    <w:rsid w:val="00712F6C"/>
    <w:rsid w:val="00713F16"/>
    <w:rsid w:val="00714066"/>
    <w:rsid w:val="00714999"/>
    <w:rsid w:val="00714E0C"/>
    <w:rsid w:val="007159F5"/>
    <w:rsid w:val="007174ED"/>
    <w:rsid w:val="00717B69"/>
    <w:rsid w:val="00717E7B"/>
    <w:rsid w:val="00720792"/>
    <w:rsid w:val="00720B0B"/>
    <w:rsid w:val="007223AA"/>
    <w:rsid w:val="0072294C"/>
    <w:rsid w:val="00726CD4"/>
    <w:rsid w:val="0072762D"/>
    <w:rsid w:val="00731C3B"/>
    <w:rsid w:val="00733228"/>
    <w:rsid w:val="00735081"/>
    <w:rsid w:val="007352D8"/>
    <w:rsid w:val="00735691"/>
    <w:rsid w:val="00735C02"/>
    <w:rsid w:val="00735D4E"/>
    <w:rsid w:val="00737F8B"/>
    <w:rsid w:val="00740B52"/>
    <w:rsid w:val="007411F9"/>
    <w:rsid w:val="00741FCF"/>
    <w:rsid w:val="007425D7"/>
    <w:rsid w:val="007426AD"/>
    <w:rsid w:val="00742D6B"/>
    <w:rsid w:val="00742F19"/>
    <w:rsid w:val="0074454D"/>
    <w:rsid w:val="0074592F"/>
    <w:rsid w:val="00745B65"/>
    <w:rsid w:val="00746029"/>
    <w:rsid w:val="007477AA"/>
    <w:rsid w:val="00747BDE"/>
    <w:rsid w:val="00747E88"/>
    <w:rsid w:val="00750668"/>
    <w:rsid w:val="0075150B"/>
    <w:rsid w:val="0075185A"/>
    <w:rsid w:val="00752B6B"/>
    <w:rsid w:val="00752F26"/>
    <w:rsid w:val="00753436"/>
    <w:rsid w:val="007546D9"/>
    <w:rsid w:val="007547AC"/>
    <w:rsid w:val="00755CB6"/>
    <w:rsid w:val="00756D1D"/>
    <w:rsid w:val="00760DEE"/>
    <w:rsid w:val="007614E9"/>
    <w:rsid w:val="00761BB4"/>
    <w:rsid w:val="007620CC"/>
    <w:rsid w:val="0076216C"/>
    <w:rsid w:val="007625DF"/>
    <w:rsid w:val="00762F7F"/>
    <w:rsid w:val="007651B2"/>
    <w:rsid w:val="007658AF"/>
    <w:rsid w:val="0076618B"/>
    <w:rsid w:val="00766483"/>
    <w:rsid w:val="00766B99"/>
    <w:rsid w:val="007674F8"/>
    <w:rsid w:val="0076750D"/>
    <w:rsid w:val="0077002D"/>
    <w:rsid w:val="00770ADD"/>
    <w:rsid w:val="007719AD"/>
    <w:rsid w:val="00772BB1"/>
    <w:rsid w:val="00773AF0"/>
    <w:rsid w:val="00774E75"/>
    <w:rsid w:val="00776DBF"/>
    <w:rsid w:val="00777422"/>
    <w:rsid w:val="00777A75"/>
    <w:rsid w:val="0078071E"/>
    <w:rsid w:val="00781259"/>
    <w:rsid w:val="00783607"/>
    <w:rsid w:val="00783E73"/>
    <w:rsid w:val="007855B1"/>
    <w:rsid w:val="00785921"/>
    <w:rsid w:val="007864C0"/>
    <w:rsid w:val="00786CBD"/>
    <w:rsid w:val="007904E4"/>
    <w:rsid w:val="00790C82"/>
    <w:rsid w:val="0079174A"/>
    <w:rsid w:val="00792787"/>
    <w:rsid w:val="007943A3"/>
    <w:rsid w:val="00794DD4"/>
    <w:rsid w:val="00797BF9"/>
    <w:rsid w:val="00797EC9"/>
    <w:rsid w:val="007A0E79"/>
    <w:rsid w:val="007A2908"/>
    <w:rsid w:val="007A2F77"/>
    <w:rsid w:val="007A30D3"/>
    <w:rsid w:val="007A3401"/>
    <w:rsid w:val="007A42DC"/>
    <w:rsid w:val="007A5547"/>
    <w:rsid w:val="007B0F07"/>
    <w:rsid w:val="007B18F4"/>
    <w:rsid w:val="007B2DE8"/>
    <w:rsid w:val="007B2F4A"/>
    <w:rsid w:val="007B30ED"/>
    <w:rsid w:val="007B3C40"/>
    <w:rsid w:val="007B5373"/>
    <w:rsid w:val="007B5477"/>
    <w:rsid w:val="007B54A3"/>
    <w:rsid w:val="007B78E1"/>
    <w:rsid w:val="007B7B71"/>
    <w:rsid w:val="007C0767"/>
    <w:rsid w:val="007C0BA0"/>
    <w:rsid w:val="007C0BAB"/>
    <w:rsid w:val="007C12AF"/>
    <w:rsid w:val="007C1690"/>
    <w:rsid w:val="007C17D4"/>
    <w:rsid w:val="007C192F"/>
    <w:rsid w:val="007C2119"/>
    <w:rsid w:val="007C255F"/>
    <w:rsid w:val="007C5916"/>
    <w:rsid w:val="007C60D0"/>
    <w:rsid w:val="007C6E77"/>
    <w:rsid w:val="007C6F31"/>
    <w:rsid w:val="007C76D2"/>
    <w:rsid w:val="007D00BB"/>
    <w:rsid w:val="007D11AA"/>
    <w:rsid w:val="007D1368"/>
    <w:rsid w:val="007D254B"/>
    <w:rsid w:val="007D2B05"/>
    <w:rsid w:val="007D2B85"/>
    <w:rsid w:val="007D3086"/>
    <w:rsid w:val="007D34BB"/>
    <w:rsid w:val="007D41BE"/>
    <w:rsid w:val="007D4490"/>
    <w:rsid w:val="007D5510"/>
    <w:rsid w:val="007D5661"/>
    <w:rsid w:val="007D667C"/>
    <w:rsid w:val="007E0075"/>
    <w:rsid w:val="007E02D4"/>
    <w:rsid w:val="007E0944"/>
    <w:rsid w:val="007E0FB2"/>
    <w:rsid w:val="007E0FEF"/>
    <w:rsid w:val="007E16FF"/>
    <w:rsid w:val="007E2DCE"/>
    <w:rsid w:val="007E3676"/>
    <w:rsid w:val="007E3784"/>
    <w:rsid w:val="007E3AAB"/>
    <w:rsid w:val="007E51C4"/>
    <w:rsid w:val="007E5458"/>
    <w:rsid w:val="007E577C"/>
    <w:rsid w:val="007F0B1D"/>
    <w:rsid w:val="007F1030"/>
    <w:rsid w:val="007F113F"/>
    <w:rsid w:val="007F1942"/>
    <w:rsid w:val="007F1A90"/>
    <w:rsid w:val="007F2376"/>
    <w:rsid w:val="007F2D56"/>
    <w:rsid w:val="007F3281"/>
    <w:rsid w:val="007F3BA4"/>
    <w:rsid w:val="007F5B1B"/>
    <w:rsid w:val="007F7102"/>
    <w:rsid w:val="008010F3"/>
    <w:rsid w:val="0080242F"/>
    <w:rsid w:val="0080288E"/>
    <w:rsid w:val="008030F3"/>
    <w:rsid w:val="00803FD8"/>
    <w:rsid w:val="008075D1"/>
    <w:rsid w:val="00810241"/>
    <w:rsid w:val="0081140D"/>
    <w:rsid w:val="00817A31"/>
    <w:rsid w:val="00817A60"/>
    <w:rsid w:val="008209BF"/>
    <w:rsid w:val="00820B89"/>
    <w:rsid w:val="0082106C"/>
    <w:rsid w:val="00821D9F"/>
    <w:rsid w:val="00822149"/>
    <w:rsid w:val="00822D8A"/>
    <w:rsid w:val="00824C87"/>
    <w:rsid w:val="00825722"/>
    <w:rsid w:val="00826980"/>
    <w:rsid w:val="00826CD6"/>
    <w:rsid w:val="00830561"/>
    <w:rsid w:val="00830F87"/>
    <w:rsid w:val="0083132C"/>
    <w:rsid w:val="00831A3D"/>
    <w:rsid w:val="0083323A"/>
    <w:rsid w:val="008339F0"/>
    <w:rsid w:val="00833CD9"/>
    <w:rsid w:val="00835398"/>
    <w:rsid w:val="00835902"/>
    <w:rsid w:val="00835D97"/>
    <w:rsid w:val="00836640"/>
    <w:rsid w:val="008366DD"/>
    <w:rsid w:val="00836EDB"/>
    <w:rsid w:val="008378A3"/>
    <w:rsid w:val="00840EA3"/>
    <w:rsid w:val="008414DE"/>
    <w:rsid w:val="00841518"/>
    <w:rsid w:val="008422FB"/>
    <w:rsid w:val="00842ADC"/>
    <w:rsid w:val="00843973"/>
    <w:rsid w:val="00843D4A"/>
    <w:rsid w:val="00844B61"/>
    <w:rsid w:val="008452BD"/>
    <w:rsid w:val="00845776"/>
    <w:rsid w:val="00845901"/>
    <w:rsid w:val="00845BDA"/>
    <w:rsid w:val="008460BF"/>
    <w:rsid w:val="008461F0"/>
    <w:rsid w:val="008461F8"/>
    <w:rsid w:val="00847E9D"/>
    <w:rsid w:val="008503E2"/>
    <w:rsid w:val="00850D55"/>
    <w:rsid w:val="0085171A"/>
    <w:rsid w:val="008525BA"/>
    <w:rsid w:val="0085261A"/>
    <w:rsid w:val="00852D4E"/>
    <w:rsid w:val="00853B74"/>
    <w:rsid w:val="00854771"/>
    <w:rsid w:val="00855635"/>
    <w:rsid w:val="00856721"/>
    <w:rsid w:val="00856D44"/>
    <w:rsid w:val="00860C7C"/>
    <w:rsid w:val="008616CC"/>
    <w:rsid w:val="0086227F"/>
    <w:rsid w:val="00862384"/>
    <w:rsid w:val="00863128"/>
    <w:rsid w:val="00864246"/>
    <w:rsid w:val="00864673"/>
    <w:rsid w:val="00864A20"/>
    <w:rsid w:val="00864FEB"/>
    <w:rsid w:val="00865B06"/>
    <w:rsid w:val="00866A81"/>
    <w:rsid w:val="008674D9"/>
    <w:rsid w:val="00870134"/>
    <w:rsid w:val="008702D2"/>
    <w:rsid w:val="00871E9A"/>
    <w:rsid w:val="00873B16"/>
    <w:rsid w:val="0087489E"/>
    <w:rsid w:val="00874F31"/>
    <w:rsid w:val="00875C48"/>
    <w:rsid w:val="0087699D"/>
    <w:rsid w:val="00876E88"/>
    <w:rsid w:val="0087760F"/>
    <w:rsid w:val="00877714"/>
    <w:rsid w:val="00877750"/>
    <w:rsid w:val="008802F9"/>
    <w:rsid w:val="00881414"/>
    <w:rsid w:val="008821EB"/>
    <w:rsid w:val="00882CAA"/>
    <w:rsid w:val="00882D85"/>
    <w:rsid w:val="008834B7"/>
    <w:rsid w:val="00883816"/>
    <w:rsid w:val="00883CA6"/>
    <w:rsid w:val="008856C1"/>
    <w:rsid w:val="008858DB"/>
    <w:rsid w:val="00886027"/>
    <w:rsid w:val="00887209"/>
    <w:rsid w:val="00891070"/>
    <w:rsid w:val="0089254B"/>
    <w:rsid w:val="0089344A"/>
    <w:rsid w:val="0089436F"/>
    <w:rsid w:val="00894988"/>
    <w:rsid w:val="008A1597"/>
    <w:rsid w:val="008A1670"/>
    <w:rsid w:val="008A1B03"/>
    <w:rsid w:val="008A3199"/>
    <w:rsid w:val="008A3519"/>
    <w:rsid w:val="008A37F5"/>
    <w:rsid w:val="008A3AD0"/>
    <w:rsid w:val="008A527E"/>
    <w:rsid w:val="008A6F2A"/>
    <w:rsid w:val="008B0D7E"/>
    <w:rsid w:val="008B1621"/>
    <w:rsid w:val="008B39AE"/>
    <w:rsid w:val="008B409A"/>
    <w:rsid w:val="008B460F"/>
    <w:rsid w:val="008B4A03"/>
    <w:rsid w:val="008B57FD"/>
    <w:rsid w:val="008B67E8"/>
    <w:rsid w:val="008B783D"/>
    <w:rsid w:val="008B7DB6"/>
    <w:rsid w:val="008B7FFE"/>
    <w:rsid w:val="008C00F1"/>
    <w:rsid w:val="008C1774"/>
    <w:rsid w:val="008C2028"/>
    <w:rsid w:val="008C2127"/>
    <w:rsid w:val="008C3F47"/>
    <w:rsid w:val="008C4452"/>
    <w:rsid w:val="008C5C51"/>
    <w:rsid w:val="008C6A77"/>
    <w:rsid w:val="008C711F"/>
    <w:rsid w:val="008C7F66"/>
    <w:rsid w:val="008D01E1"/>
    <w:rsid w:val="008D03CA"/>
    <w:rsid w:val="008D0C30"/>
    <w:rsid w:val="008D0F65"/>
    <w:rsid w:val="008D1533"/>
    <w:rsid w:val="008D1E1C"/>
    <w:rsid w:val="008D3027"/>
    <w:rsid w:val="008D3AC9"/>
    <w:rsid w:val="008D3DC9"/>
    <w:rsid w:val="008D4367"/>
    <w:rsid w:val="008D4812"/>
    <w:rsid w:val="008D56A4"/>
    <w:rsid w:val="008D61F0"/>
    <w:rsid w:val="008D691D"/>
    <w:rsid w:val="008D6930"/>
    <w:rsid w:val="008D7521"/>
    <w:rsid w:val="008E04F6"/>
    <w:rsid w:val="008E1297"/>
    <w:rsid w:val="008E1474"/>
    <w:rsid w:val="008E16E9"/>
    <w:rsid w:val="008E1BBE"/>
    <w:rsid w:val="008E2148"/>
    <w:rsid w:val="008E2C4D"/>
    <w:rsid w:val="008E3AFE"/>
    <w:rsid w:val="008E52A0"/>
    <w:rsid w:val="008E7119"/>
    <w:rsid w:val="008E7B7A"/>
    <w:rsid w:val="008F020F"/>
    <w:rsid w:val="008F0AB2"/>
    <w:rsid w:val="008F1659"/>
    <w:rsid w:val="008F1D29"/>
    <w:rsid w:val="008F2748"/>
    <w:rsid w:val="008F3C2A"/>
    <w:rsid w:val="008F5719"/>
    <w:rsid w:val="008F5F8E"/>
    <w:rsid w:val="008F66AF"/>
    <w:rsid w:val="008F7217"/>
    <w:rsid w:val="008F7FE6"/>
    <w:rsid w:val="00900F02"/>
    <w:rsid w:val="00900F34"/>
    <w:rsid w:val="00902A11"/>
    <w:rsid w:val="00903207"/>
    <w:rsid w:val="00903EB1"/>
    <w:rsid w:val="00904FC5"/>
    <w:rsid w:val="00905036"/>
    <w:rsid w:val="00905296"/>
    <w:rsid w:val="00907777"/>
    <w:rsid w:val="00907E92"/>
    <w:rsid w:val="00912092"/>
    <w:rsid w:val="009126F2"/>
    <w:rsid w:val="009132A5"/>
    <w:rsid w:val="00914387"/>
    <w:rsid w:val="00915AC7"/>
    <w:rsid w:val="00920D3B"/>
    <w:rsid w:val="00921509"/>
    <w:rsid w:val="00923957"/>
    <w:rsid w:val="00924224"/>
    <w:rsid w:val="00924301"/>
    <w:rsid w:val="00924A4E"/>
    <w:rsid w:val="00925331"/>
    <w:rsid w:val="00925529"/>
    <w:rsid w:val="009256EC"/>
    <w:rsid w:val="00925BFC"/>
    <w:rsid w:val="00925D89"/>
    <w:rsid w:val="009262E6"/>
    <w:rsid w:val="00930DCD"/>
    <w:rsid w:val="00931503"/>
    <w:rsid w:val="0093170A"/>
    <w:rsid w:val="0093231D"/>
    <w:rsid w:val="009323B8"/>
    <w:rsid w:val="009329BD"/>
    <w:rsid w:val="00933841"/>
    <w:rsid w:val="00935055"/>
    <w:rsid w:val="00936392"/>
    <w:rsid w:val="00936D51"/>
    <w:rsid w:val="00937B33"/>
    <w:rsid w:val="009405E3"/>
    <w:rsid w:val="009407EB"/>
    <w:rsid w:val="00940804"/>
    <w:rsid w:val="0094189A"/>
    <w:rsid w:val="0094395B"/>
    <w:rsid w:val="0094406B"/>
    <w:rsid w:val="00945367"/>
    <w:rsid w:val="00945BD6"/>
    <w:rsid w:val="009469B2"/>
    <w:rsid w:val="0094757B"/>
    <w:rsid w:val="00950370"/>
    <w:rsid w:val="00951FE8"/>
    <w:rsid w:val="00952D6E"/>
    <w:rsid w:val="00953196"/>
    <w:rsid w:val="009546A4"/>
    <w:rsid w:val="0095519C"/>
    <w:rsid w:val="0095704C"/>
    <w:rsid w:val="00957D1A"/>
    <w:rsid w:val="00960FB3"/>
    <w:rsid w:val="00961F8D"/>
    <w:rsid w:val="00962B2D"/>
    <w:rsid w:val="00962F05"/>
    <w:rsid w:val="00962F6E"/>
    <w:rsid w:val="00963612"/>
    <w:rsid w:val="0096578B"/>
    <w:rsid w:val="009667D7"/>
    <w:rsid w:val="0096775A"/>
    <w:rsid w:val="00970032"/>
    <w:rsid w:val="00970443"/>
    <w:rsid w:val="00970DB8"/>
    <w:rsid w:val="00970F50"/>
    <w:rsid w:val="00971444"/>
    <w:rsid w:val="00971898"/>
    <w:rsid w:val="00971B1D"/>
    <w:rsid w:val="009724FC"/>
    <w:rsid w:val="00972C6C"/>
    <w:rsid w:val="0097333E"/>
    <w:rsid w:val="00974578"/>
    <w:rsid w:val="0097469D"/>
    <w:rsid w:val="00975BD3"/>
    <w:rsid w:val="00976339"/>
    <w:rsid w:val="00980139"/>
    <w:rsid w:val="00980427"/>
    <w:rsid w:val="00980B58"/>
    <w:rsid w:val="00980F78"/>
    <w:rsid w:val="00981A95"/>
    <w:rsid w:val="00981D10"/>
    <w:rsid w:val="00982226"/>
    <w:rsid w:val="00982910"/>
    <w:rsid w:val="00982B08"/>
    <w:rsid w:val="00984721"/>
    <w:rsid w:val="009855EE"/>
    <w:rsid w:val="0098575A"/>
    <w:rsid w:val="00985913"/>
    <w:rsid w:val="009873BF"/>
    <w:rsid w:val="00987B8E"/>
    <w:rsid w:val="0099043B"/>
    <w:rsid w:val="00990A57"/>
    <w:rsid w:val="00992B73"/>
    <w:rsid w:val="00992C1F"/>
    <w:rsid w:val="00993C32"/>
    <w:rsid w:val="00996ACD"/>
    <w:rsid w:val="009979E4"/>
    <w:rsid w:val="009A01CB"/>
    <w:rsid w:val="009A03E7"/>
    <w:rsid w:val="009A0F68"/>
    <w:rsid w:val="009A0F88"/>
    <w:rsid w:val="009A267A"/>
    <w:rsid w:val="009A2E7F"/>
    <w:rsid w:val="009A316D"/>
    <w:rsid w:val="009A41B9"/>
    <w:rsid w:val="009A45CB"/>
    <w:rsid w:val="009A48AC"/>
    <w:rsid w:val="009A49CA"/>
    <w:rsid w:val="009A729C"/>
    <w:rsid w:val="009A7326"/>
    <w:rsid w:val="009A7C58"/>
    <w:rsid w:val="009B02AA"/>
    <w:rsid w:val="009B07C3"/>
    <w:rsid w:val="009B279D"/>
    <w:rsid w:val="009B283A"/>
    <w:rsid w:val="009B2A53"/>
    <w:rsid w:val="009B3A59"/>
    <w:rsid w:val="009B43FE"/>
    <w:rsid w:val="009B4738"/>
    <w:rsid w:val="009B668F"/>
    <w:rsid w:val="009B6C75"/>
    <w:rsid w:val="009B6F91"/>
    <w:rsid w:val="009B70B7"/>
    <w:rsid w:val="009B74DF"/>
    <w:rsid w:val="009B780A"/>
    <w:rsid w:val="009C04E3"/>
    <w:rsid w:val="009C1916"/>
    <w:rsid w:val="009C29B1"/>
    <w:rsid w:val="009C384A"/>
    <w:rsid w:val="009C3AA4"/>
    <w:rsid w:val="009C405C"/>
    <w:rsid w:val="009C4AC2"/>
    <w:rsid w:val="009C4B2F"/>
    <w:rsid w:val="009C525B"/>
    <w:rsid w:val="009C696F"/>
    <w:rsid w:val="009C6D68"/>
    <w:rsid w:val="009C70CF"/>
    <w:rsid w:val="009C74F6"/>
    <w:rsid w:val="009C7A12"/>
    <w:rsid w:val="009C7B4B"/>
    <w:rsid w:val="009D001E"/>
    <w:rsid w:val="009D03CD"/>
    <w:rsid w:val="009D1649"/>
    <w:rsid w:val="009D1C45"/>
    <w:rsid w:val="009D20CE"/>
    <w:rsid w:val="009D2754"/>
    <w:rsid w:val="009D2782"/>
    <w:rsid w:val="009D3912"/>
    <w:rsid w:val="009D3D9A"/>
    <w:rsid w:val="009D46B2"/>
    <w:rsid w:val="009D5FA8"/>
    <w:rsid w:val="009D7222"/>
    <w:rsid w:val="009E0584"/>
    <w:rsid w:val="009E2955"/>
    <w:rsid w:val="009E3D74"/>
    <w:rsid w:val="009E4E14"/>
    <w:rsid w:val="009E59DC"/>
    <w:rsid w:val="009E5CEE"/>
    <w:rsid w:val="009E7018"/>
    <w:rsid w:val="009E7E8B"/>
    <w:rsid w:val="009F5184"/>
    <w:rsid w:val="009F5E72"/>
    <w:rsid w:val="00A0023C"/>
    <w:rsid w:val="00A00255"/>
    <w:rsid w:val="00A009A4"/>
    <w:rsid w:val="00A00BB5"/>
    <w:rsid w:val="00A03713"/>
    <w:rsid w:val="00A03AF5"/>
    <w:rsid w:val="00A03B27"/>
    <w:rsid w:val="00A03E94"/>
    <w:rsid w:val="00A046B2"/>
    <w:rsid w:val="00A04DDC"/>
    <w:rsid w:val="00A04FDC"/>
    <w:rsid w:val="00A05801"/>
    <w:rsid w:val="00A06117"/>
    <w:rsid w:val="00A06C23"/>
    <w:rsid w:val="00A071C9"/>
    <w:rsid w:val="00A0735F"/>
    <w:rsid w:val="00A07F67"/>
    <w:rsid w:val="00A10261"/>
    <w:rsid w:val="00A1100F"/>
    <w:rsid w:val="00A119C6"/>
    <w:rsid w:val="00A13129"/>
    <w:rsid w:val="00A136C2"/>
    <w:rsid w:val="00A14080"/>
    <w:rsid w:val="00A15F95"/>
    <w:rsid w:val="00A162F0"/>
    <w:rsid w:val="00A21EB3"/>
    <w:rsid w:val="00A21FC1"/>
    <w:rsid w:val="00A226E8"/>
    <w:rsid w:val="00A22E32"/>
    <w:rsid w:val="00A22E37"/>
    <w:rsid w:val="00A23C2A"/>
    <w:rsid w:val="00A272B5"/>
    <w:rsid w:val="00A27402"/>
    <w:rsid w:val="00A27458"/>
    <w:rsid w:val="00A311E8"/>
    <w:rsid w:val="00A31865"/>
    <w:rsid w:val="00A32717"/>
    <w:rsid w:val="00A32C20"/>
    <w:rsid w:val="00A33115"/>
    <w:rsid w:val="00A338F7"/>
    <w:rsid w:val="00A34620"/>
    <w:rsid w:val="00A3469C"/>
    <w:rsid w:val="00A34D4D"/>
    <w:rsid w:val="00A357B4"/>
    <w:rsid w:val="00A35873"/>
    <w:rsid w:val="00A36EF7"/>
    <w:rsid w:val="00A41DB7"/>
    <w:rsid w:val="00A42AA6"/>
    <w:rsid w:val="00A42C00"/>
    <w:rsid w:val="00A43A5B"/>
    <w:rsid w:val="00A43D89"/>
    <w:rsid w:val="00A44D66"/>
    <w:rsid w:val="00A457C3"/>
    <w:rsid w:val="00A460D2"/>
    <w:rsid w:val="00A465E5"/>
    <w:rsid w:val="00A47DE0"/>
    <w:rsid w:val="00A50FEF"/>
    <w:rsid w:val="00A519DF"/>
    <w:rsid w:val="00A51DCF"/>
    <w:rsid w:val="00A53406"/>
    <w:rsid w:val="00A53434"/>
    <w:rsid w:val="00A5496D"/>
    <w:rsid w:val="00A55A7E"/>
    <w:rsid w:val="00A55B0E"/>
    <w:rsid w:val="00A56F1E"/>
    <w:rsid w:val="00A57136"/>
    <w:rsid w:val="00A6006D"/>
    <w:rsid w:val="00A61216"/>
    <w:rsid w:val="00A61516"/>
    <w:rsid w:val="00A6193E"/>
    <w:rsid w:val="00A62A98"/>
    <w:rsid w:val="00A63860"/>
    <w:rsid w:val="00A64886"/>
    <w:rsid w:val="00A648D2"/>
    <w:rsid w:val="00A65ACE"/>
    <w:rsid w:val="00A66057"/>
    <w:rsid w:val="00A6613D"/>
    <w:rsid w:val="00A66FF7"/>
    <w:rsid w:val="00A67F10"/>
    <w:rsid w:val="00A71519"/>
    <w:rsid w:val="00A71756"/>
    <w:rsid w:val="00A719DE"/>
    <w:rsid w:val="00A71E8A"/>
    <w:rsid w:val="00A7227F"/>
    <w:rsid w:val="00A72BED"/>
    <w:rsid w:val="00A72E1E"/>
    <w:rsid w:val="00A73172"/>
    <w:rsid w:val="00A744DF"/>
    <w:rsid w:val="00A748FC"/>
    <w:rsid w:val="00A75D62"/>
    <w:rsid w:val="00A7646F"/>
    <w:rsid w:val="00A76A25"/>
    <w:rsid w:val="00A76FC2"/>
    <w:rsid w:val="00A778C1"/>
    <w:rsid w:val="00A8007F"/>
    <w:rsid w:val="00A810BA"/>
    <w:rsid w:val="00A81A9F"/>
    <w:rsid w:val="00A82EE6"/>
    <w:rsid w:val="00A830AE"/>
    <w:rsid w:val="00A830D9"/>
    <w:rsid w:val="00A8391A"/>
    <w:rsid w:val="00A84531"/>
    <w:rsid w:val="00A84ECE"/>
    <w:rsid w:val="00A853D1"/>
    <w:rsid w:val="00A85D50"/>
    <w:rsid w:val="00A87175"/>
    <w:rsid w:val="00A9174B"/>
    <w:rsid w:val="00A92FC9"/>
    <w:rsid w:val="00A9301A"/>
    <w:rsid w:val="00A945BF"/>
    <w:rsid w:val="00A95ADF"/>
    <w:rsid w:val="00A95F1A"/>
    <w:rsid w:val="00A9663F"/>
    <w:rsid w:val="00AA07D7"/>
    <w:rsid w:val="00AA09BC"/>
    <w:rsid w:val="00AA14F1"/>
    <w:rsid w:val="00AA1DDB"/>
    <w:rsid w:val="00AA28D5"/>
    <w:rsid w:val="00AA2E62"/>
    <w:rsid w:val="00AA3A94"/>
    <w:rsid w:val="00AA5D25"/>
    <w:rsid w:val="00AA64B8"/>
    <w:rsid w:val="00AA7DAD"/>
    <w:rsid w:val="00AA7DFF"/>
    <w:rsid w:val="00AB0A06"/>
    <w:rsid w:val="00AB16B7"/>
    <w:rsid w:val="00AB1A26"/>
    <w:rsid w:val="00AB233B"/>
    <w:rsid w:val="00AB4741"/>
    <w:rsid w:val="00AB4ECC"/>
    <w:rsid w:val="00AB5290"/>
    <w:rsid w:val="00AB6A29"/>
    <w:rsid w:val="00AB77DB"/>
    <w:rsid w:val="00AC0968"/>
    <w:rsid w:val="00AC15C9"/>
    <w:rsid w:val="00AC1674"/>
    <w:rsid w:val="00AC2A03"/>
    <w:rsid w:val="00AC4EE4"/>
    <w:rsid w:val="00AC6376"/>
    <w:rsid w:val="00AC6A0E"/>
    <w:rsid w:val="00AC7391"/>
    <w:rsid w:val="00AD12F6"/>
    <w:rsid w:val="00AD1622"/>
    <w:rsid w:val="00AD5552"/>
    <w:rsid w:val="00AD5F5B"/>
    <w:rsid w:val="00AD64DD"/>
    <w:rsid w:val="00AE3983"/>
    <w:rsid w:val="00AE5B6F"/>
    <w:rsid w:val="00AE6E8C"/>
    <w:rsid w:val="00AE7249"/>
    <w:rsid w:val="00AE7428"/>
    <w:rsid w:val="00AE751F"/>
    <w:rsid w:val="00AE79B3"/>
    <w:rsid w:val="00AE7B8E"/>
    <w:rsid w:val="00AE7DF3"/>
    <w:rsid w:val="00AF008F"/>
    <w:rsid w:val="00AF0288"/>
    <w:rsid w:val="00AF04CB"/>
    <w:rsid w:val="00AF18C9"/>
    <w:rsid w:val="00AF2011"/>
    <w:rsid w:val="00AF2094"/>
    <w:rsid w:val="00AF218F"/>
    <w:rsid w:val="00AF2BC9"/>
    <w:rsid w:val="00AF2D34"/>
    <w:rsid w:val="00AF5055"/>
    <w:rsid w:val="00AF7513"/>
    <w:rsid w:val="00B00551"/>
    <w:rsid w:val="00B00A44"/>
    <w:rsid w:val="00B00F73"/>
    <w:rsid w:val="00B011A5"/>
    <w:rsid w:val="00B02595"/>
    <w:rsid w:val="00B02605"/>
    <w:rsid w:val="00B026E8"/>
    <w:rsid w:val="00B03ED2"/>
    <w:rsid w:val="00B060D5"/>
    <w:rsid w:val="00B06956"/>
    <w:rsid w:val="00B06F4F"/>
    <w:rsid w:val="00B0785F"/>
    <w:rsid w:val="00B10146"/>
    <w:rsid w:val="00B1054E"/>
    <w:rsid w:val="00B11362"/>
    <w:rsid w:val="00B12123"/>
    <w:rsid w:val="00B13FD7"/>
    <w:rsid w:val="00B1501B"/>
    <w:rsid w:val="00B16045"/>
    <w:rsid w:val="00B1660A"/>
    <w:rsid w:val="00B1727F"/>
    <w:rsid w:val="00B21AE1"/>
    <w:rsid w:val="00B22471"/>
    <w:rsid w:val="00B22914"/>
    <w:rsid w:val="00B22E2A"/>
    <w:rsid w:val="00B23307"/>
    <w:rsid w:val="00B24A6F"/>
    <w:rsid w:val="00B25DB0"/>
    <w:rsid w:val="00B2646A"/>
    <w:rsid w:val="00B2691A"/>
    <w:rsid w:val="00B26BBC"/>
    <w:rsid w:val="00B3212B"/>
    <w:rsid w:val="00B327E1"/>
    <w:rsid w:val="00B32CB3"/>
    <w:rsid w:val="00B33479"/>
    <w:rsid w:val="00B33A93"/>
    <w:rsid w:val="00B33D54"/>
    <w:rsid w:val="00B34610"/>
    <w:rsid w:val="00B3506C"/>
    <w:rsid w:val="00B354FB"/>
    <w:rsid w:val="00B356FB"/>
    <w:rsid w:val="00B35C67"/>
    <w:rsid w:val="00B36290"/>
    <w:rsid w:val="00B366AC"/>
    <w:rsid w:val="00B378B5"/>
    <w:rsid w:val="00B407C7"/>
    <w:rsid w:val="00B40D83"/>
    <w:rsid w:val="00B41402"/>
    <w:rsid w:val="00B41E21"/>
    <w:rsid w:val="00B43050"/>
    <w:rsid w:val="00B43361"/>
    <w:rsid w:val="00B436DC"/>
    <w:rsid w:val="00B43A73"/>
    <w:rsid w:val="00B43B02"/>
    <w:rsid w:val="00B43B71"/>
    <w:rsid w:val="00B44EA5"/>
    <w:rsid w:val="00B45468"/>
    <w:rsid w:val="00B47B70"/>
    <w:rsid w:val="00B50044"/>
    <w:rsid w:val="00B5020B"/>
    <w:rsid w:val="00B512BB"/>
    <w:rsid w:val="00B512C0"/>
    <w:rsid w:val="00B514B9"/>
    <w:rsid w:val="00B5193D"/>
    <w:rsid w:val="00B53846"/>
    <w:rsid w:val="00B53E65"/>
    <w:rsid w:val="00B5400F"/>
    <w:rsid w:val="00B54539"/>
    <w:rsid w:val="00B55821"/>
    <w:rsid w:val="00B56543"/>
    <w:rsid w:val="00B565BC"/>
    <w:rsid w:val="00B600EA"/>
    <w:rsid w:val="00B602A6"/>
    <w:rsid w:val="00B60831"/>
    <w:rsid w:val="00B60F0F"/>
    <w:rsid w:val="00B618D8"/>
    <w:rsid w:val="00B620BB"/>
    <w:rsid w:val="00B624F5"/>
    <w:rsid w:val="00B636B6"/>
    <w:rsid w:val="00B64327"/>
    <w:rsid w:val="00B666C8"/>
    <w:rsid w:val="00B7112D"/>
    <w:rsid w:val="00B71465"/>
    <w:rsid w:val="00B72E76"/>
    <w:rsid w:val="00B731BF"/>
    <w:rsid w:val="00B75794"/>
    <w:rsid w:val="00B759E7"/>
    <w:rsid w:val="00B80E5C"/>
    <w:rsid w:val="00B82480"/>
    <w:rsid w:val="00B8320E"/>
    <w:rsid w:val="00B83236"/>
    <w:rsid w:val="00B83E2A"/>
    <w:rsid w:val="00B84F03"/>
    <w:rsid w:val="00B85464"/>
    <w:rsid w:val="00B8714E"/>
    <w:rsid w:val="00B8734E"/>
    <w:rsid w:val="00B87B58"/>
    <w:rsid w:val="00B92F51"/>
    <w:rsid w:val="00B930B1"/>
    <w:rsid w:val="00B9343A"/>
    <w:rsid w:val="00B937BA"/>
    <w:rsid w:val="00B94174"/>
    <w:rsid w:val="00B953A2"/>
    <w:rsid w:val="00B96761"/>
    <w:rsid w:val="00B96C72"/>
    <w:rsid w:val="00BA0332"/>
    <w:rsid w:val="00BA0DE5"/>
    <w:rsid w:val="00BA265C"/>
    <w:rsid w:val="00BA38EF"/>
    <w:rsid w:val="00BA393F"/>
    <w:rsid w:val="00BA3BDD"/>
    <w:rsid w:val="00BA50B9"/>
    <w:rsid w:val="00BA51AB"/>
    <w:rsid w:val="00BA5F76"/>
    <w:rsid w:val="00BA6174"/>
    <w:rsid w:val="00BA64B6"/>
    <w:rsid w:val="00BA73C1"/>
    <w:rsid w:val="00BA757E"/>
    <w:rsid w:val="00BA7E30"/>
    <w:rsid w:val="00BB029F"/>
    <w:rsid w:val="00BB2A0F"/>
    <w:rsid w:val="00BB2B9D"/>
    <w:rsid w:val="00BB3A18"/>
    <w:rsid w:val="00BB4331"/>
    <w:rsid w:val="00BB43C3"/>
    <w:rsid w:val="00BB4939"/>
    <w:rsid w:val="00BB54CC"/>
    <w:rsid w:val="00BB651A"/>
    <w:rsid w:val="00BB7C66"/>
    <w:rsid w:val="00BB7FE7"/>
    <w:rsid w:val="00BC222F"/>
    <w:rsid w:val="00BC25AF"/>
    <w:rsid w:val="00BC42B2"/>
    <w:rsid w:val="00BC46CB"/>
    <w:rsid w:val="00BC550B"/>
    <w:rsid w:val="00BC5F92"/>
    <w:rsid w:val="00BC6808"/>
    <w:rsid w:val="00BC6F47"/>
    <w:rsid w:val="00BC7099"/>
    <w:rsid w:val="00BC74ED"/>
    <w:rsid w:val="00BC79A2"/>
    <w:rsid w:val="00BC7B79"/>
    <w:rsid w:val="00BD063C"/>
    <w:rsid w:val="00BD0BC4"/>
    <w:rsid w:val="00BD4719"/>
    <w:rsid w:val="00BD4FEF"/>
    <w:rsid w:val="00BD59CC"/>
    <w:rsid w:val="00BD5DE0"/>
    <w:rsid w:val="00BD7911"/>
    <w:rsid w:val="00BE04D5"/>
    <w:rsid w:val="00BE1BA5"/>
    <w:rsid w:val="00BE212C"/>
    <w:rsid w:val="00BE302F"/>
    <w:rsid w:val="00BE536C"/>
    <w:rsid w:val="00BE57E4"/>
    <w:rsid w:val="00BE6F60"/>
    <w:rsid w:val="00BE70E2"/>
    <w:rsid w:val="00BE7172"/>
    <w:rsid w:val="00BF06B4"/>
    <w:rsid w:val="00BF149A"/>
    <w:rsid w:val="00BF1661"/>
    <w:rsid w:val="00BF336D"/>
    <w:rsid w:val="00BF3778"/>
    <w:rsid w:val="00BF454B"/>
    <w:rsid w:val="00BF4894"/>
    <w:rsid w:val="00BF53D3"/>
    <w:rsid w:val="00BF59BD"/>
    <w:rsid w:val="00BF6801"/>
    <w:rsid w:val="00BF6E9A"/>
    <w:rsid w:val="00BF6F28"/>
    <w:rsid w:val="00C0172C"/>
    <w:rsid w:val="00C01998"/>
    <w:rsid w:val="00C019F2"/>
    <w:rsid w:val="00C01CDC"/>
    <w:rsid w:val="00C03231"/>
    <w:rsid w:val="00C03B7E"/>
    <w:rsid w:val="00C03CBC"/>
    <w:rsid w:val="00C04418"/>
    <w:rsid w:val="00C04DE3"/>
    <w:rsid w:val="00C05492"/>
    <w:rsid w:val="00C05C9E"/>
    <w:rsid w:val="00C067BB"/>
    <w:rsid w:val="00C074D3"/>
    <w:rsid w:val="00C10230"/>
    <w:rsid w:val="00C11256"/>
    <w:rsid w:val="00C11A67"/>
    <w:rsid w:val="00C126A7"/>
    <w:rsid w:val="00C12BE0"/>
    <w:rsid w:val="00C13235"/>
    <w:rsid w:val="00C134FF"/>
    <w:rsid w:val="00C15318"/>
    <w:rsid w:val="00C16DF4"/>
    <w:rsid w:val="00C17D09"/>
    <w:rsid w:val="00C20950"/>
    <w:rsid w:val="00C20C91"/>
    <w:rsid w:val="00C20F40"/>
    <w:rsid w:val="00C20F69"/>
    <w:rsid w:val="00C211B6"/>
    <w:rsid w:val="00C21B60"/>
    <w:rsid w:val="00C221A1"/>
    <w:rsid w:val="00C223E3"/>
    <w:rsid w:val="00C225D6"/>
    <w:rsid w:val="00C23E73"/>
    <w:rsid w:val="00C24427"/>
    <w:rsid w:val="00C251B8"/>
    <w:rsid w:val="00C25E5F"/>
    <w:rsid w:val="00C269E4"/>
    <w:rsid w:val="00C26AB8"/>
    <w:rsid w:val="00C3025F"/>
    <w:rsid w:val="00C30664"/>
    <w:rsid w:val="00C30AEF"/>
    <w:rsid w:val="00C30C5B"/>
    <w:rsid w:val="00C31376"/>
    <w:rsid w:val="00C31A33"/>
    <w:rsid w:val="00C31BB5"/>
    <w:rsid w:val="00C326F1"/>
    <w:rsid w:val="00C34524"/>
    <w:rsid w:val="00C34C45"/>
    <w:rsid w:val="00C34C49"/>
    <w:rsid w:val="00C3553C"/>
    <w:rsid w:val="00C36937"/>
    <w:rsid w:val="00C37763"/>
    <w:rsid w:val="00C3799E"/>
    <w:rsid w:val="00C42A23"/>
    <w:rsid w:val="00C42C7D"/>
    <w:rsid w:val="00C44DC7"/>
    <w:rsid w:val="00C456CD"/>
    <w:rsid w:val="00C45EA0"/>
    <w:rsid w:val="00C4619D"/>
    <w:rsid w:val="00C4657A"/>
    <w:rsid w:val="00C46D2C"/>
    <w:rsid w:val="00C50A62"/>
    <w:rsid w:val="00C50B45"/>
    <w:rsid w:val="00C50DA8"/>
    <w:rsid w:val="00C5107D"/>
    <w:rsid w:val="00C511CF"/>
    <w:rsid w:val="00C51254"/>
    <w:rsid w:val="00C51825"/>
    <w:rsid w:val="00C5259B"/>
    <w:rsid w:val="00C52D1E"/>
    <w:rsid w:val="00C53042"/>
    <w:rsid w:val="00C534A8"/>
    <w:rsid w:val="00C53CA9"/>
    <w:rsid w:val="00C550D8"/>
    <w:rsid w:val="00C55B6A"/>
    <w:rsid w:val="00C55CF3"/>
    <w:rsid w:val="00C566C1"/>
    <w:rsid w:val="00C569B3"/>
    <w:rsid w:val="00C57059"/>
    <w:rsid w:val="00C57A21"/>
    <w:rsid w:val="00C6070C"/>
    <w:rsid w:val="00C60C88"/>
    <w:rsid w:val="00C60E45"/>
    <w:rsid w:val="00C6170F"/>
    <w:rsid w:val="00C6245C"/>
    <w:rsid w:val="00C643AA"/>
    <w:rsid w:val="00C64FE0"/>
    <w:rsid w:val="00C65E55"/>
    <w:rsid w:val="00C661C7"/>
    <w:rsid w:val="00C66DDE"/>
    <w:rsid w:val="00C66F16"/>
    <w:rsid w:val="00C6731E"/>
    <w:rsid w:val="00C71F38"/>
    <w:rsid w:val="00C73C62"/>
    <w:rsid w:val="00C73CC4"/>
    <w:rsid w:val="00C73F38"/>
    <w:rsid w:val="00C74A21"/>
    <w:rsid w:val="00C75968"/>
    <w:rsid w:val="00C76A31"/>
    <w:rsid w:val="00C76F06"/>
    <w:rsid w:val="00C776A1"/>
    <w:rsid w:val="00C77A08"/>
    <w:rsid w:val="00C801A1"/>
    <w:rsid w:val="00C82203"/>
    <w:rsid w:val="00C83631"/>
    <w:rsid w:val="00C839AB"/>
    <w:rsid w:val="00C83B52"/>
    <w:rsid w:val="00C84C5F"/>
    <w:rsid w:val="00C8541E"/>
    <w:rsid w:val="00C856D9"/>
    <w:rsid w:val="00C857A7"/>
    <w:rsid w:val="00C863DB"/>
    <w:rsid w:val="00C86B1A"/>
    <w:rsid w:val="00C87144"/>
    <w:rsid w:val="00C90118"/>
    <w:rsid w:val="00C905B6"/>
    <w:rsid w:val="00C90663"/>
    <w:rsid w:val="00C91DA4"/>
    <w:rsid w:val="00C925F0"/>
    <w:rsid w:val="00C92E40"/>
    <w:rsid w:val="00C93B7D"/>
    <w:rsid w:val="00C94212"/>
    <w:rsid w:val="00C95154"/>
    <w:rsid w:val="00C9620D"/>
    <w:rsid w:val="00C96A52"/>
    <w:rsid w:val="00C97A1C"/>
    <w:rsid w:val="00C97F8A"/>
    <w:rsid w:val="00CA0CC2"/>
    <w:rsid w:val="00CA107D"/>
    <w:rsid w:val="00CA1303"/>
    <w:rsid w:val="00CA1717"/>
    <w:rsid w:val="00CA28EE"/>
    <w:rsid w:val="00CA44A5"/>
    <w:rsid w:val="00CA49FC"/>
    <w:rsid w:val="00CA509C"/>
    <w:rsid w:val="00CA56DF"/>
    <w:rsid w:val="00CA5F2E"/>
    <w:rsid w:val="00CA611A"/>
    <w:rsid w:val="00CA67A5"/>
    <w:rsid w:val="00CA6908"/>
    <w:rsid w:val="00CA7A7B"/>
    <w:rsid w:val="00CB0AC7"/>
    <w:rsid w:val="00CB0F52"/>
    <w:rsid w:val="00CB14AD"/>
    <w:rsid w:val="00CB152D"/>
    <w:rsid w:val="00CB22AF"/>
    <w:rsid w:val="00CB2DF1"/>
    <w:rsid w:val="00CB345B"/>
    <w:rsid w:val="00CB3899"/>
    <w:rsid w:val="00CB44DC"/>
    <w:rsid w:val="00CB72C9"/>
    <w:rsid w:val="00CC0E3A"/>
    <w:rsid w:val="00CC1959"/>
    <w:rsid w:val="00CC3A29"/>
    <w:rsid w:val="00CC41A0"/>
    <w:rsid w:val="00CC4566"/>
    <w:rsid w:val="00CC53DE"/>
    <w:rsid w:val="00CC559C"/>
    <w:rsid w:val="00CC5BD3"/>
    <w:rsid w:val="00CC65C0"/>
    <w:rsid w:val="00CC7145"/>
    <w:rsid w:val="00CC7490"/>
    <w:rsid w:val="00CC78D1"/>
    <w:rsid w:val="00CC7FD0"/>
    <w:rsid w:val="00CD0E17"/>
    <w:rsid w:val="00CD0F4B"/>
    <w:rsid w:val="00CD126B"/>
    <w:rsid w:val="00CD2227"/>
    <w:rsid w:val="00CD3893"/>
    <w:rsid w:val="00CD45EE"/>
    <w:rsid w:val="00CD4CE1"/>
    <w:rsid w:val="00CD5227"/>
    <w:rsid w:val="00CD5568"/>
    <w:rsid w:val="00CD5D37"/>
    <w:rsid w:val="00CD6F26"/>
    <w:rsid w:val="00CD7223"/>
    <w:rsid w:val="00CE0007"/>
    <w:rsid w:val="00CE097C"/>
    <w:rsid w:val="00CE0FB9"/>
    <w:rsid w:val="00CE10B7"/>
    <w:rsid w:val="00CE156C"/>
    <w:rsid w:val="00CE2525"/>
    <w:rsid w:val="00CE3D52"/>
    <w:rsid w:val="00CE3E87"/>
    <w:rsid w:val="00CE4A79"/>
    <w:rsid w:val="00CE5454"/>
    <w:rsid w:val="00CE5992"/>
    <w:rsid w:val="00CE6161"/>
    <w:rsid w:val="00CE683F"/>
    <w:rsid w:val="00CE7BAC"/>
    <w:rsid w:val="00CE7EE7"/>
    <w:rsid w:val="00CF003C"/>
    <w:rsid w:val="00CF08B9"/>
    <w:rsid w:val="00CF0B3A"/>
    <w:rsid w:val="00CF0D6F"/>
    <w:rsid w:val="00CF203C"/>
    <w:rsid w:val="00CF4B09"/>
    <w:rsid w:val="00CF4DED"/>
    <w:rsid w:val="00CF4F9D"/>
    <w:rsid w:val="00CF5B44"/>
    <w:rsid w:val="00D02117"/>
    <w:rsid w:val="00D0347A"/>
    <w:rsid w:val="00D03D14"/>
    <w:rsid w:val="00D044F8"/>
    <w:rsid w:val="00D051FF"/>
    <w:rsid w:val="00D05D74"/>
    <w:rsid w:val="00D06156"/>
    <w:rsid w:val="00D06620"/>
    <w:rsid w:val="00D06AB2"/>
    <w:rsid w:val="00D0781D"/>
    <w:rsid w:val="00D107A9"/>
    <w:rsid w:val="00D111F1"/>
    <w:rsid w:val="00D140FB"/>
    <w:rsid w:val="00D155F2"/>
    <w:rsid w:val="00D15A4E"/>
    <w:rsid w:val="00D1722E"/>
    <w:rsid w:val="00D174ED"/>
    <w:rsid w:val="00D176F4"/>
    <w:rsid w:val="00D17F79"/>
    <w:rsid w:val="00D204BD"/>
    <w:rsid w:val="00D2059B"/>
    <w:rsid w:val="00D21355"/>
    <w:rsid w:val="00D22A7E"/>
    <w:rsid w:val="00D22F81"/>
    <w:rsid w:val="00D241A5"/>
    <w:rsid w:val="00D24484"/>
    <w:rsid w:val="00D24BE5"/>
    <w:rsid w:val="00D24F1D"/>
    <w:rsid w:val="00D253A9"/>
    <w:rsid w:val="00D27BCF"/>
    <w:rsid w:val="00D30045"/>
    <w:rsid w:val="00D30323"/>
    <w:rsid w:val="00D3287A"/>
    <w:rsid w:val="00D32B11"/>
    <w:rsid w:val="00D32BC2"/>
    <w:rsid w:val="00D331FD"/>
    <w:rsid w:val="00D34422"/>
    <w:rsid w:val="00D34C43"/>
    <w:rsid w:val="00D34FC7"/>
    <w:rsid w:val="00D35902"/>
    <w:rsid w:val="00D35FEC"/>
    <w:rsid w:val="00D3765C"/>
    <w:rsid w:val="00D376A1"/>
    <w:rsid w:val="00D42CF6"/>
    <w:rsid w:val="00D44CA5"/>
    <w:rsid w:val="00D45B7E"/>
    <w:rsid w:val="00D479F8"/>
    <w:rsid w:val="00D47A1F"/>
    <w:rsid w:val="00D47A7B"/>
    <w:rsid w:val="00D50725"/>
    <w:rsid w:val="00D5074B"/>
    <w:rsid w:val="00D50DCB"/>
    <w:rsid w:val="00D52050"/>
    <w:rsid w:val="00D5276D"/>
    <w:rsid w:val="00D535B0"/>
    <w:rsid w:val="00D53CE7"/>
    <w:rsid w:val="00D543DF"/>
    <w:rsid w:val="00D54F7E"/>
    <w:rsid w:val="00D55AE1"/>
    <w:rsid w:val="00D55D89"/>
    <w:rsid w:val="00D57437"/>
    <w:rsid w:val="00D5779C"/>
    <w:rsid w:val="00D57B0F"/>
    <w:rsid w:val="00D60619"/>
    <w:rsid w:val="00D6369D"/>
    <w:rsid w:val="00D63B12"/>
    <w:rsid w:val="00D660B5"/>
    <w:rsid w:val="00D665A8"/>
    <w:rsid w:val="00D66FB1"/>
    <w:rsid w:val="00D67ABA"/>
    <w:rsid w:val="00D71275"/>
    <w:rsid w:val="00D717CD"/>
    <w:rsid w:val="00D72124"/>
    <w:rsid w:val="00D72167"/>
    <w:rsid w:val="00D72357"/>
    <w:rsid w:val="00D7257A"/>
    <w:rsid w:val="00D725D4"/>
    <w:rsid w:val="00D725E3"/>
    <w:rsid w:val="00D7366F"/>
    <w:rsid w:val="00D7369A"/>
    <w:rsid w:val="00D74107"/>
    <w:rsid w:val="00D74812"/>
    <w:rsid w:val="00D75C91"/>
    <w:rsid w:val="00D76267"/>
    <w:rsid w:val="00D762B8"/>
    <w:rsid w:val="00D766DD"/>
    <w:rsid w:val="00D778B5"/>
    <w:rsid w:val="00D80285"/>
    <w:rsid w:val="00D807F8"/>
    <w:rsid w:val="00D808B6"/>
    <w:rsid w:val="00D81716"/>
    <w:rsid w:val="00D825A1"/>
    <w:rsid w:val="00D831E7"/>
    <w:rsid w:val="00D84189"/>
    <w:rsid w:val="00D8431C"/>
    <w:rsid w:val="00D84334"/>
    <w:rsid w:val="00D84C0D"/>
    <w:rsid w:val="00D84DBF"/>
    <w:rsid w:val="00D854F0"/>
    <w:rsid w:val="00D85E28"/>
    <w:rsid w:val="00D865BC"/>
    <w:rsid w:val="00D86902"/>
    <w:rsid w:val="00D87AB5"/>
    <w:rsid w:val="00D9028A"/>
    <w:rsid w:val="00D906B0"/>
    <w:rsid w:val="00D90D12"/>
    <w:rsid w:val="00D91C8E"/>
    <w:rsid w:val="00D94230"/>
    <w:rsid w:val="00D9526D"/>
    <w:rsid w:val="00D952AC"/>
    <w:rsid w:val="00D9597C"/>
    <w:rsid w:val="00D96256"/>
    <w:rsid w:val="00D96C9C"/>
    <w:rsid w:val="00D96D98"/>
    <w:rsid w:val="00D977FA"/>
    <w:rsid w:val="00D97866"/>
    <w:rsid w:val="00DA1314"/>
    <w:rsid w:val="00DA1417"/>
    <w:rsid w:val="00DA1C3C"/>
    <w:rsid w:val="00DA3BE7"/>
    <w:rsid w:val="00DA3ED9"/>
    <w:rsid w:val="00DA4CAE"/>
    <w:rsid w:val="00DA4FD0"/>
    <w:rsid w:val="00DA6CED"/>
    <w:rsid w:val="00DA7290"/>
    <w:rsid w:val="00DA7759"/>
    <w:rsid w:val="00DA784E"/>
    <w:rsid w:val="00DA78F8"/>
    <w:rsid w:val="00DA79D1"/>
    <w:rsid w:val="00DA7D21"/>
    <w:rsid w:val="00DB0470"/>
    <w:rsid w:val="00DB1237"/>
    <w:rsid w:val="00DB2135"/>
    <w:rsid w:val="00DB2D88"/>
    <w:rsid w:val="00DB2EF4"/>
    <w:rsid w:val="00DB422B"/>
    <w:rsid w:val="00DB427A"/>
    <w:rsid w:val="00DB4557"/>
    <w:rsid w:val="00DB4803"/>
    <w:rsid w:val="00DB4A8D"/>
    <w:rsid w:val="00DB4AD2"/>
    <w:rsid w:val="00DB53A5"/>
    <w:rsid w:val="00DB57D1"/>
    <w:rsid w:val="00DB596E"/>
    <w:rsid w:val="00DB5C32"/>
    <w:rsid w:val="00DB6C2C"/>
    <w:rsid w:val="00DB799D"/>
    <w:rsid w:val="00DC046F"/>
    <w:rsid w:val="00DC09B9"/>
    <w:rsid w:val="00DC0ED6"/>
    <w:rsid w:val="00DC0FCB"/>
    <w:rsid w:val="00DC10ED"/>
    <w:rsid w:val="00DC1519"/>
    <w:rsid w:val="00DC152D"/>
    <w:rsid w:val="00DC18CA"/>
    <w:rsid w:val="00DC31EE"/>
    <w:rsid w:val="00DC4544"/>
    <w:rsid w:val="00DC6512"/>
    <w:rsid w:val="00DC653B"/>
    <w:rsid w:val="00DC6672"/>
    <w:rsid w:val="00DC711A"/>
    <w:rsid w:val="00DC76A2"/>
    <w:rsid w:val="00DC7C20"/>
    <w:rsid w:val="00DC7CCB"/>
    <w:rsid w:val="00DD0BDF"/>
    <w:rsid w:val="00DD2A52"/>
    <w:rsid w:val="00DD2A8A"/>
    <w:rsid w:val="00DD48AD"/>
    <w:rsid w:val="00DD739A"/>
    <w:rsid w:val="00DD7E05"/>
    <w:rsid w:val="00DE06C3"/>
    <w:rsid w:val="00DE0B2E"/>
    <w:rsid w:val="00DE206B"/>
    <w:rsid w:val="00DE2AEC"/>
    <w:rsid w:val="00DE495B"/>
    <w:rsid w:val="00DE4D51"/>
    <w:rsid w:val="00DE4D56"/>
    <w:rsid w:val="00DE53C8"/>
    <w:rsid w:val="00DE58CF"/>
    <w:rsid w:val="00DE590E"/>
    <w:rsid w:val="00DE6C32"/>
    <w:rsid w:val="00DF02EF"/>
    <w:rsid w:val="00DF1607"/>
    <w:rsid w:val="00DF20C6"/>
    <w:rsid w:val="00DF7169"/>
    <w:rsid w:val="00DF7CA7"/>
    <w:rsid w:val="00E005D7"/>
    <w:rsid w:val="00E00639"/>
    <w:rsid w:val="00E0121A"/>
    <w:rsid w:val="00E02646"/>
    <w:rsid w:val="00E037EF"/>
    <w:rsid w:val="00E05092"/>
    <w:rsid w:val="00E052C6"/>
    <w:rsid w:val="00E05DF2"/>
    <w:rsid w:val="00E06B25"/>
    <w:rsid w:val="00E07F0E"/>
    <w:rsid w:val="00E1064A"/>
    <w:rsid w:val="00E10FF7"/>
    <w:rsid w:val="00E11FCC"/>
    <w:rsid w:val="00E12B61"/>
    <w:rsid w:val="00E14B37"/>
    <w:rsid w:val="00E14C52"/>
    <w:rsid w:val="00E158D0"/>
    <w:rsid w:val="00E16D5D"/>
    <w:rsid w:val="00E211F1"/>
    <w:rsid w:val="00E2226D"/>
    <w:rsid w:val="00E229C3"/>
    <w:rsid w:val="00E24852"/>
    <w:rsid w:val="00E24A65"/>
    <w:rsid w:val="00E25D28"/>
    <w:rsid w:val="00E26C48"/>
    <w:rsid w:val="00E26EEE"/>
    <w:rsid w:val="00E2733E"/>
    <w:rsid w:val="00E30E3F"/>
    <w:rsid w:val="00E31B8D"/>
    <w:rsid w:val="00E3329D"/>
    <w:rsid w:val="00E33540"/>
    <w:rsid w:val="00E3423A"/>
    <w:rsid w:val="00E35838"/>
    <w:rsid w:val="00E35D1D"/>
    <w:rsid w:val="00E3697E"/>
    <w:rsid w:val="00E371DB"/>
    <w:rsid w:val="00E37944"/>
    <w:rsid w:val="00E409D0"/>
    <w:rsid w:val="00E42DE5"/>
    <w:rsid w:val="00E431EE"/>
    <w:rsid w:val="00E43ABE"/>
    <w:rsid w:val="00E447CD"/>
    <w:rsid w:val="00E44AD2"/>
    <w:rsid w:val="00E4540B"/>
    <w:rsid w:val="00E457A5"/>
    <w:rsid w:val="00E460CC"/>
    <w:rsid w:val="00E46958"/>
    <w:rsid w:val="00E5023C"/>
    <w:rsid w:val="00E504E5"/>
    <w:rsid w:val="00E50620"/>
    <w:rsid w:val="00E5097C"/>
    <w:rsid w:val="00E51832"/>
    <w:rsid w:val="00E5217C"/>
    <w:rsid w:val="00E5220A"/>
    <w:rsid w:val="00E52967"/>
    <w:rsid w:val="00E52D06"/>
    <w:rsid w:val="00E5509A"/>
    <w:rsid w:val="00E561A9"/>
    <w:rsid w:val="00E5726F"/>
    <w:rsid w:val="00E57B13"/>
    <w:rsid w:val="00E601F4"/>
    <w:rsid w:val="00E60260"/>
    <w:rsid w:val="00E61354"/>
    <w:rsid w:val="00E61792"/>
    <w:rsid w:val="00E61A5B"/>
    <w:rsid w:val="00E63699"/>
    <w:rsid w:val="00E638A9"/>
    <w:rsid w:val="00E63A97"/>
    <w:rsid w:val="00E640BE"/>
    <w:rsid w:val="00E64BFC"/>
    <w:rsid w:val="00E64D59"/>
    <w:rsid w:val="00E6543F"/>
    <w:rsid w:val="00E65DCD"/>
    <w:rsid w:val="00E669CE"/>
    <w:rsid w:val="00E66DE5"/>
    <w:rsid w:val="00E670A8"/>
    <w:rsid w:val="00E67F77"/>
    <w:rsid w:val="00E70CF6"/>
    <w:rsid w:val="00E70FBA"/>
    <w:rsid w:val="00E723B3"/>
    <w:rsid w:val="00E7300B"/>
    <w:rsid w:val="00E73105"/>
    <w:rsid w:val="00E73D83"/>
    <w:rsid w:val="00E74520"/>
    <w:rsid w:val="00E74543"/>
    <w:rsid w:val="00E74A2F"/>
    <w:rsid w:val="00E751C1"/>
    <w:rsid w:val="00E75C96"/>
    <w:rsid w:val="00E76D0C"/>
    <w:rsid w:val="00E7764A"/>
    <w:rsid w:val="00E77857"/>
    <w:rsid w:val="00E81310"/>
    <w:rsid w:val="00E81C1E"/>
    <w:rsid w:val="00E81CD6"/>
    <w:rsid w:val="00E8292B"/>
    <w:rsid w:val="00E83093"/>
    <w:rsid w:val="00E8367C"/>
    <w:rsid w:val="00E83CAB"/>
    <w:rsid w:val="00E8471F"/>
    <w:rsid w:val="00E8479D"/>
    <w:rsid w:val="00E8550B"/>
    <w:rsid w:val="00E85D15"/>
    <w:rsid w:val="00E8649F"/>
    <w:rsid w:val="00E869CF"/>
    <w:rsid w:val="00E87066"/>
    <w:rsid w:val="00E90100"/>
    <w:rsid w:val="00E90434"/>
    <w:rsid w:val="00E90ACE"/>
    <w:rsid w:val="00E913C2"/>
    <w:rsid w:val="00E916DE"/>
    <w:rsid w:val="00E917EB"/>
    <w:rsid w:val="00E91926"/>
    <w:rsid w:val="00E919F2"/>
    <w:rsid w:val="00E91DE8"/>
    <w:rsid w:val="00E935E7"/>
    <w:rsid w:val="00E93C91"/>
    <w:rsid w:val="00E94024"/>
    <w:rsid w:val="00E94C10"/>
    <w:rsid w:val="00E94D2F"/>
    <w:rsid w:val="00E953BD"/>
    <w:rsid w:val="00E96FD4"/>
    <w:rsid w:val="00EA0136"/>
    <w:rsid w:val="00EA0690"/>
    <w:rsid w:val="00EA1C4E"/>
    <w:rsid w:val="00EA266F"/>
    <w:rsid w:val="00EA3275"/>
    <w:rsid w:val="00EA391C"/>
    <w:rsid w:val="00EA3A24"/>
    <w:rsid w:val="00EA3D57"/>
    <w:rsid w:val="00EA4A94"/>
    <w:rsid w:val="00EA4D73"/>
    <w:rsid w:val="00EA6015"/>
    <w:rsid w:val="00EA6814"/>
    <w:rsid w:val="00EA6B42"/>
    <w:rsid w:val="00EA7125"/>
    <w:rsid w:val="00EA7637"/>
    <w:rsid w:val="00EA78D5"/>
    <w:rsid w:val="00EB03E3"/>
    <w:rsid w:val="00EB0496"/>
    <w:rsid w:val="00EB0B99"/>
    <w:rsid w:val="00EB0E53"/>
    <w:rsid w:val="00EB15BA"/>
    <w:rsid w:val="00EB16CE"/>
    <w:rsid w:val="00EB24FA"/>
    <w:rsid w:val="00EB2911"/>
    <w:rsid w:val="00EB296E"/>
    <w:rsid w:val="00EB3069"/>
    <w:rsid w:val="00EB361C"/>
    <w:rsid w:val="00EB36B0"/>
    <w:rsid w:val="00EB49D8"/>
    <w:rsid w:val="00EB4AA9"/>
    <w:rsid w:val="00EB5C58"/>
    <w:rsid w:val="00EB60CB"/>
    <w:rsid w:val="00EB63A4"/>
    <w:rsid w:val="00EC0547"/>
    <w:rsid w:val="00EC1DEC"/>
    <w:rsid w:val="00EC1FA7"/>
    <w:rsid w:val="00EC3C9E"/>
    <w:rsid w:val="00EC459B"/>
    <w:rsid w:val="00EC4C8D"/>
    <w:rsid w:val="00EC523E"/>
    <w:rsid w:val="00EC544B"/>
    <w:rsid w:val="00EC55CD"/>
    <w:rsid w:val="00EC6749"/>
    <w:rsid w:val="00EC6832"/>
    <w:rsid w:val="00EC6D2C"/>
    <w:rsid w:val="00ED0092"/>
    <w:rsid w:val="00ED043E"/>
    <w:rsid w:val="00ED0C88"/>
    <w:rsid w:val="00ED0F56"/>
    <w:rsid w:val="00ED10CB"/>
    <w:rsid w:val="00ED14AE"/>
    <w:rsid w:val="00ED1961"/>
    <w:rsid w:val="00ED1DCE"/>
    <w:rsid w:val="00ED22F9"/>
    <w:rsid w:val="00ED23BD"/>
    <w:rsid w:val="00ED46D5"/>
    <w:rsid w:val="00ED4E8B"/>
    <w:rsid w:val="00ED53F7"/>
    <w:rsid w:val="00ED6001"/>
    <w:rsid w:val="00ED76BF"/>
    <w:rsid w:val="00ED7BCA"/>
    <w:rsid w:val="00EE011F"/>
    <w:rsid w:val="00EE04BB"/>
    <w:rsid w:val="00EE0DF8"/>
    <w:rsid w:val="00EE1361"/>
    <w:rsid w:val="00EE1369"/>
    <w:rsid w:val="00EE27CF"/>
    <w:rsid w:val="00EE3305"/>
    <w:rsid w:val="00EE3967"/>
    <w:rsid w:val="00EE55DD"/>
    <w:rsid w:val="00EE678C"/>
    <w:rsid w:val="00EF0043"/>
    <w:rsid w:val="00EF04CA"/>
    <w:rsid w:val="00EF06BA"/>
    <w:rsid w:val="00EF0C8C"/>
    <w:rsid w:val="00EF0D6D"/>
    <w:rsid w:val="00EF11EA"/>
    <w:rsid w:val="00EF1DA2"/>
    <w:rsid w:val="00EF2583"/>
    <w:rsid w:val="00EF27A8"/>
    <w:rsid w:val="00EF2B89"/>
    <w:rsid w:val="00EF3B38"/>
    <w:rsid w:val="00EF3C19"/>
    <w:rsid w:val="00EF3FA2"/>
    <w:rsid w:val="00EF5898"/>
    <w:rsid w:val="00EF5AE1"/>
    <w:rsid w:val="00EF5BBB"/>
    <w:rsid w:val="00EF6627"/>
    <w:rsid w:val="00EF6B51"/>
    <w:rsid w:val="00EF70DF"/>
    <w:rsid w:val="00EF7620"/>
    <w:rsid w:val="00EF7995"/>
    <w:rsid w:val="00F031AC"/>
    <w:rsid w:val="00F03262"/>
    <w:rsid w:val="00F035D8"/>
    <w:rsid w:val="00F03D6F"/>
    <w:rsid w:val="00F04549"/>
    <w:rsid w:val="00F045BA"/>
    <w:rsid w:val="00F04673"/>
    <w:rsid w:val="00F05BAB"/>
    <w:rsid w:val="00F05EF7"/>
    <w:rsid w:val="00F05F0E"/>
    <w:rsid w:val="00F065CE"/>
    <w:rsid w:val="00F06B4B"/>
    <w:rsid w:val="00F07105"/>
    <w:rsid w:val="00F07C1D"/>
    <w:rsid w:val="00F10FE3"/>
    <w:rsid w:val="00F13D32"/>
    <w:rsid w:val="00F14284"/>
    <w:rsid w:val="00F1436E"/>
    <w:rsid w:val="00F14B4B"/>
    <w:rsid w:val="00F14E5C"/>
    <w:rsid w:val="00F15E2F"/>
    <w:rsid w:val="00F16244"/>
    <w:rsid w:val="00F16A9B"/>
    <w:rsid w:val="00F172F1"/>
    <w:rsid w:val="00F17CBC"/>
    <w:rsid w:val="00F20605"/>
    <w:rsid w:val="00F2075B"/>
    <w:rsid w:val="00F20B1D"/>
    <w:rsid w:val="00F20DF6"/>
    <w:rsid w:val="00F211D9"/>
    <w:rsid w:val="00F2309A"/>
    <w:rsid w:val="00F23165"/>
    <w:rsid w:val="00F2346F"/>
    <w:rsid w:val="00F2349B"/>
    <w:rsid w:val="00F2385E"/>
    <w:rsid w:val="00F239F1"/>
    <w:rsid w:val="00F24196"/>
    <w:rsid w:val="00F24A07"/>
    <w:rsid w:val="00F254AE"/>
    <w:rsid w:val="00F26119"/>
    <w:rsid w:val="00F272FC"/>
    <w:rsid w:val="00F3012F"/>
    <w:rsid w:val="00F33688"/>
    <w:rsid w:val="00F33A2E"/>
    <w:rsid w:val="00F33B60"/>
    <w:rsid w:val="00F33E2C"/>
    <w:rsid w:val="00F3554E"/>
    <w:rsid w:val="00F3595F"/>
    <w:rsid w:val="00F36A76"/>
    <w:rsid w:val="00F36B24"/>
    <w:rsid w:val="00F36E3B"/>
    <w:rsid w:val="00F41275"/>
    <w:rsid w:val="00F41348"/>
    <w:rsid w:val="00F43EDC"/>
    <w:rsid w:val="00F44680"/>
    <w:rsid w:val="00F44CED"/>
    <w:rsid w:val="00F453DC"/>
    <w:rsid w:val="00F4564B"/>
    <w:rsid w:val="00F46AE7"/>
    <w:rsid w:val="00F46F1C"/>
    <w:rsid w:val="00F47264"/>
    <w:rsid w:val="00F473D6"/>
    <w:rsid w:val="00F5015C"/>
    <w:rsid w:val="00F517CB"/>
    <w:rsid w:val="00F51E7A"/>
    <w:rsid w:val="00F52482"/>
    <w:rsid w:val="00F532E1"/>
    <w:rsid w:val="00F533CC"/>
    <w:rsid w:val="00F53FF8"/>
    <w:rsid w:val="00F54353"/>
    <w:rsid w:val="00F557D4"/>
    <w:rsid w:val="00F5786A"/>
    <w:rsid w:val="00F57DB0"/>
    <w:rsid w:val="00F607D5"/>
    <w:rsid w:val="00F61878"/>
    <w:rsid w:val="00F61991"/>
    <w:rsid w:val="00F64309"/>
    <w:rsid w:val="00F65A42"/>
    <w:rsid w:val="00F661B7"/>
    <w:rsid w:val="00F70333"/>
    <w:rsid w:val="00F70396"/>
    <w:rsid w:val="00F70A6E"/>
    <w:rsid w:val="00F70AD5"/>
    <w:rsid w:val="00F71CE4"/>
    <w:rsid w:val="00F72802"/>
    <w:rsid w:val="00F74100"/>
    <w:rsid w:val="00F74D24"/>
    <w:rsid w:val="00F75E38"/>
    <w:rsid w:val="00F76C95"/>
    <w:rsid w:val="00F76FE9"/>
    <w:rsid w:val="00F77BD2"/>
    <w:rsid w:val="00F77D13"/>
    <w:rsid w:val="00F802E4"/>
    <w:rsid w:val="00F81339"/>
    <w:rsid w:val="00F824AC"/>
    <w:rsid w:val="00F83F59"/>
    <w:rsid w:val="00F8435D"/>
    <w:rsid w:val="00F84CD6"/>
    <w:rsid w:val="00F84DEB"/>
    <w:rsid w:val="00F859ED"/>
    <w:rsid w:val="00F85D4F"/>
    <w:rsid w:val="00F86211"/>
    <w:rsid w:val="00F86A16"/>
    <w:rsid w:val="00F871EF"/>
    <w:rsid w:val="00F912C6"/>
    <w:rsid w:val="00F91476"/>
    <w:rsid w:val="00F91BF1"/>
    <w:rsid w:val="00F93879"/>
    <w:rsid w:val="00F94C73"/>
    <w:rsid w:val="00F976BF"/>
    <w:rsid w:val="00F97AD8"/>
    <w:rsid w:val="00FA1021"/>
    <w:rsid w:val="00FA2DFA"/>
    <w:rsid w:val="00FA3A52"/>
    <w:rsid w:val="00FA41CE"/>
    <w:rsid w:val="00FA58E7"/>
    <w:rsid w:val="00FA59AF"/>
    <w:rsid w:val="00FA6148"/>
    <w:rsid w:val="00FA6446"/>
    <w:rsid w:val="00FB0F33"/>
    <w:rsid w:val="00FB12CA"/>
    <w:rsid w:val="00FB293F"/>
    <w:rsid w:val="00FB2C48"/>
    <w:rsid w:val="00FB3172"/>
    <w:rsid w:val="00FB31A4"/>
    <w:rsid w:val="00FB31E3"/>
    <w:rsid w:val="00FB4124"/>
    <w:rsid w:val="00FB429C"/>
    <w:rsid w:val="00FB4FC8"/>
    <w:rsid w:val="00FB663C"/>
    <w:rsid w:val="00FB758A"/>
    <w:rsid w:val="00FB7670"/>
    <w:rsid w:val="00FB7CD3"/>
    <w:rsid w:val="00FC045A"/>
    <w:rsid w:val="00FC1C5C"/>
    <w:rsid w:val="00FC219F"/>
    <w:rsid w:val="00FC4ADD"/>
    <w:rsid w:val="00FC52A8"/>
    <w:rsid w:val="00FC792C"/>
    <w:rsid w:val="00FD155A"/>
    <w:rsid w:val="00FD1B38"/>
    <w:rsid w:val="00FD20A6"/>
    <w:rsid w:val="00FD29CC"/>
    <w:rsid w:val="00FD352F"/>
    <w:rsid w:val="00FD361B"/>
    <w:rsid w:val="00FD4804"/>
    <w:rsid w:val="00FD50F3"/>
    <w:rsid w:val="00FD6215"/>
    <w:rsid w:val="00FD76C8"/>
    <w:rsid w:val="00FD7839"/>
    <w:rsid w:val="00FD7888"/>
    <w:rsid w:val="00FD7D0B"/>
    <w:rsid w:val="00FE009F"/>
    <w:rsid w:val="00FE07C4"/>
    <w:rsid w:val="00FE09B5"/>
    <w:rsid w:val="00FE0DB2"/>
    <w:rsid w:val="00FE0F94"/>
    <w:rsid w:val="00FE11E8"/>
    <w:rsid w:val="00FE3A92"/>
    <w:rsid w:val="00FE463F"/>
    <w:rsid w:val="00FE4656"/>
    <w:rsid w:val="00FE4A54"/>
    <w:rsid w:val="00FE50F6"/>
    <w:rsid w:val="00FE5415"/>
    <w:rsid w:val="00FF0F84"/>
    <w:rsid w:val="00FF26E7"/>
    <w:rsid w:val="00FF2B6F"/>
    <w:rsid w:val="00FF2EA8"/>
    <w:rsid w:val="00FF3E09"/>
    <w:rsid w:val="00FF4A71"/>
    <w:rsid w:val="00FF53BE"/>
    <w:rsid w:val="00FF5884"/>
    <w:rsid w:val="00FF71E6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4F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Normal"/>
    <w:link w:val="10"/>
    <w:uiPriority w:val="99"/>
    <w:rsid w:val="00882D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0">
    <w:name w:val="Стиль1 Знак"/>
    <w:basedOn w:val="DefaultParagraphFont"/>
    <w:link w:val="1"/>
    <w:uiPriority w:val="99"/>
    <w:locked/>
    <w:rsid w:val="00882D85"/>
    <w:rPr>
      <w:rFonts w:ascii="Times New Roman" w:hAnsi="Times New Roman" w:cs="Times New Roman"/>
      <w:sz w:val="26"/>
      <w:szCs w:val="26"/>
      <w:lang w:eastAsia="ru-RU"/>
    </w:rPr>
  </w:style>
  <w:style w:type="paragraph" w:styleId="ListParagraph">
    <w:name w:val="List Paragraph"/>
    <w:basedOn w:val="Normal"/>
    <w:uiPriority w:val="99"/>
    <w:qFormat/>
    <w:rsid w:val="009A41B9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860C7C"/>
    <w:pPr>
      <w:suppressAutoHyphens/>
      <w:spacing w:after="120"/>
      <w:ind w:left="283"/>
    </w:pPr>
    <w:rPr>
      <w:rFonts w:cs="Calibri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60C7C"/>
    <w:rPr>
      <w:rFonts w:ascii="Calibri" w:hAnsi="Calibri" w:cs="Calibri"/>
      <w:lang w:eastAsia="ar-SA" w:bidi="ar-SA"/>
    </w:rPr>
  </w:style>
  <w:style w:type="paragraph" w:customStyle="1" w:styleId="ConsPlusNonformat">
    <w:name w:val="ConsPlusNonformat"/>
    <w:uiPriority w:val="99"/>
    <w:rsid w:val="00A917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A9174B"/>
    <w:rPr>
      <w:rFonts w:ascii="Times New Roman" w:eastAsia="Times New Roman" w:hAnsi="Times New Roman"/>
      <w:sz w:val="24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</TotalTime>
  <Pages>1</Pages>
  <Words>125</Words>
  <Characters>714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Bogdanova</dc:creator>
  <cp:keywords/>
  <dc:description/>
  <cp:lastModifiedBy>Мунуслуги</cp:lastModifiedBy>
  <cp:revision>6</cp:revision>
  <cp:lastPrinted>2013-06-27T08:36:00Z</cp:lastPrinted>
  <dcterms:created xsi:type="dcterms:W3CDTF">2013-06-27T03:41:00Z</dcterms:created>
  <dcterms:modified xsi:type="dcterms:W3CDTF">2013-07-01T10:03:00Z</dcterms:modified>
</cp:coreProperties>
</file>