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18A" w:rsidRPr="00C30C5B" w:rsidRDefault="0036718A" w:rsidP="000F24F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1</w:t>
      </w:r>
    </w:p>
    <w:p w:rsidR="0036718A" w:rsidRDefault="0036718A" w:rsidP="000F24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:rsidR="0036718A" w:rsidRPr="00C30C5B" w:rsidRDefault="0036718A" w:rsidP="000F24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города Сорска от 10.07.2013 года № 359-п</w:t>
      </w:r>
    </w:p>
    <w:p w:rsidR="0036718A" w:rsidRPr="00BC7099" w:rsidRDefault="0036718A" w:rsidP="00F03D6F">
      <w:pPr>
        <w:spacing w:after="0" w:line="240" w:lineRule="auto"/>
        <w:jc w:val="right"/>
        <w:rPr>
          <w:rFonts w:ascii="Times New Roman" w:hAnsi="Times New Roman"/>
          <w:sz w:val="26"/>
          <w:szCs w:val="24"/>
        </w:rPr>
      </w:pPr>
      <w:r w:rsidRPr="00C30C5B">
        <w:rPr>
          <w:rFonts w:ascii="Times New Roman" w:hAnsi="Times New Roman"/>
          <w:sz w:val="26"/>
          <w:szCs w:val="26"/>
        </w:rPr>
        <w:t>"</w:t>
      </w:r>
      <w:r w:rsidRPr="00BC7099">
        <w:rPr>
          <w:rFonts w:ascii="Times New Roman" w:hAnsi="Times New Roman"/>
          <w:sz w:val="26"/>
          <w:szCs w:val="24"/>
        </w:rPr>
        <w:t xml:space="preserve">О внесении изменений в муниципальную </w:t>
      </w:r>
    </w:p>
    <w:p w:rsidR="0036718A" w:rsidRDefault="0036718A" w:rsidP="00F03D6F">
      <w:pPr>
        <w:pStyle w:val="BodyTextIndent"/>
        <w:spacing w:after="0"/>
        <w:ind w:left="0"/>
        <w:jc w:val="right"/>
        <w:rPr>
          <w:rFonts w:ascii="Times New Roman" w:hAnsi="Times New Roman" w:cs="Times New Roman"/>
          <w:sz w:val="26"/>
          <w:szCs w:val="26"/>
        </w:rPr>
      </w:pPr>
      <w:r w:rsidRPr="00BC7099">
        <w:rPr>
          <w:rFonts w:ascii="Times New Roman" w:hAnsi="Times New Roman" w:cs="Times New Roman"/>
          <w:sz w:val="26"/>
          <w:szCs w:val="24"/>
        </w:rPr>
        <w:t xml:space="preserve">программу </w:t>
      </w:r>
      <w:r w:rsidRPr="00BC7099">
        <w:rPr>
          <w:rFonts w:ascii="Times New Roman" w:hAnsi="Times New Roman" w:cs="Times New Roman"/>
          <w:sz w:val="26"/>
          <w:szCs w:val="26"/>
        </w:rPr>
        <w:t>«</w:t>
      </w:r>
      <w:r w:rsidRPr="00107C9E">
        <w:rPr>
          <w:rFonts w:ascii="Times New Roman" w:hAnsi="Times New Roman" w:cs="Times New Roman"/>
          <w:sz w:val="26"/>
          <w:szCs w:val="26"/>
        </w:rPr>
        <w:t xml:space="preserve">Энергосбережение и повышение </w:t>
      </w:r>
    </w:p>
    <w:p w:rsidR="0036718A" w:rsidRDefault="0036718A" w:rsidP="00F03D6F">
      <w:pPr>
        <w:pStyle w:val="BodyTextIndent"/>
        <w:spacing w:after="0"/>
        <w:ind w:left="0"/>
        <w:jc w:val="right"/>
        <w:rPr>
          <w:rFonts w:ascii="Times New Roman" w:hAnsi="Times New Roman" w:cs="Times New Roman"/>
          <w:sz w:val="26"/>
          <w:szCs w:val="26"/>
        </w:rPr>
      </w:pPr>
      <w:r w:rsidRPr="00107C9E">
        <w:rPr>
          <w:rFonts w:ascii="Times New Roman" w:hAnsi="Times New Roman" w:cs="Times New Roman"/>
          <w:sz w:val="26"/>
          <w:szCs w:val="26"/>
        </w:rPr>
        <w:t xml:space="preserve">энергоэффективности в муниципальном </w:t>
      </w:r>
    </w:p>
    <w:p w:rsidR="0036718A" w:rsidRDefault="0036718A" w:rsidP="00F03D6F">
      <w:pPr>
        <w:pStyle w:val="BodyTextIndent"/>
        <w:spacing w:after="0"/>
        <w:ind w:left="0"/>
        <w:jc w:val="right"/>
        <w:rPr>
          <w:rFonts w:ascii="Times New Roman" w:hAnsi="Times New Roman" w:cs="Times New Roman"/>
          <w:sz w:val="26"/>
          <w:szCs w:val="26"/>
        </w:rPr>
      </w:pPr>
      <w:r w:rsidRPr="00107C9E">
        <w:rPr>
          <w:rFonts w:ascii="Times New Roman" w:hAnsi="Times New Roman" w:cs="Times New Roman"/>
          <w:sz w:val="26"/>
          <w:szCs w:val="26"/>
        </w:rPr>
        <w:t xml:space="preserve">образовании город Сорск на 2011 - 2015 годы </w:t>
      </w:r>
    </w:p>
    <w:p w:rsidR="0036718A" w:rsidRDefault="0036718A" w:rsidP="00F03D6F">
      <w:pPr>
        <w:pStyle w:val="BodyTextIndent"/>
        <w:spacing w:after="0"/>
        <w:ind w:left="0"/>
        <w:jc w:val="right"/>
        <w:rPr>
          <w:rFonts w:ascii="Times New Roman" w:hAnsi="Times New Roman" w:cs="Times New Roman"/>
          <w:sz w:val="26"/>
          <w:szCs w:val="26"/>
        </w:rPr>
      </w:pPr>
      <w:r w:rsidRPr="00107C9E">
        <w:rPr>
          <w:rFonts w:ascii="Times New Roman" w:hAnsi="Times New Roman" w:cs="Times New Roman"/>
          <w:sz w:val="26"/>
          <w:szCs w:val="26"/>
        </w:rPr>
        <w:t>и на перспективу до 2020 года</w:t>
      </w:r>
      <w:r w:rsidRPr="00BC7099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, утвержденную </w:t>
      </w:r>
    </w:p>
    <w:p w:rsidR="0036718A" w:rsidRDefault="0036718A" w:rsidP="00F03D6F">
      <w:pPr>
        <w:pStyle w:val="BodyTextIndent"/>
        <w:spacing w:after="0"/>
        <w:ind w:left="0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постановлением </w:t>
      </w:r>
      <w:r>
        <w:rPr>
          <w:rFonts w:ascii="Times New Roman" w:hAnsi="Times New Roman" w:cs="Times New Roman"/>
          <w:sz w:val="26"/>
          <w:szCs w:val="24"/>
        </w:rPr>
        <w:t>администрации</w:t>
      </w:r>
    </w:p>
    <w:p w:rsidR="0036718A" w:rsidRDefault="0036718A" w:rsidP="00860C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 xml:space="preserve"> города Сорска от 29.10.2012г №589-п </w:t>
      </w:r>
      <w:r w:rsidRPr="00C30C5B">
        <w:rPr>
          <w:rFonts w:ascii="Times New Roman" w:hAnsi="Times New Roman"/>
          <w:sz w:val="26"/>
          <w:szCs w:val="26"/>
        </w:rPr>
        <w:t>"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36718A" w:rsidRPr="00C30C5B" w:rsidRDefault="0036718A" w:rsidP="00860C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(с изменениями от 26.03.2013 г. № 100-п, 28.06.2013 № 333-п)</w:t>
      </w:r>
    </w:p>
    <w:p w:rsidR="0036718A" w:rsidRDefault="0036718A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6718A" w:rsidRDefault="0036718A" w:rsidP="00A9174B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6718A" w:rsidRDefault="0036718A" w:rsidP="00A9174B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6718A" w:rsidRDefault="0036718A" w:rsidP="00A9174B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6718A" w:rsidRPr="00107C9E" w:rsidRDefault="0036718A" w:rsidP="00A9174B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107C9E">
        <w:rPr>
          <w:rFonts w:ascii="Times New Roman" w:hAnsi="Times New Roman" w:cs="Times New Roman"/>
          <w:bCs/>
          <w:sz w:val="26"/>
          <w:szCs w:val="26"/>
        </w:rPr>
        <w:t>Объем и источники финансирования</w:t>
      </w:r>
    </w:p>
    <w:p w:rsidR="0036718A" w:rsidRPr="00107C9E" w:rsidRDefault="0036718A" w:rsidP="00A9174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2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14"/>
        <w:gridCol w:w="1129"/>
        <w:gridCol w:w="1309"/>
        <w:gridCol w:w="1302"/>
        <w:gridCol w:w="1006"/>
        <w:gridCol w:w="968"/>
        <w:gridCol w:w="1251"/>
      </w:tblGrid>
      <w:tr w:rsidR="0036718A" w:rsidRPr="00025BD0" w:rsidTr="00331C43">
        <w:trPr>
          <w:trHeight w:val="334"/>
          <w:jc w:val="center"/>
        </w:trPr>
        <w:tc>
          <w:tcPr>
            <w:tcW w:w="2314" w:type="dxa"/>
            <w:vMerge w:val="restart"/>
            <w:vAlign w:val="center"/>
          </w:tcPr>
          <w:p w:rsidR="0036718A" w:rsidRPr="00107C9E" w:rsidRDefault="0036718A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6965" w:type="dxa"/>
            <w:gridSpan w:val="6"/>
            <w:vAlign w:val="center"/>
          </w:tcPr>
          <w:p w:rsidR="0036718A" w:rsidRPr="00107C9E" w:rsidRDefault="0036718A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Финансовые затраты на реализацию (тыс. рублей)</w:t>
            </w:r>
          </w:p>
        </w:tc>
      </w:tr>
      <w:tr w:rsidR="0036718A" w:rsidRPr="00025BD0" w:rsidTr="00331C43">
        <w:trPr>
          <w:trHeight w:val="160"/>
          <w:jc w:val="center"/>
        </w:trPr>
        <w:tc>
          <w:tcPr>
            <w:tcW w:w="2314" w:type="dxa"/>
            <w:vMerge/>
            <w:vAlign w:val="center"/>
          </w:tcPr>
          <w:p w:rsidR="0036718A" w:rsidRPr="00107C9E" w:rsidRDefault="0036718A" w:rsidP="0023167E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5714" w:type="dxa"/>
            <w:gridSpan w:val="5"/>
            <w:vAlign w:val="center"/>
          </w:tcPr>
          <w:p w:rsidR="0036718A" w:rsidRPr="00107C9E" w:rsidRDefault="0036718A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В том числе</w:t>
            </w:r>
          </w:p>
        </w:tc>
        <w:tc>
          <w:tcPr>
            <w:tcW w:w="1251" w:type="dxa"/>
            <w:vMerge w:val="restart"/>
            <w:vAlign w:val="center"/>
          </w:tcPr>
          <w:p w:rsidR="0036718A" w:rsidRPr="00107C9E" w:rsidRDefault="0036718A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Всего</w:t>
            </w:r>
          </w:p>
        </w:tc>
      </w:tr>
      <w:tr w:rsidR="0036718A" w:rsidRPr="00025BD0" w:rsidTr="00331C43">
        <w:trPr>
          <w:trHeight w:val="160"/>
          <w:jc w:val="center"/>
        </w:trPr>
        <w:tc>
          <w:tcPr>
            <w:tcW w:w="2314" w:type="dxa"/>
            <w:vMerge/>
            <w:vAlign w:val="center"/>
          </w:tcPr>
          <w:p w:rsidR="0036718A" w:rsidRPr="00107C9E" w:rsidRDefault="0036718A" w:rsidP="0023167E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129" w:type="dxa"/>
            <w:vAlign w:val="center"/>
          </w:tcPr>
          <w:p w:rsidR="0036718A" w:rsidRPr="00107C9E" w:rsidRDefault="0036718A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2011</w:t>
            </w:r>
          </w:p>
        </w:tc>
        <w:tc>
          <w:tcPr>
            <w:tcW w:w="1309" w:type="dxa"/>
            <w:vAlign w:val="center"/>
          </w:tcPr>
          <w:p w:rsidR="0036718A" w:rsidRPr="00107C9E" w:rsidRDefault="0036718A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2012</w:t>
            </w:r>
          </w:p>
        </w:tc>
        <w:tc>
          <w:tcPr>
            <w:tcW w:w="1302" w:type="dxa"/>
            <w:vAlign w:val="center"/>
          </w:tcPr>
          <w:p w:rsidR="0036718A" w:rsidRPr="00107C9E" w:rsidRDefault="0036718A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2013</w:t>
            </w:r>
          </w:p>
        </w:tc>
        <w:tc>
          <w:tcPr>
            <w:tcW w:w="1006" w:type="dxa"/>
            <w:vAlign w:val="center"/>
          </w:tcPr>
          <w:p w:rsidR="0036718A" w:rsidRPr="00107C9E" w:rsidRDefault="0036718A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2014</w:t>
            </w:r>
          </w:p>
        </w:tc>
        <w:tc>
          <w:tcPr>
            <w:tcW w:w="968" w:type="dxa"/>
            <w:vAlign w:val="center"/>
          </w:tcPr>
          <w:p w:rsidR="0036718A" w:rsidRPr="00107C9E" w:rsidRDefault="0036718A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2015</w:t>
            </w:r>
          </w:p>
        </w:tc>
        <w:tc>
          <w:tcPr>
            <w:tcW w:w="1251" w:type="dxa"/>
            <w:vMerge/>
            <w:vAlign w:val="center"/>
          </w:tcPr>
          <w:p w:rsidR="0036718A" w:rsidRPr="00107C9E" w:rsidRDefault="0036718A" w:rsidP="0023167E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</w:tr>
      <w:tr w:rsidR="0036718A" w:rsidRPr="00025BD0" w:rsidTr="00331C43">
        <w:trPr>
          <w:trHeight w:val="447"/>
          <w:jc w:val="center"/>
        </w:trPr>
        <w:tc>
          <w:tcPr>
            <w:tcW w:w="2314" w:type="dxa"/>
            <w:vAlign w:val="center"/>
          </w:tcPr>
          <w:p w:rsidR="0036718A" w:rsidRPr="00107C9E" w:rsidRDefault="0036718A" w:rsidP="0023167E">
            <w:pPr>
              <w:pStyle w:val="NoSpacing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Всего</w:t>
            </w:r>
          </w:p>
        </w:tc>
        <w:tc>
          <w:tcPr>
            <w:tcW w:w="1129" w:type="dxa"/>
            <w:vAlign w:val="center"/>
          </w:tcPr>
          <w:p w:rsidR="0036718A" w:rsidRPr="00025BD0" w:rsidRDefault="0036718A" w:rsidP="002316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25BD0">
              <w:rPr>
                <w:rFonts w:ascii="Times New Roman" w:hAnsi="Times New Roman"/>
                <w:color w:val="000000"/>
                <w:sz w:val="26"/>
                <w:szCs w:val="26"/>
              </w:rPr>
              <w:t>1050,0</w:t>
            </w:r>
          </w:p>
        </w:tc>
        <w:tc>
          <w:tcPr>
            <w:tcW w:w="1309" w:type="dxa"/>
            <w:vAlign w:val="center"/>
          </w:tcPr>
          <w:p w:rsidR="0036718A" w:rsidRPr="00025BD0" w:rsidRDefault="0036718A" w:rsidP="002316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25BD0">
              <w:rPr>
                <w:rFonts w:ascii="Times New Roman" w:hAnsi="Times New Roman"/>
                <w:color w:val="000000"/>
                <w:sz w:val="26"/>
                <w:szCs w:val="26"/>
              </w:rPr>
              <w:t>36688,0</w:t>
            </w:r>
          </w:p>
        </w:tc>
        <w:tc>
          <w:tcPr>
            <w:tcW w:w="1302" w:type="dxa"/>
            <w:vAlign w:val="center"/>
          </w:tcPr>
          <w:p w:rsidR="0036718A" w:rsidRPr="00025BD0" w:rsidRDefault="0036718A" w:rsidP="002316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53067,8</w:t>
            </w:r>
          </w:p>
        </w:tc>
        <w:tc>
          <w:tcPr>
            <w:tcW w:w="1006" w:type="dxa"/>
            <w:vAlign w:val="center"/>
          </w:tcPr>
          <w:p w:rsidR="0036718A" w:rsidRPr="00025BD0" w:rsidRDefault="0036718A" w:rsidP="002316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25BD0">
              <w:rPr>
                <w:rFonts w:ascii="Times New Roman" w:hAnsi="Times New Roman"/>
                <w:color w:val="000000"/>
                <w:sz w:val="26"/>
                <w:szCs w:val="26"/>
              </w:rPr>
              <w:t>1000,0</w:t>
            </w:r>
          </w:p>
        </w:tc>
        <w:tc>
          <w:tcPr>
            <w:tcW w:w="968" w:type="dxa"/>
            <w:vAlign w:val="center"/>
          </w:tcPr>
          <w:p w:rsidR="0036718A" w:rsidRPr="00025BD0" w:rsidRDefault="0036718A" w:rsidP="002316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25BD0">
              <w:rPr>
                <w:rFonts w:ascii="Times New Roman" w:hAnsi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251" w:type="dxa"/>
            <w:vAlign w:val="center"/>
          </w:tcPr>
          <w:p w:rsidR="0036718A" w:rsidRPr="00025BD0" w:rsidRDefault="0036718A" w:rsidP="002316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92505,8</w:t>
            </w:r>
          </w:p>
        </w:tc>
      </w:tr>
      <w:tr w:rsidR="0036718A" w:rsidRPr="00025BD0" w:rsidTr="00331C43">
        <w:trPr>
          <w:trHeight w:val="668"/>
          <w:jc w:val="center"/>
        </w:trPr>
        <w:tc>
          <w:tcPr>
            <w:tcW w:w="2314" w:type="dxa"/>
            <w:vAlign w:val="center"/>
          </w:tcPr>
          <w:p w:rsidR="0036718A" w:rsidRPr="00107C9E" w:rsidRDefault="0036718A" w:rsidP="0023167E">
            <w:pPr>
              <w:pStyle w:val="NoSpacing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Республиканский бюджет</w:t>
            </w:r>
          </w:p>
        </w:tc>
        <w:tc>
          <w:tcPr>
            <w:tcW w:w="1129" w:type="dxa"/>
            <w:vAlign w:val="center"/>
          </w:tcPr>
          <w:p w:rsidR="0036718A" w:rsidRPr="00107C9E" w:rsidRDefault="0036718A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-</w:t>
            </w:r>
          </w:p>
        </w:tc>
        <w:tc>
          <w:tcPr>
            <w:tcW w:w="1309" w:type="dxa"/>
            <w:vAlign w:val="center"/>
          </w:tcPr>
          <w:p w:rsidR="0036718A" w:rsidRPr="00107C9E" w:rsidRDefault="0036718A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34203,0</w:t>
            </w:r>
          </w:p>
        </w:tc>
        <w:tc>
          <w:tcPr>
            <w:tcW w:w="1302" w:type="dxa"/>
            <w:vAlign w:val="center"/>
          </w:tcPr>
          <w:p w:rsidR="0036718A" w:rsidRPr="00107C9E" w:rsidRDefault="0036718A" w:rsidP="00FE4A54">
            <w:pPr>
              <w:pStyle w:val="NoSpacing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43618,0</w:t>
            </w:r>
          </w:p>
        </w:tc>
        <w:tc>
          <w:tcPr>
            <w:tcW w:w="1006" w:type="dxa"/>
            <w:vAlign w:val="center"/>
          </w:tcPr>
          <w:p w:rsidR="0036718A" w:rsidRPr="00107C9E" w:rsidRDefault="0036718A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-</w:t>
            </w:r>
          </w:p>
        </w:tc>
        <w:tc>
          <w:tcPr>
            <w:tcW w:w="968" w:type="dxa"/>
            <w:vAlign w:val="center"/>
          </w:tcPr>
          <w:p w:rsidR="0036718A" w:rsidRPr="00107C9E" w:rsidRDefault="0036718A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-</w:t>
            </w:r>
          </w:p>
        </w:tc>
        <w:tc>
          <w:tcPr>
            <w:tcW w:w="1251" w:type="dxa"/>
            <w:vAlign w:val="center"/>
          </w:tcPr>
          <w:p w:rsidR="0036718A" w:rsidRPr="00107C9E" w:rsidRDefault="0036718A" w:rsidP="0023167E">
            <w:pPr>
              <w:pStyle w:val="NoSpacing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77821,0</w:t>
            </w:r>
          </w:p>
        </w:tc>
      </w:tr>
      <w:tr w:rsidR="0036718A" w:rsidRPr="00025BD0" w:rsidTr="00331C43">
        <w:trPr>
          <w:trHeight w:val="510"/>
          <w:jc w:val="center"/>
        </w:trPr>
        <w:tc>
          <w:tcPr>
            <w:tcW w:w="2314" w:type="dxa"/>
            <w:vAlign w:val="center"/>
          </w:tcPr>
          <w:p w:rsidR="0036718A" w:rsidRDefault="0036718A" w:rsidP="0023167E">
            <w:pPr>
              <w:pStyle w:val="NoSpacing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 xml:space="preserve">Бюджет МО </w:t>
            </w:r>
          </w:p>
          <w:p w:rsidR="0036718A" w:rsidRPr="00107C9E" w:rsidRDefault="0036718A" w:rsidP="0023167E">
            <w:pPr>
              <w:pStyle w:val="NoSpacing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г. Сорск</w:t>
            </w:r>
          </w:p>
        </w:tc>
        <w:tc>
          <w:tcPr>
            <w:tcW w:w="1129" w:type="dxa"/>
            <w:vAlign w:val="center"/>
          </w:tcPr>
          <w:p w:rsidR="0036718A" w:rsidRPr="00107C9E" w:rsidRDefault="0036718A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1050,0</w:t>
            </w:r>
          </w:p>
        </w:tc>
        <w:tc>
          <w:tcPr>
            <w:tcW w:w="1309" w:type="dxa"/>
            <w:vAlign w:val="center"/>
          </w:tcPr>
          <w:p w:rsidR="0036718A" w:rsidRPr="00107C9E" w:rsidRDefault="0036718A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2485,0</w:t>
            </w:r>
          </w:p>
        </w:tc>
        <w:tc>
          <w:tcPr>
            <w:tcW w:w="1302" w:type="dxa"/>
            <w:vAlign w:val="center"/>
          </w:tcPr>
          <w:p w:rsidR="0036718A" w:rsidRPr="00107C9E" w:rsidRDefault="0036718A" w:rsidP="0023167E">
            <w:pPr>
              <w:pStyle w:val="NoSpacing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9449,8</w:t>
            </w:r>
          </w:p>
        </w:tc>
        <w:tc>
          <w:tcPr>
            <w:tcW w:w="1006" w:type="dxa"/>
            <w:vAlign w:val="center"/>
          </w:tcPr>
          <w:p w:rsidR="0036718A" w:rsidRPr="00107C9E" w:rsidRDefault="0036718A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1000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968" w:type="dxa"/>
            <w:vAlign w:val="center"/>
          </w:tcPr>
          <w:p w:rsidR="0036718A" w:rsidRPr="00107C9E" w:rsidRDefault="0036718A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700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251" w:type="dxa"/>
            <w:vAlign w:val="center"/>
          </w:tcPr>
          <w:p w:rsidR="0036718A" w:rsidRPr="00107C9E" w:rsidRDefault="0036718A" w:rsidP="00FE4A54">
            <w:pPr>
              <w:pStyle w:val="NoSpacing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14684,8</w:t>
            </w:r>
          </w:p>
        </w:tc>
      </w:tr>
    </w:tbl>
    <w:p w:rsidR="0036718A" w:rsidRPr="00107C9E" w:rsidRDefault="0036718A" w:rsidP="00A9174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6718A" w:rsidRDefault="0036718A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6718A" w:rsidRDefault="0036718A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6718A" w:rsidRDefault="0036718A" w:rsidP="00474D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И.о. первого заместителя</w:t>
      </w:r>
    </w:p>
    <w:p w:rsidR="0036718A" w:rsidRPr="009A41B9" w:rsidRDefault="0036718A" w:rsidP="00474D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главы города                                                              Л.В. Носкова</w:t>
      </w:r>
    </w:p>
    <w:p w:rsidR="0036718A" w:rsidRDefault="0036718A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sectPr w:rsidR="0036718A" w:rsidSect="00474D0F">
      <w:pgSz w:w="11906" w:h="16838"/>
      <w:pgMar w:top="1134" w:right="70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219EF"/>
    <w:multiLevelType w:val="hybridMultilevel"/>
    <w:tmpl w:val="D93A307E"/>
    <w:lvl w:ilvl="0" w:tplc="FB50D53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24FF"/>
    <w:rsid w:val="0000026F"/>
    <w:rsid w:val="000009C5"/>
    <w:rsid w:val="00001A6A"/>
    <w:rsid w:val="00002099"/>
    <w:rsid w:val="000026FC"/>
    <w:rsid w:val="00003C30"/>
    <w:rsid w:val="0000528E"/>
    <w:rsid w:val="00005A23"/>
    <w:rsid w:val="00005AFB"/>
    <w:rsid w:val="000068B8"/>
    <w:rsid w:val="00007808"/>
    <w:rsid w:val="000123A0"/>
    <w:rsid w:val="00015AD9"/>
    <w:rsid w:val="00016141"/>
    <w:rsid w:val="00016B9E"/>
    <w:rsid w:val="00016E1F"/>
    <w:rsid w:val="0001783F"/>
    <w:rsid w:val="00017F61"/>
    <w:rsid w:val="0002093B"/>
    <w:rsid w:val="000215F9"/>
    <w:rsid w:val="000230ED"/>
    <w:rsid w:val="00023542"/>
    <w:rsid w:val="00024177"/>
    <w:rsid w:val="00025BD0"/>
    <w:rsid w:val="000268CB"/>
    <w:rsid w:val="00026A68"/>
    <w:rsid w:val="00026E6B"/>
    <w:rsid w:val="00030D7E"/>
    <w:rsid w:val="00031824"/>
    <w:rsid w:val="00032467"/>
    <w:rsid w:val="0003292F"/>
    <w:rsid w:val="00033A06"/>
    <w:rsid w:val="00034DE9"/>
    <w:rsid w:val="000359C9"/>
    <w:rsid w:val="00035FCA"/>
    <w:rsid w:val="0003609F"/>
    <w:rsid w:val="0003694E"/>
    <w:rsid w:val="0003768B"/>
    <w:rsid w:val="00037755"/>
    <w:rsid w:val="00037A66"/>
    <w:rsid w:val="00037C32"/>
    <w:rsid w:val="00040BE2"/>
    <w:rsid w:val="00040F58"/>
    <w:rsid w:val="00040F87"/>
    <w:rsid w:val="0004264F"/>
    <w:rsid w:val="00042E49"/>
    <w:rsid w:val="000430B1"/>
    <w:rsid w:val="000441EF"/>
    <w:rsid w:val="00044777"/>
    <w:rsid w:val="00044B94"/>
    <w:rsid w:val="00044CDD"/>
    <w:rsid w:val="00044FB3"/>
    <w:rsid w:val="00046A5D"/>
    <w:rsid w:val="0004742C"/>
    <w:rsid w:val="00047A4F"/>
    <w:rsid w:val="00050189"/>
    <w:rsid w:val="000509A7"/>
    <w:rsid w:val="00050E36"/>
    <w:rsid w:val="00051A8A"/>
    <w:rsid w:val="00052370"/>
    <w:rsid w:val="000530D8"/>
    <w:rsid w:val="00053349"/>
    <w:rsid w:val="00053844"/>
    <w:rsid w:val="000544F9"/>
    <w:rsid w:val="00054533"/>
    <w:rsid w:val="00054913"/>
    <w:rsid w:val="00055944"/>
    <w:rsid w:val="00055E67"/>
    <w:rsid w:val="0005730E"/>
    <w:rsid w:val="00057563"/>
    <w:rsid w:val="0005770F"/>
    <w:rsid w:val="00057AD8"/>
    <w:rsid w:val="0006052E"/>
    <w:rsid w:val="00060EE5"/>
    <w:rsid w:val="000625BD"/>
    <w:rsid w:val="000629FD"/>
    <w:rsid w:val="0006321B"/>
    <w:rsid w:val="0006548C"/>
    <w:rsid w:val="00065B8A"/>
    <w:rsid w:val="00065D5A"/>
    <w:rsid w:val="00066A3A"/>
    <w:rsid w:val="00066D58"/>
    <w:rsid w:val="000674F5"/>
    <w:rsid w:val="00067603"/>
    <w:rsid w:val="00070413"/>
    <w:rsid w:val="00070663"/>
    <w:rsid w:val="00070F7E"/>
    <w:rsid w:val="000720A5"/>
    <w:rsid w:val="000727B0"/>
    <w:rsid w:val="00072D69"/>
    <w:rsid w:val="00072E16"/>
    <w:rsid w:val="0007397E"/>
    <w:rsid w:val="00073A3A"/>
    <w:rsid w:val="00073ED4"/>
    <w:rsid w:val="000742DE"/>
    <w:rsid w:val="00074A62"/>
    <w:rsid w:val="00075409"/>
    <w:rsid w:val="00075681"/>
    <w:rsid w:val="000759ED"/>
    <w:rsid w:val="00075A7E"/>
    <w:rsid w:val="00075D37"/>
    <w:rsid w:val="00075F8B"/>
    <w:rsid w:val="00075FB3"/>
    <w:rsid w:val="00076AD7"/>
    <w:rsid w:val="000774E4"/>
    <w:rsid w:val="00077659"/>
    <w:rsid w:val="00081BE6"/>
    <w:rsid w:val="00082B2B"/>
    <w:rsid w:val="0008372D"/>
    <w:rsid w:val="0008444A"/>
    <w:rsid w:val="00084492"/>
    <w:rsid w:val="00084D1F"/>
    <w:rsid w:val="0008567B"/>
    <w:rsid w:val="00085AD6"/>
    <w:rsid w:val="00086AFD"/>
    <w:rsid w:val="00086ECC"/>
    <w:rsid w:val="000873D9"/>
    <w:rsid w:val="00090F03"/>
    <w:rsid w:val="00092D80"/>
    <w:rsid w:val="00093018"/>
    <w:rsid w:val="000931F5"/>
    <w:rsid w:val="000939A1"/>
    <w:rsid w:val="00093BE2"/>
    <w:rsid w:val="00093D71"/>
    <w:rsid w:val="00094DE8"/>
    <w:rsid w:val="00094F3E"/>
    <w:rsid w:val="0009615E"/>
    <w:rsid w:val="0009633F"/>
    <w:rsid w:val="0009638C"/>
    <w:rsid w:val="000963E6"/>
    <w:rsid w:val="00096771"/>
    <w:rsid w:val="00096818"/>
    <w:rsid w:val="00096AB7"/>
    <w:rsid w:val="000A0132"/>
    <w:rsid w:val="000A0C89"/>
    <w:rsid w:val="000A11D3"/>
    <w:rsid w:val="000A1B48"/>
    <w:rsid w:val="000A1C7E"/>
    <w:rsid w:val="000A235B"/>
    <w:rsid w:val="000A3452"/>
    <w:rsid w:val="000A36F9"/>
    <w:rsid w:val="000A4266"/>
    <w:rsid w:val="000A52E6"/>
    <w:rsid w:val="000A5A53"/>
    <w:rsid w:val="000A5C9A"/>
    <w:rsid w:val="000A5E95"/>
    <w:rsid w:val="000A6487"/>
    <w:rsid w:val="000A7A06"/>
    <w:rsid w:val="000A7FE3"/>
    <w:rsid w:val="000B05E3"/>
    <w:rsid w:val="000B06CA"/>
    <w:rsid w:val="000B0942"/>
    <w:rsid w:val="000B1001"/>
    <w:rsid w:val="000B1303"/>
    <w:rsid w:val="000B1E11"/>
    <w:rsid w:val="000B20C7"/>
    <w:rsid w:val="000B3FB3"/>
    <w:rsid w:val="000B48D1"/>
    <w:rsid w:val="000B5231"/>
    <w:rsid w:val="000B55E5"/>
    <w:rsid w:val="000B69F5"/>
    <w:rsid w:val="000B7641"/>
    <w:rsid w:val="000C0F1D"/>
    <w:rsid w:val="000C203F"/>
    <w:rsid w:val="000C3861"/>
    <w:rsid w:val="000C45FA"/>
    <w:rsid w:val="000C4715"/>
    <w:rsid w:val="000C4E81"/>
    <w:rsid w:val="000C5928"/>
    <w:rsid w:val="000C6F1C"/>
    <w:rsid w:val="000C7C4D"/>
    <w:rsid w:val="000D027D"/>
    <w:rsid w:val="000D143E"/>
    <w:rsid w:val="000D28F4"/>
    <w:rsid w:val="000D2D7A"/>
    <w:rsid w:val="000D3FCF"/>
    <w:rsid w:val="000D3FD0"/>
    <w:rsid w:val="000D40DA"/>
    <w:rsid w:val="000D4A21"/>
    <w:rsid w:val="000D50FB"/>
    <w:rsid w:val="000D58A3"/>
    <w:rsid w:val="000D5CD0"/>
    <w:rsid w:val="000D5DF1"/>
    <w:rsid w:val="000D6A2D"/>
    <w:rsid w:val="000D7AFF"/>
    <w:rsid w:val="000E183E"/>
    <w:rsid w:val="000E2901"/>
    <w:rsid w:val="000E4187"/>
    <w:rsid w:val="000E4C58"/>
    <w:rsid w:val="000E505A"/>
    <w:rsid w:val="000E5243"/>
    <w:rsid w:val="000E6839"/>
    <w:rsid w:val="000F0131"/>
    <w:rsid w:val="000F02B5"/>
    <w:rsid w:val="000F0EA9"/>
    <w:rsid w:val="000F106E"/>
    <w:rsid w:val="000F24FF"/>
    <w:rsid w:val="000F28EA"/>
    <w:rsid w:val="0010180C"/>
    <w:rsid w:val="001018C0"/>
    <w:rsid w:val="00102D25"/>
    <w:rsid w:val="00103232"/>
    <w:rsid w:val="00104A00"/>
    <w:rsid w:val="00104EEC"/>
    <w:rsid w:val="00106005"/>
    <w:rsid w:val="001075DD"/>
    <w:rsid w:val="00107C9E"/>
    <w:rsid w:val="00107E54"/>
    <w:rsid w:val="00110118"/>
    <w:rsid w:val="001101D1"/>
    <w:rsid w:val="0011090D"/>
    <w:rsid w:val="001118B3"/>
    <w:rsid w:val="0011263A"/>
    <w:rsid w:val="001134FA"/>
    <w:rsid w:val="001135FE"/>
    <w:rsid w:val="0011397B"/>
    <w:rsid w:val="00114ED3"/>
    <w:rsid w:val="00114F35"/>
    <w:rsid w:val="001152D8"/>
    <w:rsid w:val="0011535F"/>
    <w:rsid w:val="0011566F"/>
    <w:rsid w:val="00115B41"/>
    <w:rsid w:val="00115C36"/>
    <w:rsid w:val="001161C4"/>
    <w:rsid w:val="001165C8"/>
    <w:rsid w:val="00116BBC"/>
    <w:rsid w:val="00116E46"/>
    <w:rsid w:val="0011720A"/>
    <w:rsid w:val="00117728"/>
    <w:rsid w:val="00117E52"/>
    <w:rsid w:val="001227F7"/>
    <w:rsid w:val="00122DC6"/>
    <w:rsid w:val="0012413E"/>
    <w:rsid w:val="001242A8"/>
    <w:rsid w:val="00124B2B"/>
    <w:rsid w:val="00124D59"/>
    <w:rsid w:val="001255D8"/>
    <w:rsid w:val="00125B5D"/>
    <w:rsid w:val="00125F36"/>
    <w:rsid w:val="00126D48"/>
    <w:rsid w:val="001271EB"/>
    <w:rsid w:val="00130D4E"/>
    <w:rsid w:val="001312A8"/>
    <w:rsid w:val="001316E6"/>
    <w:rsid w:val="00133067"/>
    <w:rsid w:val="00133533"/>
    <w:rsid w:val="00133783"/>
    <w:rsid w:val="00134647"/>
    <w:rsid w:val="001346BA"/>
    <w:rsid w:val="00135426"/>
    <w:rsid w:val="00137DD5"/>
    <w:rsid w:val="00140A5C"/>
    <w:rsid w:val="00140BCE"/>
    <w:rsid w:val="00141370"/>
    <w:rsid w:val="00143062"/>
    <w:rsid w:val="001445EC"/>
    <w:rsid w:val="001449B9"/>
    <w:rsid w:val="00144CCB"/>
    <w:rsid w:val="00145271"/>
    <w:rsid w:val="00145A19"/>
    <w:rsid w:val="00147118"/>
    <w:rsid w:val="00147C8F"/>
    <w:rsid w:val="0015041E"/>
    <w:rsid w:val="00150E82"/>
    <w:rsid w:val="00151033"/>
    <w:rsid w:val="00151DA7"/>
    <w:rsid w:val="00152142"/>
    <w:rsid w:val="0015256A"/>
    <w:rsid w:val="00154C32"/>
    <w:rsid w:val="00154C47"/>
    <w:rsid w:val="00154EA8"/>
    <w:rsid w:val="00155221"/>
    <w:rsid w:val="001561F3"/>
    <w:rsid w:val="00157DAC"/>
    <w:rsid w:val="00160DB0"/>
    <w:rsid w:val="0016108B"/>
    <w:rsid w:val="00161247"/>
    <w:rsid w:val="00163A11"/>
    <w:rsid w:val="001646C4"/>
    <w:rsid w:val="00164743"/>
    <w:rsid w:val="00164BB2"/>
    <w:rsid w:val="00166579"/>
    <w:rsid w:val="00166934"/>
    <w:rsid w:val="00167E4C"/>
    <w:rsid w:val="00171557"/>
    <w:rsid w:val="00171638"/>
    <w:rsid w:val="0017195D"/>
    <w:rsid w:val="00171D54"/>
    <w:rsid w:val="00172F6B"/>
    <w:rsid w:val="00172FFB"/>
    <w:rsid w:val="00173580"/>
    <w:rsid w:val="001757B3"/>
    <w:rsid w:val="00176BAF"/>
    <w:rsid w:val="00176BC9"/>
    <w:rsid w:val="00176F07"/>
    <w:rsid w:val="001776D3"/>
    <w:rsid w:val="00177CD2"/>
    <w:rsid w:val="001802B9"/>
    <w:rsid w:val="001803ED"/>
    <w:rsid w:val="0018097A"/>
    <w:rsid w:val="00181234"/>
    <w:rsid w:val="001819EE"/>
    <w:rsid w:val="00183107"/>
    <w:rsid w:val="00185121"/>
    <w:rsid w:val="00186F70"/>
    <w:rsid w:val="00187C74"/>
    <w:rsid w:val="00190EA1"/>
    <w:rsid w:val="0019100B"/>
    <w:rsid w:val="0019318F"/>
    <w:rsid w:val="00193FEC"/>
    <w:rsid w:val="00194C83"/>
    <w:rsid w:val="00195DD5"/>
    <w:rsid w:val="001971A3"/>
    <w:rsid w:val="00197376"/>
    <w:rsid w:val="0019789D"/>
    <w:rsid w:val="001A032C"/>
    <w:rsid w:val="001A0CB9"/>
    <w:rsid w:val="001A2E07"/>
    <w:rsid w:val="001A433E"/>
    <w:rsid w:val="001A502A"/>
    <w:rsid w:val="001A56E0"/>
    <w:rsid w:val="001A573F"/>
    <w:rsid w:val="001A5EB8"/>
    <w:rsid w:val="001A6814"/>
    <w:rsid w:val="001A6883"/>
    <w:rsid w:val="001A733F"/>
    <w:rsid w:val="001A743A"/>
    <w:rsid w:val="001B0AFD"/>
    <w:rsid w:val="001B0CD4"/>
    <w:rsid w:val="001B2BBB"/>
    <w:rsid w:val="001B2C4F"/>
    <w:rsid w:val="001B42FB"/>
    <w:rsid w:val="001B4DC0"/>
    <w:rsid w:val="001B5B22"/>
    <w:rsid w:val="001B5FA4"/>
    <w:rsid w:val="001C0541"/>
    <w:rsid w:val="001C2CCD"/>
    <w:rsid w:val="001C3388"/>
    <w:rsid w:val="001C443C"/>
    <w:rsid w:val="001C4975"/>
    <w:rsid w:val="001C5237"/>
    <w:rsid w:val="001C5398"/>
    <w:rsid w:val="001C59EF"/>
    <w:rsid w:val="001C5CB6"/>
    <w:rsid w:val="001C6DD0"/>
    <w:rsid w:val="001D00B4"/>
    <w:rsid w:val="001D1A3D"/>
    <w:rsid w:val="001D2193"/>
    <w:rsid w:val="001D30F2"/>
    <w:rsid w:val="001D33E1"/>
    <w:rsid w:val="001D3728"/>
    <w:rsid w:val="001D37DC"/>
    <w:rsid w:val="001D446C"/>
    <w:rsid w:val="001D4C94"/>
    <w:rsid w:val="001D59D9"/>
    <w:rsid w:val="001D60C2"/>
    <w:rsid w:val="001D67B3"/>
    <w:rsid w:val="001D7D69"/>
    <w:rsid w:val="001D7DEB"/>
    <w:rsid w:val="001E07BA"/>
    <w:rsid w:val="001E23F8"/>
    <w:rsid w:val="001E275C"/>
    <w:rsid w:val="001E364D"/>
    <w:rsid w:val="001E4545"/>
    <w:rsid w:val="001E4658"/>
    <w:rsid w:val="001E5421"/>
    <w:rsid w:val="001E6CEF"/>
    <w:rsid w:val="001E70A8"/>
    <w:rsid w:val="001F00CE"/>
    <w:rsid w:val="001F0A01"/>
    <w:rsid w:val="001F187B"/>
    <w:rsid w:val="001F225A"/>
    <w:rsid w:val="001F2B06"/>
    <w:rsid w:val="001F2C9D"/>
    <w:rsid w:val="001F320D"/>
    <w:rsid w:val="001F33C7"/>
    <w:rsid w:val="001F34A9"/>
    <w:rsid w:val="001F3F67"/>
    <w:rsid w:val="001F569A"/>
    <w:rsid w:val="001F5E43"/>
    <w:rsid w:val="001F63FA"/>
    <w:rsid w:val="001F6D85"/>
    <w:rsid w:val="001F7180"/>
    <w:rsid w:val="00200B7A"/>
    <w:rsid w:val="002012A8"/>
    <w:rsid w:val="00201981"/>
    <w:rsid w:val="002022EC"/>
    <w:rsid w:val="002025BA"/>
    <w:rsid w:val="002027DE"/>
    <w:rsid w:val="00202B84"/>
    <w:rsid w:val="00203060"/>
    <w:rsid w:val="00203F13"/>
    <w:rsid w:val="00204311"/>
    <w:rsid w:val="0020431F"/>
    <w:rsid w:val="002047EF"/>
    <w:rsid w:val="00206427"/>
    <w:rsid w:val="00206830"/>
    <w:rsid w:val="00210067"/>
    <w:rsid w:val="00210102"/>
    <w:rsid w:val="00210C93"/>
    <w:rsid w:val="0021107C"/>
    <w:rsid w:val="0021177D"/>
    <w:rsid w:val="00211F6C"/>
    <w:rsid w:val="002124F9"/>
    <w:rsid w:val="002127D5"/>
    <w:rsid w:val="002127D6"/>
    <w:rsid w:val="00212800"/>
    <w:rsid w:val="0021492D"/>
    <w:rsid w:val="0021754D"/>
    <w:rsid w:val="002208CC"/>
    <w:rsid w:val="00221725"/>
    <w:rsid w:val="002217D3"/>
    <w:rsid w:val="00221ACB"/>
    <w:rsid w:val="00221F03"/>
    <w:rsid w:val="00221FFB"/>
    <w:rsid w:val="00222495"/>
    <w:rsid w:val="0022360B"/>
    <w:rsid w:val="00223AB5"/>
    <w:rsid w:val="00223CCD"/>
    <w:rsid w:val="002246F8"/>
    <w:rsid w:val="00224A75"/>
    <w:rsid w:val="002251BB"/>
    <w:rsid w:val="002255A4"/>
    <w:rsid w:val="002259CE"/>
    <w:rsid w:val="0022694C"/>
    <w:rsid w:val="00226B4D"/>
    <w:rsid w:val="00226BA6"/>
    <w:rsid w:val="0023167E"/>
    <w:rsid w:val="00231AA3"/>
    <w:rsid w:val="00232604"/>
    <w:rsid w:val="002333E1"/>
    <w:rsid w:val="00234FE7"/>
    <w:rsid w:val="00236BCB"/>
    <w:rsid w:val="00237D31"/>
    <w:rsid w:val="00240AE0"/>
    <w:rsid w:val="00240BC9"/>
    <w:rsid w:val="00240E46"/>
    <w:rsid w:val="00241A8C"/>
    <w:rsid w:val="0024219D"/>
    <w:rsid w:val="0024388E"/>
    <w:rsid w:val="00243B35"/>
    <w:rsid w:val="00243FEB"/>
    <w:rsid w:val="002441C5"/>
    <w:rsid w:val="00244321"/>
    <w:rsid w:val="00244383"/>
    <w:rsid w:val="00244A7D"/>
    <w:rsid w:val="00244C5A"/>
    <w:rsid w:val="00244DF3"/>
    <w:rsid w:val="002450EE"/>
    <w:rsid w:val="002462FA"/>
    <w:rsid w:val="0024631D"/>
    <w:rsid w:val="00246CA3"/>
    <w:rsid w:val="00247B23"/>
    <w:rsid w:val="00247BB0"/>
    <w:rsid w:val="002518BB"/>
    <w:rsid w:val="00251DFB"/>
    <w:rsid w:val="00251F8F"/>
    <w:rsid w:val="002543D1"/>
    <w:rsid w:val="00254904"/>
    <w:rsid w:val="0025492E"/>
    <w:rsid w:val="0025586B"/>
    <w:rsid w:val="002559B8"/>
    <w:rsid w:val="00256979"/>
    <w:rsid w:val="002569E6"/>
    <w:rsid w:val="002601E0"/>
    <w:rsid w:val="0026020C"/>
    <w:rsid w:val="0026044D"/>
    <w:rsid w:val="002605D3"/>
    <w:rsid w:val="00261A56"/>
    <w:rsid w:val="00261DCA"/>
    <w:rsid w:val="00262089"/>
    <w:rsid w:val="002639F1"/>
    <w:rsid w:val="00264B8E"/>
    <w:rsid w:val="002651D6"/>
    <w:rsid w:val="00265825"/>
    <w:rsid w:val="00265B5D"/>
    <w:rsid w:val="00265DAC"/>
    <w:rsid w:val="00266C48"/>
    <w:rsid w:val="00267167"/>
    <w:rsid w:val="00267FA9"/>
    <w:rsid w:val="0027015E"/>
    <w:rsid w:val="0027031D"/>
    <w:rsid w:val="0027040E"/>
    <w:rsid w:val="002709E7"/>
    <w:rsid w:val="00271F35"/>
    <w:rsid w:val="00272691"/>
    <w:rsid w:val="00272C8D"/>
    <w:rsid w:val="00274B17"/>
    <w:rsid w:val="00274BBD"/>
    <w:rsid w:val="00276155"/>
    <w:rsid w:val="00276B9F"/>
    <w:rsid w:val="00277A97"/>
    <w:rsid w:val="00277EEC"/>
    <w:rsid w:val="0028006C"/>
    <w:rsid w:val="00280A23"/>
    <w:rsid w:val="00280EEF"/>
    <w:rsid w:val="00282987"/>
    <w:rsid w:val="00283242"/>
    <w:rsid w:val="00283306"/>
    <w:rsid w:val="00283412"/>
    <w:rsid w:val="00283F93"/>
    <w:rsid w:val="002840BB"/>
    <w:rsid w:val="0028430C"/>
    <w:rsid w:val="002843C0"/>
    <w:rsid w:val="00284796"/>
    <w:rsid w:val="00285585"/>
    <w:rsid w:val="002855E2"/>
    <w:rsid w:val="0029006B"/>
    <w:rsid w:val="002913FF"/>
    <w:rsid w:val="00291EF0"/>
    <w:rsid w:val="00292187"/>
    <w:rsid w:val="002928A5"/>
    <w:rsid w:val="002934CC"/>
    <w:rsid w:val="002935B7"/>
    <w:rsid w:val="00294A6F"/>
    <w:rsid w:val="002956E0"/>
    <w:rsid w:val="00296059"/>
    <w:rsid w:val="002965E6"/>
    <w:rsid w:val="00296B23"/>
    <w:rsid w:val="002971B6"/>
    <w:rsid w:val="002A2D20"/>
    <w:rsid w:val="002A3905"/>
    <w:rsid w:val="002A3DA5"/>
    <w:rsid w:val="002A50A1"/>
    <w:rsid w:val="002A589C"/>
    <w:rsid w:val="002A7E19"/>
    <w:rsid w:val="002B027B"/>
    <w:rsid w:val="002B07F9"/>
    <w:rsid w:val="002B08EA"/>
    <w:rsid w:val="002B17F1"/>
    <w:rsid w:val="002B1837"/>
    <w:rsid w:val="002B18C0"/>
    <w:rsid w:val="002B2CB4"/>
    <w:rsid w:val="002B30C4"/>
    <w:rsid w:val="002B3CAC"/>
    <w:rsid w:val="002B54B7"/>
    <w:rsid w:val="002B616C"/>
    <w:rsid w:val="002B64CD"/>
    <w:rsid w:val="002B68A0"/>
    <w:rsid w:val="002C3261"/>
    <w:rsid w:val="002C39CF"/>
    <w:rsid w:val="002C3CC2"/>
    <w:rsid w:val="002C44DC"/>
    <w:rsid w:val="002C4FB6"/>
    <w:rsid w:val="002C6132"/>
    <w:rsid w:val="002C6446"/>
    <w:rsid w:val="002C65CA"/>
    <w:rsid w:val="002C74D8"/>
    <w:rsid w:val="002D0048"/>
    <w:rsid w:val="002D1DA0"/>
    <w:rsid w:val="002D2991"/>
    <w:rsid w:val="002D2DDB"/>
    <w:rsid w:val="002D32A9"/>
    <w:rsid w:val="002D336E"/>
    <w:rsid w:val="002D3BC8"/>
    <w:rsid w:val="002D3F0F"/>
    <w:rsid w:val="002D5910"/>
    <w:rsid w:val="002D5CB6"/>
    <w:rsid w:val="002D5F14"/>
    <w:rsid w:val="002D6336"/>
    <w:rsid w:val="002D6F84"/>
    <w:rsid w:val="002D7C85"/>
    <w:rsid w:val="002E02FE"/>
    <w:rsid w:val="002E1990"/>
    <w:rsid w:val="002E2097"/>
    <w:rsid w:val="002E3C01"/>
    <w:rsid w:val="002E45B0"/>
    <w:rsid w:val="002E48B0"/>
    <w:rsid w:val="002E4FC9"/>
    <w:rsid w:val="002E52B3"/>
    <w:rsid w:val="002E5421"/>
    <w:rsid w:val="002E5433"/>
    <w:rsid w:val="002E59D3"/>
    <w:rsid w:val="002E7A48"/>
    <w:rsid w:val="002F1731"/>
    <w:rsid w:val="002F1CC0"/>
    <w:rsid w:val="002F3235"/>
    <w:rsid w:val="002F5081"/>
    <w:rsid w:val="002F5F0E"/>
    <w:rsid w:val="002F687E"/>
    <w:rsid w:val="003016D3"/>
    <w:rsid w:val="00301FB6"/>
    <w:rsid w:val="00302072"/>
    <w:rsid w:val="003024D7"/>
    <w:rsid w:val="0030292A"/>
    <w:rsid w:val="0030315B"/>
    <w:rsid w:val="003041CF"/>
    <w:rsid w:val="00304482"/>
    <w:rsid w:val="00304B16"/>
    <w:rsid w:val="00306049"/>
    <w:rsid w:val="003069DB"/>
    <w:rsid w:val="00310064"/>
    <w:rsid w:val="00310487"/>
    <w:rsid w:val="00313137"/>
    <w:rsid w:val="00313B04"/>
    <w:rsid w:val="0031404A"/>
    <w:rsid w:val="00314BD7"/>
    <w:rsid w:val="00314BFC"/>
    <w:rsid w:val="00320C2C"/>
    <w:rsid w:val="00321641"/>
    <w:rsid w:val="00321C71"/>
    <w:rsid w:val="00322FCC"/>
    <w:rsid w:val="0032338E"/>
    <w:rsid w:val="003250D9"/>
    <w:rsid w:val="00327DEC"/>
    <w:rsid w:val="00327F22"/>
    <w:rsid w:val="0033029A"/>
    <w:rsid w:val="0033052C"/>
    <w:rsid w:val="0033094B"/>
    <w:rsid w:val="00331C43"/>
    <w:rsid w:val="00331F58"/>
    <w:rsid w:val="00333250"/>
    <w:rsid w:val="00333726"/>
    <w:rsid w:val="00333A23"/>
    <w:rsid w:val="00333A37"/>
    <w:rsid w:val="003369CA"/>
    <w:rsid w:val="003378E5"/>
    <w:rsid w:val="003422E2"/>
    <w:rsid w:val="003431AE"/>
    <w:rsid w:val="00343C1B"/>
    <w:rsid w:val="00343FBA"/>
    <w:rsid w:val="00344CFA"/>
    <w:rsid w:val="00345068"/>
    <w:rsid w:val="003453DC"/>
    <w:rsid w:val="0034624B"/>
    <w:rsid w:val="00350373"/>
    <w:rsid w:val="00351328"/>
    <w:rsid w:val="00351843"/>
    <w:rsid w:val="00352B19"/>
    <w:rsid w:val="003534BE"/>
    <w:rsid w:val="00354147"/>
    <w:rsid w:val="00354491"/>
    <w:rsid w:val="00354D77"/>
    <w:rsid w:val="00355040"/>
    <w:rsid w:val="00355272"/>
    <w:rsid w:val="003552D6"/>
    <w:rsid w:val="00355E32"/>
    <w:rsid w:val="003561E3"/>
    <w:rsid w:val="0035736F"/>
    <w:rsid w:val="003606E5"/>
    <w:rsid w:val="0036110E"/>
    <w:rsid w:val="00361288"/>
    <w:rsid w:val="003614EC"/>
    <w:rsid w:val="00364668"/>
    <w:rsid w:val="0036577C"/>
    <w:rsid w:val="0036585A"/>
    <w:rsid w:val="00365965"/>
    <w:rsid w:val="00365FD3"/>
    <w:rsid w:val="00366316"/>
    <w:rsid w:val="003668EF"/>
    <w:rsid w:val="00366BB7"/>
    <w:rsid w:val="0036718A"/>
    <w:rsid w:val="0037096F"/>
    <w:rsid w:val="00371053"/>
    <w:rsid w:val="003712E5"/>
    <w:rsid w:val="00371ACC"/>
    <w:rsid w:val="00371CD5"/>
    <w:rsid w:val="00371E36"/>
    <w:rsid w:val="003723F4"/>
    <w:rsid w:val="003724BF"/>
    <w:rsid w:val="00373123"/>
    <w:rsid w:val="00373E2B"/>
    <w:rsid w:val="003747E2"/>
    <w:rsid w:val="00374BDA"/>
    <w:rsid w:val="00374D10"/>
    <w:rsid w:val="0037590A"/>
    <w:rsid w:val="00375AF4"/>
    <w:rsid w:val="00376A1C"/>
    <w:rsid w:val="00377A04"/>
    <w:rsid w:val="003802C6"/>
    <w:rsid w:val="00380EE4"/>
    <w:rsid w:val="00381A78"/>
    <w:rsid w:val="00381B9B"/>
    <w:rsid w:val="00382100"/>
    <w:rsid w:val="003840BD"/>
    <w:rsid w:val="003843B9"/>
    <w:rsid w:val="003848B0"/>
    <w:rsid w:val="003866AB"/>
    <w:rsid w:val="00386F49"/>
    <w:rsid w:val="0038735E"/>
    <w:rsid w:val="0038744C"/>
    <w:rsid w:val="0039157E"/>
    <w:rsid w:val="0039425A"/>
    <w:rsid w:val="00394D45"/>
    <w:rsid w:val="003950BA"/>
    <w:rsid w:val="00396585"/>
    <w:rsid w:val="00396728"/>
    <w:rsid w:val="00397245"/>
    <w:rsid w:val="003A06EB"/>
    <w:rsid w:val="003A0DFD"/>
    <w:rsid w:val="003A2B36"/>
    <w:rsid w:val="003A4960"/>
    <w:rsid w:val="003A64E5"/>
    <w:rsid w:val="003A7F8F"/>
    <w:rsid w:val="003B24E1"/>
    <w:rsid w:val="003B29C9"/>
    <w:rsid w:val="003B39D3"/>
    <w:rsid w:val="003B6DC5"/>
    <w:rsid w:val="003B6F00"/>
    <w:rsid w:val="003B7A47"/>
    <w:rsid w:val="003B7C81"/>
    <w:rsid w:val="003C0AFE"/>
    <w:rsid w:val="003C237D"/>
    <w:rsid w:val="003C2D52"/>
    <w:rsid w:val="003C326A"/>
    <w:rsid w:val="003C34BA"/>
    <w:rsid w:val="003C418C"/>
    <w:rsid w:val="003C4B07"/>
    <w:rsid w:val="003C6D7E"/>
    <w:rsid w:val="003C74A5"/>
    <w:rsid w:val="003C7762"/>
    <w:rsid w:val="003D0037"/>
    <w:rsid w:val="003D0CB9"/>
    <w:rsid w:val="003D0D2F"/>
    <w:rsid w:val="003D12FF"/>
    <w:rsid w:val="003D3541"/>
    <w:rsid w:val="003D590F"/>
    <w:rsid w:val="003D5E9A"/>
    <w:rsid w:val="003D6053"/>
    <w:rsid w:val="003D6420"/>
    <w:rsid w:val="003D7D62"/>
    <w:rsid w:val="003E00E8"/>
    <w:rsid w:val="003E01B5"/>
    <w:rsid w:val="003E025A"/>
    <w:rsid w:val="003E29CC"/>
    <w:rsid w:val="003E2EEC"/>
    <w:rsid w:val="003E34AC"/>
    <w:rsid w:val="003E3810"/>
    <w:rsid w:val="003E4013"/>
    <w:rsid w:val="003E4E20"/>
    <w:rsid w:val="003E4F20"/>
    <w:rsid w:val="003E5B9C"/>
    <w:rsid w:val="003E75A1"/>
    <w:rsid w:val="003E7701"/>
    <w:rsid w:val="003F0035"/>
    <w:rsid w:val="003F0992"/>
    <w:rsid w:val="003F1403"/>
    <w:rsid w:val="003F14CD"/>
    <w:rsid w:val="003F2357"/>
    <w:rsid w:val="003F2738"/>
    <w:rsid w:val="003F351D"/>
    <w:rsid w:val="003F35D9"/>
    <w:rsid w:val="003F3B27"/>
    <w:rsid w:val="003F3B5A"/>
    <w:rsid w:val="003F3D67"/>
    <w:rsid w:val="003F46A3"/>
    <w:rsid w:val="003F5239"/>
    <w:rsid w:val="003F56A7"/>
    <w:rsid w:val="003F5A43"/>
    <w:rsid w:val="003F5E35"/>
    <w:rsid w:val="003F5ED8"/>
    <w:rsid w:val="003F6089"/>
    <w:rsid w:val="003F6B5F"/>
    <w:rsid w:val="003F6F16"/>
    <w:rsid w:val="003F7C81"/>
    <w:rsid w:val="00400B2A"/>
    <w:rsid w:val="00400F0F"/>
    <w:rsid w:val="004029E9"/>
    <w:rsid w:val="00403598"/>
    <w:rsid w:val="0040360F"/>
    <w:rsid w:val="00403CD5"/>
    <w:rsid w:val="0040571A"/>
    <w:rsid w:val="00405B70"/>
    <w:rsid w:val="004065F3"/>
    <w:rsid w:val="004070FA"/>
    <w:rsid w:val="00407751"/>
    <w:rsid w:val="004100B0"/>
    <w:rsid w:val="004108B5"/>
    <w:rsid w:val="00411850"/>
    <w:rsid w:val="00411BE9"/>
    <w:rsid w:val="00412D5D"/>
    <w:rsid w:val="0041348F"/>
    <w:rsid w:val="00413B9D"/>
    <w:rsid w:val="00413BC7"/>
    <w:rsid w:val="00414921"/>
    <w:rsid w:val="00414AFE"/>
    <w:rsid w:val="00415844"/>
    <w:rsid w:val="00416049"/>
    <w:rsid w:val="004206D3"/>
    <w:rsid w:val="00421058"/>
    <w:rsid w:val="0042111B"/>
    <w:rsid w:val="00421560"/>
    <w:rsid w:val="00422124"/>
    <w:rsid w:val="00422F97"/>
    <w:rsid w:val="00425271"/>
    <w:rsid w:val="0043001B"/>
    <w:rsid w:val="00430323"/>
    <w:rsid w:val="00431821"/>
    <w:rsid w:val="00431FE1"/>
    <w:rsid w:val="004327EB"/>
    <w:rsid w:val="00432862"/>
    <w:rsid w:val="00432E37"/>
    <w:rsid w:val="00433B87"/>
    <w:rsid w:val="00434D89"/>
    <w:rsid w:val="00434F89"/>
    <w:rsid w:val="004353CE"/>
    <w:rsid w:val="0043643A"/>
    <w:rsid w:val="004417B9"/>
    <w:rsid w:val="004425A3"/>
    <w:rsid w:val="00442B30"/>
    <w:rsid w:val="004430CF"/>
    <w:rsid w:val="0044438F"/>
    <w:rsid w:val="0044459B"/>
    <w:rsid w:val="00444BDB"/>
    <w:rsid w:val="004463DA"/>
    <w:rsid w:val="00446FA4"/>
    <w:rsid w:val="00447AA5"/>
    <w:rsid w:val="004505B4"/>
    <w:rsid w:val="0045476E"/>
    <w:rsid w:val="00455C50"/>
    <w:rsid w:val="0045614B"/>
    <w:rsid w:val="00456717"/>
    <w:rsid w:val="004573B9"/>
    <w:rsid w:val="00457748"/>
    <w:rsid w:val="00457DD7"/>
    <w:rsid w:val="00460591"/>
    <w:rsid w:val="0046169C"/>
    <w:rsid w:val="0046239B"/>
    <w:rsid w:val="004636D0"/>
    <w:rsid w:val="0046386B"/>
    <w:rsid w:val="00464B93"/>
    <w:rsid w:val="00464D6C"/>
    <w:rsid w:val="004656B1"/>
    <w:rsid w:val="00465EF6"/>
    <w:rsid w:val="00466BC5"/>
    <w:rsid w:val="00467561"/>
    <w:rsid w:val="00470F2E"/>
    <w:rsid w:val="00471212"/>
    <w:rsid w:val="00471B82"/>
    <w:rsid w:val="00471D69"/>
    <w:rsid w:val="00473156"/>
    <w:rsid w:val="00473617"/>
    <w:rsid w:val="00474A06"/>
    <w:rsid w:val="00474D0F"/>
    <w:rsid w:val="00474F08"/>
    <w:rsid w:val="00475405"/>
    <w:rsid w:val="00476403"/>
    <w:rsid w:val="00476D92"/>
    <w:rsid w:val="00476FD5"/>
    <w:rsid w:val="004770D2"/>
    <w:rsid w:val="00477AFB"/>
    <w:rsid w:val="00481C4B"/>
    <w:rsid w:val="00482623"/>
    <w:rsid w:val="004850FB"/>
    <w:rsid w:val="00485705"/>
    <w:rsid w:val="00485AE6"/>
    <w:rsid w:val="00486014"/>
    <w:rsid w:val="00486142"/>
    <w:rsid w:val="00486AE3"/>
    <w:rsid w:val="004906BC"/>
    <w:rsid w:val="0049105E"/>
    <w:rsid w:val="00491756"/>
    <w:rsid w:val="00491778"/>
    <w:rsid w:val="00491A59"/>
    <w:rsid w:val="00491AB0"/>
    <w:rsid w:val="00492419"/>
    <w:rsid w:val="00494AB3"/>
    <w:rsid w:val="004964B0"/>
    <w:rsid w:val="004965B8"/>
    <w:rsid w:val="00497967"/>
    <w:rsid w:val="004A1225"/>
    <w:rsid w:val="004A20D4"/>
    <w:rsid w:val="004A2455"/>
    <w:rsid w:val="004A2E5B"/>
    <w:rsid w:val="004A4396"/>
    <w:rsid w:val="004A460D"/>
    <w:rsid w:val="004A4BD1"/>
    <w:rsid w:val="004A5019"/>
    <w:rsid w:val="004A5629"/>
    <w:rsid w:val="004A5860"/>
    <w:rsid w:val="004A5A1E"/>
    <w:rsid w:val="004A5A65"/>
    <w:rsid w:val="004A5E90"/>
    <w:rsid w:val="004A7A3F"/>
    <w:rsid w:val="004A7F4D"/>
    <w:rsid w:val="004B0273"/>
    <w:rsid w:val="004B0299"/>
    <w:rsid w:val="004B124C"/>
    <w:rsid w:val="004B1FCA"/>
    <w:rsid w:val="004B37F1"/>
    <w:rsid w:val="004B48AB"/>
    <w:rsid w:val="004B4C10"/>
    <w:rsid w:val="004B4E24"/>
    <w:rsid w:val="004B7CCA"/>
    <w:rsid w:val="004C1EA0"/>
    <w:rsid w:val="004C287F"/>
    <w:rsid w:val="004C2FA4"/>
    <w:rsid w:val="004C4228"/>
    <w:rsid w:val="004C5D59"/>
    <w:rsid w:val="004C61E0"/>
    <w:rsid w:val="004C626C"/>
    <w:rsid w:val="004C6532"/>
    <w:rsid w:val="004C6EF6"/>
    <w:rsid w:val="004C7C2B"/>
    <w:rsid w:val="004C7C81"/>
    <w:rsid w:val="004C7DAD"/>
    <w:rsid w:val="004D1CFB"/>
    <w:rsid w:val="004D2967"/>
    <w:rsid w:val="004D314D"/>
    <w:rsid w:val="004D32C7"/>
    <w:rsid w:val="004D486D"/>
    <w:rsid w:val="004D48CB"/>
    <w:rsid w:val="004D50DC"/>
    <w:rsid w:val="004D5EF0"/>
    <w:rsid w:val="004D5F10"/>
    <w:rsid w:val="004D60F6"/>
    <w:rsid w:val="004D7BA2"/>
    <w:rsid w:val="004E066B"/>
    <w:rsid w:val="004E4DC9"/>
    <w:rsid w:val="004E5F8E"/>
    <w:rsid w:val="004E747B"/>
    <w:rsid w:val="004F07E7"/>
    <w:rsid w:val="004F1091"/>
    <w:rsid w:val="004F12DB"/>
    <w:rsid w:val="004F1F61"/>
    <w:rsid w:val="004F2210"/>
    <w:rsid w:val="004F2781"/>
    <w:rsid w:val="004F34AE"/>
    <w:rsid w:val="004F3A0B"/>
    <w:rsid w:val="004F3A51"/>
    <w:rsid w:val="004F53AD"/>
    <w:rsid w:val="004F583A"/>
    <w:rsid w:val="004F74B8"/>
    <w:rsid w:val="004F7514"/>
    <w:rsid w:val="004F7821"/>
    <w:rsid w:val="004F7FFA"/>
    <w:rsid w:val="005014B3"/>
    <w:rsid w:val="00502E30"/>
    <w:rsid w:val="00504D33"/>
    <w:rsid w:val="00504D6B"/>
    <w:rsid w:val="00504FD0"/>
    <w:rsid w:val="00505686"/>
    <w:rsid w:val="00506E58"/>
    <w:rsid w:val="005071EE"/>
    <w:rsid w:val="0050757D"/>
    <w:rsid w:val="00507602"/>
    <w:rsid w:val="00507C57"/>
    <w:rsid w:val="005100E8"/>
    <w:rsid w:val="005116AA"/>
    <w:rsid w:val="0051218E"/>
    <w:rsid w:val="00512F42"/>
    <w:rsid w:val="00513B72"/>
    <w:rsid w:val="00514B9D"/>
    <w:rsid w:val="00514EB1"/>
    <w:rsid w:val="00514EBE"/>
    <w:rsid w:val="0051635F"/>
    <w:rsid w:val="0051660B"/>
    <w:rsid w:val="00516682"/>
    <w:rsid w:val="00517551"/>
    <w:rsid w:val="00517778"/>
    <w:rsid w:val="005204F2"/>
    <w:rsid w:val="0052144E"/>
    <w:rsid w:val="005229F5"/>
    <w:rsid w:val="00523458"/>
    <w:rsid w:val="00523594"/>
    <w:rsid w:val="0052373D"/>
    <w:rsid w:val="00523B88"/>
    <w:rsid w:val="00524EE0"/>
    <w:rsid w:val="00525486"/>
    <w:rsid w:val="00525AAB"/>
    <w:rsid w:val="005278B4"/>
    <w:rsid w:val="0053097D"/>
    <w:rsid w:val="00530F59"/>
    <w:rsid w:val="005314C4"/>
    <w:rsid w:val="00531EA0"/>
    <w:rsid w:val="0053237C"/>
    <w:rsid w:val="00532D36"/>
    <w:rsid w:val="00532E7E"/>
    <w:rsid w:val="00533EE5"/>
    <w:rsid w:val="00534575"/>
    <w:rsid w:val="00535222"/>
    <w:rsid w:val="005352C2"/>
    <w:rsid w:val="005360D9"/>
    <w:rsid w:val="00536356"/>
    <w:rsid w:val="0053645B"/>
    <w:rsid w:val="00540457"/>
    <w:rsid w:val="00540B76"/>
    <w:rsid w:val="00541CAC"/>
    <w:rsid w:val="00542CC8"/>
    <w:rsid w:val="0054443A"/>
    <w:rsid w:val="005446CB"/>
    <w:rsid w:val="005448ED"/>
    <w:rsid w:val="00545D2D"/>
    <w:rsid w:val="00545F83"/>
    <w:rsid w:val="005460BF"/>
    <w:rsid w:val="005464D4"/>
    <w:rsid w:val="00546BE1"/>
    <w:rsid w:val="0054767D"/>
    <w:rsid w:val="00550111"/>
    <w:rsid w:val="00550F3F"/>
    <w:rsid w:val="00551546"/>
    <w:rsid w:val="00551744"/>
    <w:rsid w:val="0055210C"/>
    <w:rsid w:val="00553A81"/>
    <w:rsid w:val="00554AAF"/>
    <w:rsid w:val="00554EDA"/>
    <w:rsid w:val="0055584D"/>
    <w:rsid w:val="00555C30"/>
    <w:rsid w:val="00556596"/>
    <w:rsid w:val="00556ACA"/>
    <w:rsid w:val="00557338"/>
    <w:rsid w:val="00557361"/>
    <w:rsid w:val="005579E4"/>
    <w:rsid w:val="00560409"/>
    <w:rsid w:val="0056042B"/>
    <w:rsid w:val="00560B2E"/>
    <w:rsid w:val="005614ED"/>
    <w:rsid w:val="00562BA3"/>
    <w:rsid w:val="00563607"/>
    <w:rsid w:val="00564107"/>
    <w:rsid w:val="005645D9"/>
    <w:rsid w:val="00564A1E"/>
    <w:rsid w:val="00564BB9"/>
    <w:rsid w:val="00565988"/>
    <w:rsid w:val="00565FF4"/>
    <w:rsid w:val="00566162"/>
    <w:rsid w:val="005668AA"/>
    <w:rsid w:val="005668CE"/>
    <w:rsid w:val="00567125"/>
    <w:rsid w:val="00567B5A"/>
    <w:rsid w:val="00570A09"/>
    <w:rsid w:val="00570D7A"/>
    <w:rsid w:val="005713C8"/>
    <w:rsid w:val="00571690"/>
    <w:rsid w:val="00572219"/>
    <w:rsid w:val="00572A5B"/>
    <w:rsid w:val="005731AE"/>
    <w:rsid w:val="005739BC"/>
    <w:rsid w:val="00573B46"/>
    <w:rsid w:val="00574819"/>
    <w:rsid w:val="00574AEF"/>
    <w:rsid w:val="00574B96"/>
    <w:rsid w:val="00574D1C"/>
    <w:rsid w:val="00576C3B"/>
    <w:rsid w:val="005839FE"/>
    <w:rsid w:val="00583CD7"/>
    <w:rsid w:val="005858BD"/>
    <w:rsid w:val="005869D5"/>
    <w:rsid w:val="00587371"/>
    <w:rsid w:val="00587F3F"/>
    <w:rsid w:val="005913C5"/>
    <w:rsid w:val="00592915"/>
    <w:rsid w:val="005930E9"/>
    <w:rsid w:val="00593478"/>
    <w:rsid w:val="00593CAA"/>
    <w:rsid w:val="00593F4C"/>
    <w:rsid w:val="00594A78"/>
    <w:rsid w:val="00595731"/>
    <w:rsid w:val="00595831"/>
    <w:rsid w:val="00596616"/>
    <w:rsid w:val="00597048"/>
    <w:rsid w:val="005A0C40"/>
    <w:rsid w:val="005A144E"/>
    <w:rsid w:val="005A14E6"/>
    <w:rsid w:val="005A17AC"/>
    <w:rsid w:val="005A194E"/>
    <w:rsid w:val="005A3231"/>
    <w:rsid w:val="005A353E"/>
    <w:rsid w:val="005A3587"/>
    <w:rsid w:val="005A4150"/>
    <w:rsid w:val="005A5319"/>
    <w:rsid w:val="005A5D7A"/>
    <w:rsid w:val="005A6685"/>
    <w:rsid w:val="005A688D"/>
    <w:rsid w:val="005A6F82"/>
    <w:rsid w:val="005A72BF"/>
    <w:rsid w:val="005B172F"/>
    <w:rsid w:val="005B1748"/>
    <w:rsid w:val="005B3211"/>
    <w:rsid w:val="005B4E71"/>
    <w:rsid w:val="005B4EA6"/>
    <w:rsid w:val="005B5D78"/>
    <w:rsid w:val="005B6D4F"/>
    <w:rsid w:val="005B7003"/>
    <w:rsid w:val="005B785B"/>
    <w:rsid w:val="005C0C67"/>
    <w:rsid w:val="005C18E2"/>
    <w:rsid w:val="005C222B"/>
    <w:rsid w:val="005C2C9D"/>
    <w:rsid w:val="005C3BC4"/>
    <w:rsid w:val="005C63B3"/>
    <w:rsid w:val="005C6C88"/>
    <w:rsid w:val="005C7997"/>
    <w:rsid w:val="005D1FAE"/>
    <w:rsid w:val="005D20D6"/>
    <w:rsid w:val="005D351D"/>
    <w:rsid w:val="005D3BBC"/>
    <w:rsid w:val="005D406D"/>
    <w:rsid w:val="005D5E78"/>
    <w:rsid w:val="005D6936"/>
    <w:rsid w:val="005D6C44"/>
    <w:rsid w:val="005E0C83"/>
    <w:rsid w:val="005E15BA"/>
    <w:rsid w:val="005E1DB4"/>
    <w:rsid w:val="005E1F2E"/>
    <w:rsid w:val="005E2749"/>
    <w:rsid w:val="005E37A4"/>
    <w:rsid w:val="005E3C92"/>
    <w:rsid w:val="005E6120"/>
    <w:rsid w:val="005E73EF"/>
    <w:rsid w:val="005E7617"/>
    <w:rsid w:val="005E77DB"/>
    <w:rsid w:val="005F0348"/>
    <w:rsid w:val="005F07AF"/>
    <w:rsid w:val="005F0D6D"/>
    <w:rsid w:val="005F1FA1"/>
    <w:rsid w:val="005F223D"/>
    <w:rsid w:val="005F28B3"/>
    <w:rsid w:val="005F2B27"/>
    <w:rsid w:val="005F3000"/>
    <w:rsid w:val="005F3438"/>
    <w:rsid w:val="005F3740"/>
    <w:rsid w:val="005F437D"/>
    <w:rsid w:val="005F6578"/>
    <w:rsid w:val="005F7E12"/>
    <w:rsid w:val="00600DE5"/>
    <w:rsid w:val="00600E01"/>
    <w:rsid w:val="00601931"/>
    <w:rsid w:val="006024A2"/>
    <w:rsid w:val="0060536D"/>
    <w:rsid w:val="006053EE"/>
    <w:rsid w:val="00605739"/>
    <w:rsid w:val="00605A5F"/>
    <w:rsid w:val="006062F8"/>
    <w:rsid w:val="006066CC"/>
    <w:rsid w:val="006074D7"/>
    <w:rsid w:val="00607B07"/>
    <w:rsid w:val="00610093"/>
    <w:rsid w:val="0061117F"/>
    <w:rsid w:val="00611CA0"/>
    <w:rsid w:val="00611DDF"/>
    <w:rsid w:val="0061252B"/>
    <w:rsid w:val="0061259E"/>
    <w:rsid w:val="00612CE1"/>
    <w:rsid w:val="006144D2"/>
    <w:rsid w:val="00615B4B"/>
    <w:rsid w:val="00615F0C"/>
    <w:rsid w:val="006164A9"/>
    <w:rsid w:val="006209D1"/>
    <w:rsid w:val="0062261D"/>
    <w:rsid w:val="00624D58"/>
    <w:rsid w:val="00624F16"/>
    <w:rsid w:val="00624F1C"/>
    <w:rsid w:val="0062506D"/>
    <w:rsid w:val="00625115"/>
    <w:rsid w:val="0062561E"/>
    <w:rsid w:val="00625ABF"/>
    <w:rsid w:val="00626A5C"/>
    <w:rsid w:val="00626BC9"/>
    <w:rsid w:val="00626C17"/>
    <w:rsid w:val="0062734B"/>
    <w:rsid w:val="006316FC"/>
    <w:rsid w:val="0063225C"/>
    <w:rsid w:val="00632C0B"/>
    <w:rsid w:val="00633F3A"/>
    <w:rsid w:val="0063469F"/>
    <w:rsid w:val="00635A25"/>
    <w:rsid w:val="0063647C"/>
    <w:rsid w:val="00636538"/>
    <w:rsid w:val="00636B31"/>
    <w:rsid w:val="006371A4"/>
    <w:rsid w:val="00637623"/>
    <w:rsid w:val="00640594"/>
    <w:rsid w:val="0064073E"/>
    <w:rsid w:val="00640D8B"/>
    <w:rsid w:val="006414E9"/>
    <w:rsid w:val="00641C7A"/>
    <w:rsid w:val="00643162"/>
    <w:rsid w:val="00643A58"/>
    <w:rsid w:val="00643D63"/>
    <w:rsid w:val="0064505F"/>
    <w:rsid w:val="0064547D"/>
    <w:rsid w:val="00645997"/>
    <w:rsid w:val="006463A7"/>
    <w:rsid w:val="006463EF"/>
    <w:rsid w:val="006468D6"/>
    <w:rsid w:val="00650B56"/>
    <w:rsid w:val="00652735"/>
    <w:rsid w:val="00652BB9"/>
    <w:rsid w:val="00655075"/>
    <w:rsid w:val="00655DE5"/>
    <w:rsid w:val="00655F5C"/>
    <w:rsid w:val="006563CF"/>
    <w:rsid w:val="00656A85"/>
    <w:rsid w:val="00656B22"/>
    <w:rsid w:val="00656E53"/>
    <w:rsid w:val="00657433"/>
    <w:rsid w:val="00657FF6"/>
    <w:rsid w:val="00660B13"/>
    <w:rsid w:val="00663556"/>
    <w:rsid w:val="006643E1"/>
    <w:rsid w:val="00664544"/>
    <w:rsid w:val="00664B08"/>
    <w:rsid w:val="00667A66"/>
    <w:rsid w:val="00670BF0"/>
    <w:rsid w:val="00671255"/>
    <w:rsid w:val="00671284"/>
    <w:rsid w:val="006746FD"/>
    <w:rsid w:val="006751D4"/>
    <w:rsid w:val="00676C15"/>
    <w:rsid w:val="00677078"/>
    <w:rsid w:val="00680E63"/>
    <w:rsid w:val="006812C0"/>
    <w:rsid w:val="00683326"/>
    <w:rsid w:val="00683450"/>
    <w:rsid w:val="0068446D"/>
    <w:rsid w:val="00684FEB"/>
    <w:rsid w:val="00685390"/>
    <w:rsid w:val="00685619"/>
    <w:rsid w:val="006866E4"/>
    <w:rsid w:val="00686C28"/>
    <w:rsid w:val="006874A4"/>
    <w:rsid w:val="00687970"/>
    <w:rsid w:val="00690450"/>
    <w:rsid w:val="00691680"/>
    <w:rsid w:val="00691CC0"/>
    <w:rsid w:val="006923B1"/>
    <w:rsid w:val="0069324F"/>
    <w:rsid w:val="006938AD"/>
    <w:rsid w:val="006946B4"/>
    <w:rsid w:val="00695581"/>
    <w:rsid w:val="006969B2"/>
    <w:rsid w:val="00697019"/>
    <w:rsid w:val="006A0033"/>
    <w:rsid w:val="006A02FE"/>
    <w:rsid w:val="006A0B0C"/>
    <w:rsid w:val="006A0CED"/>
    <w:rsid w:val="006A1586"/>
    <w:rsid w:val="006A1B58"/>
    <w:rsid w:val="006A306C"/>
    <w:rsid w:val="006A3080"/>
    <w:rsid w:val="006A36EF"/>
    <w:rsid w:val="006A3738"/>
    <w:rsid w:val="006A4469"/>
    <w:rsid w:val="006A597E"/>
    <w:rsid w:val="006A64B8"/>
    <w:rsid w:val="006A6AD2"/>
    <w:rsid w:val="006A6FA2"/>
    <w:rsid w:val="006A7278"/>
    <w:rsid w:val="006A754B"/>
    <w:rsid w:val="006A761F"/>
    <w:rsid w:val="006B1C6B"/>
    <w:rsid w:val="006B4387"/>
    <w:rsid w:val="006B4BEE"/>
    <w:rsid w:val="006B4ECF"/>
    <w:rsid w:val="006B5667"/>
    <w:rsid w:val="006B78F5"/>
    <w:rsid w:val="006C0257"/>
    <w:rsid w:val="006C0517"/>
    <w:rsid w:val="006C0BA6"/>
    <w:rsid w:val="006C386E"/>
    <w:rsid w:val="006C41EF"/>
    <w:rsid w:val="006C42C8"/>
    <w:rsid w:val="006C447D"/>
    <w:rsid w:val="006C5EBD"/>
    <w:rsid w:val="006C6A31"/>
    <w:rsid w:val="006C7197"/>
    <w:rsid w:val="006D05BC"/>
    <w:rsid w:val="006D10E2"/>
    <w:rsid w:val="006D12F6"/>
    <w:rsid w:val="006D202D"/>
    <w:rsid w:val="006D2190"/>
    <w:rsid w:val="006D2249"/>
    <w:rsid w:val="006D2390"/>
    <w:rsid w:val="006D3E7C"/>
    <w:rsid w:val="006D4054"/>
    <w:rsid w:val="006D439C"/>
    <w:rsid w:val="006D458F"/>
    <w:rsid w:val="006D45D9"/>
    <w:rsid w:val="006D4C14"/>
    <w:rsid w:val="006D5545"/>
    <w:rsid w:val="006D55B9"/>
    <w:rsid w:val="006D569D"/>
    <w:rsid w:val="006D73BC"/>
    <w:rsid w:val="006D75FC"/>
    <w:rsid w:val="006D76F4"/>
    <w:rsid w:val="006D7A04"/>
    <w:rsid w:val="006E06FB"/>
    <w:rsid w:val="006E13F1"/>
    <w:rsid w:val="006E1A74"/>
    <w:rsid w:val="006E2107"/>
    <w:rsid w:val="006E2303"/>
    <w:rsid w:val="006E25DD"/>
    <w:rsid w:val="006E26BB"/>
    <w:rsid w:val="006E3167"/>
    <w:rsid w:val="006E4253"/>
    <w:rsid w:val="006E49A6"/>
    <w:rsid w:val="006E5EDA"/>
    <w:rsid w:val="006E7248"/>
    <w:rsid w:val="006E7273"/>
    <w:rsid w:val="006E7AA3"/>
    <w:rsid w:val="006E7B66"/>
    <w:rsid w:val="006F0D1D"/>
    <w:rsid w:val="006F35E3"/>
    <w:rsid w:val="006F4A9A"/>
    <w:rsid w:val="006F4C00"/>
    <w:rsid w:val="006F5660"/>
    <w:rsid w:val="006F6075"/>
    <w:rsid w:val="006F6AF8"/>
    <w:rsid w:val="006F6E5C"/>
    <w:rsid w:val="00700050"/>
    <w:rsid w:val="007004EF"/>
    <w:rsid w:val="00701876"/>
    <w:rsid w:val="007025E2"/>
    <w:rsid w:val="007036B9"/>
    <w:rsid w:val="007037DD"/>
    <w:rsid w:val="007039D3"/>
    <w:rsid w:val="00703E68"/>
    <w:rsid w:val="0070411F"/>
    <w:rsid w:val="007053CB"/>
    <w:rsid w:val="00705A41"/>
    <w:rsid w:val="007062B1"/>
    <w:rsid w:val="00707D40"/>
    <w:rsid w:val="0071113D"/>
    <w:rsid w:val="00711492"/>
    <w:rsid w:val="007119F8"/>
    <w:rsid w:val="00712F6C"/>
    <w:rsid w:val="00713F16"/>
    <w:rsid w:val="00714066"/>
    <w:rsid w:val="00714999"/>
    <w:rsid w:val="00714E0C"/>
    <w:rsid w:val="007159F5"/>
    <w:rsid w:val="007174ED"/>
    <w:rsid w:val="00717B69"/>
    <w:rsid w:val="00717E7B"/>
    <w:rsid w:val="00720792"/>
    <w:rsid w:val="00720B0B"/>
    <w:rsid w:val="007223AA"/>
    <w:rsid w:val="0072294C"/>
    <w:rsid w:val="00726CD4"/>
    <w:rsid w:val="0072762D"/>
    <w:rsid w:val="00731C3B"/>
    <w:rsid w:val="00733228"/>
    <w:rsid w:val="00735081"/>
    <w:rsid w:val="007352D8"/>
    <w:rsid w:val="00735691"/>
    <w:rsid w:val="00735C02"/>
    <w:rsid w:val="00735D4E"/>
    <w:rsid w:val="00737F8B"/>
    <w:rsid w:val="00740B52"/>
    <w:rsid w:val="007411F9"/>
    <w:rsid w:val="00741FCF"/>
    <w:rsid w:val="007425D7"/>
    <w:rsid w:val="007426AD"/>
    <w:rsid w:val="00742D6B"/>
    <w:rsid w:val="00742F19"/>
    <w:rsid w:val="0074454D"/>
    <w:rsid w:val="0074592F"/>
    <w:rsid w:val="00745B65"/>
    <w:rsid w:val="00746029"/>
    <w:rsid w:val="007477AA"/>
    <w:rsid w:val="00747BDE"/>
    <w:rsid w:val="00747E88"/>
    <w:rsid w:val="00750668"/>
    <w:rsid w:val="0075150B"/>
    <w:rsid w:val="0075185A"/>
    <w:rsid w:val="00752B6B"/>
    <w:rsid w:val="00752F26"/>
    <w:rsid w:val="00753436"/>
    <w:rsid w:val="007546D9"/>
    <w:rsid w:val="007547AC"/>
    <w:rsid w:val="00755CB6"/>
    <w:rsid w:val="00756D1D"/>
    <w:rsid w:val="00760DEE"/>
    <w:rsid w:val="007614E9"/>
    <w:rsid w:val="00761BB4"/>
    <w:rsid w:val="007620CC"/>
    <w:rsid w:val="0076216C"/>
    <w:rsid w:val="007625DF"/>
    <w:rsid w:val="00762F7F"/>
    <w:rsid w:val="007651B2"/>
    <w:rsid w:val="007658AF"/>
    <w:rsid w:val="0076618B"/>
    <w:rsid w:val="00766483"/>
    <w:rsid w:val="00766B99"/>
    <w:rsid w:val="007674F8"/>
    <w:rsid w:val="0076750D"/>
    <w:rsid w:val="0077002D"/>
    <w:rsid w:val="00770ADD"/>
    <w:rsid w:val="007719AD"/>
    <w:rsid w:val="00772BB1"/>
    <w:rsid w:val="00773AF0"/>
    <w:rsid w:val="00774E75"/>
    <w:rsid w:val="00776DBF"/>
    <w:rsid w:val="00777422"/>
    <w:rsid w:val="00777A75"/>
    <w:rsid w:val="0078071E"/>
    <w:rsid w:val="00781259"/>
    <w:rsid w:val="00783607"/>
    <w:rsid w:val="00783E73"/>
    <w:rsid w:val="007855B1"/>
    <w:rsid w:val="00785921"/>
    <w:rsid w:val="007864C0"/>
    <w:rsid w:val="00786CBD"/>
    <w:rsid w:val="007904E4"/>
    <w:rsid w:val="00790C82"/>
    <w:rsid w:val="0079174A"/>
    <w:rsid w:val="00792787"/>
    <w:rsid w:val="007943A3"/>
    <w:rsid w:val="00794DD4"/>
    <w:rsid w:val="00797BF9"/>
    <w:rsid w:val="00797EC9"/>
    <w:rsid w:val="007A0E79"/>
    <w:rsid w:val="007A2908"/>
    <w:rsid w:val="007A2F77"/>
    <w:rsid w:val="007A30D3"/>
    <w:rsid w:val="007A3401"/>
    <w:rsid w:val="007A42DC"/>
    <w:rsid w:val="007A5547"/>
    <w:rsid w:val="007B0F07"/>
    <w:rsid w:val="007B18F4"/>
    <w:rsid w:val="007B2DE8"/>
    <w:rsid w:val="007B2F4A"/>
    <w:rsid w:val="007B30ED"/>
    <w:rsid w:val="007B3C40"/>
    <w:rsid w:val="007B5373"/>
    <w:rsid w:val="007B5477"/>
    <w:rsid w:val="007B54A3"/>
    <w:rsid w:val="007B78E1"/>
    <w:rsid w:val="007B7B71"/>
    <w:rsid w:val="007C0767"/>
    <w:rsid w:val="007C0BA0"/>
    <w:rsid w:val="007C0BAB"/>
    <w:rsid w:val="007C12AF"/>
    <w:rsid w:val="007C1690"/>
    <w:rsid w:val="007C17D4"/>
    <w:rsid w:val="007C192F"/>
    <w:rsid w:val="007C2119"/>
    <w:rsid w:val="007C255F"/>
    <w:rsid w:val="007C5916"/>
    <w:rsid w:val="007C60D0"/>
    <w:rsid w:val="007C6E77"/>
    <w:rsid w:val="007C6F31"/>
    <w:rsid w:val="007C76D2"/>
    <w:rsid w:val="007D00BB"/>
    <w:rsid w:val="007D11AA"/>
    <w:rsid w:val="007D1368"/>
    <w:rsid w:val="007D254B"/>
    <w:rsid w:val="007D2B05"/>
    <w:rsid w:val="007D2B85"/>
    <w:rsid w:val="007D3086"/>
    <w:rsid w:val="007D34BB"/>
    <w:rsid w:val="007D41BE"/>
    <w:rsid w:val="007D4490"/>
    <w:rsid w:val="007D5510"/>
    <w:rsid w:val="007D5661"/>
    <w:rsid w:val="007D667C"/>
    <w:rsid w:val="007E0075"/>
    <w:rsid w:val="007E02D4"/>
    <w:rsid w:val="007E0944"/>
    <w:rsid w:val="007E0FB2"/>
    <w:rsid w:val="007E0FEF"/>
    <w:rsid w:val="007E16FF"/>
    <w:rsid w:val="007E2DCE"/>
    <w:rsid w:val="007E3676"/>
    <w:rsid w:val="007E3784"/>
    <w:rsid w:val="007E3AAB"/>
    <w:rsid w:val="007E51C4"/>
    <w:rsid w:val="007E5458"/>
    <w:rsid w:val="007E577C"/>
    <w:rsid w:val="007F0B1D"/>
    <w:rsid w:val="007F1030"/>
    <w:rsid w:val="007F113F"/>
    <w:rsid w:val="007F1942"/>
    <w:rsid w:val="007F1A90"/>
    <w:rsid w:val="007F2376"/>
    <w:rsid w:val="007F2D56"/>
    <w:rsid w:val="007F3281"/>
    <w:rsid w:val="007F3BA4"/>
    <w:rsid w:val="007F5B1B"/>
    <w:rsid w:val="007F7102"/>
    <w:rsid w:val="008010F3"/>
    <w:rsid w:val="0080242F"/>
    <w:rsid w:val="0080288E"/>
    <w:rsid w:val="008030F3"/>
    <w:rsid w:val="00803FD8"/>
    <w:rsid w:val="008075D1"/>
    <w:rsid w:val="00810241"/>
    <w:rsid w:val="0081140D"/>
    <w:rsid w:val="00817A31"/>
    <w:rsid w:val="00817A60"/>
    <w:rsid w:val="008209BF"/>
    <w:rsid w:val="00820B89"/>
    <w:rsid w:val="0082106C"/>
    <w:rsid w:val="00821D9F"/>
    <w:rsid w:val="00822149"/>
    <w:rsid w:val="00822D8A"/>
    <w:rsid w:val="00824C87"/>
    <w:rsid w:val="00825722"/>
    <w:rsid w:val="00826980"/>
    <w:rsid w:val="00826CD6"/>
    <w:rsid w:val="00830561"/>
    <w:rsid w:val="00830F87"/>
    <w:rsid w:val="0083132C"/>
    <w:rsid w:val="00831A3D"/>
    <w:rsid w:val="0083323A"/>
    <w:rsid w:val="008339F0"/>
    <w:rsid w:val="00833CD9"/>
    <w:rsid w:val="00835398"/>
    <w:rsid w:val="00835902"/>
    <w:rsid w:val="00835D97"/>
    <w:rsid w:val="00836640"/>
    <w:rsid w:val="008366DD"/>
    <w:rsid w:val="00836852"/>
    <w:rsid w:val="00836EDB"/>
    <w:rsid w:val="008378A3"/>
    <w:rsid w:val="00840EA3"/>
    <w:rsid w:val="008414DE"/>
    <w:rsid w:val="00841518"/>
    <w:rsid w:val="008422FB"/>
    <w:rsid w:val="00842ADC"/>
    <w:rsid w:val="00843973"/>
    <w:rsid w:val="00843D4A"/>
    <w:rsid w:val="00844B61"/>
    <w:rsid w:val="008452BD"/>
    <w:rsid w:val="00845776"/>
    <w:rsid w:val="00845901"/>
    <w:rsid w:val="00845BDA"/>
    <w:rsid w:val="008460BF"/>
    <w:rsid w:val="008461F0"/>
    <w:rsid w:val="008461F8"/>
    <w:rsid w:val="00847E9D"/>
    <w:rsid w:val="008503E2"/>
    <w:rsid w:val="00850D55"/>
    <w:rsid w:val="0085171A"/>
    <w:rsid w:val="008525BA"/>
    <w:rsid w:val="0085261A"/>
    <w:rsid w:val="00852D4E"/>
    <w:rsid w:val="00853B74"/>
    <w:rsid w:val="00854771"/>
    <w:rsid w:val="00855635"/>
    <w:rsid w:val="00856721"/>
    <w:rsid w:val="00856D44"/>
    <w:rsid w:val="00860C7C"/>
    <w:rsid w:val="008616CC"/>
    <w:rsid w:val="0086227F"/>
    <w:rsid w:val="00862384"/>
    <w:rsid w:val="00863128"/>
    <w:rsid w:val="00864246"/>
    <w:rsid w:val="00864673"/>
    <w:rsid w:val="00864A20"/>
    <w:rsid w:val="00864FEB"/>
    <w:rsid w:val="00865B06"/>
    <w:rsid w:val="00866A81"/>
    <w:rsid w:val="008674D9"/>
    <w:rsid w:val="00870134"/>
    <w:rsid w:val="008702D2"/>
    <w:rsid w:val="00871E9A"/>
    <w:rsid w:val="00873B16"/>
    <w:rsid w:val="0087489E"/>
    <w:rsid w:val="00874F31"/>
    <w:rsid w:val="00875C48"/>
    <w:rsid w:val="0087699D"/>
    <w:rsid w:val="00876E88"/>
    <w:rsid w:val="0087760F"/>
    <w:rsid w:val="00877714"/>
    <w:rsid w:val="00877750"/>
    <w:rsid w:val="008802F9"/>
    <w:rsid w:val="00881414"/>
    <w:rsid w:val="008821EB"/>
    <w:rsid w:val="00882CAA"/>
    <w:rsid w:val="00882D85"/>
    <w:rsid w:val="008834B7"/>
    <w:rsid w:val="00883816"/>
    <w:rsid w:val="00883CA6"/>
    <w:rsid w:val="008856C1"/>
    <w:rsid w:val="008858DB"/>
    <w:rsid w:val="00886027"/>
    <w:rsid w:val="00887209"/>
    <w:rsid w:val="00891070"/>
    <w:rsid w:val="0089254B"/>
    <w:rsid w:val="0089344A"/>
    <w:rsid w:val="0089436F"/>
    <w:rsid w:val="00894988"/>
    <w:rsid w:val="008A1597"/>
    <w:rsid w:val="008A1670"/>
    <w:rsid w:val="008A1B03"/>
    <w:rsid w:val="008A3199"/>
    <w:rsid w:val="008A3519"/>
    <w:rsid w:val="008A37F5"/>
    <w:rsid w:val="008A3AD0"/>
    <w:rsid w:val="008A527E"/>
    <w:rsid w:val="008A6F2A"/>
    <w:rsid w:val="008B0D7E"/>
    <w:rsid w:val="008B1621"/>
    <w:rsid w:val="008B39AE"/>
    <w:rsid w:val="008B409A"/>
    <w:rsid w:val="008B460F"/>
    <w:rsid w:val="008B4A03"/>
    <w:rsid w:val="008B57FD"/>
    <w:rsid w:val="008B67E8"/>
    <w:rsid w:val="008B783D"/>
    <w:rsid w:val="008B7DB6"/>
    <w:rsid w:val="008B7FFE"/>
    <w:rsid w:val="008C00F1"/>
    <w:rsid w:val="008C1774"/>
    <w:rsid w:val="008C2028"/>
    <w:rsid w:val="008C2127"/>
    <w:rsid w:val="008C3F47"/>
    <w:rsid w:val="008C4452"/>
    <w:rsid w:val="008C5C51"/>
    <w:rsid w:val="008C6A77"/>
    <w:rsid w:val="008C711F"/>
    <w:rsid w:val="008C7F66"/>
    <w:rsid w:val="008D01E1"/>
    <w:rsid w:val="008D03CA"/>
    <w:rsid w:val="008D0C30"/>
    <w:rsid w:val="008D0F65"/>
    <w:rsid w:val="008D1533"/>
    <w:rsid w:val="008D1E1C"/>
    <w:rsid w:val="008D3027"/>
    <w:rsid w:val="008D3AC9"/>
    <w:rsid w:val="008D3DC9"/>
    <w:rsid w:val="008D4367"/>
    <w:rsid w:val="008D4812"/>
    <w:rsid w:val="008D56A4"/>
    <w:rsid w:val="008D61F0"/>
    <w:rsid w:val="008D691D"/>
    <w:rsid w:val="008D6930"/>
    <w:rsid w:val="008D7521"/>
    <w:rsid w:val="008E04F6"/>
    <w:rsid w:val="008E1297"/>
    <w:rsid w:val="008E1474"/>
    <w:rsid w:val="008E16E9"/>
    <w:rsid w:val="008E1BBE"/>
    <w:rsid w:val="008E2148"/>
    <w:rsid w:val="008E2C4D"/>
    <w:rsid w:val="008E3AFE"/>
    <w:rsid w:val="008E52A0"/>
    <w:rsid w:val="008E7119"/>
    <w:rsid w:val="008E7B7A"/>
    <w:rsid w:val="008F020F"/>
    <w:rsid w:val="008F0AB2"/>
    <w:rsid w:val="008F1659"/>
    <w:rsid w:val="008F1D29"/>
    <w:rsid w:val="008F2748"/>
    <w:rsid w:val="008F3C2A"/>
    <w:rsid w:val="008F5719"/>
    <w:rsid w:val="008F5F8E"/>
    <w:rsid w:val="008F66AF"/>
    <w:rsid w:val="008F7217"/>
    <w:rsid w:val="008F7FE6"/>
    <w:rsid w:val="00900F02"/>
    <w:rsid w:val="00900F34"/>
    <w:rsid w:val="00902A11"/>
    <w:rsid w:val="00903207"/>
    <w:rsid w:val="00903EB1"/>
    <w:rsid w:val="00904FC5"/>
    <w:rsid w:val="00905036"/>
    <w:rsid w:val="00905296"/>
    <w:rsid w:val="00907777"/>
    <w:rsid w:val="00907E92"/>
    <w:rsid w:val="00912092"/>
    <w:rsid w:val="009126F2"/>
    <w:rsid w:val="009132A5"/>
    <w:rsid w:val="00914387"/>
    <w:rsid w:val="00915AC7"/>
    <w:rsid w:val="00920D3B"/>
    <w:rsid w:val="00921509"/>
    <w:rsid w:val="00923957"/>
    <w:rsid w:val="00924224"/>
    <w:rsid w:val="00924301"/>
    <w:rsid w:val="00924A4E"/>
    <w:rsid w:val="00925331"/>
    <w:rsid w:val="00925529"/>
    <w:rsid w:val="009256EC"/>
    <w:rsid w:val="00925BFC"/>
    <w:rsid w:val="00925D89"/>
    <w:rsid w:val="009262E6"/>
    <w:rsid w:val="00930472"/>
    <w:rsid w:val="00930DCD"/>
    <w:rsid w:val="00931503"/>
    <w:rsid w:val="0093170A"/>
    <w:rsid w:val="0093231D"/>
    <w:rsid w:val="009323B8"/>
    <w:rsid w:val="009329BD"/>
    <w:rsid w:val="00933841"/>
    <w:rsid w:val="00935055"/>
    <w:rsid w:val="00936392"/>
    <w:rsid w:val="00936D51"/>
    <w:rsid w:val="00937B33"/>
    <w:rsid w:val="009405E3"/>
    <w:rsid w:val="009407EB"/>
    <w:rsid w:val="00940804"/>
    <w:rsid w:val="0094189A"/>
    <w:rsid w:val="0094395B"/>
    <w:rsid w:val="0094406B"/>
    <w:rsid w:val="00945367"/>
    <w:rsid w:val="00945BD6"/>
    <w:rsid w:val="009469B2"/>
    <w:rsid w:val="0094757B"/>
    <w:rsid w:val="00950370"/>
    <w:rsid w:val="00951FE8"/>
    <w:rsid w:val="00952D6E"/>
    <w:rsid w:val="00953196"/>
    <w:rsid w:val="009546A4"/>
    <w:rsid w:val="0095519C"/>
    <w:rsid w:val="0095704C"/>
    <w:rsid w:val="00957D1A"/>
    <w:rsid w:val="00960FB3"/>
    <w:rsid w:val="00961F8D"/>
    <w:rsid w:val="00962B2D"/>
    <w:rsid w:val="00962F05"/>
    <w:rsid w:val="00962F6E"/>
    <w:rsid w:val="00963612"/>
    <w:rsid w:val="0096578B"/>
    <w:rsid w:val="009667D7"/>
    <w:rsid w:val="0096775A"/>
    <w:rsid w:val="00970032"/>
    <w:rsid w:val="00970443"/>
    <w:rsid w:val="00970DB8"/>
    <w:rsid w:val="00970F50"/>
    <w:rsid w:val="00971444"/>
    <w:rsid w:val="00971898"/>
    <w:rsid w:val="00971B1D"/>
    <w:rsid w:val="009724FC"/>
    <w:rsid w:val="00972C6C"/>
    <w:rsid w:val="0097333E"/>
    <w:rsid w:val="00974578"/>
    <w:rsid w:val="0097469D"/>
    <w:rsid w:val="00975BD3"/>
    <w:rsid w:val="00976339"/>
    <w:rsid w:val="00980139"/>
    <w:rsid w:val="00980427"/>
    <w:rsid w:val="00980B58"/>
    <w:rsid w:val="00980F78"/>
    <w:rsid w:val="00981A95"/>
    <w:rsid w:val="00981D10"/>
    <w:rsid w:val="00982226"/>
    <w:rsid w:val="00982910"/>
    <w:rsid w:val="00982B08"/>
    <w:rsid w:val="00984721"/>
    <w:rsid w:val="009855EE"/>
    <w:rsid w:val="0098575A"/>
    <w:rsid w:val="00985913"/>
    <w:rsid w:val="009873BF"/>
    <w:rsid w:val="00987B8E"/>
    <w:rsid w:val="0099043B"/>
    <w:rsid w:val="00990A57"/>
    <w:rsid w:val="00992B73"/>
    <w:rsid w:val="00992C1F"/>
    <w:rsid w:val="00993C32"/>
    <w:rsid w:val="00996ACD"/>
    <w:rsid w:val="009979E4"/>
    <w:rsid w:val="009A01CB"/>
    <w:rsid w:val="009A03E7"/>
    <w:rsid w:val="009A0F68"/>
    <w:rsid w:val="009A0F88"/>
    <w:rsid w:val="009A267A"/>
    <w:rsid w:val="009A2E7F"/>
    <w:rsid w:val="009A316D"/>
    <w:rsid w:val="009A41B9"/>
    <w:rsid w:val="009A45CB"/>
    <w:rsid w:val="009A48AC"/>
    <w:rsid w:val="009A49CA"/>
    <w:rsid w:val="009A729C"/>
    <w:rsid w:val="009A7326"/>
    <w:rsid w:val="009A7C58"/>
    <w:rsid w:val="009B02AA"/>
    <w:rsid w:val="009B07C3"/>
    <w:rsid w:val="009B279D"/>
    <w:rsid w:val="009B283A"/>
    <w:rsid w:val="009B2A53"/>
    <w:rsid w:val="009B3A59"/>
    <w:rsid w:val="009B43FE"/>
    <w:rsid w:val="009B4738"/>
    <w:rsid w:val="009B668F"/>
    <w:rsid w:val="009B6C75"/>
    <w:rsid w:val="009B6F91"/>
    <w:rsid w:val="009B70B7"/>
    <w:rsid w:val="009B74DF"/>
    <w:rsid w:val="009B780A"/>
    <w:rsid w:val="009C04E3"/>
    <w:rsid w:val="009C1916"/>
    <w:rsid w:val="009C29B1"/>
    <w:rsid w:val="009C384A"/>
    <w:rsid w:val="009C3AA4"/>
    <w:rsid w:val="009C405C"/>
    <w:rsid w:val="009C4AC2"/>
    <w:rsid w:val="009C4B2F"/>
    <w:rsid w:val="009C525B"/>
    <w:rsid w:val="009C696F"/>
    <w:rsid w:val="009C6D68"/>
    <w:rsid w:val="009C70CF"/>
    <w:rsid w:val="009C74F6"/>
    <w:rsid w:val="009C7A12"/>
    <w:rsid w:val="009C7B4B"/>
    <w:rsid w:val="009D001E"/>
    <w:rsid w:val="009D03CD"/>
    <w:rsid w:val="009D1649"/>
    <w:rsid w:val="009D1C45"/>
    <w:rsid w:val="009D20CE"/>
    <w:rsid w:val="009D2754"/>
    <w:rsid w:val="009D2782"/>
    <w:rsid w:val="009D3912"/>
    <w:rsid w:val="009D3D9A"/>
    <w:rsid w:val="009D46B2"/>
    <w:rsid w:val="009D5FA8"/>
    <w:rsid w:val="009D7222"/>
    <w:rsid w:val="009E0584"/>
    <w:rsid w:val="009E2955"/>
    <w:rsid w:val="009E3D74"/>
    <w:rsid w:val="009E4E14"/>
    <w:rsid w:val="009E59DC"/>
    <w:rsid w:val="009E5CEE"/>
    <w:rsid w:val="009E7018"/>
    <w:rsid w:val="009E7E8B"/>
    <w:rsid w:val="009F5184"/>
    <w:rsid w:val="009F5E72"/>
    <w:rsid w:val="00A0023C"/>
    <w:rsid w:val="00A00255"/>
    <w:rsid w:val="00A009A4"/>
    <w:rsid w:val="00A00BB5"/>
    <w:rsid w:val="00A03713"/>
    <w:rsid w:val="00A03AF5"/>
    <w:rsid w:val="00A03B27"/>
    <w:rsid w:val="00A03E94"/>
    <w:rsid w:val="00A046B2"/>
    <w:rsid w:val="00A04DDC"/>
    <w:rsid w:val="00A04FDC"/>
    <w:rsid w:val="00A05801"/>
    <w:rsid w:val="00A06117"/>
    <w:rsid w:val="00A06C23"/>
    <w:rsid w:val="00A071C9"/>
    <w:rsid w:val="00A0735F"/>
    <w:rsid w:val="00A07F67"/>
    <w:rsid w:val="00A10261"/>
    <w:rsid w:val="00A1100F"/>
    <w:rsid w:val="00A119C6"/>
    <w:rsid w:val="00A13129"/>
    <w:rsid w:val="00A136C2"/>
    <w:rsid w:val="00A14080"/>
    <w:rsid w:val="00A15F95"/>
    <w:rsid w:val="00A162F0"/>
    <w:rsid w:val="00A21EB3"/>
    <w:rsid w:val="00A21FC1"/>
    <w:rsid w:val="00A226E8"/>
    <w:rsid w:val="00A22E32"/>
    <w:rsid w:val="00A22E37"/>
    <w:rsid w:val="00A23C2A"/>
    <w:rsid w:val="00A272B5"/>
    <w:rsid w:val="00A27402"/>
    <w:rsid w:val="00A27458"/>
    <w:rsid w:val="00A311E8"/>
    <w:rsid w:val="00A31865"/>
    <w:rsid w:val="00A32717"/>
    <w:rsid w:val="00A32C20"/>
    <w:rsid w:val="00A33115"/>
    <w:rsid w:val="00A338F7"/>
    <w:rsid w:val="00A34620"/>
    <w:rsid w:val="00A3469C"/>
    <w:rsid w:val="00A34D4D"/>
    <w:rsid w:val="00A357B4"/>
    <w:rsid w:val="00A35873"/>
    <w:rsid w:val="00A36EF7"/>
    <w:rsid w:val="00A41DB7"/>
    <w:rsid w:val="00A42AA6"/>
    <w:rsid w:val="00A42C00"/>
    <w:rsid w:val="00A43A5B"/>
    <w:rsid w:val="00A43D89"/>
    <w:rsid w:val="00A44D66"/>
    <w:rsid w:val="00A457C3"/>
    <w:rsid w:val="00A460D2"/>
    <w:rsid w:val="00A465E5"/>
    <w:rsid w:val="00A47DE0"/>
    <w:rsid w:val="00A50FEF"/>
    <w:rsid w:val="00A519DF"/>
    <w:rsid w:val="00A51DCF"/>
    <w:rsid w:val="00A53406"/>
    <w:rsid w:val="00A53434"/>
    <w:rsid w:val="00A5496D"/>
    <w:rsid w:val="00A55A7E"/>
    <w:rsid w:val="00A55B0E"/>
    <w:rsid w:val="00A56F1E"/>
    <w:rsid w:val="00A57136"/>
    <w:rsid w:val="00A6006D"/>
    <w:rsid w:val="00A61216"/>
    <w:rsid w:val="00A61516"/>
    <w:rsid w:val="00A6193E"/>
    <w:rsid w:val="00A62A98"/>
    <w:rsid w:val="00A63860"/>
    <w:rsid w:val="00A64886"/>
    <w:rsid w:val="00A648D2"/>
    <w:rsid w:val="00A65ACE"/>
    <w:rsid w:val="00A66057"/>
    <w:rsid w:val="00A6613D"/>
    <w:rsid w:val="00A66FF7"/>
    <w:rsid w:val="00A67F10"/>
    <w:rsid w:val="00A71519"/>
    <w:rsid w:val="00A71756"/>
    <w:rsid w:val="00A719DE"/>
    <w:rsid w:val="00A71E8A"/>
    <w:rsid w:val="00A7227F"/>
    <w:rsid w:val="00A72BED"/>
    <w:rsid w:val="00A72E1E"/>
    <w:rsid w:val="00A73172"/>
    <w:rsid w:val="00A744DF"/>
    <w:rsid w:val="00A748FC"/>
    <w:rsid w:val="00A75D62"/>
    <w:rsid w:val="00A7646F"/>
    <w:rsid w:val="00A76A25"/>
    <w:rsid w:val="00A76FC2"/>
    <w:rsid w:val="00A778C1"/>
    <w:rsid w:val="00A8007F"/>
    <w:rsid w:val="00A810BA"/>
    <w:rsid w:val="00A81A9F"/>
    <w:rsid w:val="00A82EE6"/>
    <w:rsid w:val="00A830AE"/>
    <w:rsid w:val="00A830D9"/>
    <w:rsid w:val="00A8391A"/>
    <w:rsid w:val="00A84531"/>
    <w:rsid w:val="00A84ECE"/>
    <w:rsid w:val="00A853D1"/>
    <w:rsid w:val="00A85D50"/>
    <w:rsid w:val="00A87175"/>
    <w:rsid w:val="00A9174B"/>
    <w:rsid w:val="00A92FC9"/>
    <w:rsid w:val="00A9301A"/>
    <w:rsid w:val="00A945BF"/>
    <w:rsid w:val="00A95ADF"/>
    <w:rsid w:val="00A95F1A"/>
    <w:rsid w:val="00A9663F"/>
    <w:rsid w:val="00AA07D7"/>
    <w:rsid w:val="00AA09BC"/>
    <w:rsid w:val="00AA14F1"/>
    <w:rsid w:val="00AA1DDB"/>
    <w:rsid w:val="00AA28D5"/>
    <w:rsid w:val="00AA2E62"/>
    <w:rsid w:val="00AA3A94"/>
    <w:rsid w:val="00AA5D25"/>
    <w:rsid w:val="00AA64B8"/>
    <w:rsid w:val="00AA7DAD"/>
    <w:rsid w:val="00AA7DFF"/>
    <w:rsid w:val="00AB0A06"/>
    <w:rsid w:val="00AB16B7"/>
    <w:rsid w:val="00AB1A26"/>
    <w:rsid w:val="00AB233B"/>
    <w:rsid w:val="00AB4741"/>
    <w:rsid w:val="00AB4ECC"/>
    <w:rsid w:val="00AB5290"/>
    <w:rsid w:val="00AB6A29"/>
    <w:rsid w:val="00AB77DB"/>
    <w:rsid w:val="00AC0968"/>
    <w:rsid w:val="00AC15C9"/>
    <w:rsid w:val="00AC1674"/>
    <w:rsid w:val="00AC2A03"/>
    <w:rsid w:val="00AC4EE4"/>
    <w:rsid w:val="00AC6376"/>
    <w:rsid w:val="00AC6A0E"/>
    <w:rsid w:val="00AC7391"/>
    <w:rsid w:val="00AD12F6"/>
    <w:rsid w:val="00AD1622"/>
    <w:rsid w:val="00AD5552"/>
    <w:rsid w:val="00AD5F5B"/>
    <w:rsid w:val="00AD64DD"/>
    <w:rsid w:val="00AE3983"/>
    <w:rsid w:val="00AE5B6F"/>
    <w:rsid w:val="00AE6E8C"/>
    <w:rsid w:val="00AE7249"/>
    <w:rsid w:val="00AE7428"/>
    <w:rsid w:val="00AE751F"/>
    <w:rsid w:val="00AE79B3"/>
    <w:rsid w:val="00AE7B8E"/>
    <w:rsid w:val="00AE7DF3"/>
    <w:rsid w:val="00AF008F"/>
    <w:rsid w:val="00AF0288"/>
    <w:rsid w:val="00AF04CB"/>
    <w:rsid w:val="00AF18C9"/>
    <w:rsid w:val="00AF2011"/>
    <w:rsid w:val="00AF2094"/>
    <w:rsid w:val="00AF218F"/>
    <w:rsid w:val="00AF2BC9"/>
    <w:rsid w:val="00AF2D34"/>
    <w:rsid w:val="00AF5055"/>
    <w:rsid w:val="00AF7513"/>
    <w:rsid w:val="00B00551"/>
    <w:rsid w:val="00B00A44"/>
    <w:rsid w:val="00B00F73"/>
    <w:rsid w:val="00B011A5"/>
    <w:rsid w:val="00B02595"/>
    <w:rsid w:val="00B02605"/>
    <w:rsid w:val="00B026E8"/>
    <w:rsid w:val="00B03ED2"/>
    <w:rsid w:val="00B060D5"/>
    <w:rsid w:val="00B06956"/>
    <w:rsid w:val="00B06F4F"/>
    <w:rsid w:val="00B0785F"/>
    <w:rsid w:val="00B10146"/>
    <w:rsid w:val="00B1054E"/>
    <w:rsid w:val="00B11362"/>
    <w:rsid w:val="00B12123"/>
    <w:rsid w:val="00B13FD7"/>
    <w:rsid w:val="00B1501B"/>
    <w:rsid w:val="00B16045"/>
    <w:rsid w:val="00B1660A"/>
    <w:rsid w:val="00B1727F"/>
    <w:rsid w:val="00B21AE1"/>
    <w:rsid w:val="00B22471"/>
    <w:rsid w:val="00B22914"/>
    <w:rsid w:val="00B22E2A"/>
    <w:rsid w:val="00B23307"/>
    <w:rsid w:val="00B24A6F"/>
    <w:rsid w:val="00B25DB0"/>
    <w:rsid w:val="00B2646A"/>
    <w:rsid w:val="00B2691A"/>
    <w:rsid w:val="00B26BBC"/>
    <w:rsid w:val="00B3212B"/>
    <w:rsid w:val="00B327E1"/>
    <w:rsid w:val="00B32CB3"/>
    <w:rsid w:val="00B33479"/>
    <w:rsid w:val="00B33A93"/>
    <w:rsid w:val="00B33D54"/>
    <w:rsid w:val="00B34610"/>
    <w:rsid w:val="00B3506C"/>
    <w:rsid w:val="00B354FB"/>
    <w:rsid w:val="00B356FB"/>
    <w:rsid w:val="00B35C67"/>
    <w:rsid w:val="00B36290"/>
    <w:rsid w:val="00B366AC"/>
    <w:rsid w:val="00B378B5"/>
    <w:rsid w:val="00B407C7"/>
    <w:rsid w:val="00B40D83"/>
    <w:rsid w:val="00B41402"/>
    <w:rsid w:val="00B41E21"/>
    <w:rsid w:val="00B43050"/>
    <w:rsid w:val="00B43361"/>
    <w:rsid w:val="00B436DC"/>
    <w:rsid w:val="00B43A73"/>
    <w:rsid w:val="00B43B02"/>
    <w:rsid w:val="00B43B71"/>
    <w:rsid w:val="00B44EA5"/>
    <w:rsid w:val="00B45468"/>
    <w:rsid w:val="00B47B70"/>
    <w:rsid w:val="00B50044"/>
    <w:rsid w:val="00B5020B"/>
    <w:rsid w:val="00B512BB"/>
    <w:rsid w:val="00B512C0"/>
    <w:rsid w:val="00B514B9"/>
    <w:rsid w:val="00B5193D"/>
    <w:rsid w:val="00B53846"/>
    <w:rsid w:val="00B53E65"/>
    <w:rsid w:val="00B5400F"/>
    <w:rsid w:val="00B54539"/>
    <w:rsid w:val="00B55821"/>
    <w:rsid w:val="00B56543"/>
    <w:rsid w:val="00B565BC"/>
    <w:rsid w:val="00B600EA"/>
    <w:rsid w:val="00B602A6"/>
    <w:rsid w:val="00B60831"/>
    <w:rsid w:val="00B60F0F"/>
    <w:rsid w:val="00B618D8"/>
    <w:rsid w:val="00B620BB"/>
    <w:rsid w:val="00B624F5"/>
    <w:rsid w:val="00B636B6"/>
    <w:rsid w:val="00B64327"/>
    <w:rsid w:val="00B666C8"/>
    <w:rsid w:val="00B7112D"/>
    <w:rsid w:val="00B71465"/>
    <w:rsid w:val="00B72E76"/>
    <w:rsid w:val="00B731BF"/>
    <w:rsid w:val="00B75794"/>
    <w:rsid w:val="00B759E7"/>
    <w:rsid w:val="00B80E5C"/>
    <w:rsid w:val="00B82480"/>
    <w:rsid w:val="00B8320E"/>
    <w:rsid w:val="00B83236"/>
    <w:rsid w:val="00B83E2A"/>
    <w:rsid w:val="00B84F03"/>
    <w:rsid w:val="00B85464"/>
    <w:rsid w:val="00B8714E"/>
    <w:rsid w:val="00B8734E"/>
    <w:rsid w:val="00B87B58"/>
    <w:rsid w:val="00B92F51"/>
    <w:rsid w:val="00B930B1"/>
    <w:rsid w:val="00B9343A"/>
    <w:rsid w:val="00B937BA"/>
    <w:rsid w:val="00B94174"/>
    <w:rsid w:val="00B953A2"/>
    <w:rsid w:val="00B96761"/>
    <w:rsid w:val="00B96C72"/>
    <w:rsid w:val="00BA0332"/>
    <w:rsid w:val="00BA0DE5"/>
    <w:rsid w:val="00BA265C"/>
    <w:rsid w:val="00BA38EF"/>
    <w:rsid w:val="00BA393F"/>
    <w:rsid w:val="00BA3BDD"/>
    <w:rsid w:val="00BA50B9"/>
    <w:rsid w:val="00BA51AB"/>
    <w:rsid w:val="00BA5F76"/>
    <w:rsid w:val="00BA6174"/>
    <w:rsid w:val="00BA64B6"/>
    <w:rsid w:val="00BA73C1"/>
    <w:rsid w:val="00BA757E"/>
    <w:rsid w:val="00BA7E30"/>
    <w:rsid w:val="00BB029F"/>
    <w:rsid w:val="00BB2A0F"/>
    <w:rsid w:val="00BB2B9D"/>
    <w:rsid w:val="00BB3A18"/>
    <w:rsid w:val="00BB4331"/>
    <w:rsid w:val="00BB43C3"/>
    <w:rsid w:val="00BB4939"/>
    <w:rsid w:val="00BB54CC"/>
    <w:rsid w:val="00BB651A"/>
    <w:rsid w:val="00BB7C66"/>
    <w:rsid w:val="00BB7FE7"/>
    <w:rsid w:val="00BC222F"/>
    <w:rsid w:val="00BC25AF"/>
    <w:rsid w:val="00BC42B2"/>
    <w:rsid w:val="00BC46CB"/>
    <w:rsid w:val="00BC550B"/>
    <w:rsid w:val="00BC5F92"/>
    <w:rsid w:val="00BC6808"/>
    <w:rsid w:val="00BC6F47"/>
    <w:rsid w:val="00BC7099"/>
    <w:rsid w:val="00BC74ED"/>
    <w:rsid w:val="00BC79A2"/>
    <w:rsid w:val="00BC7B79"/>
    <w:rsid w:val="00BD063C"/>
    <w:rsid w:val="00BD0BC4"/>
    <w:rsid w:val="00BD4719"/>
    <w:rsid w:val="00BD4FEF"/>
    <w:rsid w:val="00BD59CC"/>
    <w:rsid w:val="00BD5DE0"/>
    <w:rsid w:val="00BD7911"/>
    <w:rsid w:val="00BE04D5"/>
    <w:rsid w:val="00BE1BA5"/>
    <w:rsid w:val="00BE212C"/>
    <w:rsid w:val="00BE302F"/>
    <w:rsid w:val="00BE456B"/>
    <w:rsid w:val="00BE536C"/>
    <w:rsid w:val="00BE57E4"/>
    <w:rsid w:val="00BE6F60"/>
    <w:rsid w:val="00BE70E2"/>
    <w:rsid w:val="00BE7172"/>
    <w:rsid w:val="00BF06B4"/>
    <w:rsid w:val="00BF149A"/>
    <w:rsid w:val="00BF1661"/>
    <w:rsid w:val="00BF336D"/>
    <w:rsid w:val="00BF3778"/>
    <w:rsid w:val="00BF454B"/>
    <w:rsid w:val="00BF4894"/>
    <w:rsid w:val="00BF53D3"/>
    <w:rsid w:val="00BF59BD"/>
    <w:rsid w:val="00BF6801"/>
    <w:rsid w:val="00BF6E9A"/>
    <w:rsid w:val="00BF6F28"/>
    <w:rsid w:val="00C0172C"/>
    <w:rsid w:val="00C01998"/>
    <w:rsid w:val="00C019F2"/>
    <w:rsid w:val="00C01CDC"/>
    <w:rsid w:val="00C03231"/>
    <w:rsid w:val="00C03B7E"/>
    <w:rsid w:val="00C03CBC"/>
    <w:rsid w:val="00C04418"/>
    <w:rsid w:val="00C04DE3"/>
    <w:rsid w:val="00C05492"/>
    <w:rsid w:val="00C05C9E"/>
    <w:rsid w:val="00C067BB"/>
    <w:rsid w:val="00C074D3"/>
    <w:rsid w:val="00C10230"/>
    <w:rsid w:val="00C11256"/>
    <w:rsid w:val="00C11A67"/>
    <w:rsid w:val="00C126A7"/>
    <w:rsid w:val="00C12BE0"/>
    <w:rsid w:val="00C13235"/>
    <w:rsid w:val="00C134FF"/>
    <w:rsid w:val="00C15318"/>
    <w:rsid w:val="00C16DF4"/>
    <w:rsid w:val="00C17D09"/>
    <w:rsid w:val="00C20950"/>
    <w:rsid w:val="00C20C91"/>
    <w:rsid w:val="00C20F40"/>
    <w:rsid w:val="00C20F69"/>
    <w:rsid w:val="00C211B6"/>
    <w:rsid w:val="00C21B60"/>
    <w:rsid w:val="00C221A1"/>
    <w:rsid w:val="00C223E3"/>
    <w:rsid w:val="00C225D6"/>
    <w:rsid w:val="00C23E73"/>
    <w:rsid w:val="00C251B8"/>
    <w:rsid w:val="00C25E5F"/>
    <w:rsid w:val="00C269E4"/>
    <w:rsid w:val="00C26AB8"/>
    <w:rsid w:val="00C3025F"/>
    <w:rsid w:val="00C30664"/>
    <w:rsid w:val="00C30AEF"/>
    <w:rsid w:val="00C30C5B"/>
    <w:rsid w:val="00C31376"/>
    <w:rsid w:val="00C31A33"/>
    <w:rsid w:val="00C31BB5"/>
    <w:rsid w:val="00C326F1"/>
    <w:rsid w:val="00C34524"/>
    <w:rsid w:val="00C34C45"/>
    <w:rsid w:val="00C34C49"/>
    <w:rsid w:val="00C3553C"/>
    <w:rsid w:val="00C36937"/>
    <w:rsid w:val="00C37763"/>
    <w:rsid w:val="00C3799E"/>
    <w:rsid w:val="00C42A23"/>
    <w:rsid w:val="00C42C7D"/>
    <w:rsid w:val="00C44DC7"/>
    <w:rsid w:val="00C456CD"/>
    <w:rsid w:val="00C45EA0"/>
    <w:rsid w:val="00C4619D"/>
    <w:rsid w:val="00C4657A"/>
    <w:rsid w:val="00C46D2C"/>
    <w:rsid w:val="00C50A62"/>
    <w:rsid w:val="00C50B45"/>
    <w:rsid w:val="00C50DA8"/>
    <w:rsid w:val="00C5107D"/>
    <w:rsid w:val="00C511CF"/>
    <w:rsid w:val="00C51254"/>
    <w:rsid w:val="00C51825"/>
    <w:rsid w:val="00C5259B"/>
    <w:rsid w:val="00C52D1E"/>
    <w:rsid w:val="00C53042"/>
    <w:rsid w:val="00C534A8"/>
    <w:rsid w:val="00C53CA9"/>
    <w:rsid w:val="00C550D8"/>
    <w:rsid w:val="00C55B6A"/>
    <w:rsid w:val="00C55CF3"/>
    <w:rsid w:val="00C566C1"/>
    <w:rsid w:val="00C569B3"/>
    <w:rsid w:val="00C57059"/>
    <w:rsid w:val="00C57A21"/>
    <w:rsid w:val="00C6070C"/>
    <w:rsid w:val="00C60C88"/>
    <w:rsid w:val="00C60E45"/>
    <w:rsid w:val="00C6170F"/>
    <w:rsid w:val="00C6245C"/>
    <w:rsid w:val="00C643AA"/>
    <w:rsid w:val="00C64FE0"/>
    <w:rsid w:val="00C65E55"/>
    <w:rsid w:val="00C661C7"/>
    <w:rsid w:val="00C66DDE"/>
    <w:rsid w:val="00C66F16"/>
    <w:rsid w:val="00C6731E"/>
    <w:rsid w:val="00C71F38"/>
    <w:rsid w:val="00C73C62"/>
    <w:rsid w:val="00C73CC4"/>
    <w:rsid w:val="00C73F38"/>
    <w:rsid w:val="00C74A21"/>
    <w:rsid w:val="00C75968"/>
    <w:rsid w:val="00C76A31"/>
    <w:rsid w:val="00C76F06"/>
    <w:rsid w:val="00C776A1"/>
    <w:rsid w:val="00C77A08"/>
    <w:rsid w:val="00C801A1"/>
    <w:rsid w:val="00C82203"/>
    <w:rsid w:val="00C83631"/>
    <w:rsid w:val="00C839AB"/>
    <w:rsid w:val="00C83B52"/>
    <w:rsid w:val="00C84C5F"/>
    <w:rsid w:val="00C8541E"/>
    <w:rsid w:val="00C856D9"/>
    <w:rsid w:val="00C857A7"/>
    <w:rsid w:val="00C863DB"/>
    <w:rsid w:val="00C86B1A"/>
    <w:rsid w:val="00C87144"/>
    <w:rsid w:val="00C90118"/>
    <w:rsid w:val="00C905B6"/>
    <w:rsid w:val="00C90663"/>
    <w:rsid w:val="00C91DA4"/>
    <w:rsid w:val="00C925F0"/>
    <w:rsid w:val="00C92E40"/>
    <w:rsid w:val="00C93B7D"/>
    <w:rsid w:val="00C94212"/>
    <w:rsid w:val="00C95154"/>
    <w:rsid w:val="00C9620D"/>
    <w:rsid w:val="00C96A52"/>
    <w:rsid w:val="00C97A1C"/>
    <w:rsid w:val="00C97F8A"/>
    <w:rsid w:val="00CA0CC2"/>
    <w:rsid w:val="00CA107D"/>
    <w:rsid w:val="00CA1303"/>
    <w:rsid w:val="00CA1717"/>
    <w:rsid w:val="00CA28EE"/>
    <w:rsid w:val="00CA44A5"/>
    <w:rsid w:val="00CA49FC"/>
    <w:rsid w:val="00CA509C"/>
    <w:rsid w:val="00CA56DF"/>
    <w:rsid w:val="00CA5F2E"/>
    <w:rsid w:val="00CA611A"/>
    <w:rsid w:val="00CA67A5"/>
    <w:rsid w:val="00CA6908"/>
    <w:rsid w:val="00CA7A7B"/>
    <w:rsid w:val="00CB0AC7"/>
    <w:rsid w:val="00CB0F52"/>
    <w:rsid w:val="00CB14AD"/>
    <w:rsid w:val="00CB152D"/>
    <w:rsid w:val="00CB22AF"/>
    <w:rsid w:val="00CB2DF1"/>
    <w:rsid w:val="00CB345B"/>
    <w:rsid w:val="00CB3899"/>
    <w:rsid w:val="00CB44DC"/>
    <w:rsid w:val="00CB72C9"/>
    <w:rsid w:val="00CC0E3A"/>
    <w:rsid w:val="00CC1959"/>
    <w:rsid w:val="00CC3A29"/>
    <w:rsid w:val="00CC41A0"/>
    <w:rsid w:val="00CC4566"/>
    <w:rsid w:val="00CC53DE"/>
    <w:rsid w:val="00CC559C"/>
    <w:rsid w:val="00CC5BD3"/>
    <w:rsid w:val="00CC65C0"/>
    <w:rsid w:val="00CC7145"/>
    <w:rsid w:val="00CC7490"/>
    <w:rsid w:val="00CC78D1"/>
    <w:rsid w:val="00CC7FD0"/>
    <w:rsid w:val="00CD0E17"/>
    <w:rsid w:val="00CD0F4B"/>
    <w:rsid w:val="00CD126B"/>
    <w:rsid w:val="00CD2227"/>
    <w:rsid w:val="00CD3893"/>
    <w:rsid w:val="00CD45EE"/>
    <w:rsid w:val="00CD4CE1"/>
    <w:rsid w:val="00CD5227"/>
    <w:rsid w:val="00CD5568"/>
    <w:rsid w:val="00CD5D37"/>
    <w:rsid w:val="00CD6F26"/>
    <w:rsid w:val="00CD7223"/>
    <w:rsid w:val="00CE0007"/>
    <w:rsid w:val="00CE097C"/>
    <w:rsid w:val="00CE0FB9"/>
    <w:rsid w:val="00CE10B7"/>
    <w:rsid w:val="00CE156C"/>
    <w:rsid w:val="00CE2525"/>
    <w:rsid w:val="00CE3D52"/>
    <w:rsid w:val="00CE3E87"/>
    <w:rsid w:val="00CE4A79"/>
    <w:rsid w:val="00CE5454"/>
    <w:rsid w:val="00CE5992"/>
    <w:rsid w:val="00CE6161"/>
    <w:rsid w:val="00CE683F"/>
    <w:rsid w:val="00CE7BAC"/>
    <w:rsid w:val="00CE7EE7"/>
    <w:rsid w:val="00CF003C"/>
    <w:rsid w:val="00CF08B9"/>
    <w:rsid w:val="00CF0B3A"/>
    <w:rsid w:val="00CF0D6F"/>
    <w:rsid w:val="00CF203C"/>
    <w:rsid w:val="00CF4B09"/>
    <w:rsid w:val="00CF4DED"/>
    <w:rsid w:val="00CF4F9D"/>
    <w:rsid w:val="00CF5B44"/>
    <w:rsid w:val="00D02117"/>
    <w:rsid w:val="00D0347A"/>
    <w:rsid w:val="00D03D14"/>
    <w:rsid w:val="00D044F8"/>
    <w:rsid w:val="00D051FF"/>
    <w:rsid w:val="00D05D74"/>
    <w:rsid w:val="00D06156"/>
    <w:rsid w:val="00D06620"/>
    <w:rsid w:val="00D06AB2"/>
    <w:rsid w:val="00D0781D"/>
    <w:rsid w:val="00D107A9"/>
    <w:rsid w:val="00D111F1"/>
    <w:rsid w:val="00D140FB"/>
    <w:rsid w:val="00D155F2"/>
    <w:rsid w:val="00D15A4E"/>
    <w:rsid w:val="00D1722E"/>
    <w:rsid w:val="00D174ED"/>
    <w:rsid w:val="00D176F4"/>
    <w:rsid w:val="00D17F79"/>
    <w:rsid w:val="00D204BD"/>
    <w:rsid w:val="00D2059B"/>
    <w:rsid w:val="00D21355"/>
    <w:rsid w:val="00D22A7E"/>
    <w:rsid w:val="00D22F81"/>
    <w:rsid w:val="00D241A5"/>
    <w:rsid w:val="00D24484"/>
    <w:rsid w:val="00D24BE5"/>
    <w:rsid w:val="00D24F1D"/>
    <w:rsid w:val="00D253A9"/>
    <w:rsid w:val="00D27BCF"/>
    <w:rsid w:val="00D30045"/>
    <w:rsid w:val="00D30323"/>
    <w:rsid w:val="00D3287A"/>
    <w:rsid w:val="00D32B11"/>
    <w:rsid w:val="00D32BC2"/>
    <w:rsid w:val="00D331FD"/>
    <w:rsid w:val="00D34422"/>
    <w:rsid w:val="00D34C43"/>
    <w:rsid w:val="00D34FC7"/>
    <w:rsid w:val="00D35902"/>
    <w:rsid w:val="00D35FEC"/>
    <w:rsid w:val="00D3765C"/>
    <w:rsid w:val="00D376A1"/>
    <w:rsid w:val="00D42CF6"/>
    <w:rsid w:val="00D44CA5"/>
    <w:rsid w:val="00D45B7E"/>
    <w:rsid w:val="00D479F8"/>
    <w:rsid w:val="00D47A1F"/>
    <w:rsid w:val="00D47A7B"/>
    <w:rsid w:val="00D50725"/>
    <w:rsid w:val="00D5074B"/>
    <w:rsid w:val="00D50DCB"/>
    <w:rsid w:val="00D52050"/>
    <w:rsid w:val="00D5276D"/>
    <w:rsid w:val="00D535B0"/>
    <w:rsid w:val="00D53CE7"/>
    <w:rsid w:val="00D543DF"/>
    <w:rsid w:val="00D54F7E"/>
    <w:rsid w:val="00D55AE1"/>
    <w:rsid w:val="00D55D89"/>
    <w:rsid w:val="00D57437"/>
    <w:rsid w:val="00D5779C"/>
    <w:rsid w:val="00D57B0F"/>
    <w:rsid w:val="00D60619"/>
    <w:rsid w:val="00D6369D"/>
    <w:rsid w:val="00D63B12"/>
    <w:rsid w:val="00D660B5"/>
    <w:rsid w:val="00D665A8"/>
    <w:rsid w:val="00D66FB1"/>
    <w:rsid w:val="00D67ABA"/>
    <w:rsid w:val="00D71275"/>
    <w:rsid w:val="00D717CD"/>
    <w:rsid w:val="00D72124"/>
    <w:rsid w:val="00D72167"/>
    <w:rsid w:val="00D72357"/>
    <w:rsid w:val="00D7257A"/>
    <w:rsid w:val="00D725D4"/>
    <w:rsid w:val="00D725E3"/>
    <w:rsid w:val="00D72EBE"/>
    <w:rsid w:val="00D7366F"/>
    <w:rsid w:val="00D7369A"/>
    <w:rsid w:val="00D74107"/>
    <w:rsid w:val="00D74812"/>
    <w:rsid w:val="00D75C91"/>
    <w:rsid w:val="00D76267"/>
    <w:rsid w:val="00D762B8"/>
    <w:rsid w:val="00D766DD"/>
    <w:rsid w:val="00D778B5"/>
    <w:rsid w:val="00D80285"/>
    <w:rsid w:val="00D807F8"/>
    <w:rsid w:val="00D808B6"/>
    <w:rsid w:val="00D81716"/>
    <w:rsid w:val="00D825A1"/>
    <w:rsid w:val="00D831E7"/>
    <w:rsid w:val="00D84189"/>
    <w:rsid w:val="00D8431C"/>
    <w:rsid w:val="00D84334"/>
    <w:rsid w:val="00D84C0D"/>
    <w:rsid w:val="00D84DBF"/>
    <w:rsid w:val="00D854F0"/>
    <w:rsid w:val="00D85E28"/>
    <w:rsid w:val="00D865BC"/>
    <w:rsid w:val="00D86902"/>
    <w:rsid w:val="00D87AB5"/>
    <w:rsid w:val="00D9028A"/>
    <w:rsid w:val="00D906B0"/>
    <w:rsid w:val="00D90D12"/>
    <w:rsid w:val="00D91C8E"/>
    <w:rsid w:val="00D94230"/>
    <w:rsid w:val="00D9526D"/>
    <w:rsid w:val="00D952AC"/>
    <w:rsid w:val="00D9597C"/>
    <w:rsid w:val="00D96256"/>
    <w:rsid w:val="00D96C9C"/>
    <w:rsid w:val="00D96D98"/>
    <w:rsid w:val="00D977FA"/>
    <w:rsid w:val="00D97866"/>
    <w:rsid w:val="00DA1314"/>
    <w:rsid w:val="00DA1417"/>
    <w:rsid w:val="00DA1C3C"/>
    <w:rsid w:val="00DA3BE7"/>
    <w:rsid w:val="00DA3ED9"/>
    <w:rsid w:val="00DA4CAE"/>
    <w:rsid w:val="00DA4FD0"/>
    <w:rsid w:val="00DA6CED"/>
    <w:rsid w:val="00DA7290"/>
    <w:rsid w:val="00DA7759"/>
    <w:rsid w:val="00DA784E"/>
    <w:rsid w:val="00DA78F8"/>
    <w:rsid w:val="00DA79D1"/>
    <w:rsid w:val="00DA7D21"/>
    <w:rsid w:val="00DB0470"/>
    <w:rsid w:val="00DB1237"/>
    <w:rsid w:val="00DB2135"/>
    <w:rsid w:val="00DB2D88"/>
    <w:rsid w:val="00DB2EF4"/>
    <w:rsid w:val="00DB422B"/>
    <w:rsid w:val="00DB427A"/>
    <w:rsid w:val="00DB4557"/>
    <w:rsid w:val="00DB4803"/>
    <w:rsid w:val="00DB4A8D"/>
    <w:rsid w:val="00DB4AD2"/>
    <w:rsid w:val="00DB53A5"/>
    <w:rsid w:val="00DB57D1"/>
    <w:rsid w:val="00DB596E"/>
    <w:rsid w:val="00DB5C32"/>
    <w:rsid w:val="00DB6C2C"/>
    <w:rsid w:val="00DB799D"/>
    <w:rsid w:val="00DC046F"/>
    <w:rsid w:val="00DC09B9"/>
    <w:rsid w:val="00DC0ED6"/>
    <w:rsid w:val="00DC0FCB"/>
    <w:rsid w:val="00DC10ED"/>
    <w:rsid w:val="00DC1519"/>
    <w:rsid w:val="00DC152D"/>
    <w:rsid w:val="00DC18CA"/>
    <w:rsid w:val="00DC31EE"/>
    <w:rsid w:val="00DC4544"/>
    <w:rsid w:val="00DC6512"/>
    <w:rsid w:val="00DC653B"/>
    <w:rsid w:val="00DC6672"/>
    <w:rsid w:val="00DC711A"/>
    <w:rsid w:val="00DC76A2"/>
    <w:rsid w:val="00DC7C20"/>
    <w:rsid w:val="00DC7CCB"/>
    <w:rsid w:val="00DD0BDF"/>
    <w:rsid w:val="00DD2A52"/>
    <w:rsid w:val="00DD2A8A"/>
    <w:rsid w:val="00DD48AD"/>
    <w:rsid w:val="00DD739A"/>
    <w:rsid w:val="00DD7E05"/>
    <w:rsid w:val="00DE06C3"/>
    <w:rsid w:val="00DE0B2E"/>
    <w:rsid w:val="00DE206B"/>
    <w:rsid w:val="00DE2AEC"/>
    <w:rsid w:val="00DE495B"/>
    <w:rsid w:val="00DE4D51"/>
    <w:rsid w:val="00DE4D56"/>
    <w:rsid w:val="00DE53C8"/>
    <w:rsid w:val="00DE58CF"/>
    <w:rsid w:val="00DE590E"/>
    <w:rsid w:val="00DE6C32"/>
    <w:rsid w:val="00DF02EF"/>
    <w:rsid w:val="00DF1607"/>
    <w:rsid w:val="00DF20C6"/>
    <w:rsid w:val="00DF7169"/>
    <w:rsid w:val="00DF7CA7"/>
    <w:rsid w:val="00E005D7"/>
    <w:rsid w:val="00E00639"/>
    <w:rsid w:val="00E0121A"/>
    <w:rsid w:val="00E02646"/>
    <w:rsid w:val="00E037EF"/>
    <w:rsid w:val="00E05092"/>
    <w:rsid w:val="00E052C6"/>
    <w:rsid w:val="00E05DF2"/>
    <w:rsid w:val="00E06B25"/>
    <w:rsid w:val="00E07F0E"/>
    <w:rsid w:val="00E1064A"/>
    <w:rsid w:val="00E10FF7"/>
    <w:rsid w:val="00E11FCC"/>
    <w:rsid w:val="00E12B61"/>
    <w:rsid w:val="00E14B37"/>
    <w:rsid w:val="00E14C52"/>
    <w:rsid w:val="00E158D0"/>
    <w:rsid w:val="00E16D5D"/>
    <w:rsid w:val="00E211F1"/>
    <w:rsid w:val="00E2226D"/>
    <w:rsid w:val="00E229C3"/>
    <w:rsid w:val="00E24852"/>
    <w:rsid w:val="00E24A65"/>
    <w:rsid w:val="00E25D28"/>
    <w:rsid w:val="00E26C48"/>
    <w:rsid w:val="00E26EEE"/>
    <w:rsid w:val="00E2733E"/>
    <w:rsid w:val="00E30E3F"/>
    <w:rsid w:val="00E31B8D"/>
    <w:rsid w:val="00E3329D"/>
    <w:rsid w:val="00E33540"/>
    <w:rsid w:val="00E3423A"/>
    <w:rsid w:val="00E35838"/>
    <w:rsid w:val="00E35D1D"/>
    <w:rsid w:val="00E3697E"/>
    <w:rsid w:val="00E371DB"/>
    <w:rsid w:val="00E37944"/>
    <w:rsid w:val="00E409D0"/>
    <w:rsid w:val="00E42DE5"/>
    <w:rsid w:val="00E431EE"/>
    <w:rsid w:val="00E43ABE"/>
    <w:rsid w:val="00E447CD"/>
    <w:rsid w:val="00E44AD2"/>
    <w:rsid w:val="00E4540B"/>
    <w:rsid w:val="00E457A5"/>
    <w:rsid w:val="00E460CC"/>
    <w:rsid w:val="00E46958"/>
    <w:rsid w:val="00E5023C"/>
    <w:rsid w:val="00E504E5"/>
    <w:rsid w:val="00E50620"/>
    <w:rsid w:val="00E5097C"/>
    <w:rsid w:val="00E51832"/>
    <w:rsid w:val="00E5217C"/>
    <w:rsid w:val="00E5220A"/>
    <w:rsid w:val="00E52967"/>
    <w:rsid w:val="00E52D06"/>
    <w:rsid w:val="00E5509A"/>
    <w:rsid w:val="00E561A9"/>
    <w:rsid w:val="00E5726F"/>
    <w:rsid w:val="00E57B13"/>
    <w:rsid w:val="00E601F4"/>
    <w:rsid w:val="00E60260"/>
    <w:rsid w:val="00E61354"/>
    <w:rsid w:val="00E61792"/>
    <w:rsid w:val="00E61A5B"/>
    <w:rsid w:val="00E63699"/>
    <w:rsid w:val="00E638A9"/>
    <w:rsid w:val="00E63A97"/>
    <w:rsid w:val="00E640BE"/>
    <w:rsid w:val="00E64BFC"/>
    <w:rsid w:val="00E64D59"/>
    <w:rsid w:val="00E6543F"/>
    <w:rsid w:val="00E65DCD"/>
    <w:rsid w:val="00E669CE"/>
    <w:rsid w:val="00E66DE5"/>
    <w:rsid w:val="00E670A8"/>
    <w:rsid w:val="00E67F77"/>
    <w:rsid w:val="00E70CF6"/>
    <w:rsid w:val="00E70FBA"/>
    <w:rsid w:val="00E723B3"/>
    <w:rsid w:val="00E7300B"/>
    <w:rsid w:val="00E73105"/>
    <w:rsid w:val="00E73D83"/>
    <w:rsid w:val="00E74520"/>
    <w:rsid w:val="00E74543"/>
    <w:rsid w:val="00E74A2F"/>
    <w:rsid w:val="00E751C1"/>
    <w:rsid w:val="00E75C96"/>
    <w:rsid w:val="00E76D0C"/>
    <w:rsid w:val="00E7764A"/>
    <w:rsid w:val="00E77857"/>
    <w:rsid w:val="00E81310"/>
    <w:rsid w:val="00E81C1E"/>
    <w:rsid w:val="00E81CD6"/>
    <w:rsid w:val="00E8292B"/>
    <w:rsid w:val="00E83093"/>
    <w:rsid w:val="00E8367C"/>
    <w:rsid w:val="00E83CAB"/>
    <w:rsid w:val="00E8471F"/>
    <w:rsid w:val="00E8479D"/>
    <w:rsid w:val="00E8550B"/>
    <w:rsid w:val="00E85D15"/>
    <w:rsid w:val="00E8649F"/>
    <w:rsid w:val="00E869CF"/>
    <w:rsid w:val="00E87066"/>
    <w:rsid w:val="00E90100"/>
    <w:rsid w:val="00E90434"/>
    <w:rsid w:val="00E90ACE"/>
    <w:rsid w:val="00E913C2"/>
    <w:rsid w:val="00E916DE"/>
    <w:rsid w:val="00E917EB"/>
    <w:rsid w:val="00E91926"/>
    <w:rsid w:val="00E919F2"/>
    <w:rsid w:val="00E91DE8"/>
    <w:rsid w:val="00E935E7"/>
    <w:rsid w:val="00E93C91"/>
    <w:rsid w:val="00E94024"/>
    <w:rsid w:val="00E94C10"/>
    <w:rsid w:val="00E94D2F"/>
    <w:rsid w:val="00E953BD"/>
    <w:rsid w:val="00E96FD4"/>
    <w:rsid w:val="00EA0136"/>
    <w:rsid w:val="00EA0690"/>
    <w:rsid w:val="00EA1C4E"/>
    <w:rsid w:val="00EA266F"/>
    <w:rsid w:val="00EA3275"/>
    <w:rsid w:val="00EA391C"/>
    <w:rsid w:val="00EA3A24"/>
    <w:rsid w:val="00EA3D57"/>
    <w:rsid w:val="00EA4A94"/>
    <w:rsid w:val="00EA4D73"/>
    <w:rsid w:val="00EA6015"/>
    <w:rsid w:val="00EA6814"/>
    <w:rsid w:val="00EA6B42"/>
    <w:rsid w:val="00EA7125"/>
    <w:rsid w:val="00EA7637"/>
    <w:rsid w:val="00EA78D5"/>
    <w:rsid w:val="00EB03E3"/>
    <w:rsid w:val="00EB0496"/>
    <w:rsid w:val="00EB0B99"/>
    <w:rsid w:val="00EB0E53"/>
    <w:rsid w:val="00EB15BA"/>
    <w:rsid w:val="00EB16CE"/>
    <w:rsid w:val="00EB24FA"/>
    <w:rsid w:val="00EB2911"/>
    <w:rsid w:val="00EB296E"/>
    <w:rsid w:val="00EB3069"/>
    <w:rsid w:val="00EB361C"/>
    <w:rsid w:val="00EB36B0"/>
    <w:rsid w:val="00EB49D8"/>
    <w:rsid w:val="00EB4AA9"/>
    <w:rsid w:val="00EB5C58"/>
    <w:rsid w:val="00EB60CB"/>
    <w:rsid w:val="00EB63A4"/>
    <w:rsid w:val="00EC0547"/>
    <w:rsid w:val="00EC1DEC"/>
    <w:rsid w:val="00EC1FA7"/>
    <w:rsid w:val="00EC3C9E"/>
    <w:rsid w:val="00EC459B"/>
    <w:rsid w:val="00EC4C8D"/>
    <w:rsid w:val="00EC523E"/>
    <w:rsid w:val="00EC544B"/>
    <w:rsid w:val="00EC55CD"/>
    <w:rsid w:val="00EC6749"/>
    <w:rsid w:val="00EC6832"/>
    <w:rsid w:val="00EC6D2C"/>
    <w:rsid w:val="00ED0092"/>
    <w:rsid w:val="00ED043E"/>
    <w:rsid w:val="00ED0C88"/>
    <w:rsid w:val="00ED0F56"/>
    <w:rsid w:val="00ED10CB"/>
    <w:rsid w:val="00ED14AE"/>
    <w:rsid w:val="00ED1961"/>
    <w:rsid w:val="00ED1DCE"/>
    <w:rsid w:val="00ED22F9"/>
    <w:rsid w:val="00ED23BD"/>
    <w:rsid w:val="00ED46D5"/>
    <w:rsid w:val="00ED4E8B"/>
    <w:rsid w:val="00ED53F7"/>
    <w:rsid w:val="00ED6001"/>
    <w:rsid w:val="00ED76BF"/>
    <w:rsid w:val="00ED7BCA"/>
    <w:rsid w:val="00EE011F"/>
    <w:rsid w:val="00EE04BB"/>
    <w:rsid w:val="00EE0DF8"/>
    <w:rsid w:val="00EE1361"/>
    <w:rsid w:val="00EE1369"/>
    <w:rsid w:val="00EE27CF"/>
    <w:rsid w:val="00EE3305"/>
    <w:rsid w:val="00EE3967"/>
    <w:rsid w:val="00EE55DD"/>
    <w:rsid w:val="00EE678C"/>
    <w:rsid w:val="00EF0043"/>
    <w:rsid w:val="00EF04CA"/>
    <w:rsid w:val="00EF06BA"/>
    <w:rsid w:val="00EF0C8C"/>
    <w:rsid w:val="00EF0D6D"/>
    <w:rsid w:val="00EF11EA"/>
    <w:rsid w:val="00EF1DA2"/>
    <w:rsid w:val="00EF2583"/>
    <w:rsid w:val="00EF27A8"/>
    <w:rsid w:val="00EF2B89"/>
    <w:rsid w:val="00EF3B38"/>
    <w:rsid w:val="00EF3C19"/>
    <w:rsid w:val="00EF3FA2"/>
    <w:rsid w:val="00EF5898"/>
    <w:rsid w:val="00EF5AE1"/>
    <w:rsid w:val="00EF5BBB"/>
    <w:rsid w:val="00EF6627"/>
    <w:rsid w:val="00EF6B51"/>
    <w:rsid w:val="00EF70DF"/>
    <w:rsid w:val="00EF7620"/>
    <w:rsid w:val="00EF7995"/>
    <w:rsid w:val="00F031AC"/>
    <w:rsid w:val="00F03262"/>
    <w:rsid w:val="00F035D8"/>
    <w:rsid w:val="00F03D6F"/>
    <w:rsid w:val="00F04549"/>
    <w:rsid w:val="00F045BA"/>
    <w:rsid w:val="00F04673"/>
    <w:rsid w:val="00F05BAB"/>
    <w:rsid w:val="00F05EF7"/>
    <w:rsid w:val="00F05F0E"/>
    <w:rsid w:val="00F065CE"/>
    <w:rsid w:val="00F06B4B"/>
    <w:rsid w:val="00F07105"/>
    <w:rsid w:val="00F07C1D"/>
    <w:rsid w:val="00F10FE3"/>
    <w:rsid w:val="00F13D32"/>
    <w:rsid w:val="00F14284"/>
    <w:rsid w:val="00F1436E"/>
    <w:rsid w:val="00F14B4B"/>
    <w:rsid w:val="00F14E5C"/>
    <w:rsid w:val="00F15E2F"/>
    <w:rsid w:val="00F16244"/>
    <w:rsid w:val="00F16A9B"/>
    <w:rsid w:val="00F172F1"/>
    <w:rsid w:val="00F17CBC"/>
    <w:rsid w:val="00F20605"/>
    <w:rsid w:val="00F2075B"/>
    <w:rsid w:val="00F20B1D"/>
    <w:rsid w:val="00F20DF6"/>
    <w:rsid w:val="00F211D9"/>
    <w:rsid w:val="00F2309A"/>
    <w:rsid w:val="00F23165"/>
    <w:rsid w:val="00F2346F"/>
    <w:rsid w:val="00F2349B"/>
    <w:rsid w:val="00F2385E"/>
    <w:rsid w:val="00F239F1"/>
    <w:rsid w:val="00F24196"/>
    <w:rsid w:val="00F24A07"/>
    <w:rsid w:val="00F254AE"/>
    <w:rsid w:val="00F26119"/>
    <w:rsid w:val="00F272FC"/>
    <w:rsid w:val="00F3012F"/>
    <w:rsid w:val="00F33688"/>
    <w:rsid w:val="00F33A2E"/>
    <w:rsid w:val="00F33B60"/>
    <w:rsid w:val="00F33E2C"/>
    <w:rsid w:val="00F3554E"/>
    <w:rsid w:val="00F3595F"/>
    <w:rsid w:val="00F36A76"/>
    <w:rsid w:val="00F36B24"/>
    <w:rsid w:val="00F36E3B"/>
    <w:rsid w:val="00F41275"/>
    <w:rsid w:val="00F41348"/>
    <w:rsid w:val="00F43EDC"/>
    <w:rsid w:val="00F44680"/>
    <w:rsid w:val="00F44CED"/>
    <w:rsid w:val="00F453DC"/>
    <w:rsid w:val="00F4564B"/>
    <w:rsid w:val="00F46AE7"/>
    <w:rsid w:val="00F46F1C"/>
    <w:rsid w:val="00F47264"/>
    <w:rsid w:val="00F473D6"/>
    <w:rsid w:val="00F5015C"/>
    <w:rsid w:val="00F51498"/>
    <w:rsid w:val="00F517CB"/>
    <w:rsid w:val="00F51E7A"/>
    <w:rsid w:val="00F52482"/>
    <w:rsid w:val="00F532E1"/>
    <w:rsid w:val="00F533CC"/>
    <w:rsid w:val="00F53FF8"/>
    <w:rsid w:val="00F54353"/>
    <w:rsid w:val="00F557D4"/>
    <w:rsid w:val="00F5786A"/>
    <w:rsid w:val="00F57DB0"/>
    <w:rsid w:val="00F607D5"/>
    <w:rsid w:val="00F61878"/>
    <w:rsid w:val="00F61991"/>
    <w:rsid w:val="00F64309"/>
    <w:rsid w:val="00F65A42"/>
    <w:rsid w:val="00F661B7"/>
    <w:rsid w:val="00F70333"/>
    <w:rsid w:val="00F70396"/>
    <w:rsid w:val="00F70A6E"/>
    <w:rsid w:val="00F70AD5"/>
    <w:rsid w:val="00F71CE4"/>
    <w:rsid w:val="00F72802"/>
    <w:rsid w:val="00F74100"/>
    <w:rsid w:val="00F74D24"/>
    <w:rsid w:val="00F75E38"/>
    <w:rsid w:val="00F76C95"/>
    <w:rsid w:val="00F76FE9"/>
    <w:rsid w:val="00F77BD2"/>
    <w:rsid w:val="00F77D13"/>
    <w:rsid w:val="00F802E4"/>
    <w:rsid w:val="00F81339"/>
    <w:rsid w:val="00F824AC"/>
    <w:rsid w:val="00F83F59"/>
    <w:rsid w:val="00F8435D"/>
    <w:rsid w:val="00F84CD6"/>
    <w:rsid w:val="00F84DEB"/>
    <w:rsid w:val="00F859ED"/>
    <w:rsid w:val="00F85D4F"/>
    <w:rsid w:val="00F86211"/>
    <w:rsid w:val="00F86A16"/>
    <w:rsid w:val="00F871EF"/>
    <w:rsid w:val="00F912C6"/>
    <w:rsid w:val="00F91476"/>
    <w:rsid w:val="00F91BF1"/>
    <w:rsid w:val="00F92C24"/>
    <w:rsid w:val="00F93879"/>
    <w:rsid w:val="00F94C73"/>
    <w:rsid w:val="00F976BF"/>
    <w:rsid w:val="00F97AD8"/>
    <w:rsid w:val="00FA1021"/>
    <w:rsid w:val="00FA2DFA"/>
    <w:rsid w:val="00FA3A52"/>
    <w:rsid w:val="00FA41CE"/>
    <w:rsid w:val="00FA58E7"/>
    <w:rsid w:val="00FA59AF"/>
    <w:rsid w:val="00FA6148"/>
    <w:rsid w:val="00FA6446"/>
    <w:rsid w:val="00FB0F33"/>
    <w:rsid w:val="00FB12CA"/>
    <w:rsid w:val="00FB293F"/>
    <w:rsid w:val="00FB2C48"/>
    <w:rsid w:val="00FB3172"/>
    <w:rsid w:val="00FB31A4"/>
    <w:rsid w:val="00FB31E3"/>
    <w:rsid w:val="00FB4124"/>
    <w:rsid w:val="00FB429C"/>
    <w:rsid w:val="00FB4FC8"/>
    <w:rsid w:val="00FB663C"/>
    <w:rsid w:val="00FB758A"/>
    <w:rsid w:val="00FB7670"/>
    <w:rsid w:val="00FB7CD3"/>
    <w:rsid w:val="00FC045A"/>
    <w:rsid w:val="00FC1C5C"/>
    <w:rsid w:val="00FC219F"/>
    <w:rsid w:val="00FC4ADD"/>
    <w:rsid w:val="00FC52A8"/>
    <w:rsid w:val="00FC792C"/>
    <w:rsid w:val="00FD155A"/>
    <w:rsid w:val="00FD1B38"/>
    <w:rsid w:val="00FD20A6"/>
    <w:rsid w:val="00FD29CC"/>
    <w:rsid w:val="00FD352F"/>
    <w:rsid w:val="00FD361B"/>
    <w:rsid w:val="00FD4804"/>
    <w:rsid w:val="00FD50F3"/>
    <w:rsid w:val="00FD6215"/>
    <w:rsid w:val="00FD76C8"/>
    <w:rsid w:val="00FD7839"/>
    <w:rsid w:val="00FD7888"/>
    <w:rsid w:val="00FD7D0B"/>
    <w:rsid w:val="00FE009F"/>
    <w:rsid w:val="00FE07C4"/>
    <w:rsid w:val="00FE09B5"/>
    <w:rsid w:val="00FE0DB2"/>
    <w:rsid w:val="00FE0F94"/>
    <w:rsid w:val="00FE11E8"/>
    <w:rsid w:val="00FE3A92"/>
    <w:rsid w:val="00FE463F"/>
    <w:rsid w:val="00FE4656"/>
    <w:rsid w:val="00FE4A54"/>
    <w:rsid w:val="00FE50F6"/>
    <w:rsid w:val="00FE5415"/>
    <w:rsid w:val="00FF0F84"/>
    <w:rsid w:val="00FF26E7"/>
    <w:rsid w:val="00FF2B6F"/>
    <w:rsid w:val="00FF2EA8"/>
    <w:rsid w:val="00FF3E09"/>
    <w:rsid w:val="00FF4A71"/>
    <w:rsid w:val="00FF53BE"/>
    <w:rsid w:val="00FF5884"/>
    <w:rsid w:val="00FF71E6"/>
    <w:rsid w:val="00FF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4F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Стиль1"/>
    <w:basedOn w:val="Normal"/>
    <w:link w:val="10"/>
    <w:uiPriority w:val="99"/>
    <w:rsid w:val="00882D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10">
    <w:name w:val="Стиль1 Знак"/>
    <w:basedOn w:val="DefaultParagraphFont"/>
    <w:link w:val="1"/>
    <w:uiPriority w:val="99"/>
    <w:locked/>
    <w:rsid w:val="00882D85"/>
    <w:rPr>
      <w:rFonts w:ascii="Times New Roman" w:hAnsi="Times New Roman" w:cs="Times New Roman"/>
      <w:sz w:val="26"/>
      <w:szCs w:val="26"/>
      <w:lang w:eastAsia="ru-RU"/>
    </w:rPr>
  </w:style>
  <w:style w:type="paragraph" w:styleId="ListParagraph">
    <w:name w:val="List Paragraph"/>
    <w:basedOn w:val="Normal"/>
    <w:uiPriority w:val="99"/>
    <w:qFormat/>
    <w:rsid w:val="009A41B9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rsid w:val="00860C7C"/>
    <w:pPr>
      <w:suppressAutoHyphens/>
      <w:spacing w:after="120"/>
      <w:ind w:left="283"/>
    </w:pPr>
    <w:rPr>
      <w:rFonts w:cs="Calibri"/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60C7C"/>
    <w:rPr>
      <w:rFonts w:ascii="Calibri" w:hAnsi="Calibri" w:cs="Calibri"/>
      <w:lang w:eastAsia="ar-SA" w:bidi="ar-SA"/>
    </w:rPr>
  </w:style>
  <w:style w:type="paragraph" w:customStyle="1" w:styleId="ConsPlusNonformat">
    <w:name w:val="ConsPlusNonformat"/>
    <w:uiPriority w:val="99"/>
    <w:rsid w:val="00A917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99"/>
    <w:qFormat/>
    <w:rsid w:val="00A9174B"/>
    <w:rPr>
      <w:rFonts w:ascii="Times New Roman" w:eastAsia="Times New Roman" w:hAnsi="Times New Roman"/>
      <w:sz w:val="24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1</Pages>
  <Words>129</Words>
  <Characters>738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Bogdanova</dc:creator>
  <cp:keywords/>
  <dc:description/>
  <cp:lastModifiedBy>Мунуслуги</cp:lastModifiedBy>
  <cp:revision>6</cp:revision>
  <cp:lastPrinted>2013-07-12T02:49:00Z</cp:lastPrinted>
  <dcterms:created xsi:type="dcterms:W3CDTF">2013-07-11T02:29:00Z</dcterms:created>
  <dcterms:modified xsi:type="dcterms:W3CDTF">2013-07-12T07:26:00Z</dcterms:modified>
</cp:coreProperties>
</file>