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25" w:rsidRPr="003D1246" w:rsidRDefault="00FE3E25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FE3E25" w:rsidRPr="003D1246" w:rsidRDefault="00FE3E25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E3E25" w:rsidRDefault="00FE3E25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E3E25" w:rsidRPr="003D1246" w:rsidRDefault="00FE3E25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FE3E25" w:rsidRDefault="00FE3E25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E3E25" w:rsidRDefault="00FE3E25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E3E25" w:rsidRPr="00862877" w:rsidRDefault="00FE3E25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E3E25" w:rsidRDefault="00FE3E25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E3E25" w:rsidRPr="00862877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E3E25" w:rsidRDefault="00FE3E25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E3E25" w:rsidRDefault="00FE3E25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E3E25" w:rsidRPr="003D1246" w:rsidRDefault="00FE3E25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E3E25" w:rsidRPr="003D1246" w:rsidRDefault="00FE3E25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3E25" w:rsidRPr="003D1246" w:rsidRDefault="00FE3E25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3E25" w:rsidRDefault="00FE3E2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FE3E25" w:rsidRDefault="00FE3E2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FE3E25" w:rsidRPr="001574A6" w:rsidRDefault="00FE3E2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E3E25" w:rsidRDefault="00FE3E25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E3E25" w:rsidRPr="009B1542" w:rsidRDefault="00FE3E25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«12» 07. 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367-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FE3E25" w:rsidRDefault="00FE3E25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FE3E25" w:rsidRDefault="00FE3E25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3E25" w:rsidRDefault="00FE3E25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FE3E25" w:rsidRDefault="00FE3E25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FE3E25" w:rsidRDefault="00FE3E25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Pr="007F03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полугодие 2013 года</w:t>
      </w:r>
    </w:p>
    <w:p w:rsidR="00FE3E25" w:rsidRDefault="00FE3E25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3E25" w:rsidRPr="00FF77CA" w:rsidRDefault="00FE3E25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 соответствии с п.7 ст. 18 Устава города Сорска, решения Совета депутатов от 25.12.2012г. № 111 «О бюджете муниципального образования город Сорск на 2013 год и на плановый период 2014-2015 годов» </w:t>
      </w:r>
      <w:r w:rsidRPr="00626ED9">
        <w:rPr>
          <w:rFonts w:ascii="Times New Roman" w:hAnsi="Times New Roman" w:cs="Times New Roman"/>
          <w:sz w:val="26"/>
          <w:szCs w:val="26"/>
        </w:rPr>
        <w:t>(в редакции от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26ED9">
        <w:rPr>
          <w:rFonts w:ascii="Times New Roman" w:hAnsi="Times New Roman" w:cs="Times New Roman"/>
          <w:sz w:val="26"/>
          <w:szCs w:val="26"/>
        </w:rPr>
        <w:t>.01.201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626ED9">
        <w:rPr>
          <w:rFonts w:ascii="Times New Roman" w:hAnsi="Times New Roman" w:cs="Times New Roman"/>
          <w:sz w:val="26"/>
          <w:szCs w:val="26"/>
        </w:rPr>
        <w:t>6, от</w:t>
      </w:r>
      <w:r>
        <w:rPr>
          <w:rFonts w:ascii="Times New Roman" w:hAnsi="Times New Roman" w:cs="Times New Roman"/>
          <w:sz w:val="24"/>
          <w:szCs w:val="24"/>
        </w:rPr>
        <w:t xml:space="preserve"> 27</w:t>
      </w:r>
      <w:r w:rsidRPr="00626ED9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134</w:t>
      </w:r>
      <w:r w:rsidRPr="00626ED9">
        <w:rPr>
          <w:rFonts w:ascii="Times New Roman" w:hAnsi="Times New Roman" w:cs="Times New Roman"/>
          <w:sz w:val="26"/>
          <w:szCs w:val="26"/>
        </w:rPr>
        <w:t xml:space="preserve">, от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626ED9">
        <w:rPr>
          <w:rFonts w:ascii="Times New Roman" w:hAnsi="Times New Roman" w:cs="Times New Roman"/>
          <w:sz w:val="26"/>
          <w:szCs w:val="26"/>
        </w:rPr>
        <w:t>.03.201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>г. № 1</w:t>
      </w:r>
      <w:r>
        <w:rPr>
          <w:rFonts w:ascii="Times New Roman" w:hAnsi="Times New Roman" w:cs="Times New Roman"/>
          <w:sz w:val="26"/>
          <w:szCs w:val="26"/>
        </w:rPr>
        <w:t>36, от 26.03.2013г. № 147, от 23.04.2013г. №155, от 28.05.2013г. №166, от 25.06.2013г. №178</w:t>
      </w:r>
      <w:r w:rsidRPr="00626ED9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E3E25" w:rsidRDefault="00FE3E25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FE3E25" w:rsidRPr="0094629E" w:rsidRDefault="00FE3E25" w:rsidP="0094629E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94629E"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город Сорск за </w:t>
      </w:r>
      <w:r w:rsidRPr="0094629E">
        <w:rPr>
          <w:rFonts w:ascii="Times New Roman" w:hAnsi="Times New Roman"/>
          <w:sz w:val="26"/>
          <w:szCs w:val="26"/>
          <w:lang w:val="en-US"/>
        </w:rPr>
        <w:t>I</w:t>
      </w:r>
      <w:r w:rsidRPr="0094629E">
        <w:rPr>
          <w:rFonts w:ascii="Times New Roman" w:hAnsi="Times New Roman"/>
          <w:sz w:val="26"/>
          <w:szCs w:val="26"/>
        </w:rPr>
        <w:t xml:space="preserve"> полугодие 2013 года:</w:t>
      </w:r>
    </w:p>
    <w:p w:rsidR="00FE3E25" w:rsidRDefault="00FE3E25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82 713,04 тыс. руб. (приложение 1);</w:t>
      </w:r>
    </w:p>
    <w:p w:rsidR="00FE3E25" w:rsidRDefault="00FE3E25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108 040,85 тыс. руб. (приложение 2);</w:t>
      </w:r>
    </w:p>
    <w:p w:rsidR="00FE3E25" w:rsidRDefault="00FE3E25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дефицитом 25 327,81 тыс. руб.</w:t>
      </w:r>
    </w:p>
    <w:p w:rsidR="00FE3E25" w:rsidRDefault="00FE3E25" w:rsidP="0094629E">
      <w:pPr>
        <w:suppressAutoHyphens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FE3E25" w:rsidRDefault="00FE3E25" w:rsidP="0094629E">
      <w:pPr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FE3E25" w:rsidRDefault="00FE3E25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E3E25" w:rsidRDefault="00FE3E25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E3E25" w:rsidRDefault="00FE3E25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E3E25" w:rsidRDefault="00FE3E25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                                                    А.А. Жуков  </w:t>
      </w:r>
    </w:p>
    <w:p w:rsidR="00FE3E25" w:rsidRDefault="00FE3E25"/>
    <w:sectPr w:rsidR="00FE3E25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25754324"/>
    <w:multiLevelType w:val="hybridMultilevel"/>
    <w:tmpl w:val="3FF299DC"/>
    <w:lvl w:ilvl="0" w:tplc="9CE802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31B9E"/>
    <w:rsid w:val="0007376E"/>
    <w:rsid w:val="0008263F"/>
    <w:rsid w:val="000C1454"/>
    <w:rsid w:val="00124CBB"/>
    <w:rsid w:val="00144BDA"/>
    <w:rsid w:val="00150B96"/>
    <w:rsid w:val="001574A6"/>
    <w:rsid w:val="00184FA8"/>
    <w:rsid w:val="001C6C3B"/>
    <w:rsid w:val="00221C4C"/>
    <w:rsid w:val="00283DF4"/>
    <w:rsid w:val="002C7976"/>
    <w:rsid w:val="002E434F"/>
    <w:rsid w:val="002F1069"/>
    <w:rsid w:val="003068A6"/>
    <w:rsid w:val="00323DE7"/>
    <w:rsid w:val="00333254"/>
    <w:rsid w:val="00352695"/>
    <w:rsid w:val="00366F3A"/>
    <w:rsid w:val="003A4582"/>
    <w:rsid w:val="003B5BDA"/>
    <w:rsid w:val="003D1246"/>
    <w:rsid w:val="003E3CD7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638DB"/>
    <w:rsid w:val="005915A5"/>
    <w:rsid w:val="005B47A5"/>
    <w:rsid w:val="005D1408"/>
    <w:rsid w:val="00626ED9"/>
    <w:rsid w:val="00647CD1"/>
    <w:rsid w:val="00680B8C"/>
    <w:rsid w:val="00697AAD"/>
    <w:rsid w:val="006A3C07"/>
    <w:rsid w:val="007534E2"/>
    <w:rsid w:val="007F0395"/>
    <w:rsid w:val="007F6962"/>
    <w:rsid w:val="008068CC"/>
    <w:rsid w:val="00823F39"/>
    <w:rsid w:val="00830308"/>
    <w:rsid w:val="00857145"/>
    <w:rsid w:val="008604FF"/>
    <w:rsid w:val="00862877"/>
    <w:rsid w:val="00874390"/>
    <w:rsid w:val="0089006A"/>
    <w:rsid w:val="00890C9D"/>
    <w:rsid w:val="008C4E56"/>
    <w:rsid w:val="008C5338"/>
    <w:rsid w:val="008E4F3B"/>
    <w:rsid w:val="009261C1"/>
    <w:rsid w:val="00944681"/>
    <w:rsid w:val="0094629E"/>
    <w:rsid w:val="00957A1E"/>
    <w:rsid w:val="00963E48"/>
    <w:rsid w:val="0099131C"/>
    <w:rsid w:val="009A3408"/>
    <w:rsid w:val="009B1542"/>
    <w:rsid w:val="00A8304D"/>
    <w:rsid w:val="00A90674"/>
    <w:rsid w:val="00AC3E37"/>
    <w:rsid w:val="00AC6E35"/>
    <w:rsid w:val="00AF5B64"/>
    <w:rsid w:val="00B158AB"/>
    <w:rsid w:val="00B336EA"/>
    <w:rsid w:val="00B47907"/>
    <w:rsid w:val="00B6462F"/>
    <w:rsid w:val="00B74AAA"/>
    <w:rsid w:val="00B91BF3"/>
    <w:rsid w:val="00BE4F6C"/>
    <w:rsid w:val="00BF61F8"/>
    <w:rsid w:val="00C23888"/>
    <w:rsid w:val="00C25D13"/>
    <w:rsid w:val="00C50A9D"/>
    <w:rsid w:val="00C6046B"/>
    <w:rsid w:val="00C81E12"/>
    <w:rsid w:val="00CE6F1B"/>
    <w:rsid w:val="00D24904"/>
    <w:rsid w:val="00D33DB2"/>
    <w:rsid w:val="00D44053"/>
    <w:rsid w:val="00DA0F42"/>
    <w:rsid w:val="00DD5137"/>
    <w:rsid w:val="00E11A2E"/>
    <w:rsid w:val="00E3764D"/>
    <w:rsid w:val="00E40459"/>
    <w:rsid w:val="00E97E14"/>
    <w:rsid w:val="00EA6840"/>
    <w:rsid w:val="00EC667E"/>
    <w:rsid w:val="00EE0102"/>
    <w:rsid w:val="00F14AEB"/>
    <w:rsid w:val="00F406A7"/>
    <w:rsid w:val="00F9597F"/>
    <w:rsid w:val="00FA7452"/>
    <w:rsid w:val="00FC2596"/>
    <w:rsid w:val="00FE3E25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946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353</TotalTime>
  <Pages>1</Pages>
  <Words>166</Words>
  <Characters>948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57</cp:revision>
  <cp:lastPrinted>2013-07-12T01:30:00Z</cp:lastPrinted>
  <dcterms:created xsi:type="dcterms:W3CDTF">2012-04-12T03:55:00Z</dcterms:created>
  <dcterms:modified xsi:type="dcterms:W3CDTF">2013-07-16T03:57:00Z</dcterms:modified>
</cp:coreProperties>
</file>