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51" w:rsidRPr="003E0F8A" w:rsidRDefault="00A05551" w:rsidP="0020099C">
      <w:pPr>
        <w:rPr>
          <w:sz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0;width:50.95pt;height:64.1pt;z-index:251658240;visibility:visible;mso-wrap-distance-left:9.05pt;mso-wrap-distance-right:9.05pt" filled="t">
            <v:imagedata r:id="rId4" o:title=""/>
          </v:shape>
        </w:pict>
      </w:r>
      <w:r>
        <w:rPr>
          <w:sz w:val="26"/>
        </w:rPr>
        <w:t xml:space="preserve">  </w:t>
      </w:r>
    </w:p>
    <w:p w:rsidR="00A05551" w:rsidRPr="003D1246" w:rsidRDefault="00A05551" w:rsidP="0020099C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12.05pt;width:187.5pt;height:80.9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A05551" w:rsidRDefault="00A05551" w:rsidP="0020099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5551" w:rsidRDefault="00A05551" w:rsidP="0020099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05551" w:rsidRDefault="00A05551" w:rsidP="0020099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05551" w:rsidRDefault="00A05551" w:rsidP="0020099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05551" w:rsidRDefault="00A05551" w:rsidP="0020099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05551" w:rsidRDefault="00A05551" w:rsidP="0020099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5551" w:rsidRDefault="00A05551" w:rsidP="0020099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05551" w:rsidRPr="003D1246" w:rsidRDefault="00A05551" w:rsidP="0020099C">
      <w:pPr>
        <w:rPr>
          <w:b/>
          <w:sz w:val="26"/>
        </w:rPr>
      </w:pPr>
    </w:p>
    <w:p w:rsidR="00A05551" w:rsidRPr="003D1246" w:rsidRDefault="00A05551" w:rsidP="0020099C">
      <w:pPr>
        <w:rPr>
          <w:b/>
          <w:sz w:val="26"/>
        </w:rPr>
      </w:pPr>
      <w:r>
        <w:rPr>
          <w:noProof/>
        </w:rPr>
        <w:pict>
          <v:shape id="_x0000_s1028" type="#_x0000_t202" style="position:absolute;margin-left:270pt;margin-top:.15pt;width:198.4pt;height:63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A05551" w:rsidRDefault="00A05551" w:rsidP="0020099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05551" w:rsidRDefault="00A05551" w:rsidP="0020099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05551" w:rsidRPr="00862877" w:rsidRDefault="00A05551" w:rsidP="0020099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A05551" w:rsidRDefault="00A05551" w:rsidP="0020099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A05551" w:rsidRPr="00B82D16" w:rsidRDefault="00A05551" w:rsidP="0020099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05551" w:rsidRPr="003D1246" w:rsidRDefault="00A05551" w:rsidP="0020099C">
      <w:pPr>
        <w:ind w:firstLine="360"/>
        <w:jc w:val="center"/>
        <w:rPr>
          <w:b/>
          <w:sz w:val="26"/>
          <w:szCs w:val="26"/>
        </w:rPr>
      </w:pPr>
    </w:p>
    <w:p w:rsidR="00A05551" w:rsidRPr="003D1246" w:rsidRDefault="00A05551" w:rsidP="0020099C">
      <w:pPr>
        <w:ind w:firstLine="360"/>
        <w:jc w:val="center"/>
        <w:rPr>
          <w:b/>
          <w:sz w:val="26"/>
          <w:szCs w:val="26"/>
        </w:rPr>
      </w:pPr>
    </w:p>
    <w:p w:rsidR="00A05551" w:rsidRDefault="00A05551" w:rsidP="0020099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A05551" w:rsidRDefault="00A05551" w:rsidP="0020099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A05551" w:rsidRDefault="00A05551" w:rsidP="0020099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05551" w:rsidRPr="001574A6" w:rsidRDefault="00A05551" w:rsidP="0020099C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05551" w:rsidRDefault="00A05551" w:rsidP="0020099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«17»09.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6"/>
            <w:szCs w:val="26"/>
          </w:rPr>
          <w:t>2013 г</w:t>
        </w:r>
      </w:smartTag>
      <w:r>
        <w:rPr>
          <w:rFonts w:ascii="Times New Roman" w:hAnsi="Times New Roman" w:cs="Times New Roman"/>
          <w:sz w:val="26"/>
          <w:szCs w:val="26"/>
        </w:rPr>
        <w:t>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475-п.</w:t>
      </w: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муниципальную целевую </w:t>
      </w: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«Развитие системы образования</w:t>
      </w: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муниципальном образовании город Сорск</w:t>
      </w: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2012-2015 годы»</w:t>
      </w: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05551" w:rsidRDefault="00A05551" w:rsidP="0020099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Руководствуясь   ст.179 Бюджетного  кодекса  Российской     Федерации,   ч.1   ст. 16    Федерального  Закона от   06.10.2003 г. № 131   «Об   общих принципах организации местного самоуправления в  Российской  Федерации», ст. 27  Устава муниципального образования   г.Сорск, постановления   администрации    города Сорска № 319-п от 12.07.2012 года   «Об утверждении порядка   разработки,  утверждения и реализации долгосрочных муниципальных целевых программ  города Сорска», администрация города Сорска Республики Хакасия</w:t>
      </w: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64740">
        <w:rPr>
          <w:rFonts w:ascii="Times New Roman" w:hAnsi="Times New Roman" w:cs="Times New Roman"/>
          <w:sz w:val="26"/>
          <w:szCs w:val="26"/>
        </w:rPr>
        <w:t xml:space="preserve">ПОСТАНОВЛЯЕТ: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1. Внести в  муниципальную целевую программу «Развитие системы образования</w:t>
      </w:r>
      <w:r w:rsidRPr="001B2A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муниципальном образовании город Сорск</w:t>
      </w:r>
      <w:r w:rsidRPr="001B2A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2012-2015 годы», утвержденную</w:t>
      </w:r>
      <w:r w:rsidRPr="001B2A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постановлением администрации г.Сорска № 197-п от 05.05.2012г. (далее целевая программа) следующие изменения:</w:t>
      </w:r>
    </w:p>
    <w:p w:rsidR="00A05551" w:rsidRDefault="00A05551" w:rsidP="0020099C">
      <w:pPr>
        <w:rPr>
          <w:sz w:val="26"/>
          <w:szCs w:val="26"/>
        </w:rPr>
      </w:pPr>
      <w:r>
        <w:rPr>
          <w:sz w:val="26"/>
          <w:szCs w:val="26"/>
        </w:rPr>
        <w:t xml:space="preserve">1) раздел 3 «Перечень программных мероприятий» целевой программы изложить в новой редакции «п.3.1 «строительство детского сада на 260 мест (на условиях софинансирование)в </w:t>
      </w:r>
      <w:smartTag w:uri="urn:schemas-microsoft-com:office:smarttags" w:element="metricconverter">
        <w:smartTagPr>
          <w:attr w:name="ProductID" w:val="2014 г"/>
        </w:smartTagPr>
        <w:r>
          <w:rPr>
            <w:sz w:val="26"/>
            <w:szCs w:val="26"/>
          </w:rPr>
          <w:t>2014 г</w:t>
        </w:r>
      </w:smartTag>
      <w:r>
        <w:rPr>
          <w:sz w:val="26"/>
          <w:szCs w:val="26"/>
        </w:rPr>
        <w:t xml:space="preserve">. заменить цифру 2000 тыс.руб на 1600 тыс.руб.»; добавить строку «п. </w:t>
      </w:r>
      <w:r w:rsidRPr="00C40DC2">
        <w:rPr>
          <w:sz w:val="26"/>
          <w:szCs w:val="26"/>
        </w:rPr>
        <w:t>3.7 Капитальный ремонт кровли МБОУ Сорская СОШ №1</w:t>
      </w:r>
      <w:r>
        <w:rPr>
          <w:sz w:val="26"/>
          <w:szCs w:val="26"/>
        </w:rPr>
        <w:t xml:space="preserve"> в  </w:t>
      </w:r>
      <w:smartTag w:uri="urn:schemas-microsoft-com:office:smarttags" w:element="metricconverter">
        <w:smartTagPr>
          <w:attr w:name="ProductID" w:val="2014 г"/>
        </w:smartTagPr>
        <w:r>
          <w:rPr>
            <w:sz w:val="26"/>
            <w:szCs w:val="26"/>
          </w:rPr>
          <w:t>2014 г</w:t>
        </w:r>
      </w:smartTag>
      <w:r>
        <w:rPr>
          <w:sz w:val="26"/>
          <w:szCs w:val="26"/>
        </w:rPr>
        <w:t>.- 600 тыс.руб»</w:t>
      </w: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реализацией муниципальной целевой программы</w:t>
      </w:r>
      <w:r>
        <w:rPr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  <w:r w:rsidRPr="001B2A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муниципальном образовании город Сорск</w:t>
      </w:r>
      <w:r w:rsidRPr="001B2A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2012-2015 годы» возложить на руководителя отдела образования администрации города Сорска.</w:t>
      </w: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опубликовать в газете «Сорский молибден».</w:t>
      </w: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постановления возложить на заместителя главы по социальным вопросам Т.С. Шимель. </w:t>
      </w:r>
    </w:p>
    <w:p w:rsidR="00A05551" w:rsidRDefault="00A05551" w:rsidP="0020099C">
      <w:pPr>
        <w:rPr>
          <w:sz w:val="26"/>
          <w:szCs w:val="26"/>
        </w:rPr>
      </w:pPr>
    </w:p>
    <w:p w:rsidR="00A05551" w:rsidRDefault="00A05551" w:rsidP="0020099C">
      <w:pPr>
        <w:rPr>
          <w:sz w:val="26"/>
          <w:szCs w:val="26"/>
        </w:rPr>
      </w:pPr>
    </w:p>
    <w:p w:rsidR="00A05551" w:rsidRDefault="00A05551" w:rsidP="0020099C">
      <w:pPr>
        <w:rPr>
          <w:sz w:val="26"/>
          <w:szCs w:val="26"/>
        </w:rPr>
      </w:pPr>
    </w:p>
    <w:p w:rsidR="00A05551" w:rsidRDefault="00A05551" w:rsidP="0020099C">
      <w:pPr>
        <w:rPr>
          <w:sz w:val="26"/>
          <w:szCs w:val="26"/>
        </w:rPr>
      </w:pPr>
      <w:r w:rsidRPr="00A50FC4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города                                                                               А.А.Жуков</w:t>
      </w:r>
    </w:p>
    <w:p w:rsidR="00A05551" w:rsidRDefault="00A05551" w:rsidP="00200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05551" w:rsidRDefault="00A05551" w:rsidP="0020099C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</w:p>
    <w:p w:rsidR="00A05551" w:rsidRDefault="00A05551"/>
    <w:sectPr w:rsidR="00A05551" w:rsidSect="00653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099C"/>
    <w:rsid w:val="001574A6"/>
    <w:rsid w:val="001B2A9B"/>
    <w:rsid w:val="001F17E9"/>
    <w:rsid w:val="0020099C"/>
    <w:rsid w:val="003C490F"/>
    <w:rsid w:val="003D1246"/>
    <w:rsid w:val="003E0F8A"/>
    <w:rsid w:val="006368CB"/>
    <w:rsid w:val="00653201"/>
    <w:rsid w:val="00862877"/>
    <w:rsid w:val="008C78E3"/>
    <w:rsid w:val="00953977"/>
    <w:rsid w:val="009B1542"/>
    <w:rsid w:val="00A05551"/>
    <w:rsid w:val="00A50FC4"/>
    <w:rsid w:val="00A64740"/>
    <w:rsid w:val="00B82D16"/>
    <w:rsid w:val="00BB0A85"/>
    <w:rsid w:val="00C40DC2"/>
    <w:rsid w:val="00DD12B5"/>
    <w:rsid w:val="00DE0B1A"/>
    <w:rsid w:val="00ED6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99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009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306</Words>
  <Characters>1745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Мунуслуги</cp:lastModifiedBy>
  <cp:revision>2</cp:revision>
  <dcterms:created xsi:type="dcterms:W3CDTF">2013-09-17T02:06:00Z</dcterms:created>
  <dcterms:modified xsi:type="dcterms:W3CDTF">2013-09-17T03:08:00Z</dcterms:modified>
</cp:coreProperties>
</file>