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76" w:rsidRPr="00C30C5B" w:rsidRDefault="00847B76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847B76" w:rsidRDefault="00847B76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847B76" w:rsidRPr="00C30C5B" w:rsidRDefault="00847B76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02.12. 2013 года № 659-п</w:t>
      </w:r>
    </w:p>
    <w:p w:rsidR="00847B76" w:rsidRPr="00BC7099" w:rsidRDefault="00847B76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847B76" w:rsidRDefault="00847B76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847B76" w:rsidRDefault="00847B76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847B76" w:rsidRDefault="00847B76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847B76" w:rsidRDefault="00847B76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847B76" w:rsidRDefault="00847B76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847B76" w:rsidRDefault="00847B76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847B76" w:rsidRDefault="00847B76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(с изменениями от 26.02.2013 г. № 100-п, 28.06.2013 № 333-п, </w:t>
      </w:r>
    </w:p>
    <w:p w:rsidR="00847B76" w:rsidRDefault="00847B76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10.07.2013 № 359-п,.15.10.2013 № 565-п.,</w:t>
      </w:r>
    </w:p>
    <w:p w:rsidR="00847B76" w:rsidRPr="00C30C5B" w:rsidRDefault="00847B76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24.10.2013 № 588-п)</w:t>
      </w:r>
    </w:p>
    <w:p w:rsidR="00847B76" w:rsidRDefault="00847B76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B76" w:rsidRDefault="00847B76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47B76" w:rsidRDefault="00847B76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47B76" w:rsidRDefault="00847B76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47B76" w:rsidRPr="00107C9E" w:rsidRDefault="00847B76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847B76" w:rsidRPr="00107C9E" w:rsidRDefault="00847B76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1129"/>
        <w:gridCol w:w="1309"/>
        <w:gridCol w:w="1302"/>
        <w:gridCol w:w="1006"/>
        <w:gridCol w:w="968"/>
        <w:gridCol w:w="1251"/>
      </w:tblGrid>
      <w:tr w:rsidR="00847B76" w:rsidRPr="00025BD0" w:rsidTr="00331C43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965" w:type="dxa"/>
            <w:gridSpan w:val="6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847B76" w:rsidRPr="00025BD0" w:rsidTr="00331C43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714" w:type="dxa"/>
            <w:gridSpan w:val="5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251" w:type="dxa"/>
            <w:vMerge w:val="restart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847B76" w:rsidRPr="00025BD0" w:rsidTr="00331C43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1129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006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251" w:type="dxa"/>
            <w:vMerge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847B76" w:rsidRPr="00025BD0" w:rsidTr="00331C43">
        <w:trPr>
          <w:trHeight w:val="447"/>
          <w:jc w:val="center"/>
        </w:trPr>
        <w:tc>
          <w:tcPr>
            <w:tcW w:w="2314" w:type="dxa"/>
            <w:vAlign w:val="center"/>
          </w:tcPr>
          <w:p w:rsidR="00847B76" w:rsidRPr="00107C9E" w:rsidRDefault="00847B76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1129" w:type="dxa"/>
            <w:vAlign w:val="center"/>
          </w:tcPr>
          <w:p w:rsidR="00847B76" w:rsidRPr="00025BD0" w:rsidRDefault="00847B76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847B76" w:rsidRPr="00025BD0" w:rsidRDefault="00847B76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36688,0</w:t>
            </w:r>
          </w:p>
        </w:tc>
        <w:tc>
          <w:tcPr>
            <w:tcW w:w="1302" w:type="dxa"/>
            <w:vAlign w:val="center"/>
          </w:tcPr>
          <w:p w:rsidR="00847B76" w:rsidRPr="00025BD0" w:rsidRDefault="00847B76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53388,47</w:t>
            </w:r>
          </w:p>
        </w:tc>
        <w:tc>
          <w:tcPr>
            <w:tcW w:w="1006" w:type="dxa"/>
            <w:vAlign w:val="center"/>
          </w:tcPr>
          <w:p w:rsidR="00847B76" w:rsidRPr="00025BD0" w:rsidRDefault="00847B76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3940</w:t>
            </w:r>
          </w:p>
        </w:tc>
        <w:tc>
          <w:tcPr>
            <w:tcW w:w="968" w:type="dxa"/>
            <w:vAlign w:val="center"/>
          </w:tcPr>
          <w:p w:rsidR="00847B76" w:rsidRPr="00025BD0" w:rsidRDefault="00847B76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251" w:type="dxa"/>
            <w:vAlign w:val="center"/>
          </w:tcPr>
          <w:p w:rsidR="00847B76" w:rsidRPr="00025BD0" w:rsidRDefault="00847B76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95766,47</w:t>
            </w:r>
          </w:p>
        </w:tc>
      </w:tr>
      <w:tr w:rsidR="00847B76" w:rsidRPr="00025BD0" w:rsidTr="00331C43">
        <w:trPr>
          <w:trHeight w:val="668"/>
          <w:jc w:val="center"/>
        </w:trPr>
        <w:tc>
          <w:tcPr>
            <w:tcW w:w="2314" w:type="dxa"/>
            <w:vAlign w:val="center"/>
          </w:tcPr>
          <w:p w:rsidR="00847B76" w:rsidRPr="00107C9E" w:rsidRDefault="00847B76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129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34203,0</w:t>
            </w:r>
          </w:p>
        </w:tc>
        <w:tc>
          <w:tcPr>
            <w:tcW w:w="1302" w:type="dxa"/>
            <w:vAlign w:val="center"/>
          </w:tcPr>
          <w:p w:rsidR="00847B76" w:rsidRPr="00107C9E" w:rsidRDefault="00847B76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44136,67</w:t>
            </w:r>
          </w:p>
        </w:tc>
        <w:tc>
          <w:tcPr>
            <w:tcW w:w="1006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968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251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78339,67</w:t>
            </w:r>
          </w:p>
        </w:tc>
      </w:tr>
      <w:tr w:rsidR="00847B76" w:rsidRPr="00025BD0" w:rsidTr="00331C43">
        <w:trPr>
          <w:trHeight w:val="510"/>
          <w:jc w:val="center"/>
        </w:trPr>
        <w:tc>
          <w:tcPr>
            <w:tcW w:w="2314" w:type="dxa"/>
            <w:vAlign w:val="center"/>
          </w:tcPr>
          <w:p w:rsidR="00847B76" w:rsidRDefault="00847B76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847B76" w:rsidRPr="00107C9E" w:rsidRDefault="00847B76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1129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2485,0</w:t>
            </w:r>
          </w:p>
        </w:tc>
        <w:tc>
          <w:tcPr>
            <w:tcW w:w="1302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9251,8</w:t>
            </w:r>
          </w:p>
        </w:tc>
        <w:tc>
          <w:tcPr>
            <w:tcW w:w="1006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3940</w:t>
            </w:r>
          </w:p>
        </w:tc>
        <w:tc>
          <w:tcPr>
            <w:tcW w:w="968" w:type="dxa"/>
            <w:vAlign w:val="center"/>
          </w:tcPr>
          <w:p w:rsidR="00847B76" w:rsidRPr="00107C9E" w:rsidRDefault="00847B76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700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51" w:type="dxa"/>
            <w:vAlign w:val="center"/>
          </w:tcPr>
          <w:p w:rsidR="00847B76" w:rsidRPr="00107C9E" w:rsidRDefault="00847B76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17426,8</w:t>
            </w:r>
          </w:p>
        </w:tc>
      </w:tr>
    </w:tbl>
    <w:p w:rsidR="00847B76" w:rsidRPr="00107C9E" w:rsidRDefault="00847B76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47B76" w:rsidRDefault="00847B76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B76" w:rsidRDefault="00847B76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B76" w:rsidRDefault="00847B76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</w:t>
      </w:r>
    </w:p>
    <w:p w:rsidR="00847B76" w:rsidRPr="009A41B9" w:rsidRDefault="00847B76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                               О.В. Шлапунова</w:t>
      </w:r>
    </w:p>
    <w:p w:rsidR="00847B76" w:rsidRDefault="00847B76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847B76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15A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38D8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0F2E76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A5C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B73E1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C79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3B8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0FDB"/>
    <w:rsid w:val="004417B9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FD5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6C8D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0D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B0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280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CAA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D1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1C6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950"/>
    <w:rsid w:val="00664B08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6A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2A58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2E52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782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2D6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B76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57E18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47DB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136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3D0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2BAF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290E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1D71"/>
    <w:rsid w:val="00DF20C6"/>
    <w:rsid w:val="00DF7169"/>
    <w:rsid w:val="00DF7CA7"/>
    <w:rsid w:val="00E005D7"/>
    <w:rsid w:val="00E00639"/>
    <w:rsid w:val="00E0121A"/>
    <w:rsid w:val="00E02646"/>
    <w:rsid w:val="00E037EF"/>
    <w:rsid w:val="00E04264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A2E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B7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72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7D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143</Words>
  <Characters>820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Мунуслуги</cp:lastModifiedBy>
  <cp:revision>7</cp:revision>
  <cp:lastPrinted>2013-11-29T02:25:00Z</cp:lastPrinted>
  <dcterms:created xsi:type="dcterms:W3CDTF">2013-11-26T12:45:00Z</dcterms:created>
  <dcterms:modified xsi:type="dcterms:W3CDTF">2013-12-02T04:51:00Z</dcterms:modified>
</cp:coreProperties>
</file>