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A8" w:rsidRDefault="002234A8" w:rsidP="00317E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2234A8" w:rsidRPr="00BB0A85" w:rsidRDefault="002234A8" w:rsidP="00317EB7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6" o:title=""/>
          </v:shape>
        </w:pict>
      </w:r>
    </w:p>
    <w:p w:rsidR="002234A8" w:rsidRPr="003D1246" w:rsidRDefault="002234A8" w:rsidP="00317EB7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234A8" w:rsidRDefault="002234A8" w:rsidP="00317EB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234A8" w:rsidRPr="003D1246" w:rsidRDefault="002234A8" w:rsidP="00317EB7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2234A8" w:rsidRDefault="002234A8" w:rsidP="00317E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234A8" w:rsidRDefault="002234A8" w:rsidP="00317E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234A8" w:rsidRPr="00862877" w:rsidRDefault="002234A8" w:rsidP="00317E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2234A8" w:rsidRDefault="002234A8" w:rsidP="00317EB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234A8" w:rsidRPr="00862877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234A8" w:rsidRDefault="002234A8" w:rsidP="00317E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234A8" w:rsidRDefault="002234A8" w:rsidP="00317EB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234A8" w:rsidRPr="003D1246" w:rsidRDefault="002234A8" w:rsidP="00317EB7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2234A8" w:rsidRPr="003D1246" w:rsidRDefault="002234A8" w:rsidP="00317EB7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2234A8" w:rsidRPr="003D1246" w:rsidRDefault="002234A8" w:rsidP="00317EB7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2234A8" w:rsidRDefault="002234A8" w:rsidP="00317EB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234A8" w:rsidRDefault="002234A8" w:rsidP="00317EB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2234A8" w:rsidRPr="001574A6" w:rsidRDefault="002234A8" w:rsidP="00317EB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234A8" w:rsidRDefault="002234A8" w:rsidP="00317EB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234A8" w:rsidRPr="009B1542" w:rsidRDefault="002234A8" w:rsidP="00317EB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«12» 12. 2012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688- п.</w:t>
      </w:r>
    </w:p>
    <w:p w:rsidR="002234A8" w:rsidRDefault="002234A8" w:rsidP="00317EB7">
      <w:pPr>
        <w:pStyle w:val="NormalWeb"/>
        <w:spacing w:before="0" w:after="0"/>
        <w:ind w:firstLine="540"/>
        <w:jc w:val="both"/>
        <w:rPr>
          <w:sz w:val="26"/>
        </w:rPr>
      </w:pPr>
    </w:p>
    <w:p w:rsidR="002234A8" w:rsidRDefault="002234A8" w:rsidP="004E0E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Об установлении нормы накопления</w:t>
      </w:r>
    </w:p>
    <w:p w:rsidR="002234A8" w:rsidRDefault="002234A8" w:rsidP="004E0E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твердых бытовых отходов потребителей услуг</w:t>
      </w:r>
    </w:p>
    <w:p w:rsidR="002234A8" w:rsidRDefault="002234A8" w:rsidP="00313C4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(население) муниципального образования</w:t>
      </w:r>
    </w:p>
    <w:p w:rsidR="002234A8" w:rsidRDefault="002234A8" w:rsidP="00313C4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города Сорска.</w:t>
      </w:r>
    </w:p>
    <w:p w:rsidR="002234A8" w:rsidRDefault="002234A8" w:rsidP="00317E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317EB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потребления», Федеральным законом от 30.03.1999 № 52-ФЗ «О санитарно-эпидемиологическом благополучии населения», ст.27 Устава муниципального образования город Сорск, в целях предотвращения вредного воздействия отходов производства и потребления на здоровье жителей города и окружающую природную среду, обеспечение надлежащего контроля за образованием, сбором, вывозом и утилизацией отходов производства и потребления, исключения практики несанкционированного размещения отходов, администрация города </w:t>
      </w:r>
    </w:p>
    <w:p w:rsidR="002234A8" w:rsidRDefault="002234A8" w:rsidP="00317EB7">
      <w:pPr>
        <w:spacing w:after="0" w:line="240" w:lineRule="auto"/>
        <w:ind w:left="707"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ПОСТАНОВЛЯЕТ:</w:t>
      </w: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ab/>
        <w:t>1.Утвердить нормы накопления твердых бытовых отходов для потребителей услуг (население) муниципального образования города Сорска (приложение№1)</w:t>
      </w:r>
      <w:r>
        <w:rPr>
          <w:rFonts w:ascii="Times New Roman" w:hAnsi="Times New Roman"/>
          <w:sz w:val="26"/>
          <w:szCs w:val="24"/>
        </w:rPr>
        <w:tab/>
        <w:t>2.Опубликовать, данное постановление в средствах массовой информации и разместить на официальном сайте администрации города.</w:t>
      </w: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ab/>
        <w:t>3.Контроль за исполнением настоящего постановления возложить на и.о первого заместителя главы города.</w:t>
      </w: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317EB7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9D39A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Глава города                                                                                          А.А. Жуков</w:t>
      </w:r>
    </w:p>
    <w:p w:rsidR="002234A8" w:rsidRDefault="002234A8" w:rsidP="00317EB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4"/>
        </w:rPr>
      </w:pPr>
    </w:p>
    <w:p w:rsidR="002234A8" w:rsidRDefault="002234A8" w:rsidP="00317E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  <w:sectPr w:rsidR="002234A8" w:rsidSect="007A0CBC">
          <w:footerReference w:type="default" r:id="rId7"/>
          <w:pgSz w:w="11906" w:h="16838"/>
          <w:pgMar w:top="397" w:right="851" w:bottom="1134" w:left="1531" w:header="709" w:footer="709" w:gutter="0"/>
          <w:pgNumType w:start="1"/>
          <w:cols w:space="708"/>
          <w:docGrid w:linePitch="360"/>
        </w:sectPr>
      </w:pPr>
    </w:p>
    <w:p w:rsidR="002234A8" w:rsidRPr="007A0CBC" w:rsidRDefault="002234A8" w:rsidP="007A0CBC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tab/>
      </w:r>
      <w:r>
        <w:tab/>
      </w:r>
      <w:r w:rsidRPr="00B525E0">
        <w:rPr>
          <w:rFonts w:ascii="Times New Roman" w:hAnsi="Times New Roman"/>
        </w:rPr>
        <w:tab/>
      </w:r>
      <w:r w:rsidRPr="00B525E0">
        <w:rPr>
          <w:rFonts w:ascii="Times New Roman" w:hAnsi="Times New Roman"/>
        </w:rPr>
        <w:tab/>
      </w:r>
      <w:r w:rsidRPr="00B525E0">
        <w:rPr>
          <w:rFonts w:ascii="Times New Roman" w:hAnsi="Times New Roman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>Приложение №1</w:t>
      </w:r>
    </w:p>
    <w:p w:rsidR="002234A8" w:rsidRPr="007A0CBC" w:rsidRDefault="002234A8" w:rsidP="007A0CBC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</w:t>
      </w:r>
      <w:r w:rsidRPr="007A0CBC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234A8" w:rsidRPr="007A0CBC" w:rsidRDefault="002234A8" w:rsidP="007A0CBC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</w:t>
      </w:r>
      <w:r w:rsidRPr="007A0CBC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12.12.2013г.    № 688 </w:t>
      </w:r>
      <w:r w:rsidRPr="007A0CBC">
        <w:rPr>
          <w:rFonts w:ascii="Times New Roman" w:hAnsi="Times New Roman"/>
          <w:sz w:val="26"/>
          <w:szCs w:val="26"/>
        </w:rPr>
        <w:t>-п</w:t>
      </w:r>
    </w:p>
    <w:p w:rsidR="002234A8" w:rsidRPr="007A0CBC" w:rsidRDefault="002234A8" w:rsidP="007A0CBC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</w:p>
    <w:p w:rsidR="002234A8" w:rsidRPr="007A0CBC" w:rsidRDefault="002234A8" w:rsidP="007A0CBC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2234A8" w:rsidRPr="007A0CBC" w:rsidRDefault="002234A8">
      <w:pPr>
        <w:spacing w:after="0"/>
        <w:rPr>
          <w:rFonts w:ascii="Times New Roman" w:hAnsi="Times New Roman"/>
          <w:sz w:val="26"/>
          <w:szCs w:val="26"/>
        </w:rPr>
      </w:pPr>
    </w:p>
    <w:p w:rsidR="002234A8" w:rsidRPr="007A0CBC" w:rsidRDefault="002234A8">
      <w:pPr>
        <w:spacing w:after="0"/>
        <w:rPr>
          <w:rFonts w:ascii="Times New Roman" w:hAnsi="Times New Roman"/>
          <w:sz w:val="26"/>
          <w:szCs w:val="26"/>
        </w:rPr>
      </w:pPr>
    </w:p>
    <w:p w:rsidR="002234A8" w:rsidRPr="007A0CBC" w:rsidRDefault="002234A8">
      <w:pPr>
        <w:spacing w:after="0"/>
        <w:rPr>
          <w:rFonts w:ascii="Times New Roman" w:hAnsi="Times New Roman"/>
          <w:sz w:val="26"/>
          <w:szCs w:val="26"/>
        </w:rPr>
      </w:pPr>
      <w:r w:rsidRPr="007A0CBC">
        <w:rPr>
          <w:rFonts w:ascii="Times New Roman" w:hAnsi="Times New Roman"/>
          <w:sz w:val="26"/>
          <w:szCs w:val="26"/>
        </w:rPr>
        <w:t>Нормы накопления твердых  бытовых отходов потребителей услуг (население)</w:t>
      </w:r>
    </w:p>
    <w:p w:rsidR="002234A8" w:rsidRPr="007A0CBC" w:rsidRDefault="002234A8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                      муниципального образования </w:t>
      </w:r>
      <w:r w:rsidRPr="007A0CBC">
        <w:rPr>
          <w:rFonts w:ascii="Times New Roman" w:hAnsi="Times New Roman"/>
          <w:sz w:val="26"/>
          <w:szCs w:val="26"/>
        </w:rPr>
        <w:t xml:space="preserve"> города Сорска.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09"/>
        <w:gridCol w:w="3135"/>
        <w:gridCol w:w="975"/>
        <w:gridCol w:w="1510"/>
        <w:gridCol w:w="1510"/>
      </w:tblGrid>
      <w:tr w:rsidR="002234A8" w:rsidRPr="001F398F" w:rsidTr="001F398F">
        <w:tc>
          <w:tcPr>
            <w:tcW w:w="709" w:type="dxa"/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 xml:space="preserve">         Вид деятельности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Объем накопления ТБО в месяц,</w:t>
            </w: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Объем накопления ТБО в год</w:t>
            </w:r>
          </w:p>
        </w:tc>
      </w:tr>
      <w:tr w:rsidR="002234A8" w:rsidRPr="001F398F" w:rsidTr="001F398F">
        <w:tc>
          <w:tcPr>
            <w:tcW w:w="709" w:type="dxa"/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Вывоз твердых бытовых отходов, от домов имеющих полную степень благоустройства (отопление, холодное и горячее водоснабжение, канализация)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м3/м2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0,0057</w:t>
            </w: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0,068</w:t>
            </w:r>
          </w:p>
        </w:tc>
      </w:tr>
      <w:tr w:rsidR="002234A8" w:rsidRPr="001F398F" w:rsidTr="001F398F">
        <w:tc>
          <w:tcPr>
            <w:tcW w:w="709" w:type="dxa"/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Вывоз твердых бытовых отходов от  домов блокированной застройки и частного сектора.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м3/чел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0,14</w:t>
            </w: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1,68</w:t>
            </w:r>
          </w:p>
        </w:tc>
      </w:tr>
      <w:tr w:rsidR="002234A8" w:rsidRPr="001F398F" w:rsidTr="001F398F">
        <w:tc>
          <w:tcPr>
            <w:tcW w:w="709" w:type="dxa"/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135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Утилизация твердых бытовых отходов</w:t>
            </w:r>
          </w:p>
        </w:tc>
        <w:tc>
          <w:tcPr>
            <w:tcW w:w="975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м3/чел</w:t>
            </w: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0,14</w:t>
            </w:r>
          </w:p>
        </w:tc>
        <w:tc>
          <w:tcPr>
            <w:tcW w:w="1311" w:type="dxa"/>
            <w:tcBorders>
              <w:left w:val="single" w:sz="4" w:space="0" w:color="auto"/>
            </w:tcBorders>
          </w:tcPr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234A8" w:rsidRPr="001F398F" w:rsidRDefault="002234A8" w:rsidP="001F398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F398F">
              <w:rPr>
                <w:rFonts w:ascii="Times New Roman" w:hAnsi="Times New Roman"/>
                <w:sz w:val="26"/>
                <w:szCs w:val="26"/>
              </w:rPr>
              <w:t>1,68</w:t>
            </w:r>
          </w:p>
        </w:tc>
      </w:tr>
    </w:tbl>
    <w:p w:rsidR="002234A8" w:rsidRPr="007A0CBC" w:rsidRDefault="002234A8" w:rsidP="00433D31">
      <w:pPr>
        <w:rPr>
          <w:rFonts w:ascii="Times New Roman" w:hAnsi="Times New Roman"/>
          <w:sz w:val="26"/>
          <w:szCs w:val="26"/>
        </w:rPr>
      </w:pPr>
    </w:p>
    <w:p w:rsidR="002234A8" w:rsidRDefault="002234A8" w:rsidP="00433D31">
      <w:pPr>
        <w:tabs>
          <w:tab w:val="left" w:pos="2805"/>
        </w:tabs>
        <w:rPr>
          <w:rFonts w:ascii="Times New Roman" w:hAnsi="Times New Roman"/>
          <w:sz w:val="26"/>
          <w:szCs w:val="26"/>
        </w:rPr>
      </w:pPr>
      <w:r w:rsidRPr="007A0CBC">
        <w:rPr>
          <w:rFonts w:ascii="Times New Roman" w:hAnsi="Times New Roman"/>
          <w:sz w:val="26"/>
          <w:szCs w:val="26"/>
        </w:rPr>
        <w:tab/>
      </w:r>
    </w:p>
    <w:p w:rsidR="002234A8" w:rsidRPr="007A0CBC" w:rsidRDefault="002234A8" w:rsidP="00433D31">
      <w:pPr>
        <w:tabs>
          <w:tab w:val="left" w:pos="2805"/>
        </w:tabs>
        <w:rPr>
          <w:rFonts w:ascii="Times New Roman" w:hAnsi="Times New Roman"/>
          <w:sz w:val="26"/>
          <w:szCs w:val="26"/>
        </w:rPr>
      </w:pPr>
    </w:p>
    <w:p w:rsidR="002234A8" w:rsidRPr="007A0CBC" w:rsidRDefault="002234A8" w:rsidP="00433D31">
      <w:pPr>
        <w:tabs>
          <w:tab w:val="left" w:pos="2805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 первого заместителя главы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 w:rsidRPr="007A0CBC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               </w:t>
      </w:r>
      <w:r w:rsidRPr="007A0CBC">
        <w:rPr>
          <w:rFonts w:ascii="Times New Roman" w:hAnsi="Times New Roman"/>
          <w:sz w:val="26"/>
          <w:szCs w:val="26"/>
        </w:rPr>
        <w:t>О.В Шлапунова</w:t>
      </w:r>
    </w:p>
    <w:sectPr w:rsidR="002234A8" w:rsidRPr="007A0CBC" w:rsidSect="007A0C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4A8" w:rsidRDefault="002234A8" w:rsidP="00746CFE">
      <w:pPr>
        <w:spacing w:after="0" w:line="240" w:lineRule="auto"/>
      </w:pPr>
      <w:r>
        <w:separator/>
      </w:r>
    </w:p>
  </w:endnote>
  <w:endnote w:type="continuationSeparator" w:id="1">
    <w:p w:rsidR="002234A8" w:rsidRDefault="002234A8" w:rsidP="00746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4A8" w:rsidRDefault="002234A8">
    <w:pPr>
      <w:pStyle w:val="Footer"/>
      <w:jc w:val="right"/>
    </w:pPr>
  </w:p>
  <w:p w:rsidR="002234A8" w:rsidRDefault="002234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4A8" w:rsidRDefault="002234A8" w:rsidP="00746CFE">
      <w:pPr>
        <w:spacing w:after="0" w:line="240" w:lineRule="auto"/>
      </w:pPr>
      <w:r>
        <w:separator/>
      </w:r>
    </w:p>
  </w:footnote>
  <w:footnote w:type="continuationSeparator" w:id="1">
    <w:p w:rsidR="002234A8" w:rsidRDefault="002234A8" w:rsidP="00746C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EB7"/>
    <w:rsid w:val="001574A6"/>
    <w:rsid w:val="001F398F"/>
    <w:rsid w:val="002234A8"/>
    <w:rsid w:val="002474D5"/>
    <w:rsid w:val="002F1B7F"/>
    <w:rsid w:val="00313C4C"/>
    <w:rsid w:val="00317EB7"/>
    <w:rsid w:val="0032524A"/>
    <w:rsid w:val="00337F10"/>
    <w:rsid w:val="003A7179"/>
    <w:rsid w:val="003D1246"/>
    <w:rsid w:val="00433D31"/>
    <w:rsid w:val="00467B82"/>
    <w:rsid w:val="004E0ECD"/>
    <w:rsid w:val="004F296E"/>
    <w:rsid w:val="005051E0"/>
    <w:rsid w:val="00533D67"/>
    <w:rsid w:val="00560629"/>
    <w:rsid w:val="00636C91"/>
    <w:rsid w:val="00664F85"/>
    <w:rsid w:val="00674E6A"/>
    <w:rsid w:val="00746CFE"/>
    <w:rsid w:val="007A0CBC"/>
    <w:rsid w:val="007E18BE"/>
    <w:rsid w:val="00862877"/>
    <w:rsid w:val="008A3963"/>
    <w:rsid w:val="008E598F"/>
    <w:rsid w:val="009B1542"/>
    <w:rsid w:val="009D39AF"/>
    <w:rsid w:val="00A56C4B"/>
    <w:rsid w:val="00A65FBC"/>
    <w:rsid w:val="00B525E0"/>
    <w:rsid w:val="00B75BB7"/>
    <w:rsid w:val="00BB0A85"/>
    <w:rsid w:val="00C00A1D"/>
    <w:rsid w:val="00C773B8"/>
    <w:rsid w:val="00C85389"/>
    <w:rsid w:val="00EB6C86"/>
    <w:rsid w:val="00F37520"/>
    <w:rsid w:val="00F8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CF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17EB7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17EB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17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7EB7"/>
    <w:rPr>
      <w:rFonts w:cs="Times New Roman"/>
    </w:rPr>
  </w:style>
  <w:style w:type="table" w:styleId="TableGrid">
    <w:name w:val="Table Grid"/>
    <w:basedOn w:val="TableNormal"/>
    <w:uiPriority w:val="99"/>
    <w:rsid w:val="00433D3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2</Pages>
  <Words>335</Words>
  <Characters>1915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</dc:creator>
  <cp:keywords/>
  <dc:description/>
  <cp:lastModifiedBy>Мунуслуги</cp:lastModifiedBy>
  <cp:revision>10</cp:revision>
  <cp:lastPrinted>2013-12-11T08:23:00Z</cp:lastPrinted>
  <dcterms:created xsi:type="dcterms:W3CDTF">2013-12-09T03:25:00Z</dcterms:created>
  <dcterms:modified xsi:type="dcterms:W3CDTF">2013-12-13T07:25:00Z</dcterms:modified>
</cp:coreProperties>
</file>