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74" w:rsidRPr="003D1246" w:rsidRDefault="00362F74" w:rsidP="000E4E04">
      <w:pPr>
        <w:rPr>
          <w:sz w:val="26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0;width:50.95pt;height:64.1pt;z-index:251658240;visibility:visible;mso-wrap-distance-left:9.05pt;mso-wrap-distance-right:9.05pt" filled="t">
            <v:imagedata r:id="rId5" o:title=""/>
          </v:shape>
        </w:pict>
      </w:r>
    </w:p>
    <w:p w:rsidR="00362F74" w:rsidRPr="003D1246" w:rsidRDefault="00362F74" w:rsidP="000E4E04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12.05pt;width:187.5pt;height:80.9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362F74" w:rsidRDefault="00362F74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2F74" w:rsidRDefault="00362F74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62F74" w:rsidRDefault="00362F74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62F74" w:rsidRDefault="00362F74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62F74" w:rsidRDefault="00362F74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62F74" w:rsidRDefault="00362F74" w:rsidP="000E4E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2F74" w:rsidRDefault="00362F74" w:rsidP="000E4E0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62F74" w:rsidRPr="003D1246" w:rsidRDefault="00362F74" w:rsidP="000E4E04">
      <w:pPr>
        <w:rPr>
          <w:b/>
          <w:sz w:val="26"/>
        </w:rPr>
      </w:pPr>
    </w:p>
    <w:p w:rsidR="00362F74" w:rsidRPr="003D1246" w:rsidRDefault="00362F74" w:rsidP="000E4E04">
      <w:pPr>
        <w:rPr>
          <w:b/>
          <w:sz w:val="26"/>
        </w:rPr>
      </w:pPr>
      <w:r>
        <w:rPr>
          <w:noProof/>
        </w:rPr>
        <w:pict>
          <v:shape id="_x0000_s1028" type="#_x0000_t202" style="position:absolute;margin-left:270pt;margin-top:.15pt;width:198.4pt;height:63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362F74" w:rsidRDefault="00362F74" w:rsidP="000E4E0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62F74" w:rsidRDefault="00362F74" w:rsidP="000E4E0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62F74" w:rsidRPr="00862877" w:rsidRDefault="00362F74" w:rsidP="000E4E0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362F74" w:rsidRDefault="00362F74" w:rsidP="000E4E04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362F74" w:rsidRPr="00B82D16" w:rsidRDefault="00362F74" w:rsidP="000E4E0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62F74" w:rsidRPr="003D1246" w:rsidRDefault="00362F74" w:rsidP="000E4E04">
      <w:pPr>
        <w:ind w:firstLine="360"/>
        <w:jc w:val="center"/>
        <w:rPr>
          <w:b/>
          <w:sz w:val="26"/>
          <w:szCs w:val="26"/>
        </w:rPr>
      </w:pPr>
    </w:p>
    <w:p w:rsidR="00362F74" w:rsidRPr="003D1246" w:rsidRDefault="00362F74" w:rsidP="000E4E04">
      <w:pPr>
        <w:ind w:firstLine="360"/>
        <w:jc w:val="center"/>
        <w:rPr>
          <w:b/>
          <w:sz w:val="26"/>
          <w:szCs w:val="26"/>
        </w:rPr>
      </w:pPr>
    </w:p>
    <w:p w:rsidR="00362F74" w:rsidRDefault="00362F74" w:rsidP="000E4E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62F74" w:rsidRDefault="00362F74" w:rsidP="000E4E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362F74" w:rsidRPr="001574A6" w:rsidRDefault="00362F74" w:rsidP="000E4E04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62F74" w:rsidRPr="00377392" w:rsidRDefault="00362F74" w:rsidP="000E4E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62F74" w:rsidRPr="00377392" w:rsidRDefault="00362F74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77392">
        <w:rPr>
          <w:rFonts w:ascii="Times New Roman" w:hAnsi="Times New Roman" w:cs="Times New Roman"/>
          <w:sz w:val="26"/>
          <w:szCs w:val="26"/>
        </w:rPr>
        <w:t xml:space="preserve">   </w:t>
      </w:r>
      <w:r w:rsidRPr="00377392">
        <w:rPr>
          <w:rFonts w:ascii="Times New Roman" w:hAnsi="Times New Roman" w:cs="Times New Roman"/>
          <w:sz w:val="26"/>
          <w:szCs w:val="26"/>
        </w:rPr>
        <w:tab/>
        <w:t>«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37739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377392">
        <w:rPr>
          <w:rFonts w:ascii="Times New Roman" w:hAnsi="Times New Roman" w:cs="Times New Roman"/>
          <w:sz w:val="26"/>
          <w:szCs w:val="26"/>
        </w:rPr>
        <w:t>2013г.                         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 xml:space="preserve"> 691-</w:t>
      </w:r>
      <w:r w:rsidRPr="00377392">
        <w:rPr>
          <w:rFonts w:ascii="Times New Roman" w:hAnsi="Times New Roman" w:cs="Times New Roman"/>
          <w:sz w:val="26"/>
          <w:szCs w:val="26"/>
        </w:rPr>
        <w:t>п.</w:t>
      </w:r>
    </w:p>
    <w:p w:rsidR="00362F74" w:rsidRPr="00377392" w:rsidRDefault="00362F74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2F74" w:rsidRPr="00377392" w:rsidRDefault="00362F74" w:rsidP="000E4E0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362F74" w:rsidRPr="00377392" w:rsidRDefault="00362F74" w:rsidP="00AF2253">
      <w:pPr>
        <w:pStyle w:val="ConsPlusNormal"/>
        <w:widowControl/>
        <w:ind w:left="708" w:firstLine="0"/>
        <w:rPr>
          <w:rFonts w:ascii="Times New Roman" w:hAnsi="Times New Roman" w:cs="Times New Roman"/>
          <w:sz w:val="26"/>
          <w:szCs w:val="26"/>
        </w:rPr>
      </w:pPr>
      <w:r w:rsidRPr="00377392">
        <w:rPr>
          <w:rFonts w:ascii="Times New Roman" w:hAnsi="Times New Roman" w:cs="Times New Roman"/>
          <w:sz w:val="26"/>
          <w:szCs w:val="26"/>
        </w:rPr>
        <w:t xml:space="preserve">Об интеграции МБОУ «Сорская СОШ №3 с УИОП» </w:t>
      </w:r>
    </w:p>
    <w:p w:rsidR="00362F74" w:rsidRPr="00377392" w:rsidRDefault="00362F74" w:rsidP="00AF2253">
      <w:pPr>
        <w:pStyle w:val="ConsPlusNormal"/>
        <w:widowControl/>
        <w:ind w:left="708" w:firstLine="0"/>
        <w:rPr>
          <w:rFonts w:ascii="Times New Roman" w:hAnsi="Times New Roman" w:cs="Times New Roman"/>
          <w:sz w:val="26"/>
          <w:szCs w:val="26"/>
        </w:rPr>
      </w:pPr>
      <w:r w:rsidRPr="00377392">
        <w:rPr>
          <w:rFonts w:ascii="Times New Roman" w:hAnsi="Times New Roman" w:cs="Times New Roman"/>
          <w:sz w:val="26"/>
          <w:szCs w:val="26"/>
        </w:rPr>
        <w:t xml:space="preserve">и МБОУ Сорская СОШ №1 по уровням образования </w:t>
      </w:r>
    </w:p>
    <w:p w:rsidR="00362F74" w:rsidRPr="00377392" w:rsidRDefault="00362F74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2F74" w:rsidRPr="00377392" w:rsidRDefault="00362F74" w:rsidP="000C25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77392">
        <w:rPr>
          <w:rFonts w:ascii="Times New Roman" w:hAnsi="Times New Roman" w:cs="Times New Roman"/>
          <w:sz w:val="26"/>
          <w:szCs w:val="26"/>
        </w:rPr>
        <w:t xml:space="preserve">       </w:t>
      </w:r>
      <w:r w:rsidRPr="00377392">
        <w:rPr>
          <w:rFonts w:ascii="Times New Roman" w:hAnsi="Times New Roman" w:cs="Times New Roman"/>
          <w:sz w:val="26"/>
          <w:szCs w:val="26"/>
        </w:rPr>
        <w:tab/>
        <w:t>В соответствии с Указом Президента Российской Федерации от 07.05.2012 № 599 «О мерах по реализации государственной политики в области образования и науки», руководствуясь   ст.179 Бюджетного  кодекса  Российской     Федерации,   ч.1   ст. 16 Федерального  Закона от   06.10.2003 г. № 131«Об общих принципах о</w:t>
      </w:r>
      <w:r w:rsidRPr="00377392">
        <w:rPr>
          <w:rFonts w:ascii="Times New Roman" w:hAnsi="Times New Roman" w:cs="Times New Roman"/>
          <w:sz w:val="26"/>
          <w:szCs w:val="26"/>
        </w:rPr>
        <w:t>р</w:t>
      </w:r>
      <w:r w:rsidRPr="00377392">
        <w:rPr>
          <w:rFonts w:ascii="Times New Roman" w:hAnsi="Times New Roman" w:cs="Times New Roman"/>
          <w:sz w:val="26"/>
          <w:szCs w:val="26"/>
        </w:rPr>
        <w:t>ганизации местного самоуправления в  Российской  Федерации», ст. 27 Устава м</w:t>
      </w:r>
      <w:r w:rsidRPr="00377392">
        <w:rPr>
          <w:rFonts w:ascii="Times New Roman" w:hAnsi="Times New Roman" w:cs="Times New Roman"/>
          <w:sz w:val="26"/>
          <w:szCs w:val="26"/>
        </w:rPr>
        <w:t>у</w:t>
      </w:r>
      <w:r w:rsidRPr="00377392">
        <w:rPr>
          <w:rFonts w:ascii="Times New Roman" w:hAnsi="Times New Roman" w:cs="Times New Roman"/>
          <w:sz w:val="26"/>
          <w:szCs w:val="26"/>
        </w:rPr>
        <w:t>ниципального образования  г. Сорск, Постановлением от  20.11.2013 № 639- п адм</w:t>
      </w:r>
      <w:r w:rsidRPr="00377392">
        <w:rPr>
          <w:rFonts w:ascii="Times New Roman" w:hAnsi="Times New Roman" w:cs="Times New Roman"/>
          <w:sz w:val="26"/>
          <w:szCs w:val="26"/>
        </w:rPr>
        <w:t>и</w:t>
      </w:r>
      <w:r w:rsidRPr="00377392">
        <w:rPr>
          <w:rFonts w:ascii="Times New Roman" w:hAnsi="Times New Roman" w:cs="Times New Roman"/>
          <w:sz w:val="26"/>
          <w:szCs w:val="26"/>
        </w:rPr>
        <w:t xml:space="preserve">нистрации города Сорска «Об утверждении Программы («дорожной карты») </w:t>
      </w:r>
      <w:r w:rsidRPr="00377392">
        <w:rPr>
          <w:rFonts w:ascii="Times New Roman" w:hAnsi="Times New Roman" w:cs="Times New Roman"/>
          <w:bCs/>
          <w:sz w:val="26"/>
          <w:szCs w:val="26"/>
        </w:rPr>
        <w:t>«Изм</w:t>
      </w:r>
      <w:r w:rsidRPr="00377392">
        <w:rPr>
          <w:rFonts w:ascii="Times New Roman" w:hAnsi="Times New Roman" w:cs="Times New Roman"/>
          <w:bCs/>
          <w:sz w:val="26"/>
          <w:szCs w:val="26"/>
        </w:rPr>
        <w:t>е</w:t>
      </w:r>
      <w:r w:rsidRPr="00377392">
        <w:rPr>
          <w:rFonts w:ascii="Times New Roman" w:hAnsi="Times New Roman" w:cs="Times New Roman"/>
          <w:bCs/>
          <w:sz w:val="26"/>
          <w:szCs w:val="26"/>
        </w:rPr>
        <w:t>нения в сфере образования города Сорска» (</w:t>
      </w:r>
      <w:r w:rsidRPr="00377392">
        <w:rPr>
          <w:rFonts w:ascii="Times New Roman" w:hAnsi="Times New Roman" w:cs="Times New Roman"/>
          <w:sz w:val="26"/>
          <w:szCs w:val="26"/>
        </w:rPr>
        <w:t>поэтапное  совершенствование системы оплаты труда в образовательных учреждениях</w:t>
      </w:r>
      <w:r w:rsidRPr="00377392">
        <w:rPr>
          <w:rFonts w:ascii="Times New Roman" w:hAnsi="Times New Roman" w:cs="Times New Roman"/>
          <w:bCs/>
          <w:sz w:val="26"/>
          <w:szCs w:val="26"/>
        </w:rPr>
        <w:t xml:space="preserve">)» </w:t>
      </w:r>
      <w:r w:rsidRPr="00377392">
        <w:rPr>
          <w:rFonts w:ascii="Times New Roman" w:hAnsi="Times New Roman" w:cs="Times New Roman"/>
          <w:sz w:val="26"/>
          <w:szCs w:val="26"/>
        </w:rPr>
        <w:t>администрация города Сорска Ре</w:t>
      </w:r>
      <w:r w:rsidRPr="00377392">
        <w:rPr>
          <w:rFonts w:ascii="Times New Roman" w:hAnsi="Times New Roman" w:cs="Times New Roman"/>
          <w:sz w:val="26"/>
          <w:szCs w:val="26"/>
        </w:rPr>
        <w:t>с</w:t>
      </w:r>
      <w:r w:rsidRPr="00377392">
        <w:rPr>
          <w:rFonts w:ascii="Times New Roman" w:hAnsi="Times New Roman" w:cs="Times New Roman"/>
          <w:sz w:val="26"/>
          <w:szCs w:val="26"/>
        </w:rPr>
        <w:t xml:space="preserve">публики Хакасия        </w:t>
      </w:r>
    </w:p>
    <w:p w:rsidR="00362F74" w:rsidRPr="00377392" w:rsidRDefault="00362F74" w:rsidP="000C25D0">
      <w:pPr>
        <w:outlineLvl w:val="0"/>
        <w:rPr>
          <w:sz w:val="26"/>
          <w:szCs w:val="26"/>
        </w:rPr>
      </w:pPr>
      <w:r w:rsidRPr="00377392">
        <w:rPr>
          <w:sz w:val="26"/>
          <w:szCs w:val="26"/>
        </w:rPr>
        <w:t xml:space="preserve">       </w:t>
      </w:r>
      <w:r w:rsidRPr="00377392">
        <w:rPr>
          <w:sz w:val="26"/>
          <w:szCs w:val="26"/>
        </w:rPr>
        <w:tab/>
        <w:t xml:space="preserve">ПОСТАНОВЛЯЕТ:      </w:t>
      </w:r>
    </w:p>
    <w:p w:rsidR="00362F74" w:rsidRPr="00377392" w:rsidRDefault="00362F74" w:rsidP="00106BA6">
      <w:pPr>
        <w:pStyle w:val="ListParagraph"/>
        <w:widowControl w:val="0"/>
        <w:autoSpaceDE w:val="0"/>
        <w:autoSpaceDN w:val="0"/>
        <w:adjustRightInd w:val="0"/>
        <w:ind w:left="0" w:firstLine="708"/>
        <w:jc w:val="both"/>
        <w:outlineLvl w:val="0"/>
        <w:rPr>
          <w:sz w:val="26"/>
          <w:szCs w:val="26"/>
        </w:rPr>
      </w:pPr>
      <w:r w:rsidRPr="00377392">
        <w:rPr>
          <w:sz w:val="26"/>
          <w:szCs w:val="26"/>
        </w:rPr>
        <w:t>1.Провести интеграцию МБОУ «Сорская СОШ №3 с УИОП» и МБОУ Со</w:t>
      </w:r>
      <w:r w:rsidRPr="00377392">
        <w:rPr>
          <w:sz w:val="26"/>
          <w:szCs w:val="26"/>
        </w:rPr>
        <w:t>р</w:t>
      </w:r>
      <w:r w:rsidRPr="00377392">
        <w:rPr>
          <w:sz w:val="26"/>
          <w:szCs w:val="26"/>
        </w:rPr>
        <w:t xml:space="preserve">ская СОШ №1 по уровням образования. </w:t>
      </w:r>
    </w:p>
    <w:p w:rsidR="00362F74" w:rsidRPr="00377392" w:rsidRDefault="00362F74" w:rsidP="00106B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77392">
        <w:rPr>
          <w:rFonts w:ascii="Times New Roman" w:hAnsi="Times New Roman" w:cs="Times New Roman"/>
          <w:sz w:val="26"/>
          <w:szCs w:val="26"/>
        </w:rPr>
        <w:t>2.Настоящее постановление опубликовать в газете  «Сорский молибден» и разместить на официальном сайте администрации города Сорска.</w:t>
      </w:r>
    </w:p>
    <w:p w:rsidR="00362F74" w:rsidRPr="00377392" w:rsidRDefault="00362F74" w:rsidP="00106B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77392">
        <w:rPr>
          <w:rFonts w:ascii="Times New Roman" w:hAnsi="Times New Roman" w:cs="Times New Roman"/>
          <w:sz w:val="26"/>
          <w:szCs w:val="26"/>
        </w:rPr>
        <w:t>3.Контроль за исполнением данного постановления возложить на руководит</w:t>
      </w:r>
      <w:r w:rsidRPr="00377392">
        <w:rPr>
          <w:rFonts w:ascii="Times New Roman" w:hAnsi="Times New Roman" w:cs="Times New Roman"/>
          <w:sz w:val="26"/>
          <w:szCs w:val="26"/>
        </w:rPr>
        <w:t>е</w:t>
      </w:r>
      <w:r w:rsidRPr="00377392">
        <w:rPr>
          <w:rFonts w:ascii="Times New Roman" w:hAnsi="Times New Roman" w:cs="Times New Roman"/>
          <w:sz w:val="26"/>
          <w:szCs w:val="26"/>
        </w:rPr>
        <w:t>ля отдела образования.</w:t>
      </w:r>
    </w:p>
    <w:p w:rsidR="00362F74" w:rsidRPr="00377392" w:rsidRDefault="00362F74" w:rsidP="00106BA6">
      <w:pPr>
        <w:pStyle w:val="ConsPlusNormal"/>
        <w:widowControl/>
        <w:ind w:firstLine="0"/>
        <w:jc w:val="both"/>
        <w:rPr>
          <w:sz w:val="26"/>
          <w:szCs w:val="26"/>
        </w:rPr>
      </w:pPr>
    </w:p>
    <w:p w:rsidR="00362F74" w:rsidRPr="00377392" w:rsidRDefault="00362F74" w:rsidP="002065EC">
      <w:pPr>
        <w:ind w:firstLine="708"/>
        <w:rPr>
          <w:sz w:val="26"/>
          <w:szCs w:val="26"/>
        </w:rPr>
      </w:pPr>
    </w:p>
    <w:p w:rsidR="00362F74" w:rsidRPr="00377392" w:rsidRDefault="00362F74" w:rsidP="002065EC">
      <w:pPr>
        <w:ind w:firstLine="708"/>
        <w:rPr>
          <w:sz w:val="26"/>
          <w:szCs w:val="26"/>
        </w:rPr>
      </w:pPr>
      <w:r w:rsidRPr="00377392">
        <w:rPr>
          <w:sz w:val="26"/>
          <w:szCs w:val="26"/>
        </w:rPr>
        <w:t>Глава города                                                                               А.А.Жуков</w:t>
      </w:r>
    </w:p>
    <w:p w:rsidR="00362F74" w:rsidRPr="00377392" w:rsidRDefault="00362F74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2F74" w:rsidRDefault="00362F74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2F74" w:rsidRDefault="00362F74" w:rsidP="000E4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2F74" w:rsidRDefault="00362F74" w:rsidP="000E4E04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362F74" w:rsidRDefault="00362F74"/>
    <w:sectPr w:rsidR="00362F74" w:rsidSect="002065EC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E65"/>
    <w:multiLevelType w:val="hybridMultilevel"/>
    <w:tmpl w:val="F1FAC1D4"/>
    <w:lvl w:ilvl="0" w:tplc="2B1403E0">
      <w:start w:val="1"/>
      <w:numFmt w:val="decimal"/>
      <w:lvlText w:val="%1."/>
      <w:lvlJc w:val="left"/>
      <w:pPr>
        <w:ind w:left="5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33451991"/>
    <w:multiLevelType w:val="hybridMultilevel"/>
    <w:tmpl w:val="92EE1BDE"/>
    <w:lvl w:ilvl="0" w:tplc="E76A74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00124AD"/>
    <w:multiLevelType w:val="hybridMultilevel"/>
    <w:tmpl w:val="12803C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E04"/>
    <w:rsid w:val="00055BA7"/>
    <w:rsid w:val="0006289E"/>
    <w:rsid w:val="000C25D0"/>
    <w:rsid w:val="000D27C0"/>
    <w:rsid w:val="000E4E04"/>
    <w:rsid w:val="00106BA6"/>
    <w:rsid w:val="001574A6"/>
    <w:rsid w:val="002065EC"/>
    <w:rsid w:val="00311041"/>
    <w:rsid w:val="00335779"/>
    <w:rsid w:val="00362F74"/>
    <w:rsid w:val="00377392"/>
    <w:rsid w:val="00391735"/>
    <w:rsid w:val="003D1246"/>
    <w:rsid w:val="00487497"/>
    <w:rsid w:val="00540800"/>
    <w:rsid w:val="00653201"/>
    <w:rsid w:val="00683C3D"/>
    <w:rsid w:val="006A7FB0"/>
    <w:rsid w:val="006C14F1"/>
    <w:rsid w:val="006F7899"/>
    <w:rsid w:val="00707B37"/>
    <w:rsid w:val="00764352"/>
    <w:rsid w:val="007B136A"/>
    <w:rsid w:val="00862877"/>
    <w:rsid w:val="008740DE"/>
    <w:rsid w:val="008B202B"/>
    <w:rsid w:val="0094378C"/>
    <w:rsid w:val="00A2426F"/>
    <w:rsid w:val="00A85356"/>
    <w:rsid w:val="00AF2253"/>
    <w:rsid w:val="00B16601"/>
    <w:rsid w:val="00B82D16"/>
    <w:rsid w:val="00BB0A85"/>
    <w:rsid w:val="00BC2567"/>
    <w:rsid w:val="00BE31A5"/>
    <w:rsid w:val="00BE49D6"/>
    <w:rsid w:val="00C23EB8"/>
    <w:rsid w:val="00C4425E"/>
    <w:rsid w:val="00CA7C01"/>
    <w:rsid w:val="00CD5AFD"/>
    <w:rsid w:val="00D034BB"/>
    <w:rsid w:val="00DE5780"/>
    <w:rsid w:val="00E8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0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4E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0E4E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1</Pages>
  <Words>209</Words>
  <Characters>1193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17</cp:revision>
  <cp:lastPrinted>2013-12-09T03:24:00Z</cp:lastPrinted>
  <dcterms:created xsi:type="dcterms:W3CDTF">2013-07-22T03:04:00Z</dcterms:created>
  <dcterms:modified xsi:type="dcterms:W3CDTF">2013-12-16T01:23:00Z</dcterms:modified>
</cp:coreProperties>
</file>