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D94" w:rsidRPr="00B8785B" w:rsidRDefault="00C21D94" w:rsidP="0055532F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 №1</w:t>
      </w:r>
    </w:p>
    <w:p w:rsidR="00C21D94" w:rsidRPr="00B8785B" w:rsidRDefault="00C21D94" w:rsidP="0055532F">
      <w:pPr>
        <w:jc w:val="right"/>
        <w:rPr>
          <w:sz w:val="26"/>
          <w:szCs w:val="26"/>
        </w:rPr>
      </w:pPr>
      <w:r w:rsidRPr="00B8785B">
        <w:rPr>
          <w:sz w:val="26"/>
          <w:szCs w:val="26"/>
        </w:rPr>
        <w:t xml:space="preserve"> к постановлению администрации </w:t>
      </w:r>
    </w:p>
    <w:p w:rsidR="00C21D94" w:rsidRPr="00B8785B" w:rsidRDefault="00C21D94" w:rsidP="0055532F">
      <w:pPr>
        <w:jc w:val="right"/>
        <w:rPr>
          <w:sz w:val="26"/>
          <w:szCs w:val="26"/>
        </w:rPr>
      </w:pPr>
      <w:r w:rsidRPr="00B8785B">
        <w:rPr>
          <w:sz w:val="26"/>
          <w:szCs w:val="26"/>
        </w:rPr>
        <w:t xml:space="preserve">города Сорска Республики Хакасия </w:t>
      </w:r>
    </w:p>
    <w:p w:rsidR="00C21D94" w:rsidRPr="00B8785B" w:rsidRDefault="00C21D94" w:rsidP="0055532F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«12» 12. </w:t>
      </w:r>
      <w:smartTag w:uri="urn:schemas-microsoft-com:office:smarttags" w:element="metricconverter">
        <w:smartTagPr>
          <w:attr w:name="ProductID" w:val="2013 г"/>
        </w:smartTagPr>
        <w:r w:rsidRPr="00B8785B">
          <w:rPr>
            <w:sz w:val="26"/>
            <w:szCs w:val="26"/>
          </w:rPr>
          <w:t>2013 г</w:t>
        </w:r>
      </w:smartTag>
      <w:r>
        <w:rPr>
          <w:sz w:val="26"/>
          <w:szCs w:val="26"/>
        </w:rPr>
        <w:t xml:space="preserve">. № 693 </w:t>
      </w:r>
      <w:r w:rsidRPr="00B8785B">
        <w:rPr>
          <w:sz w:val="26"/>
          <w:szCs w:val="26"/>
        </w:rPr>
        <w:t>-п</w:t>
      </w:r>
    </w:p>
    <w:p w:rsidR="00C21D94" w:rsidRPr="00B8785B" w:rsidRDefault="00C21D94" w:rsidP="0055532F">
      <w:pPr>
        <w:jc w:val="both"/>
        <w:rPr>
          <w:b/>
          <w:sz w:val="26"/>
          <w:szCs w:val="26"/>
        </w:rPr>
      </w:pPr>
      <w:r w:rsidRPr="0055532F">
        <w:rPr>
          <w:b/>
          <w:sz w:val="26"/>
          <w:szCs w:val="26"/>
        </w:rPr>
        <w:t xml:space="preserve">3.Перечень  программных мероприятий </w:t>
      </w:r>
    </w:p>
    <w:tbl>
      <w:tblPr>
        <w:tblW w:w="9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2340"/>
        <w:gridCol w:w="1080"/>
        <w:gridCol w:w="1985"/>
        <w:gridCol w:w="2211"/>
        <w:gridCol w:w="1811"/>
      </w:tblGrid>
      <w:tr w:rsidR="00C21D94" w:rsidRPr="00B8785B" w:rsidTr="009455AF">
        <w:tc>
          <w:tcPr>
            <w:tcW w:w="468" w:type="dxa"/>
          </w:tcPr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>№</w:t>
            </w:r>
          </w:p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>п/п</w:t>
            </w:r>
          </w:p>
        </w:tc>
        <w:tc>
          <w:tcPr>
            <w:tcW w:w="2340" w:type="dxa"/>
          </w:tcPr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>Наименование</w:t>
            </w:r>
          </w:p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>мероприятия</w:t>
            </w:r>
          </w:p>
        </w:tc>
        <w:tc>
          <w:tcPr>
            <w:tcW w:w="1080" w:type="dxa"/>
          </w:tcPr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>Срок</w:t>
            </w:r>
          </w:p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>исполнения</w:t>
            </w:r>
          </w:p>
        </w:tc>
        <w:tc>
          <w:tcPr>
            <w:tcW w:w="1985" w:type="dxa"/>
          </w:tcPr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>Ответственный</w:t>
            </w:r>
          </w:p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>исполнитель</w:t>
            </w:r>
          </w:p>
        </w:tc>
        <w:tc>
          <w:tcPr>
            <w:tcW w:w="2211" w:type="dxa"/>
          </w:tcPr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>Источник</w:t>
            </w:r>
          </w:p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>финансирования,</w:t>
            </w:r>
          </w:p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>стоимость работ</w:t>
            </w:r>
          </w:p>
        </w:tc>
        <w:tc>
          <w:tcPr>
            <w:tcW w:w="1811" w:type="dxa"/>
          </w:tcPr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>Ожидаемый</w:t>
            </w:r>
          </w:p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>конечный</w:t>
            </w:r>
          </w:p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>результат</w:t>
            </w:r>
          </w:p>
        </w:tc>
      </w:tr>
      <w:tr w:rsidR="00C21D94" w:rsidRPr="00B8785B" w:rsidTr="009455AF">
        <w:tc>
          <w:tcPr>
            <w:tcW w:w="468" w:type="dxa"/>
          </w:tcPr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>1</w:t>
            </w:r>
          </w:p>
        </w:tc>
        <w:tc>
          <w:tcPr>
            <w:tcW w:w="2340" w:type="dxa"/>
          </w:tcPr>
          <w:p w:rsidR="00C21D94" w:rsidRPr="00B8785B" w:rsidRDefault="00C21D94" w:rsidP="009455AF">
            <w:pPr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>Ремонт  и оснащение столовых и пищеблоков общеобразовательных учреждений</w:t>
            </w:r>
          </w:p>
        </w:tc>
        <w:tc>
          <w:tcPr>
            <w:tcW w:w="1080" w:type="dxa"/>
          </w:tcPr>
          <w:p w:rsidR="00C21D94" w:rsidRPr="00B8785B" w:rsidRDefault="00C21D94" w:rsidP="009455AF">
            <w:pPr>
              <w:jc w:val="center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>2012г.</w:t>
            </w:r>
          </w:p>
          <w:p w:rsidR="00C21D94" w:rsidRPr="00B8785B" w:rsidRDefault="00C21D94" w:rsidP="009455AF">
            <w:pPr>
              <w:jc w:val="center"/>
              <w:rPr>
                <w:sz w:val="26"/>
                <w:szCs w:val="26"/>
              </w:rPr>
            </w:pPr>
          </w:p>
          <w:p w:rsidR="00C21D94" w:rsidRPr="00B8785B" w:rsidRDefault="00C21D94" w:rsidP="009455AF">
            <w:pPr>
              <w:jc w:val="center"/>
              <w:rPr>
                <w:sz w:val="26"/>
                <w:szCs w:val="26"/>
              </w:rPr>
            </w:pPr>
          </w:p>
          <w:p w:rsidR="00C21D94" w:rsidRPr="00B8785B" w:rsidRDefault="00C21D94" w:rsidP="009455AF">
            <w:pPr>
              <w:jc w:val="center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B8785B">
                <w:rPr>
                  <w:sz w:val="26"/>
                  <w:szCs w:val="26"/>
                </w:rPr>
                <w:t>2013 г</w:t>
              </w:r>
            </w:smartTag>
            <w:r w:rsidRPr="00B8785B">
              <w:rPr>
                <w:sz w:val="26"/>
                <w:szCs w:val="26"/>
              </w:rPr>
              <w:t>.</w:t>
            </w:r>
          </w:p>
          <w:p w:rsidR="00C21D94" w:rsidRPr="00B8785B" w:rsidRDefault="00C21D94" w:rsidP="009455A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>От</w:t>
            </w:r>
            <w:r>
              <w:rPr>
                <w:sz w:val="26"/>
                <w:szCs w:val="26"/>
              </w:rPr>
              <w:t xml:space="preserve">дел образования администрации </w:t>
            </w:r>
            <w:r w:rsidRPr="00B8785B">
              <w:rPr>
                <w:sz w:val="26"/>
                <w:szCs w:val="26"/>
              </w:rPr>
              <w:t xml:space="preserve"> г.Сорск</w:t>
            </w:r>
            <w:r>
              <w:rPr>
                <w:sz w:val="26"/>
                <w:szCs w:val="26"/>
              </w:rPr>
              <w:t>а</w:t>
            </w:r>
          </w:p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>Руководители образовательных учреждений</w:t>
            </w:r>
          </w:p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11" w:type="dxa"/>
          </w:tcPr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 xml:space="preserve">МБ </w:t>
            </w:r>
            <w:r w:rsidRPr="00B8785B">
              <w:rPr>
                <w:b/>
                <w:sz w:val="26"/>
                <w:szCs w:val="26"/>
              </w:rPr>
              <w:t>–</w:t>
            </w:r>
            <w:r w:rsidRPr="00B8785B">
              <w:rPr>
                <w:sz w:val="26"/>
                <w:szCs w:val="26"/>
              </w:rPr>
              <w:t>650 тыс.руб.</w:t>
            </w:r>
          </w:p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>РБ – 829 тыс.руб.</w:t>
            </w:r>
          </w:p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</w:p>
          <w:p w:rsidR="00C21D94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 xml:space="preserve">МБ </w:t>
            </w:r>
            <w:r w:rsidRPr="00B8785B">
              <w:rPr>
                <w:b/>
                <w:sz w:val="26"/>
                <w:szCs w:val="26"/>
              </w:rPr>
              <w:t>–</w:t>
            </w:r>
            <w:r w:rsidRPr="00B8785B">
              <w:rPr>
                <w:sz w:val="26"/>
                <w:szCs w:val="26"/>
              </w:rPr>
              <w:t>100 тыс.руб.</w:t>
            </w:r>
          </w:p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РБ – 583 тыс.руб.</w:t>
            </w:r>
          </w:p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811" w:type="dxa"/>
          </w:tcPr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>Приведение помещений пищеблоков и столовых образовательных учреждений в соответствие с СаНПиНами</w:t>
            </w:r>
          </w:p>
        </w:tc>
      </w:tr>
      <w:tr w:rsidR="00C21D94" w:rsidRPr="00B8785B" w:rsidTr="009455AF">
        <w:tc>
          <w:tcPr>
            <w:tcW w:w="468" w:type="dxa"/>
          </w:tcPr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>2</w:t>
            </w:r>
          </w:p>
        </w:tc>
        <w:tc>
          <w:tcPr>
            <w:tcW w:w="2340" w:type="dxa"/>
          </w:tcPr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>Укрепление материально-технической базы  столовых и пищеблоков</w:t>
            </w:r>
          </w:p>
        </w:tc>
        <w:tc>
          <w:tcPr>
            <w:tcW w:w="1080" w:type="dxa"/>
          </w:tcPr>
          <w:p w:rsidR="00C21D94" w:rsidRPr="00B8785B" w:rsidRDefault="00C21D94" w:rsidP="009455AF">
            <w:pPr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 xml:space="preserve">  2012г.</w:t>
            </w:r>
          </w:p>
          <w:p w:rsidR="00C21D94" w:rsidRPr="00B8785B" w:rsidRDefault="00C21D94" w:rsidP="009455AF">
            <w:pPr>
              <w:jc w:val="center"/>
              <w:rPr>
                <w:sz w:val="26"/>
                <w:szCs w:val="26"/>
              </w:rPr>
            </w:pPr>
          </w:p>
          <w:p w:rsidR="00C21D94" w:rsidRPr="00B8785B" w:rsidRDefault="00C21D94" w:rsidP="009455AF">
            <w:pPr>
              <w:jc w:val="center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 xml:space="preserve"> </w:t>
            </w:r>
          </w:p>
          <w:p w:rsidR="00C21D94" w:rsidRPr="00B8785B" w:rsidRDefault="00C21D94" w:rsidP="009455AF">
            <w:pPr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B8785B">
                <w:rPr>
                  <w:sz w:val="26"/>
                  <w:szCs w:val="26"/>
                </w:rPr>
                <w:t>2013 г</w:t>
              </w:r>
            </w:smartTag>
            <w:r w:rsidRPr="00B8785B">
              <w:rPr>
                <w:sz w:val="26"/>
                <w:szCs w:val="26"/>
              </w:rPr>
              <w:t>.</w:t>
            </w:r>
          </w:p>
          <w:p w:rsidR="00C21D94" w:rsidRPr="00B8785B" w:rsidRDefault="00C21D94" w:rsidP="009455A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>От</w:t>
            </w:r>
            <w:r>
              <w:rPr>
                <w:sz w:val="26"/>
                <w:szCs w:val="26"/>
              </w:rPr>
              <w:t xml:space="preserve">дел образования администрации </w:t>
            </w:r>
            <w:r w:rsidRPr="00B8785B">
              <w:rPr>
                <w:sz w:val="26"/>
                <w:szCs w:val="26"/>
              </w:rPr>
              <w:t xml:space="preserve"> г.Сорск</w:t>
            </w:r>
            <w:r>
              <w:rPr>
                <w:sz w:val="26"/>
                <w:szCs w:val="26"/>
              </w:rPr>
              <w:t>а</w:t>
            </w:r>
          </w:p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>Руководители образовательных учреждений</w:t>
            </w:r>
          </w:p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11" w:type="dxa"/>
          </w:tcPr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</w:p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</w:p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</w:p>
          <w:p w:rsidR="00C21D94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>МБ - 0 руб.</w:t>
            </w:r>
          </w:p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РБ -219 тыс.руб</w:t>
            </w:r>
          </w:p>
        </w:tc>
        <w:tc>
          <w:tcPr>
            <w:tcW w:w="1811" w:type="dxa"/>
          </w:tcPr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>Приведение помещений пищеблоков и столовых образовательных учреждений в соответствие с СаНПиНами</w:t>
            </w:r>
          </w:p>
        </w:tc>
      </w:tr>
      <w:tr w:rsidR="00C21D94" w:rsidRPr="00B8785B" w:rsidTr="009455AF">
        <w:tc>
          <w:tcPr>
            <w:tcW w:w="468" w:type="dxa"/>
          </w:tcPr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>3</w:t>
            </w:r>
          </w:p>
        </w:tc>
        <w:tc>
          <w:tcPr>
            <w:tcW w:w="2340" w:type="dxa"/>
          </w:tcPr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 xml:space="preserve">Оказание социальной поддержки по обеспечению питанием детям предшкольного возраста, обучающихся 1-4 классов, детям, оказавшимся в трудной жизненной ситуации </w:t>
            </w:r>
          </w:p>
        </w:tc>
        <w:tc>
          <w:tcPr>
            <w:tcW w:w="1080" w:type="dxa"/>
          </w:tcPr>
          <w:p w:rsidR="00C21D94" w:rsidRPr="00B8785B" w:rsidRDefault="00C21D94" w:rsidP="009455AF">
            <w:pPr>
              <w:jc w:val="center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>2012г.</w:t>
            </w:r>
          </w:p>
          <w:p w:rsidR="00C21D94" w:rsidRPr="00B8785B" w:rsidRDefault="00C21D94" w:rsidP="009455AF">
            <w:pPr>
              <w:jc w:val="center"/>
              <w:rPr>
                <w:sz w:val="26"/>
                <w:szCs w:val="26"/>
              </w:rPr>
            </w:pPr>
          </w:p>
          <w:p w:rsidR="00C21D94" w:rsidRPr="00B8785B" w:rsidRDefault="00C21D94" w:rsidP="009455AF">
            <w:pPr>
              <w:jc w:val="center"/>
              <w:rPr>
                <w:sz w:val="26"/>
                <w:szCs w:val="26"/>
              </w:rPr>
            </w:pPr>
          </w:p>
          <w:p w:rsidR="00C21D94" w:rsidRPr="00B8785B" w:rsidRDefault="00C21D94" w:rsidP="009455AF">
            <w:pPr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B8785B">
                <w:rPr>
                  <w:sz w:val="26"/>
                  <w:szCs w:val="26"/>
                </w:rPr>
                <w:t>2013 г</w:t>
              </w:r>
            </w:smartTag>
            <w:r w:rsidRPr="00B8785B">
              <w:rPr>
                <w:sz w:val="26"/>
                <w:szCs w:val="26"/>
              </w:rPr>
              <w:t>.</w:t>
            </w:r>
          </w:p>
          <w:p w:rsidR="00C21D94" w:rsidRPr="00B8785B" w:rsidRDefault="00C21D94" w:rsidP="009455AF">
            <w:pPr>
              <w:jc w:val="center"/>
              <w:rPr>
                <w:sz w:val="26"/>
                <w:szCs w:val="26"/>
              </w:rPr>
            </w:pPr>
          </w:p>
          <w:p w:rsidR="00C21D94" w:rsidRPr="00B8785B" w:rsidRDefault="00C21D94" w:rsidP="009455AF">
            <w:pPr>
              <w:jc w:val="center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 xml:space="preserve"> </w:t>
            </w:r>
          </w:p>
          <w:p w:rsidR="00C21D94" w:rsidRPr="00B8785B" w:rsidRDefault="00C21D94" w:rsidP="009455A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>От</w:t>
            </w:r>
            <w:r>
              <w:rPr>
                <w:sz w:val="26"/>
                <w:szCs w:val="26"/>
              </w:rPr>
              <w:t xml:space="preserve">дел образования администрации </w:t>
            </w:r>
            <w:r w:rsidRPr="00B8785B">
              <w:rPr>
                <w:sz w:val="26"/>
                <w:szCs w:val="26"/>
              </w:rPr>
              <w:t xml:space="preserve"> г.Сорск</w:t>
            </w:r>
            <w:r>
              <w:rPr>
                <w:sz w:val="26"/>
                <w:szCs w:val="26"/>
              </w:rPr>
              <w:t>а</w:t>
            </w:r>
          </w:p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>Руководители образовательных учреждений</w:t>
            </w:r>
          </w:p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11" w:type="dxa"/>
          </w:tcPr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>МБ-720 тыс.</w:t>
            </w:r>
          </w:p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>РХ – 773 тыс.</w:t>
            </w:r>
          </w:p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</w:p>
          <w:p w:rsidR="00C21D94" w:rsidRDefault="00C21D94" w:rsidP="0055532F">
            <w:pPr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 xml:space="preserve">МБ – </w:t>
            </w:r>
            <w:r>
              <w:rPr>
                <w:sz w:val="26"/>
                <w:szCs w:val="26"/>
              </w:rPr>
              <w:t>1200 т</w:t>
            </w:r>
            <w:r w:rsidRPr="00B8785B">
              <w:rPr>
                <w:sz w:val="26"/>
                <w:szCs w:val="26"/>
              </w:rPr>
              <w:t>ыс.руб.</w:t>
            </w:r>
          </w:p>
          <w:p w:rsidR="00C21D94" w:rsidRPr="00B8785B" w:rsidRDefault="00C21D94" w:rsidP="0055532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РБ-863</w:t>
            </w:r>
            <w:r w:rsidRPr="000812C4">
              <w:rPr>
                <w:sz w:val="26"/>
                <w:szCs w:val="26"/>
              </w:rPr>
              <w:t xml:space="preserve"> тыс.руб</w:t>
            </w:r>
          </w:p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811" w:type="dxa"/>
          </w:tcPr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>Увеличение охвата детей горячим питанием</w:t>
            </w:r>
          </w:p>
        </w:tc>
      </w:tr>
      <w:tr w:rsidR="00C21D94" w:rsidRPr="00B8785B" w:rsidTr="009455AF">
        <w:tc>
          <w:tcPr>
            <w:tcW w:w="468" w:type="dxa"/>
          </w:tcPr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>4</w:t>
            </w:r>
          </w:p>
        </w:tc>
        <w:tc>
          <w:tcPr>
            <w:tcW w:w="2340" w:type="dxa"/>
          </w:tcPr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>Проведение мониторинга за качеством организации питания</w:t>
            </w:r>
          </w:p>
        </w:tc>
        <w:tc>
          <w:tcPr>
            <w:tcW w:w="1080" w:type="dxa"/>
          </w:tcPr>
          <w:p w:rsidR="00C21D94" w:rsidRPr="00B8785B" w:rsidRDefault="00C21D94" w:rsidP="009455AF">
            <w:pPr>
              <w:jc w:val="center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>постоянно</w:t>
            </w:r>
          </w:p>
        </w:tc>
        <w:tc>
          <w:tcPr>
            <w:tcW w:w="1985" w:type="dxa"/>
          </w:tcPr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>От</w:t>
            </w:r>
            <w:r>
              <w:rPr>
                <w:sz w:val="26"/>
                <w:szCs w:val="26"/>
              </w:rPr>
              <w:t xml:space="preserve">дел образования администрации </w:t>
            </w:r>
            <w:r w:rsidRPr="00B8785B">
              <w:rPr>
                <w:sz w:val="26"/>
                <w:szCs w:val="26"/>
              </w:rPr>
              <w:t xml:space="preserve"> г.Сорск</w:t>
            </w:r>
            <w:r>
              <w:rPr>
                <w:sz w:val="26"/>
                <w:szCs w:val="26"/>
              </w:rPr>
              <w:t>а</w:t>
            </w:r>
          </w:p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11" w:type="dxa"/>
          </w:tcPr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>Не требует финансирования</w:t>
            </w:r>
          </w:p>
        </w:tc>
        <w:tc>
          <w:tcPr>
            <w:tcW w:w="1811" w:type="dxa"/>
          </w:tcPr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>Улучшение качества питания</w:t>
            </w:r>
          </w:p>
        </w:tc>
      </w:tr>
      <w:tr w:rsidR="00C21D94" w:rsidRPr="00B8785B" w:rsidTr="009455AF">
        <w:tc>
          <w:tcPr>
            <w:tcW w:w="468" w:type="dxa"/>
          </w:tcPr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>5</w:t>
            </w:r>
          </w:p>
        </w:tc>
        <w:tc>
          <w:tcPr>
            <w:tcW w:w="2340" w:type="dxa"/>
          </w:tcPr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>Подведение итогов реализации Программы</w:t>
            </w:r>
          </w:p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:rsidR="00C21D94" w:rsidRPr="00B8785B" w:rsidRDefault="00C21D94" w:rsidP="009455AF">
            <w:pPr>
              <w:jc w:val="center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>Ноябрь-декабрь 2013г.</w:t>
            </w:r>
          </w:p>
        </w:tc>
        <w:tc>
          <w:tcPr>
            <w:tcW w:w="1985" w:type="dxa"/>
          </w:tcPr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>От</w:t>
            </w:r>
            <w:r>
              <w:rPr>
                <w:sz w:val="26"/>
                <w:szCs w:val="26"/>
              </w:rPr>
              <w:t xml:space="preserve">дел образования администрации </w:t>
            </w:r>
            <w:r w:rsidRPr="00B8785B">
              <w:rPr>
                <w:sz w:val="26"/>
                <w:szCs w:val="26"/>
              </w:rPr>
              <w:t xml:space="preserve"> г.Сорск</w:t>
            </w:r>
            <w:r>
              <w:rPr>
                <w:sz w:val="26"/>
                <w:szCs w:val="26"/>
              </w:rPr>
              <w:t>а</w:t>
            </w:r>
          </w:p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11" w:type="dxa"/>
          </w:tcPr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>Не требует финансирования</w:t>
            </w:r>
          </w:p>
          <w:p w:rsidR="00C21D94" w:rsidRPr="00B8785B" w:rsidRDefault="00C21D94" w:rsidP="009455AF">
            <w:pPr>
              <w:ind w:firstLine="708"/>
              <w:rPr>
                <w:sz w:val="26"/>
                <w:szCs w:val="26"/>
              </w:rPr>
            </w:pPr>
          </w:p>
        </w:tc>
        <w:tc>
          <w:tcPr>
            <w:tcW w:w="1811" w:type="dxa"/>
          </w:tcPr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</w:p>
        </w:tc>
      </w:tr>
      <w:tr w:rsidR="00C21D94" w:rsidRPr="00B8785B" w:rsidTr="009455AF">
        <w:tc>
          <w:tcPr>
            <w:tcW w:w="468" w:type="dxa"/>
          </w:tcPr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</w:tcPr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>ИТОГО</w:t>
            </w:r>
          </w:p>
        </w:tc>
        <w:tc>
          <w:tcPr>
            <w:tcW w:w="1080" w:type="dxa"/>
          </w:tcPr>
          <w:p w:rsidR="00C21D94" w:rsidRPr="00B8785B" w:rsidRDefault="00C21D94" w:rsidP="009455AF">
            <w:pPr>
              <w:jc w:val="center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>2012г.</w:t>
            </w:r>
          </w:p>
          <w:p w:rsidR="00C21D94" w:rsidRPr="00B8785B" w:rsidRDefault="00C21D94" w:rsidP="009455AF">
            <w:pPr>
              <w:jc w:val="center"/>
              <w:rPr>
                <w:sz w:val="26"/>
                <w:szCs w:val="26"/>
              </w:rPr>
            </w:pPr>
          </w:p>
          <w:p w:rsidR="00C21D94" w:rsidRPr="00B8785B" w:rsidRDefault="00C21D94" w:rsidP="009455AF">
            <w:pPr>
              <w:jc w:val="center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B8785B">
                <w:rPr>
                  <w:sz w:val="26"/>
                  <w:szCs w:val="26"/>
                </w:rPr>
                <w:t>2013 г</w:t>
              </w:r>
            </w:smartTag>
            <w:r w:rsidRPr="00B8785B">
              <w:rPr>
                <w:sz w:val="26"/>
                <w:szCs w:val="26"/>
              </w:rPr>
              <w:t>.</w:t>
            </w:r>
          </w:p>
          <w:p w:rsidR="00C21D94" w:rsidRPr="00B8785B" w:rsidRDefault="00C21D94" w:rsidP="009455A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11" w:type="dxa"/>
          </w:tcPr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 xml:space="preserve">МБ </w:t>
            </w:r>
            <w:r w:rsidRPr="00B8785B">
              <w:rPr>
                <w:b/>
                <w:sz w:val="26"/>
                <w:szCs w:val="26"/>
              </w:rPr>
              <w:t>–</w:t>
            </w:r>
            <w:r w:rsidRPr="00B8785B">
              <w:rPr>
                <w:sz w:val="26"/>
                <w:szCs w:val="26"/>
              </w:rPr>
              <w:t>1370 тыс.руб</w:t>
            </w:r>
          </w:p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 xml:space="preserve">РБ </w:t>
            </w:r>
            <w:r w:rsidRPr="00B8785B">
              <w:rPr>
                <w:b/>
                <w:sz w:val="26"/>
                <w:szCs w:val="26"/>
              </w:rPr>
              <w:t>–</w:t>
            </w:r>
            <w:r w:rsidRPr="00B8785B">
              <w:rPr>
                <w:sz w:val="26"/>
                <w:szCs w:val="26"/>
              </w:rPr>
              <w:t>1602тыс.руб</w:t>
            </w:r>
          </w:p>
          <w:p w:rsidR="00C21D94" w:rsidRDefault="00C21D94" w:rsidP="009455AF">
            <w:pPr>
              <w:jc w:val="both"/>
              <w:rPr>
                <w:sz w:val="26"/>
                <w:szCs w:val="26"/>
              </w:rPr>
            </w:pPr>
            <w:r w:rsidRPr="00B8785B">
              <w:rPr>
                <w:sz w:val="26"/>
                <w:szCs w:val="26"/>
              </w:rPr>
              <w:t>МБ</w:t>
            </w:r>
            <w:r w:rsidRPr="00B8785B">
              <w:rPr>
                <w:b/>
                <w:sz w:val="26"/>
                <w:szCs w:val="26"/>
              </w:rPr>
              <w:t>–</w:t>
            </w:r>
            <w:r w:rsidRPr="00B8785B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300</w:t>
            </w:r>
            <w:r w:rsidRPr="00B8785B">
              <w:rPr>
                <w:sz w:val="26"/>
                <w:szCs w:val="26"/>
              </w:rPr>
              <w:t xml:space="preserve"> тыс.руб</w:t>
            </w:r>
          </w:p>
          <w:p w:rsidR="00C21D94" w:rsidRDefault="00C21D94" w:rsidP="009455A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РБ -1665 тыс.руб.</w:t>
            </w:r>
          </w:p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</w:p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811" w:type="dxa"/>
          </w:tcPr>
          <w:p w:rsidR="00C21D94" w:rsidRPr="00B8785B" w:rsidRDefault="00C21D94" w:rsidP="009455AF">
            <w:pPr>
              <w:jc w:val="both"/>
              <w:rPr>
                <w:sz w:val="26"/>
                <w:szCs w:val="26"/>
              </w:rPr>
            </w:pPr>
          </w:p>
        </w:tc>
      </w:tr>
    </w:tbl>
    <w:p w:rsidR="00C21D94" w:rsidRDefault="00C21D94" w:rsidP="0055532F">
      <w:pPr>
        <w:jc w:val="both"/>
        <w:rPr>
          <w:b/>
          <w:sz w:val="26"/>
          <w:szCs w:val="26"/>
        </w:rPr>
        <w:sectPr w:rsidR="00C21D94" w:rsidSect="000812C4">
          <w:pgSz w:w="11906" w:h="16838"/>
          <w:pgMar w:top="1134" w:right="1134" w:bottom="1134" w:left="1531" w:header="709" w:footer="709" w:gutter="0"/>
          <w:cols w:space="708"/>
          <w:docGrid w:linePitch="360"/>
        </w:sectPr>
      </w:pPr>
    </w:p>
    <w:p w:rsidR="00C21D94" w:rsidRPr="00B8785B" w:rsidRDefault="00C21D94" w:rsidP="0055532F">
      <w:pPr>
        <w:jc w:val="both"/>
        <w:rPr>
          <w:b/>
          <w:sz w:val="26"/>
          <w:szCs w:val="26"/>
        </w:rPr>
      </w:pPr>
    </w:p>
    <w:p w:rsidR="00C21D94" w:rsidRDefault="00C21D94"/>
    <w:sectPr w:rsidR="00C21D94" w:rsidSect="0055532F">
      <w:pgSz w:w="11906" w:h="16838"/>
      <w:pgMar w:top="1134" w:right="1134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E617C"/>
    <w:multiLevelType w:val="hybridMultilevel"/>
    <w:tmpl w:val="D6947CA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32F"/>
    <w:rsid w:val="000812C4"/>
    <w:rsid w:val="002351BC"/>
    <w:rsid w:val="00303EBF"/>
    <w:rsid w:val="00541A23"/>
    <w:rsid w:val="0055532F"/>
    <w:rsid w:val="009455AF"/>
    <w:rsid w:val="00A934A7"/>
    <w:rsid w:val="00B8785B"/>
    <w:rsid w:val="00C20906"/>
    <w:rsid w:val="00C21D94"/>
    <w:rsid w:val="00CD4B32"/>
    <w:rsid w:val="00EC16CC"/>
    <w:rsid w:val="00F25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32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3</Pages>
  <Words>254</Words>
  <Characters>1454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Мунуслуги</cp:lastModifiedBy>
  <cp:revision>4</cp:revision>
  <cp:lastPrinted>2013-12-10T00:34:00Z</cp:lastPrinted>
  <dcterms:created xsi:type="dcterms:W3CDTF">2013-12-02T12:54:00Z</dcterms:created>
  <dcterms:modified xsi:type="dcterms:W3CDTF">2013-12-13T04:30:00Z</dcterms:modified>
</cp:coreProperties>
</file>