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96" w:rsidRDefault="00B75896" w:rsidP="0059188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5896" w:rsidRDefault="00B75896" w:rsidP="0059188C">
      <w:pPr>
        <w:rPr>
          <w:sz w:val="26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B75896" w:rsidRDefault="00B75896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75896" w:rsidRDefault="00B75896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75896" w:rsidRDefault="00B75896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75896" w:rsidRDefault="00B75896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75896" w:rsidRDefault="00B75896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75896" w:rsidRDefault="00B75896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75896" w:rsidRDefault="00B75896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72pt;margin-top:39.6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B75896" w:rsidRDefault="00B75896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75896" w:rsidRDefault="00B75896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75896" w:rsidRDefault="00B75896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B75896" w:rsidRDefault="00B75896" w:rsidP="0059188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B75896" w:rsidRDefault="00B75896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75896" w:rsidRDefault="00B75896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75896" w:rsidRDefault="00B75896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029" style="position:absolute;z-index:251661312" from="18pt,103.1pt" to="469pt,103.1pt" strokeweight=".26mm">
            <v:stroke joinstyle="miter"/>
          </v:line>
        </w:pict>
      </w:r>
    </w:p>
    <w:p w:rsidR="00B75896" w:rsidRDefault="00B75896" w:rsidP="0059188C">
      <w:pPr>
        <w:rPr>
          <w:sz w:val="26"/>
        </w:rPr>
      </w:pPr>
    </w:p>
    <w:p w:rsidR="00B75896" w:rsidRDefault="00B75896" w:rsidP="0059188C">
      <w:pPr>
        <w:rPr>
          <w:b/>
          <w:sz w:val="26"/>
        </w:rPr>
      </w:pPr>
    </w:p>
    <w:p w:rsidR="00B75896" w:rsidRDefault="00B75896" w:rsidP="0059188C">
      <w:pPr>
        <w:rPr>
          <w:b/>
          <w:sz w:val="26"/>
        </w:rPr>
      </w:pPr>
    </w:p>
    <w:p w:rsidR="00B75896" w:rsidRDefault="00B75896" w:rsidP="0059188C">
      <w:pPr>
        <w:ind w:firstLine="360"/>
        <w:jc w:val="center"/>
        <w:rPr>
          <w:b/>
          <w:sz w:val="26"/>
          <w:szCs w:val="26"/>
        </w:rPr>
      </w:pPr>
    </w:p>
    <w:p w:rsidR="00B75896" w:rsidRDefault="00B75896" w:rsidP="0059188C">
      <w:pPr>
        <w:ind w:firstLine="360"/>
        <w:jc w:val="center"/>
        <w:rPr>
          <w:b/>
          <w:sz w:val="26"/>
          <w:szCs w:val="26"/>
        </w:rPr>
      </w:pPr>
    </w:p>
    <w:p w:rsidR="00B75896" w:rsidRDefault="00B75896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75896" w:rsidRDefault="00B75896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75896" w:rsidRDefault="00B75896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75896" w:rsidRDefault="00B75896" w:rsidP="0059188C">
      <w:pPr>
        <w:jc w:val="center"/>
        <w:rPr>
          <w:sz w:val="26"/>
          <w:szCs w:val="26"/>
        </w:rPr>
      </w:pPr>
    </w:p>
    <w:p w:rsidR="00B75896" w:rsidRDefault="00B75896" w:rsidP="0059188C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«23» 12. 2013г.                                                                              № 722-п.  </w:t>
      </w:r>
    </w:p>
    <w:p w:rsidR="00B75896" w:rsidRDefault="00B75896" w:rsidP="0059188C">
      <w:pPr>
        <w:rPr>
          <w:sz w:val="26"/>
          <w:szCs w:val="26"/>
        </w:rPr>
      </w:pPr>
      <w:r>
        <w:rPr>
          <w:noProof/>
        </w:rPr>
        <w:pict>
          <v:shape id="_x0000_s1030" type="#_x0000_t202" style="position:absolute;margin-left:272pt;margin-top:11.15pt;width:196pt;height:75.95pt;z-index:251662336;mso-wrap-distance-left:9.05pt;mso-wrap-distance-right:9.05pt" stroked="f">
            <v:fill opacity="0" color2="black"/>
            <v:textbox style="mso-next-textbox:#_x0000_s1030" inset="0,0,0,0">
              <w:txbxContent>
                <w:p w:rsidR="00B75896" w:rsidRDefault="00B75896" w:rsidP="0059188C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B75896" w:rsidRDefault="00B75896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75896" w:rsidRDefault="00B75896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75896" w:rsidRDefault="00B75896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75896" w:rsidRDefault="00B75896" w:rsidP="0032308D">
      <w:pPr>
        <w:pStyle w:val="NoSpacing"/>
        <w:ind w:firstLine="37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утверждении Плана мероприятий по</w:t>
      </w:r>
    </w:p>
    <w:p w:rsidR="00B75896" w:rsidRDefault="00B75896" w:rsidP="0032308D">
      <w:pPr>
        <w:pStyle w:val="NoSpacing"/>
        <w:ind w:firstLine="37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реализации в городе Сорске в 2013-2015</w:t>
      </w:r>
    </w:p>
    <w:p w:rsidR="00B75896" w:rsidRDefault="00B75896" w:rsidP="0032308D">
      <w:pPr>
        <w:pStyle w:val="NoSpacing"/>
        <w:ind w:firstLine="37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годах Стратегии государственной</w:t>
      </w:r>
    </w:p>
    <w:p w:rsidR="00B75896" w:rsidRDefault="00B75896" w:rsidP="0032308D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национальной политики Российской </w:t>
      </w:r>
    </w:p>
    <w:p w:rsidR="00B75896" w:rsidRDefault="00B75896" w:rsidP="0032308D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Федерации на период до 2025 года </w:t>
      </w:r>
    </w:p>
    <w:p w:rsidR="00B75896" w:rsidRDefault="00B75896" w:rsidP="0032308D">
      <w:pPr>
        <w:pStyle w:val="NoSpacing"/>
        <w:ind w:firstLine="375"/>
        <w:jc w:val="both"/>
        <w:rPr>
          <w:rFonts w:ascii="Times New Roman" w:hAnsi="Times New Roman" w:cs="Times New Roman"/>
          <w:sz w:val="26"/>
          <w:szCs w:val="26"/>
        </w:rPr>
      </w:pPr>
    </w:p>
    <w:p w:rsidR="00B75896" w:rsidRDefault="00B75896" w:rsidP="0032308D">
      <w:pPr>
        <w:pStyle w:val="NoSpacing"/>
        <w:ind w:firstLine="375"/>
        <w:jc w:val="both"/>
        <w:rPr>
          <w:rFonts w:ascii="Times New Roman" w:hAnsi="Times New Roman" w:cs="Times New Roman"/>
          <w:sz w:val="26"/>
          <w:szCs w:val="26"/>
        </w:rPr>
      </w:pPr>
    </w:p>
    <w:p w:rsidR="00B75896" w:rsidRDefault="00B75896" w:rsidP="00F000C6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B75896" w:rsidRDefault="00B75896" w:rsidP="00C62EB9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Во исполнение распоряжения Правительства Российской Федерации от 15.07.2013 № 1226-р, Постановления Президиума Правительства Республики Хакасия  от 15.11.2013 №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114-п </w:t>
      </w:r>
      <w:r>
        <w:rPr>
          <w:rFonts w:ascii="Times New Roman" w:hAnsi="Times New Roman" w:cs="Times New Roman"/>
          <w:sz w:val="26"/>
          <w:szCs w:val="26"/>
        </w:rPr>
        <w:t xml:space="preserve"> об утверждении Плана мероприятий по реализации в Республике Хакасия в 2013-2015 годах стратегии государственной национальной политики Российской Федерации на период до 2025 года, на основании устава муниципального образования город Сорск, администрация города Сорска Республики Хакасия</w:t>
      </w:r>
    </w:p>
    <w:p w:rsidR="00B75896" w:rsidRDefault="00B75896" w:rsidP="00C62EB9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ПОСТАНОВЛЯЕТ:</w:t>
      </w:r>
    </w:p>
    <w:p w:rsidR="00B75896" w:rsidRDefault="00B75896" w:rsidP="00797259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прилагаемый План мероприятий по реализации в городе Сорске в </w:t>
      </w:r>
    </w:p>
    <w:p w:rsidR="00B75896" w:rsidRDefault="00B75896" w:rsidP="00797259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2013-2015 годах Стратегии государственной национальной политики Российской Федерации на период до 2025 года (далее - План).</w:t>
      </w:r>
    </w:p>
    <w:p w:rsidR="00B75896" w:rsidRDefault="00B75896" w:rsidP="00797259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«Сорский молибден»  и   на</w:t>
      </w:r>
    </w:p>
    <w:p w:rsidR="00B75896" w:rsidRDefault="00B75896" w:rsidP="00797259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официальном сайте администрации города Сорска Республики Хакасия. </w:t>
      </w:r>
    </w:p>
    <w:p w:rsidR="00B75896" w:rsidRDefault="00B75896" w:rsidP="00797259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за исполнением постановления возложить на заместителя главы по</w:t>
      </w:r>
    </w:p>
    <w:p w:rsidR="00B75896" w:rsidRDefault="00B75896" w:rsidP="00797259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социальным вопросам.</w:t>
      </w:r>
    </w:p>
    <w:p w:rsidR="00B75896" w:rsidRDefault="00B75896" w:rsidP="0079725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B75896" w:rsidRDefault="00B75896" w:rsidP="00797259">
      <w:pPr>
        <w:pStyle w:val="NoSpacing"/>
        <w:ind w:firstLine="375"/>
        <w:rPr>
          <w:rFonts w:ascii="Times New Roman" w:hAnsi="Times New Roman" w:cs="Times New Roman"/>
          <w:sz w:val="26"/>
          <w:szCs w:val="26"/>
        </w:rPr>
      </w:pPr>
    </w:p>
    <w:p w:rsidR="00B75896" w:rsidRPr="00F000C6" w:rsidRDefault="00B75896" w:rsidP="00F000C6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B75896" w:rsidRDefault="00B75896" w:rsidP="002966A6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B75896" w:rsidRDefault="00B75896" w:rsidP="0059188C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B75896" w:rsidRDefault="00B75896" w:rsidP="00E15F36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                                                                                              А.А. Жуков</w:t>
      </w:r>
    </w:p>
    <w:p w:rsidR="00B75896" w:rsidRDefault="00B75896" w:rsidP="0059188C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75896" w:rsidRDefault="00B75896" w:rsidP="0059188C">
      <w:pPr>
        <w:rPr>
          <w:sz w:val="26"/>
          <w:szCs w:val="26"/>
        </w:rPr>
      </w:pPr>
    </w:p>
    <w:p w:rsidR="00B75896" w:rsidRDefault="00B75896" w:rsidP="0059188C">
      <w:pPr>
        <w:rPr>
          <w:sz w:val="26"/>
          <w:szCs w:val="26"/>
        </w:rPr>
      </w:pPr>
    </w:p>
    <w:p w:rsidR="00B75896" w:rsidRDefault="00B75896" w:rsidP="0059188C">
      <w:pPr>
        <w:rPr>
          <w:sz w:val="26"/>
          <w:szCs w:val="26"/>
        </w:rPr>
      </w:pPr>
    </w:p>
    <w:p w:rsidR="00B75896" w:rsidRDefault="00B75896" w:rsidP="0059188C">
      <w:pPr>
        <w:rPr>
          <w:sz w:val="26"/>
          <w:szCs w:val="26"/>
        </w:rPr>
      </w:pPr>
    </w:p>
    <w:p w:rsidR="00B75896" w:rsidRDefault="00B75896" w:rsidP="0059188C">
      <w:pPr>
        <w:rPr>
          <w:sz w:val="26"/>
          <w:szCs w:val="26"/>
        </w:rPr>
      </w:pPr>
    </w:p>
    <w:p w:rsidR="00B75896" w:rsidRDefault="00B75896" w:rsidP="0059188C">
      <w:pPr>
        <w:rPr>
          <w:sz w:val="26"/>
          <w:szCs w:val="26"/>
        </w:rPr>
      </w:pPr>
    </w:p>
    <w:p w:rsidR="00B75896" w:rsidRPr="00B91A35" w:rsidRDefault="00B75896">
      <w:pPr>
        <w:rPr>
          <w:sz w:val="20"/>
          <w:szCs w:val="20"/>
        </w:rPr>
      </w:pPr>
    </w:p>
    <w:sectPr w:rsidR="00B75896" w:rsidRPr="00B91A35" w:rsidSect="009F09A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040A"/>
    <w:multiLevelType w:val="hybridMultilevel"/>
    <w:tmpl w:val="02EA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366AEA"/>
    <w:multiLevelType w:val="hybridMultilevel"/>
    <w:tmpl w:val="A4446A56"/>
    <w:lvl w:ilvl="0" w:tplc="CC3A5962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88C"/>
    <w:rsid w:val="00056E86"/>
    <w:rsid w:val="000A7A23"/>
    <w:rsid w:val="0023514E"/>
    <w:rsid w:val="002966A6"/>
    <w:rsid w:val="0032308D"/>
    <w:rsid w:val="003B0068"/>
    <w:rsid w:val="003C57E0"/>
    <w:rsid w:val="00406497"/>
    <w:rsid w:val="00420706"/>
    <w:rsid w:val="00457B06"/>
    <w:rsid w:val="0059188C"/>
    <w:rsid w:val="005D027D"/>
    <w:rsid w:val="005E5262"/>
    <w:rsid w:val="005F0814"/>
    <w:rsid w:val="00643F22"/>
    <w:rsid w:val="00663F91"/>
    <w:rsid w:val="006C733C"/>
    <w:rsid w:val="00774A84"/>
    <w:rsid w:val="00776084"/>
    <w:rsid w:val="00797259"/>
    <w:rsid w:val="007C4356"/>
    <w:rsid w:val="007E43BC"/>
    <w:rsid w:val="00946088"/>
    <w:rsid w:val="00992219"/>
    <w:rsid w:val="009C27EF"/>
    <w:rsid w:val="009F09A0"/>
    <w:rsid w:val="00A41389"/>
    <w:rsid w:val="00A74020"/>
    <w:rsid w:val="00AE4A13"/>
    <w:rsid w:val="00B75896"/>
    <w:rsid w:val="00B76A25"/>
    <w:rsid w:val="00B91A35"/>
    <w:rsid w:val="00C62EB9"/>
    <w:rsid w:val="00D97BCB"/>
    <w:rsid w:val="00DF2B79"/>
    <w:rsid w:val="00E15A4E"/>
    <w:rsid w:val="00E15F36"/>
    <w:rsid w:val="00F000C6"/>
    <w:rsid w:val="00F100DE"/>
    <w:rsid w:val="00FD3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88C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9188C"/>
    <w:pPr>
      <w:suppressAutoHyphens/>
    </w:pPr>
    <w:rPr>
      <w:rFonts w:ascii="Calibri" w:hAnsi="Calibri" w:cs="Calibri"/>
      <w:lang w:eastAsia="ar-SA"/>
    </w:rPr>
  </w:style>
  <w:style w:type="paragraph" w:customStyle="1" w:styleId="ConsPlusNormal">
    <w:name w:val="ConsPlusNormal"/>
    <w:uiPriority w:val="99"/>
    <w:rsid w:val="005918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04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2</Pages>
  <Words>965</Words>
  <Characters>5505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Мунуслуги</cp:lastModifiedBy>
  <cp:revision>13</cp:revision>
  <cp:lastPrinted>2013-12-20T09:43:00Z</cp:lastPrinted>
  <dcterms:created xsi:type="dcterms:W3CDTF">2013-12-19T01:38:00Z</dcterms:created>
  <dcterms:modified xsi:type="dcterms:W3CDTF">2013-12-26T04:17:00Z</dcterms:modified>
</cp:coreProperties>
</file>