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74D" w:rsidRPr="002307F3" w:rsidRDefault="00B7274D" w:rsidP="000671FE">
      <w:pPr>
        <w:tabs>
          <w:tab w:val="left" w:pos="540"/>
        </w:tabs>
        <w:ind w:left="5760"/>
        <w:jc w:val="center"/>
        <w:rPr>
          <w:sz w:val="26"/>
          <w:szCs w:val="26"/>
        </w:rPr>
      </w:pPr>
      <w:r w:rsidRPr="002307F3">
        <w:rPr>
          <w:sz w:val="26"/>
          <w:szCs w:val="26"/>
        </w:rPr>
        <w:t>УТВЕРЖДАЮ</w:t>
      </w:r>
    </w:p>
    <w:p w:rsidR="00B7274D" w:rsidRPr="002307F3" w:rsidRDefault="00B7274D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И.о. п</w:t>
      </w:r>
      <w:r w:rsidRPr="002307F3">
        <w:rPr>
          <w:sz w:val="26"/>
          <w:szCs w:val="26"/>
        </w:rPr>
        <w:t>редседател</w:t>
      </w:r>
      <w:r>
        <w:rPr>
          <w:sz w:val="26"/>
          <w:szCs w:val="26"/>
        </w:rPr>
        <w:t>я</w:t>
      </w:r>
    </w:p>
    <w:p w:rsidR="00B7274D" w:rsidRDefault="00B7274D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а</w:t>
      </w:r>
      <w:r w:rsidRPr="002307F3">
        <w:rPr>
          <w:sz w:val="26"/>
          <w:szCs w:val="26"/>
        </w:rPr>
        <w:t>дминистративной комисси</w:t>
      </w:r>
      <w:r>
        <w:rPr>
          <w:sz w:val="26"/>
          <w:szCs w:val="26"/>
        </w:rPr>
        <w:t>и</w:t>
      </w:r>
    </w:p>
    <w:p w:rsidR="00B7274D" w:rsidRDefault="00B7274D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г. Сорска</w:t>
      </w:r>
    </w:p>
    <w:p w:rsidR="00B7274D" w:rsidRDefault="00B7274D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____________О.В. Шлапунова</w:t>
      </w:r>
    </w:p>
    <w:p w:rsidR="00B7274D" w:rsidRPr="002307F3" w:rsidRDefault="00B7274D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23 декабря 2013г.</w:t>
      </w:r>
    </w:p>
    <w:p w:rsidR="00B7274D" w:rsidRDefault="00B7274D" w:rsidP="000671FE">
      <w:pPr>
        <w:jc w:val="center"/>
        <w:rPr>
          <w:b/>
          <w:sz w:val="26"/>
          <w:szCs w:val="26"/>
        </w:rPr>
      </w:pPr>
    </w:p>
    <w:p w:rsidR="00B7274D" w:rsidRDefault="00B7274D" w:rsidP="000671FE">
      <w:pPr>
        <w:jc w:val="center"/>
        <w:rPr>
          <w:b/>
          <w:sz w:val="26"/>
          <w:szCs w:val="26"/>
        </w:rPr>
      </w:pPr>
    </w:p>
    <w:p w:rsidR="00B7274D" w:rsidRPr="002307F3" w:rsidRDefault="00B7274D" w:rsidP="000671FE">
      <w:pPr>
        <w:jc w:val="center"/>
        <w:rPr>
          <w:b/>
          <w:sz w:val="26"/>
          <w:szCs w:val="26"/>
        </w:rPr>
      </w:pPr>
      <w:r w:rsidRPr="002307F3">
        <w:rPr>
          <w:b/>
          <w:sz w:val="26"/>
          <w:szCs w:val="26"/>
        </w:rPr>
        <w:t>ПОВЕСТКА</w:t>
      </w:r>
    </w:p>
    <w:p w:rsidR="00B7274D" w:rsidRDefault="00B7274D" w:rsidP="000671FE">
      <w:pPr>
        <w:jc w:val="center"/>
        <w:rPr>
          <w:b/>
          <w:sz w:val="26"/>
          <w:szCs w:val="26"/>
        </w:rPr>
      </w:pPr>
      <w:r w:rsidRPr="002307F3">
        <w:rPr>
          <w:b/>
          <w:sz w:val="26"/>
          <w:szCs w:val="26"/>
        </w:rPr>
        <w:t>заседания административной комиссии</w:t>
      </w:r>
      <w:r>
        <w:rPr>
          <w:b/>
          <w:sz w:val="26"/>
          <w:szCs w:val="26"/>
        </w:rPr>
        <w:t xml:space="preserve"> </w:t>
      </w:r>
      <w:r w:rsidRPr="002307F3">
        <w:rPr>
          <w:b/>
          <w:sz w:val="26"/>
          <w:szCs w:val="26"/>
        </w:rPr>
        <w:t>г. Сорск</w:t>
      </w:r>
      <w:r>
        <w:rPr>
          <w:b/>
          <w:sz w:val="26"/>
          <w:szCs w:val="26"/>
        </w:rPr>
        <w:t>а</w:t>
      </w:r>
    </w:p>
    <w:p w:rsidR="00B7274D" w:rsidRDefault="00B7274D" w:rsidP="000671FE">
      <w:pPr>
        <w:jc w:val="center"/>
        <w:rPr>
          <w:b/>
          <w:sz w:val="26"/>
          <w:szCs w:val="26"/>
        </w:rPr>
      </w:pPr>
    </w:p>
    <w:p w:rsidR="00B7274D" w:rsidRDefault="00B7274D" w:rsidP="000671FE">
      <w:pPr>
        <w:jc w:val="both"/>
        <w:rPr>
          <w:sz w:val="26"/>
          <w:szCs w:val="26"/>
        </w:rPr>
      </w:pPr>
      <w:r w:rsidRPr="002307F3">
        <w:rPr>
          <w:sz w:val="26"/>
          <w:szCs w:val="26"/>
        </w:rPr>
        <w:t>г. Сорск</w:t>
      </w:r>
    </w:p>
    <w:p w:rsidR="00B7274D" w:rsidRDefault="00B7274D" w:rsidP="000671FE">
      <w:pPr>
        <w:jc w:val="both"/>
        <w:rPr>
          <w:sz w:val="26"/>
          <w:szCs w:val="26"/>
        </w:rPr>
      </w:pPr>
    </w:p>
    <w:p w:rsidR="00B7274D" w:rsidRPr="00E541C9" w:rsidRDefault="00B7274D" w:rsidP="000671FE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24 декабря 20</w:t>
      </w:r>
      <w:r w:rsidRPr="00E541C9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E541C9">
        <w:rPr>
          <w:sz w:val="26"/>
          <w:szCs w:val="26"/>
        </w:rPr>
        <w:t xml:space="preserve"> года                          </w:t>
      </w:r>
      <w:r>
        <w:rPr>
          <w:sz w:val="26"/>
          <w:szCs w:val="26"/>
        </w:rPr>
        <w:t xml:space="preserve">                            </w:t>
      </w:r>
      <w:r w:rsidRPr="00E541C9">
        <w:rPr>
          <w:sz w:val="26"/>
          <w:szCs w:val="26"/>
        </w:rPr>
        <w:t xml:space="preserve">           14 часов 00 минут</w:t>
      </w:r>
    </w:p>
    <w:p w:rsidR="00B7274D" w:rsidRPr="00E541C9" w:rsidRDefault="00B7274D" w:rsidP="000671FE">
      <w:pPr>
        <w:jc w:val="both"/>
        <w:rPr>
          <w:sz w:val="26"/>
          <w:szCs w:val="26"/>
        </w:rPr>
      </w:pPr>
    </w:p>
    <w:p w:rsidR="00B7274D" w:rsidRPr="00E541C9" w:rsidRDefault="00B7274D" w:rsidP="000671FE">
      <w:pPr>
        <w:ind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Место проведения заседания административной комиссии г. Сорска: г. Сорск, ул. Кирова, 3, конференц-зал.</w:t>
      </w:r>
    </w:p>
    <w:p w:rsidR="00B7274D" w:rsidRPr="00E541C9" w:rsidRDefault="00B7274D" w:rsidP="000671FE">
      <w:pPr>
        <w:jc w:val="both"/>
        <w:rPr>
          <w:sz w:val="26"/>
          <w:szCs w:val="26"/>
        </w:rPr>
      </w:pPr>
    </w:p>
    <w:p w:rsidR="00B7274D" w:rsidRDefault="00B7274D" w:rsidP="000671FE">
      <w:pPr>
        <w:tabs>
          <w:tab w:val="left" w:pos="54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E541C9">
        <w:rPr>
          <w:sz w:val="26"/>
          <w:szCs w:val="26"/>
        </w:rPr>
        <w:t>Приглашены: все члены состава административной комиссии г. Сорска.</w:t>
      </w:r>
    </w:p>
    <w:p w:rsidR="00B7274D" w:rsidRPr="00E541C9" w:rsidRDefault="00B7274D" w:rsidP="000671FE">
      <w:pPr>
        <w:tabs>
          <w:tab w:val="left" w:pos="540"/>
        </w:tabs>
        <w:jc w:val="both"/>
        <w:rPr>
          <w:sz w:val="26"/>
          <w:szCs w:val="26"/>
        </w:rPr>
      </w:pPr>
    </w:p>
    <w:p w:rsidR="00B7274D" w:rsidRDefault="00B7274D" w:rsidP="000671FE">
      <w:pPr>
        <w:tabs>
          <w:tab w:val="left" w:pos="540"/>
        </w:tabs>
        <w:ind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Лиц</w:t>
      </w:r>
      <w:r>
        <w:rPr>
          <w:sz w:val="26"/>
          <w:szCs w:val="26"/>
        </w:rPr>
        <w:t>а</w:t>
      </w:r>
      <w:r w:rsidRPr="00E541C9">
        <w:rPr>
          <w:sz w:val="26"/>
          <w:szCs w:val="26"/>
        </w:rPr>
        <w:t>, привлекаем</w:t>
      </w:r>
      <w:r>
        <w:rPr>
          <w:sz w:val="26"/>
          <w:szCs w:val="26"/>
        </w:rPr>
        <w:t>ые</w:t>
      </w:r>
      <w:r w:rsidRPr="00E541C9">
        <w:rPr>
          <w:sz w:val="26"/>
          <w:szCs w:val="26"/>
        </w:rPr>
        <w:t xml:space="preserve"> к административной ответственности:</w:t>
      </w:r>
    </w:p>
    <w:p w:rsidR="00B7274D" w:rsidRDefault="00B7274D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ХХХ.</w:t>
      </w:r>
    </w:p>
    <w:p w:rsidR="00B7274D" w:rsidRDefault="00B7274D" w:rsidP="000671FE">
      <w:pPr>
        <w:ind w:left="540"/>
        <w:jc w:val="both"/>
        <w:rPr>
          <w:sz w:val="26"/>
          <w:szCs w:val="26"/>
        </w:rPr>
      </w:pPr>
    </w:p>
    <w:p w:rsidR="00B7274D" w:rsidRPr="00E541C9" w:rsidRDefault="00B7274D" w:rsidP="000671FE">
      <w:pPr>
        <w:ind w:left="360" w:firstLine="18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Вопросы, поставленные на разрешение административной комиссии г. Сорска:</w:t>
      </w:r>
    </w:p>
    <w:p w:rsidR="00B7274D" w:rsidRDefault="00B7274D" w:rsidP="000671FE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177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3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ч. 1 ст. 83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ХХХ.</w:t>
      </w:r>
    </w:p>
    <w:p w:rsidR="00B7274D" w:rsidRDefault="00B7274D" w:rsidP="001D1979">
      <w:pPr>
        <w:tabs>
          <w:tab w:val="left" w:pos="900"/>
        </w:tabs>
        <w:jc w:val="both"/>
        <w:rPr>
          <w:sz w:val="26"/>
          <w:szCs w:val="26"/>
        </w:rPr>
      </w:pPr>
    </w:p>
    <w:p w:rsidR="00B7274D" w:rsidRPr="00E541C9" w:rsidRDefault="00B7274D" w:rsidP="00F70F66">
      <w:pPr>
        <w:autoSpaceDE w:val="0"/>
        <w:autoSpaceDN w:val="0"/>
        <w:adjustRightInd w:val="0"/>
        <w:ind w:left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Ответственный секретарь</w:t>
      </w:r>
    </w:p>
    <w:p w:rsidR="00B7274D" w:rsidRPr="000671FE" w:rsidRDefault="00B7274D" w:rsidP="00655DD1">
      <w:pPr>
        <w:autoSpaceDE w:val="0"/>
        <w:autoSpaceDN w:val="0"/>
        <w:adjustRightInd w:val="0"/>
        <w:ind w:left="540"/>
        <w:jc w:val="both"/>
      </w:pPr>
      <w:r w:rsidRPr="00E541C9">
        <w:rPr>
          <w:sz w:val="26"/>
          <w:szCs w:val="26"/>
        </w:rPr>
        <w:t>административной комиссии г. Сорска</w:t>
      </w:r>
      <w:r>
        <w:rPr>
          <w:sz w:val="26"/>
          <w:szCs w:val="26"/>
        </w:rPr>
        <w:t xml:space="preserve">                                                 О.В. Канаева</w:t>
      </w:r>
    </w:p>
    <w:sectPr w:rsidR="00B7274D" w:rsidRPr="000671FE" w:rsidSect="001D1979">
      <w:pgSz w:w="11906" w:h="16838"/>
      <w:pgMar w:top="360" w:right="851" w:bottom="1079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54CB3"/>
    <w:multiLevelType w:val="hybridMultilevel"/>
    <w:tmpl w:val="566E32EA"/>
    <w:lvl w:ilvl="0" w:tplc="8880F7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AA4620E"/>
    <w:multiLevelType w:val="hybridMultilevel"/>
    <w:tmpl w:val="1F124E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C4901C1"/>
    <w:multiLevelType w:val="hybridMultilevel"/>
    <w:tmpl w:val="FAAE6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EDE29D5"/>
    <w:multiLevelType w:val="hybridMultilevel"/>
    <w:tmpl w:val="427AB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2EB6A0E"/>
    <w:multiLevelType w:val="hybridMultilevel"/>
    <w:tmpl w:val="86C480E4"/>
    <w:lvl w:ilvl="0" w:tplc="93CEAD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5D249F0"/>
    <w:multiLevelType w:val="hybridMultilevel"/>
    <w:tmpl w:val="9B8028E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7D255249"/>
    <w:multiLevelType w:val="hybridMultilevel"/>
    <w:tmpl w:val="8B1291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202C"/>
    <w:rsid w:val="00000F56"/>
    <w:rsid w:val="00005ABF"/>
    <w:rsid w:val="00010D95"/>
    <w:rsid w:val="000128CE"/>
    <w:rsid w:val="000128D2"/>
    <w:rsid w:val="00026F86"/>
    <w:rsid w:val="000327D4"/>
    <w:rsid w:val="0003630D"/>
    <w:rsid w:val="0004072B"/>
    <w:rsid w:val="00045A70"/>
    <w:rsid w:val="00061139"/>
    <w:rsid w:val="000671FE"/>
    <w:rsid w:val="00070629"/>
    <w:rsid w:val="0007263A"/>
    <w:rsid w:val="000742F9"/>
    <w:rsid w:val="00074D42"/>
    <w:rsid w:val="00075B57"/>
    <w:rsid w:val="00077B91"/>
    <w:rsid w:val="0008145F"/>
    <w:rsid w:val="000870B1"/>
    <w:rsid w:val="000972B0"/>
    <w:rsid w:val="000A3EAF"/>
    <w:rsid w:val="000B4110"/>
    <w:rsid w:val="000C0EA2"/>
    <w:rsid w:val="000C76B4"/>
    <w:rsid w:val="000E7033"/>
    <w:rsid w:val="000F0D87"/>
    <w:rsid w:val="000F0EB2"/>
    <w:rsid w:val="000F700A"/>
    <w:rsid w:val="001005E7"/>
    <w:rsid w:val="001076AC"/>
    <w:rsid w:val="00122E13"/>
    <w:rsid w:val="001267DA"/>
    <w:rsid w:val="0013161E"/>
    <w:rsid w:val="00140929"/>
    <w:rsid w:val="00147E26"/>
    <w:rsid w:val="00150034"/>
    <w:rsid w:val="00154390"/>
    <w:rsid w:val="001555AE"/>
    <w:rsid w:val="00156DD6"/>
    <w:rsid w:val="00160310"/>
    <w:rsid w:val="00173F10"/>
    <w:rsid w:val="00176D69"/>
    <w:rsid w:val="0018184E"/>
    <w:rsid w:val="00190AB6"/>
    <w:rsid w:val="001A06E6"/>
    <w:rsid w:val="001A0BBC"/>
    <w:rsid w:val="001B0D5E"/>
    <w:rsid w:val="001B22CD"/>
    <w:rsid w:val="001B6844"/>
    <w:rsid w:val="001D1979"/>
    <w:rsid w:val="001D2A6F"/>
    <w:rsid w:val="001D4EB6"/>
    <w:rsid w:val="001D7568"/>
    <w:rsid w:val="001F166A"/>
    <w:rsid w:val="00211363"/>
    <w:rsid w:val="00225DBA"/>
    <w:rsid w:val="00226A52"/>
    <w:rsid w:val="002307F3"/>
    <w:rsid w:val="0024037E"/>
    <w:rsid w:val="0025282C"/>
    <w:rsid w:val="002727B1"/>
    <w:rsid w:val="0029005C"/>
    <w:rsid w:val="002969CD"/>
    <w:rsid w:val="002A546E"/>
    <w:rsid w:val="002A5832"/>
    <w:rsid w:val="002A6881"/>
    <w:rsid w:val="002A73F9"/>
    <w:rsid w:val="002B0985"/>
    <w:rsid w:val="002D2749"/>
    <w:rsid w:val="002E0467"/>
    <w:rsid w:val="002F45BD"/>
    <w:rsid w:val="002F6763"/>
    <w:rsid w:val="00300261"/>
    <w:rsid w:val="00302435"/>
    <w:rsid w:val="00304487"/>
    <w:rsid w:val="00312509"/>
    <w:rsid w:val="003152CE"/>
    <w:rsid w:val="00315F0A"/>
    <w:rsid w:val="00321943"/>
    <w:rsid w:val="003221EA"/>
    <w:rsid w:val="00343352"/>
    <w:rsid w:val="00356BA0"/>
    <w:rsid w:val="003614AB"/>
    <w:rsid w:val="00361BD0"/>
    <w:rsid w:val="003910EE"/>
    <w:rsid w:val="003A7939"/>
    <w:rsid w:val="003B0523"/>
    <w:rsid w:val="003B5350"/>
    <w:rsid w:val="003D6227"/>
    <w:rsid w:val="003F199D"/>
    <w:rsid w:val="00413E0B"/>
    <w:rsid w:val="00414F88"/>
    <w:rsid w:val="00421BCD"/>
    <w:rsid w:val="004414A0"/>
    <w:rsid w:val="00447E19"/>
    <w:rsid w:val="00456DA7"/>
    <w:rsid w:val="00457B6C"/>
    <w:rsid w:val="004601AA"/>
    <w:rsid w:val="00460544"/>
    <w:rsid w:val="004609C8"/>
    <w:rsid w:val="0046682F"/>
    <w:rsid w:val="00467787"/>
    <w:rsid w:val="00474604"/>
    <w:rsid w:val="004818CE"/>
    <w:rsid w:val="00487686"/>
    <w:rsid w:val="004A6C99"/>
    <w:rsid w:val="004C31A8"/>
    <w:rsid w:val="004D1C7E"/>
    <w:rsid w:val="004D552E"/>
    <w:rsid w:val="004E1358"/>
    <w:rsid w:val="004E19F1"/>
    <w:rsid w:val="004E3AEA"/>
    <w:rsid w:val="005016C8"/>
    <w:rsid w:val="005024D6"/>
    <w:rsid w:val="005253B7"/>
    <w:rsid w:val="00535AC8"/>
    <w:rsid w:val="00546239"/>
    <w:rsid w:val="00555AA8"/>
    <w:rsid w:val="00556D48"/>
    <w:rsid w:val="00570C20"/>
    <w:rsid w:val="005767B8"/>
    <w:rsid w:val="00593B76"/>
    <w:rsid w:val="00596F28"/>
    <w:rsid w:val="005A50C5"/>
    <w:rsid w:val="005A7E33"/>
    <w:rsid w:val="005B5CEC"/>
    <w:rsid w:val="005B7D5F"/>
    <w:rsid w:val="005C2AB0"/>
    <w:rsid w:val="005C41DB"/>
    <w:rsid w:val="005D5ABF"/>
    <w:rsid w:val="005E087B"/>
    <w:rsid w:val="00623704"/>
    <w:rsid w:val="006378A5"/>
    <w:rsid w:val="00640897"/>
    <w:rsid w:val="0064595D"/>
    <w:rsid w:val="006527AC"/>
    <w:rsid w:val="00652846"/>
    <w:rsid w:val="00655DD1"/>
    <w:rsid w:val="00656A56"/>
    <w:rsid w:val="0066288F"/>
    <w:rsid w:val="00673D7C"/>
    <w:rsid w:val="00674AF0"/>
    <w:rsid w:val="00676BEE"/>
    <w:rsid w:val="00676C1D"/>
    <w:rsid w:val="0067726F"/>
    <w:rsid w:val="00696524"/>
    <w:rsid w:val="006A2295"/>
    <w:rsid w:val="006D5016"/>
    <w:rsid w:val="006F4121"/>
    <w:rsid w:val="006F5FA8"/>
    <w:rsid w:val="0071253D"/>
    <w:rsid w:val="0071549A"/>
    <w:rsid w:val="00715FCE"/>
    <w:rsid w:val="00732959"/>
    <w:rsid w:val="007416E8"/>
    <w:rsid w:val="00741DAA"/>
    <w:rsid w:val="00743C04"/>
    <w:rsid w:val="007740D7"/>
    <w:rsid w:val="007800B5"/>
    <w:rsid w:val="00780691"/>
    <w:rsid w:val="007826B8"/>
    <w:rsid w:val="007924D4"/>
    <w:rsid w:val="00796926"/>
    <w:rsid w:val="007A5297"/>
    <w:rsid w:val="007B5A8D"/>
    <w:rsid w:val="007C4273"/>
    <w:rsid w:val="007C4A5C"/>
    <w:rsid w:val="007D1989"/>
    <w:rsid w:val="007E0949"/>
    <w:rsid w:val="007F0289"/>
    <w:rsid w:val="007F6B33"/>
    <w:rsid w:val="007F6EDD"/>
    <w:rsid w:val="0080728E"/>
    <w:rsid w:val="00812AE3"/>
    <w:rsid w:val="00822E3A"/>
    <w:rsid w:val="0082471C"/>
    <w:rsid w:val="00854302"/>
    <w:rsid w:val="008555FB"/>
    <w:rsid w:val="00866B78"/>
    <w:rsid w:val="00873EF3"/>
    <w:rsid w:val="00874E26"/>
    <w:rsid w:val="00882954"/>
    <w:rsid w:val="008A2E52"/>
    <w:rsid w:val="008A349B"/>
    <w:rsid w:val="008B0CA1"/>
    <w:rsid w:val="008B2C72"/>
    <w:rsid w:val="008B74D0"/>
    <w:rsid w:val="008F5A21"/>
    <w:rsid w:val="00915C6F"/>
    <w:rsid w:val="00926E74"/>
    <w:rsid w:val="00944279"/>
    <w:rsid w:val="00965DE7"/>
    <w:rsid w:val="00967DBF"/>
    <w:rsid w:val="009816F7"/>
    <w:rsid w:val="00984DA0"/>
    <w:rsid w:val="0098676F"/>
    <w:rsid w:val="0099359B"/>
    <w:rsid w:val="009C1AD2"/>
    <w:rsid w:val="009E2188"/>
    <w:rsid w:val="009F6656"/>
    <w:rsid w:val="00A064A4"/>
    <w:rsid w:val="00A10CA5"/>
    <w:rsid w:val="00A14B75"/>
    <w:rsid w:val="00A16160"/>
    <w:rsid w:val="00A26114"/>
    <w:rsid w:val="00A30D1F"/>
    <w:rsid w:val="00A30FCE"/>
    <w:rsid w:val="00A31D52"/>
    <w:rsid w:val="00A364DC"/>
    <w:rsid w:val="00A449FC"/>
    <w:rsid w:val="00A44E89"/>
    <w:rsid w:val="00A461B8"/>
    <w:rsid w:val="00A60235"/>
    <w:rsid w:val="00A804BE"/>
    <w:rsid w:val="00A978B4"/>
    <w:rsid w:val="00AA10FD"/>
    <w:rsid w:val="00AA1516"/>
    <w:rsid w:val="00AB126F"/>
    <w:rsid w:val="00AB57AB"/>
    <w:rsid w:val="00AC20C6"/>
    <w:rsid w:val="00AD132A"/>
    <w:rsid w:val="00AD76F6"/>
    <w:rsid w:val="00AE2966"/>
    <w:rsid w:val="00AE39B3"/>
    <w:rsid w:val="00AE4830"/>
    <w:rsid w:val="00AE6F32"/>
    <w:rsid w:val="00AF2477"/>
    <w:rsid w:val="00AF2A06"/>
    <w:rsid w:val="00B011FB"/>
    <w:rsid w:val="00B065F8"/>
    <w:rsid w:val="00B074AF"/>
    <w:rsid w:val="00B11906"/>
    <w:rsid w:val="00B37A26"/>
    <w:rsid w:val="00B37F51"/>
    <w:rsid w:val="00B561CE"/>
    <w:rsid w:val="00B572FF"/>
    <w:rsid w:val="00B7274D"/>
    <w:rsid w:val="00B72FCC"/>
    <w:rsid w:val="00B86FAE"/>
    <w:rsid w:val="00BA265D"/>
    <w:rsid w:val="00BA2BA6"/>
    <w:rsid w:val="00BA720D"/>
    <w:rsid w:val="00BB234D"/>
    <w:rsid w:val="00BF7162"/>
    <w:rsid w:val="00C003BE"/>
    <w:rsid w:val="00C03B03"/>
    <w:rsid w:val="00C14F1C"/>
    <w:rsid w:val="00C15E9B"/>
    <w:rsid w:val="00C1661C"/>
    <w:rsid w:val="00C209DC"/>
    <w:rsid w:val="00C308FE"/>
    <w:rsid w:val="00C35A1E"/>
    <w:rsid w:val="00C36CD1"/>
    <w:rsid w:val="00C65A66"/>
    <w:rsid w:val="00C76533"/>
    <w:rsid w:val="00C844BF"/>
    <w:rsid w:val="00C868DE"/>
    <w:rsid w:val="00CB0B8B"/>
    <w:rsid w:val="00CB20C4"/>
    <w:rsid w:val="00CB3A27"/>
    <w:rsid w:val="00CB6114"/>
    <w:rsid w:val="00CD5D12"/>
    <w:rsid w:val="00CD6DD1"/>
    <w:rsid w:val="00CE12A5"/>
    <w:rsid w:val="00CE7940"/>
    <w:rsid w:val="00D03583"/>
    <w:rsid w:val="00D118D8"/>
    <w:rsid w:val="00D1598E"/>
    <w:rsid w:val="00D336F9"/>
    <w:rsid w:val="00D4030C"/>
    <w:rsid w:val="00D43510"/>
    <w:rsid w:val="00D4461E"/>
    <w:rsid w:val="00D45385"/>
    <w:rsid w:val="00D46C11"/>
    <w:rsid w:val="00D77A53"/>
    <w:rsid w:val="00D9298F"/>
    <w:rsid w:val="00D92A3B"/>
    <w:rsid w:val="00D93471"/>
    <w:rsid w:val="00D9703D"/>
    <w:rsid w:val="00DB16B3"/>
    <w:rsid w:val="00DB2ED0"/>
    <w:rsid w:val="00DB466B"/>
    <w:rsid w:val="00DB478C"/>
    <w:rsid w:val="00DC4995"/>
    <w:rsid w:val="00DD36D3"/>
    <w:rsid w:val="00DE10E9"/>
    <w:rsid w:val="00DE7D8E"/>
    <w:rsid w:val="00E046EC"/>
    <w:rsid w:val="00E211CC"/>
    <w:rsid w:val="00E21821"/>
    <w:rsid w:val="00E22F04"/>
    <w:rsid w:val="00E23DEA"/>
    <w:rsid w:val="00E541C9"/>
    <w:rsid w:val="00E62B9B"/>
    <w:rsid w:val="00E63D1E"/>
    <w:rsid w:val="00E64E8F"/>
    <w:rsid w:val="00E77DA5"/>
    <w:rsid w:val="00E8660B"/>
    <w:rsid w:val="00E87076"/>
    <w:rsid w:val="00E9202C"/>
    <w:rsid w:val="00EA2644"/>
    <w:rsid w:val="00EB4EEB"/>
    <w:rsid w:val="00EC2A0E"/>
    <w:rsid w:val="00ED0EC4"/>
    <w:rsid w:val="00ED2956"/>
    <w:rsid w:val="00ED38C1"/>
    <w:rsid w:val="00EE02EA"/>
    <w:rsid w:val="00EF41C0"/>
    <w:rsid w:val="00F02897"/>
    <w:rsid w:val="00F04982"/>
    <w:rsid w:val="00F20FCC"/>
    <w:rsid w:val="00F21B52"/>
    <w:rsid w:val="00F2713E"/>
    <w:rsid w:val="00F27E07"/>
    <w:rsid w:val="00F3336E"/>
    <w:rsid w:val="00F34837"/>
    <w:rsid w:val="00F34F07"/>
    <w:rsid w:val="00F42B83"/>
    <w:rsid w:val="00F46D70"/>
    <w:rsid w:val="00F60260"/>
    <w:rsid w:val="00F70F66"/>
    <w:rsid w:val="00F74F4E"/>
    <w:rsid w:val="00F81701"/>
    <w:rsid w:val="00F857F7"/>
    <w:rsid w:val="00F86E7E"/>
    <w:rsid w:val="00F87E25"/>
    <w:rsid w:val="00F947C0"/>
    <w:rsid w:val="00FA1191"/>
    <w:rsid w:val="00FA1AC5"/>
    <w:rsid w:val="00FA2F01"/>
    <w:rsid w:val="00FB0242"/>
    <w:rsid w:val="00FB0C85"/>
    <w:rsid w:val="00FB17F8"/>
    <w:rsid w:val="00FB3F8C"/>
    <w:rsid w:val="00FB593F"/>
    <w:rsid w:val="00FC19F6"/>
    <w:rsid w:val="00FC2039"/>
    <w:rsid w:val="00FC3125"/>
    <w:rsid w:val="00FC5A96"/>
    <w:rsid w:val="00FC5B59"/>
    <w:rsid w:val="00FD2F53"/>
    <w:rsid w:val="00FD300C"/>
    <w:rsid w:val="00FD56EC"/>
    <w:rsid w:val="00FD5D68"/>
    <w:rsid w:val="00FE0032"/>
    <w:rsid w:val="00FE621A"/>
    <w:rsid w:val="00FF7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02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E63D1E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63D1E"/>
    <w:rPr>
      <w:rFonts w:ascii="Arial" w:hAnsi="Arial" w:cs="Times New Roman"/>
      <w:b/>
      <w:kern w:val="32"/>
      <w:sz w:val="32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C2AB0"/>
    <w:rPr>
      <w:rFonts w:eastAsia="Calibri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128D2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977</TotalTime>
  <Pages>1</Pages>
  <Words>138</Words>
  <Characters>787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Административная</cp:lastModifiedBy>
  <cp:revision>75</cp:revision>
  <cp:lastPrinted>2013-12-05T04:19:00Z</cp:lastPrinted>
  <dcterms:created xsi:type="dcterms:W3CDTF">2012-06-16T11:10:00Z</dcterms:created>
  <dcterms:modified xsi:type="dcterms:W3CDTF">2014-10-31T08:45:00Z</dcterms:modified>
</cp:coreProperties>
</file>