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B81" w:rsidRDefault="00285B81" w:rsidP="00490D6A">
      <w:pPr>
        <w:spacing w:line="240" w:lineRule="auto"/>
        <w:jc w:val="both"/>
        <w:rPr>
          <w:szCs w:val="24"/>
        </w:rPr>
      </w:pPr>
    </w:p>
    <w:p w:rsidR="00285B81" w:rsidRDefault="00285B81" w:rsidP="00490D6A">
      <w:pPr>
        <w:spacing w:line="240" w:lineRule="auto"/>
        <w:rPr>
          <w:szCs w:val="24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pt;margin-top:-9pt;width:50.95pt;height:64.1pt;z-index:251658240;mso-wrap-distance-left:9.05pt;mso-wrap-distance-right:9.05pt" filled="t">
            <v:fill color2="black"/>
            <v:imagedata r:id="rId5" o:title=""/>
          </v:shape>
        </w:pict>
      </w:r>
    </w:p>
    <w:p w:rsidR="00285B81" w:rsidRDefault="00285B81" w:rsidP="00490D6A">
      <w:pPr>
        <w:spacing w:line="240" w:lineRule="auto"/>
        <w:rPr>
          <w:szCs w:val="24"/>
        </w:rPr>
      </w:pPr>
    </w:p>
    <w:p w:rsidR="00285B81" w:rsidRDefault="00285B81" w:rsidP="00490D6A">
      <w:pPr>
        <w:spacing w:line="240" w:lineRule="auto"/>
        <w:rPr>
          <w:b/>
          <w:szCs w:val="24"/>
        </w:rPr>
      </w:pPr>
    </w:p>
    <w:p w:rsidR="00285B81" w:rsidRDefault="00285B81" w:rsidP="00490D6A">
      <w:pPr>
        <w:spacing w:line="240" w:lineRule="auto"/>
        <w:rPr>
          <w:b/>
          <w:szCs w:val="24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72pt;margin-top:2.3pt;width:196pt;height:63.15pt;z-index:251657216;mso-wrap-distance-left:9.05pt;mso-wrap-distance-right:9.05pt" stroked="f">
            <v:fill opacity="0" color2="black"/>
            <v:textbox style="mso-next-textbox:#_x0000_s1027" inset="0,0,0,0">
              <w:txbxContent>
                <w:p w:rsidR="00285B81" w:rsidRDefault="00285B81" w:rsidP="00FF4F88">
                  <w:pPr>
                    <w:spacing w:line="240" w:lineRule="auto"/>
                    <w:ind w:right="-57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РОССИЯ ФЕДЕРАЦИЯЗЫ</w:t>
                  </w:r>
                </w:p>
                <w:p w:rsidR="00285B81" w:rsidRDefault="00285B81" w:rsidP="00FF4F88">
                  <w:pPr>
                    <w:spacing w:line="240" w:lineRule="auto"/>
                    <w:ind w:right="-57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ХАКАС РЕСПУБЛИКАЗЫ</w:t>
                  </w:r>
                </w:p>
                <w:p w:rsidR="00285B81" w:rsidRDefault="00285B81" w:rsidP="00FF4F88">
                  <w:pPr>
                    <w:spacing w:line="240" w:lineRule="auto"/>
                    <w:ind w:right="-57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СОРЫҒ ГОРОДТЫҢ</w:t>
                  </w:r>
                </w:p>
                <w:p w:rsidR="00285B81" w:rsidRDefault="00285B81" w:rsidP="00FF4F88">
                  <w:pPr>
                    <w:spacing w:line="240" w:lineRule="auto"/>
                    <w:ind w:left="-110" w:right="-180" w:hanging="110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УСТА</w:t>
                  </w:r>
                  <w:r>
                    <w:rPr>
                      <w:b/>
                      <w:szCs w:val="26"/>
                      <w:lang w:val="en-US"/>
                    </w:rPr>
                    <w:t>Ғ</w:t>
                  </w:r>
                  <w:r>
                    <w:rPr>
                      <w:b/>
                      <w:szCs w:val="26"/>
                    </w:rPr>
                    <w:t xml:space="preserve"> – ПАСТАА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28" type="#_x0000_t202" style="position:absolute;margin-left:-1.5pt;margin-top:.9pt;width:199.5pt;height:62.3pt;z-index:251656192;mso-wrap-distance-left:9.05pt;mso-wrap-distance-right:9.05pt" stroked="f">
            <v:fill opacity="0" color2="black"/>
            <v:textbox style="mso-next-textbox:#_x0000_s1028" inset="0,0,0,0">
              <w:txbxContent>
                <w:p w:rsidR="00285B81" w:rsidRDefault="00285B81" w:rsidP="00FF4F88">
                  <w:pPr>
                    <w:spacing w:line="240" w:lineRule="auto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РОССИЙСКАЯ ФЕДЕРАЦИЯ</w:t>
                  </w:r>
                </w:p>
                <w:p w:rsidR="00285B81" w:rsidRDefault="00285B81" w:rsidP="00FF4F88">
                  <w:pPr>
                    <w:spacing w:line="240" w:lineRule="auto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РЕСПУБЛИКА ХАКАСИЯ</w:t>
                  </w:r>
                </w:p>
                <w:p w:rsidR="00285B81" w:rsidRDefault="00285B81" w:rsidP="00FF4F88">
                  <w:pPr>
                    <w:spacing w:line="240" w:lineRule="auto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АДМИНИСТРАЦИЯ</w:t>
                  </w:r>
                </w:p>
                <w:p w:rsidR="00285B81" w:rsidRDefault="00285B81" w:rsidP="00FF4F88">
                  <w:pPr>
                    <w:spacing w:line="240" w:lineRule="auto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ГОРОДА СОРСКА</w:t>
                  </w:r>
                </w:p>
              </w:txbxContent>
            </v:textbox>
          </v:shape>
        </w:pict>
      </w:r>
    </w:p>
    <w:p w:rsidR="00285B81" w:rsidRDefault="00285B81" w:rsidP="00490D6A">
      <w:pPr>
        <w:spacing w:line="240" w:lineRule="auto"/>
        <w:ind w:firstLine="360"/>
        <w:jc w:val="center"/>
        <w:rPr>
          <w:b/>
          <w:szCs w:val="26"/>
        </w:rPr>
      </w:pPr>
    </w:p>
    <w:p w:rsidR="00285B81" w:rsidRDefault="00285B81" w:rsidP="00490D6A">
      <w:pPr>
        <w:spacing w:line="240" w:lineRule="auto"/>
        <w:ind w:firstLine="360"/>
        <w:jc w:val="center"/>
        <w:rPr>
          <w:b/>
          <w:szCs w:val="26"/>
        </w:rPr>
      </w:pPr>
    </w:p>
    <w:p w:rsidR="00285B81" w:rsidRDefault="00285B81" w:rsidP="00490D6A">
      <w:pPr>
        <w:pStyle w:val="ConsPlusNormal"/>
        <w:widowControl/>
        <w:ind w:left="540" w:firstLine="0"/>
        <w:jc w:val="center"/>
        <w:rPr>
          <w:rFonts w:ascii="Times New Roman" w:hAnsi="Times New Roman"/>
          <w:b/>
          <w:sz w:val="26"/>
          <w:szCs w:val="26"/>
          <w:lang w:eastAsia="ar-SA"/>
        </w:rPr>
      </w:pPr>
    </w:p>
    <w:p w:rsidR="00285B81" w:rsidRDefault="00285B81" w:rsidP="00490D6A">
      <w:pPr>
        <w:pStyle w:val="ConsPlusNormal"/>
        <w:widowControl/>
        <w:ind w:left="540" w:firstLine="0"/>
        <w:jc w:val="center"/>
        <w:rPr>
          <w:rFonts w:ascii="Times New Roman" w:hAnsi="Times New Roman"/>
          <w:b/>
          <w:sz w:val="26"/>
          <w:szCs w:val="26"/>
        </w:rPr>
      </w:pPr>
      <w:r>
        <w:rPr>
          <w:noProof/>
        </w:rPr>
        <w:pict>
          <v:line id="_x0000_s1029" style="position:absolute;left:0;text-align:left;z-index:251659264" from="18pt,3.7pt" to="469pt,3.7pt" strokeweight=".26mm">
            <v:stroke joinstyle="miter"/>
          </v:line>
        </w:pict>
      </w:r>
    </w:p>
    <w:p w:rsidR="00285B81" w:rsidRDefault="00285B81" w:rsidP="00490D6A">
      <w:pPr>
        <w:pStyle w:val="ConsPlusNormal"/>
        <w:widowControl/>
        <w:ind w:left="540" w:firstLine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ПОСТАНОВЛЕНИЕ</w:t>
      </w:r>
    </w:p>
    <w:p w:rsidR="00285B81" w:rsidRDefault="00285B81" w:rsidP="002B4228">
      <w:pPr>
        <w:pStyle w:val="ConsPlusNormal"/>
        <w:widowControl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285B81" w:rsidRDefault="00285B81" w:rsidP="002B4228">
      <w:pPr>
        <w:pStyle w:val="ConsPlusNormal"/>
        <w:widowControl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«16» 04. 2014 год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>№  179 -п.</w:t>
      </w:r>
    </w:p>
    <w:p w:rsidR="00285B81" w:rsidRDefault="00285B81" w:rsidP="002B4228">
      <w:pPr>
        <w:pStyle w:val="ConsPlusNormal"/>
        <w:widowControl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285B81" w:rsidRDefault="00285B81" w:rsidP="002B4228">
      <w:pPr>
        <w:pStyle w:val="ConsPlusNormal"/>
        <w:widowControl/>
        <w:ind w:firstLine="56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 внесении изменений в постановление</w:t>
      </w:r>
    </w:p>
    <w:p w:rsidR="00285B81" w:rsidRDefault="00285B81" w:rsidP="002B4228">
      <w:pPr>
        <w:pStyle w:val="ConsPlusNormal"/>
        <w:widowControl/>
        <w:ind w:firstLine="56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администрации города Сорска</w:t>
      </w:r>
    </w:p>
    <w:p w:rsidR="00285B81" w:rsidRDefault="00285B81" w:rsidP="002B4228">
      <w:pPr>
        <w:pStyle w:val="ConsPlusNormal"/>
        <w:widowControl/>
        <w:ind w:firstLine="56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№ 241-п от 26.04.2013 года</w:t>
      </w:r>
    </w:p>
    <w:p w:rsidR="00285B81" w:rsidRDefault="00285B81" w:rsidP="002B4228">
      <w:pPr>
        <w:pStyle w:val="ConsPlusNormal"/>
        <w:widowControl/>
        <w:ind w:firstLine="56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«Об утверждении административного регламента</w:t>
      </w:r>
    </w:p>
    <w:p w:rsidR="00285B81" w:rsidRDefault="00285B81" w:rsidP="00174A4C">
      <w:pPr>
        <w:pStyle w:val="ConsPlusNormal"/>
        <w:widowControl/>
        <w:ind w:firstLine="567"/>
        <w:jc w:val="both"/>
        <w:rPr>
          <w:rFonts w:ascii="Times New Roman" w:hAnsi="Times New Roman"/>
          <w:sz w:val="26"/>
          <w:szCs w:val="26"/>
        </w:rPr>
      </w:pPr>
      <w:r w:rsidRPr="004E75B4">
        <w:rPr>
          <w:rFonts w:ascii="Times New Roman" w:hAnsi="Times New Roman"/>
          <w:sz w:val="26"/>
          <w:szCs w:val="26"/>
        </w:rPr>
        <w:t>«</w:t>
      </w:r>
      <w:r>
        <w:rPr>
          <w:rFonts w:ascii="Times New Roman" w:hAnsi="Times New Roman"/>
          <w:sz w:val="26"/>
          <w:szCs w:val="26"/>
        </w:rPr>
        <w:t>Продажа земельных участков</w:t>
      </w:r>
    </w:p>
    <w:p w:rsidR="00285B81" w:rsidRDefault="00285B81" w:rsidP="00174A4C">
      <w:pPr>
        <w:pStyle w:val="ConsPlusNormal"/>
        <w:widowControl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гражданам и юридическим лицам»</w:t>
      </w:r>
    </w:p>
    <w:p w:rsidR="00285B81" w:rsidRDefault="00285B81" w:rsidP="00174A4C">
      <w:pPr>
        <w:pStyle w:val="ConsPlusNormal"/>
        <w:widowControl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(с изменениями от 06.11.2013г. № 607-п)</w:t>
      </w:r>
    </w:p>
    <w:p w:rsidR="00285B81" w:rsidRDefault="00285B81" w:rsidP="000851FD">
      <w:pPr>
        <w:pStyle w:val="ConsPlusNormal"/>
        <w:widowControl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285B81" w:rsidRPr="004E75B4" w:rsidRDefault="00285B81" w:rsidP="000851FD">
      <w:pPr>
        <w:pStyle w:val="ConsPlusNormal"/>
        <w:widowControl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285B81" w:rsidRDefault="00285B81" w:rsidP="002B4228">
      <w:pPr>
        <w:pStyle w:val="ConsPlusNormal"/>
        <w:widowControl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соответствии с Федеральным законом от 27.07.2010 № 210-ФЗ «Об организации предоставления государственных и муниципальных услуг», в целях реализации Указа Президента Российской Федерации от 07.05.2012 года № 601 «Об основных направлениях системы государственного управления», руководствуясь Уставом муниципального образования город Сорск, администрация города Сорска</w:t>
      </w:r>
    </w:p>
    <w:p w:rsidR="00285B81" w:rsidRDefault="00285B81" w:rsidP="002B4228">
      <w:pPr>
        <w:pStyle w:val="ConsPlusNormal"/>
        <w:widowControl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ПОСТАНОВЛЯЕТ:</w:t>
      </w:r>
    </w:p>
    <w:p w:rsidR="00285B81" w:rsidRDefault="00285B81" w:rsidP="00174A4C">
      <w:pPr>
        <w:pStyle w:val="ConsPlusNormal"/>
        <w:widowControl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 Внести в постановление администрации города Сорска № 241-п от 26.04.2013 года </w:t>
      </w:r>
      <w:r w:rsidRPr="004E75B4">
        <w:rPr>
          <w:rFonts w:ascii="Times New Roman" w:hAnsi="Times New Roman"/>
          <w:sz w:val="26"/>
          <w:szCs w:val="26"/>
        </w:rPr>
        <w:t>«</w:t>
      </w:r>
      <w:r>
        <w:rPr>
          <w:rFonts w:ascii="Times New Roman" w:hAnsi="Times New Roman"/>
          <w:sz w:val="26"/>
          <w:szCs w:val="26"/>
        </w:rPr>
        <w:t xml:space="preserve">Об утверждении административного регламента </w:t>
      </w:r>
      <w:r w:rsidRPr="004E75B4">
        <w:rPr>
          <w:rFonts w:ascii="Times New Roman" w:hAnsi="Times New Roman"/>
          <w:sz w:val="26"/>
          <w:szCs w:val="26"/>
        </w:rPr>
        <w:t>«</w:t>
      </w:r>
      <w:r>
        <w:rPr>
          <w:rFonts w:ascii="Times New Roman" w:hAnsi="Times New Roman"/>
          <w:sz w:val="26"/>
          <w:szCs w:val="26"/>
        </w:rPr>
        <w:t>Продажа земельных участков гражданам и юридическим лицам» следующие изменения:</w:t>
      </w:r>
    </w:p>
    <w:p w:rsidR="00285B81" w:rsidRPr="00DD3488" w:rsidRDefault="00285B81" w:rsidP="006E682B">
      <w:pPr>
        <w:pStyle w:val="ConsPlusNormal"/>
        <w:widowControl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1.1. </w:t>
      </w:r>
      <w:r w:rsidRPr="008E2A17">
        <w:rPr>
          <w:rFonts w:ascii="Times New Roman" w:hAnsi="Times New Roman"/>
          <w:sz w:val="26"/>
          <w:szCs w:val="26"/>
        </w:rPr>
        <w:t xml:space="preserve">1.1.В пункте 2.26 раздела </w:t>
      </w:r>
      <w:r w:rsidRPr="008E2A17">
        <w:rPr>
          <w:rFonts w:ascii="Times New Roman" w:hAnsi="Times New Roman"/>
          <w:sz w:val="26"/>
          <w:szCs w:val="26"/>
          <w:lang w:val="en-US"/>
        </w:rPr>
        <w:t>II</w:t>
      </w:r>
      <w:r w:rsidRPr="008E2A17">
        <w:rPr>
          <w:rFonts w:ascii="Times New Roman" w:hAnsi="Times New Roman"/>
          <w:sz w:val="26"/>
          <w:szCs w:val="26"/>
        </w:rPr>
        <w:t xml:space="preserve"> «Стандарт предоставления муниципальной услуги»  слова «-количество взаимодействий заявителя со специалистом при предоставлении муниципальной услуги не должно превышать 3 (трех)  раз» изменить и изложить в следующее редакции: «</w:t>
      </w:r>
      <w:r>
        <w:rPr>
          <w:rFonts w:ascii="Times New Roman" w:hAnsi="Times New Roman"/>
          <w:sz w:val="26"/>
          <w:szCs w:val="26"/>
        </w:rPr>
        <w:t>-</w:t>
      </w:r>
      <w:r w:rsidRPr="008E2A17">
        <w:rPr>
          <w:rFonts w:ascii="Times New Roman" w:hAnsi="Times New Roman"/>
          <w:sz w:val="26"/>
          <w:szCs w:val="26"/>
        </w:rPr>
        <w:t xml:space="preserve">количество взаимодействий заявителя </w:t>
      </w:r>
      <w:r>
        <w:rPr>
          <w:rFonts w:ascii="Times New Roman" w:hAnsi="Times New Roman"/>
          <w:sz w:val="26"/>
          <w:szCs w:val="26"/>
        </w:rPr>
        <w:t xml:space="preserve"> (в том числе представителей бизнес сообществ) </w:t>
      </w:r>
      <w:r w:rsidRPr="008E2A17">
        <w:rPr>
          <w:rFonts w:ascii="Times New Roman" w:hAnsi="Times New Roman"/>
          <w:sz w:val="26"/>
          <w:szCs w:val="26"/>
        </w:rPr>
        <w:t>со специалистом при предоставлении муниципальной услуги не должно превышать 2-х раз».</w:t>
      </w:r>
    </w:p>
    <w:p w:rsidR="00285B81" w:rsidRPr="006E682B" w:rsidRDefault="00285B81" w:rsidP="006E682B">
      <w:pPr>
        <w:pStyle w:val="ConsPlusNormal"/>
        <w:widowControl/>
        <w:ind w:firstLine="567"/>
        <w:jc w:val="both"/>
        <w:rPr>
          <w:rFonts w:ascii="Times New Roman" w:hAnsi="Times New Roman"/>
          <w:sz w:val="26"/>
          <w:szCs w:val="26"/>
        </w:rPr>
      </w:pPr>
      <w:r w:rsidRPr="006E682B">
        <w:rPr>
          <w:rFonts w:ascii="Times New Roman" w:hAnsi="Times New Roman"/>
          <w:sz w:val="26"/>
          <w:szCs w:val="26"/>
        </w:rPr>
        <w:t xml:space="preserve">2.Опубликовать данное постановление в газете Сорский </w:t>
      </w:r>
      <w:r>
        <w:rPr>
          <w:rFonts w:ascii="Times New Roman" w:hAnsi="Times New Roman"/>
          <w:sz w:val="26"/>
          <w:szCs w:val="26"/>
        </w:rPr>
        <w:t>м</w:t>
      </w:r>
      <w:r w:rsidRPr="006E682B">
        <w:rPr>
          <w:rFonts w:ascii="Times New Roman" w:hAnsi="Times New Roman"/>
          <w:sz w:val="26"/>
          <w:szCs w:val="26"/>
        </w:rPr>
        <w:t>олибден и разместить на официальном сайте администрации города Сорска.</w:t>
      </w:r>
    </w:p>
    <w:p w:rsidR="00285B81" w:rsidRPr="006E682B" w:rsidRDefault="00285B81" w:rsidP="00E91D90">
      <w:pPr>
        <w:pStyle w:val="ConsPlusNormal"/>
        <w:widowControl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 Контроль за исполнением административного регламента возложить на начальника отдела правового регулирования и управления муниципальным имуществом администрации города Сорска Республики Хакасия.</w:t>
      </w:r>
    </w:p>
    <w:p w:rsidR="00285B81" w:rsidRDefault="00285B81" w:rsidP="00E91D90">
      <w:pPr>
        <w:pStyle w:val="ConsPlusNormal"/>
        <w:widowControl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</w:t>
      </w:r>
      <w:r w:rsidRPr="006E682B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 xml:space="preserve"> Контроль за выполнением постановления оставляю за собой</w:t>
      </w:r>
      <w:r w:rsidRPr="006E682B">
        <w:rPr>
          <w:rFonts w:ascii="Times New Roman" w:hAnsi="Times New Roman"/>
          <w:sz w:val="26"/>
          <w:szCs w:val="26"/>
        </w:rPr>
        <w:t>.</w:t>
      </w:r>
    </w:p>
    <w:p w:rsidR="00285B81" w:rsidRDefault="00285B81" w:rsidP="00E91D90">
      <w:pPr>
        <w:pStyle w:val="ConsPlusNormal"/>
        <w:widowControl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285B81" w:rsidRDefault="00285B81" w:rsidP="00E91D90">
      <w:pPr>
        <w:pStyle w:val="ConsPlusNormal"/>
        <w:widowControl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285B81" w:rsidRPr="006E682B" w:rsidRDefault="00285B81" w:rsidP="00E91D90">
      <w:pPr>
        <w:pStyle w:val="ConsPlusNormal"/>
        <w:widowControl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285B81" w:rsidRDefault="00285B81" w:rsidP="00DD3488">
      <w:pPr>
        <w:pStyle w:val="ConsPlusNormal"/>
        <w:widowControl/>
        <w:ind w:firstLine="54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Глава города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А.А.Жуков</w:t>
      </w:r>
    </w:p>
    <w:p w:rsidR="00285B81" w:rsidRDefault="00285B81" w:rsidP="00E91D90">
      <w:pPr>
        <w:pStyle w:val="ConsPlusNormal"/>
        <w:widowControl/>
        <w:ind w:firstLine="567"/>
        <w:jc w:val="both"/>
        <w:rPr>
          <w:rFonts w:ascii="Times New Roman" w:hAnsi="Times New Roman"/>
          <w:sz w:val="26"/>
          <w:szCs w:val="26"/>
        </w:rPr>
      </w:pPr>
    </w:p>
    <w:sectPr w:rsidR="00285B81" w:rsidSect="000203A1">
      <w:pgSz w:w="11906" w:h="16838"/>
      <w:pgMar w:top="180" w:right="851" w:bottom="851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C000B"/>
    <w:multiLevelType w:val="hybridMultilevel"/>
    <w:tmpl w:val="839446C2"/>
    <w:lvl w:ilvl="0" w:tplc="867A96B2">
      <w:start w:val="4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5652010"/>
    <w:multiLevelType w:val="hybridMultilevel"/>
    <w:tmpl w:val="610A46C0"/>
    <w:lvl w:ilvl="0" w:tplc="E986617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9D6F9F"/>
    <w:multiLevelType w:val="hybridMultilevel"/>
    <w:tmpl w:val="F664EE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D3535B"/>
    <w:multiLevelType w:val="hybridMultilevel"/>
    <w:tmpl w:val="1E46DC8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3BB1A8C"/>
    <w:multiLevelType w:val="hybridMultilevel"/>
    <w:tmpl w:val="3A4CF6B2"/>
    <w:lvl w:ilvl="0" w:tplc="867A96B2">
      <w:start w:val="4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2A4E2C4F"/>
    <w:multiLevelType w:val="hybridMultilevel"/>
    <w:tmpl w:val="17709F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4919CD"/>
    <w:multiLevelType w:val="hybridMultilevel"/>
    <w:tmpl w:val="046CF51A"/>
    <w:lvl w:ilvl="0" w:tplc="4E8CB8C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F811F96"/>
    <w:multiLevelType w:val="hybridMultilevel"/>
    <w:tmpl w:val="CE74C632"/>
    <w:lvl w:ilvl="0" w:tplc="A224E4A0">
      <w:start w:val="1"/>
      <w:numFmt w:val="decimal"/>
      <w:lvlText w:val="%1)"/>
      <w:lvlJc w:val="left"/>
      <w:pPr>
        <w:tabs>
          <w:tab w:val="num" w:pos="709"/>
        </w:tabs>
        <w:ind w:firstLine="709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06138C8"/>
    <w:multiLevelType w:val="hybridMultilevel"/>
    <w:tmpl w:val="3C783E3C"/>
    <w:lvl w:ilvl="0" w:tplc="867A96B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B74B26"/>
    <w:multiLevelType w:val="hybridMultilevel"/>
    <w:tmpl w:val="5A168C7A"/>
    <w:lvl w:ilvl="0" w:tplc="867A96B2">
      <w:start w:val="4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BCE08B5"/>
    <w:multiLevelType w:val="hybridMultilevel"/>
    <w:tmpl w:val="63BE0444"/>
    <w:lvl w:ilvl="0" w:tplc="867A96B2">
      <w:start w:val="4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1">
    <w:nsid w:val="3F821C59"/>
    <w:multiLevelType w:val="hybridMultilevel"/>
    <w:tmpl w:val="5CEEAB2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47961579"/>
    <w:multiLevelType w:val="hybridMultilevel"/>
    <w:tmpl w:val="CF6E49E8"/>
    <w:lvl w:ilvl="0" w:tplc="F5B4991C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3">
    <w:nsid w:val="60CC4B54"/>
    <w:multiLevelType w:val="hybridMultilevel"/>
    <w:tmpl w:val="59D0FE34"/>
    <w:lvl w:ilvl="0" w:tplc="867A96B2">
      <w:start w:val="4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61A23C8D"/>
    <w:multiLevelType w:val="hybridMultilevel"/>
    <w:tmpl w:val="7AF44A54"/>
    <w:lvl w:ilvl="0" w:tplc="867A96B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4CD656B"/>
    <w:multiLevelType w:val="hybridMultilevel"/>
    <w:tmpl w:val="EBCEE69A"/>
    <w:lvl w:ilvl="0" w:tplc="2B4C76A0">
      <w:start w:val="1"/>
      <w:numFmt w:val="bullet"/>
      <w:pStyle w:val="a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FA00E2C"/>
    <w:multiLevelType w:val="hybridMultilevel"/>
    <w:tmpl w:val="D9587E78"/>
    <w:lvl w:ilvl="0" w:tplc="867A96B2">
      <w:start w:val="4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71E937BE"/>
    <w:multiLevelType w:val="hybridMultilevel"/>
    <w:tmpl w:val="412CC0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47B5DF3"/>
    <w:multiLevelType w:val="hybridMultilevel"/>
    <w:tmpl w:val="D660ABB4"/>
    <w:lvl w:ilvl="0" w:tplc="867A96B2">
      <w:start w:val="4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"/>
  </w:num>
  <w:num w:numId="3">
    <w:abstractNumId w:val="11"/>
  </w:num>
  <w:num w:numId="4">
    <w:abstractNumId w:val="12"/>
  </w:num>
  <w:num w:numId="5">
    <w:abstractNumId w:val="4"/>
  </w:num>
  <w:num w:numId="6">
    <w:abstractNumId w:val="9"/>
  </w:num>
  <w:num w:numId="7">
    <w:abstractNumId w:val="13"/>
  </w:num>
  <w:num w:numId="8">
    <w:abstractNumId w:val="8"/>
  </w:num>
  <w:num w:numId="9">
    <w:abstractNumId w:val="3"/>
  </w:num>
  <w:num w:numId="10">
    <w:abstractNumId w:val="1"/>
  </w:num>
  <w:num w:numId="11">
    <w:abstractNumId w:val="14"/>
  </w:num>
  <w:num w:numId="12">
    <w:abstractNumId w:val="7"/>
  </w:num>
  <w:num w:numId="13">
    <w:abstractNumId w:val="15"/>
  </w:num>
  <w:num w:numId="14">
    <w:abstractNumId w:val="5"/>
  </w:num>
  <w:num w:numId="15">
    <w:abstractNumId w:val="10"/>
  </w:num>
  <w:num w:numId="16">
    <w:abstractNumId w:val="16"/>
  </w:num>
  <w:num w:numId="17">
    <w:abstractNumId w:val="0"/>
  </w:num>
  <w:num w:numId="18">
    <w:abstractNumId w:val="18"/>
  </w:num>
  <w:num w:numId="1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3705"/>
    <w:rsid w:val="0000051D"/>
    <w:rsid w:val="000008EE"/>
    <w:rsid w:val="00000E3D"/>
    <w:rsid w:val="0000197E"/>
    <w:rsid w:val="00001C78"/>
    <w:rsid w:val="000024BE"/>
    <w:rsid w:val="000036D1"/>
    <w:rsid w:val="00004817"/>
    <w:rsid w:val="00006109"/>
    <w:rsid w:val="00006BC1"/>
    <w:rsid w:val="00007F9F"/>
    <w:rsid w:val="00010E59"/>
    <w:rsid w:val="0001148D"/>
    <w:rsid w:val="000116A1"/>
    <w:rsid w:val="00012A38"/>
    <w:rsid w:val="000147B3"/>
    <w:rsid w:val="00014E05"/>
    <w:rsid w:val="00016830"/>
    <w:rsid w:val="000179CE"/>
    <w:rsid w:val="000179FC"/>
    <w:rsid w:val="000203A1"/>
    <w:rsid w:val="00020F9C"/>
    <w:rsid w:val="0002185C"/>
    <w:rsid w:val="00021A58"/>
    <w:rsid w:val="00021B36"/>
    <w:rsid w:val="00022609"/>
    <w:rsid w:val="000229FD"/>
    <w:rsid w:val="00023385"/>
    <w:rsid w:val="0002394E"/>
    <w:rsid w:val="00026BA9"/>
    <w:rsid w:val="00027626"/>
    <w:rsid w:val="00030DBE"/>
    <w:rsid w:val="0003123C"/>
    <w:rsid w:val="0003210D"/>
    <w:rsid w:val="00033F3F"/>
    <w:rsid w:val="000343BD"/>
    <w:rsid w:val="000349CD"/>
    <w:rsid w:val="0004123E"/>
    <w:rsid w:val="00041ABC"/>
    <w:rsid w:val="00042245"/>
    <w:rsid w:val="00042B16"/>
    <w:rsid w:val="00047460"/>
    <w:rsid w:val="00047ED4"/>
    <w:rsid w:val="00051C6F"/>
    <w:rsid w:val="00055852"/>
    <w:rsid w:val="000569BC"/>
    <w:rsid w:val="000576D0"/>
    <w:rsid w:val="000617D5"/>
    <w:rsid w:val="000629BA"/>
    <w:rsid w:val="000630A0"/>
    <w:rsid w:val="0006367B"/>
    <w:rsid w:val="000637FD"/>
    <w:rsid w:val="00063AF0"/>
    <w:rsid w:val="00064479"/>
    <w:rsid w:val="00064AD1"/>
    <w:rsid w:val="00067923"/>
    <w:rsid w:val="000716EA"/>
    <w:rsid w:val="00072679"/>
    <w:rsid w:val="0007288A"/>
    <w:rsid w:val="000737A6"/>
    <w:rsid w:val="000754E4"/>
    <w:rsid w:val="00076BE8"/>
    <w:rsid w:val="00076BF6"/>
    <w:rsid w:val="00076D04"/>
    <w:rsid w:val="0008037E"/>
    <w:rsid w:val="00080754"/>
    <w:rsid w:val="00080A26"/>
    <w:rsid w:val="000820B9"/>
    <w:rsid w:val="00082647"/>
    <w:rsid w:val="00084544"/>
    <w:rsid w:val="000851FD"/>
    <w:rsid w:val="000855E1"/>
    <w:rsid w:val="000865B7"/>
    <w:rsid w:val="00086F30"/>
    <w:rsid w:val="00087A81"/>
    <w:rsid w:val="00087D47"/>
    <w:rsid w:val="0009209C"/>
    <w:rsid w:val="00092B07"/>
    <w:rsid w:val="00093057"/>
    <w:rsid w:val="000935CA"/>
    <w:rsid w:val="00096288"/>
    <w:rsid w:val="00097BC7"/>
    <w:rsid w:val="00097E10"/>
    <w:rsid w:val="000A16B6"/>
    <w:rsid w:val="000A286A"/>
    <w:rsid w:val="000A2877"/>
    <w:rsid w:val="000A3071"/>
    <w:rsid w:val="000A3C87"/>
    <w:rsid w:val="000A4F2C"/>
    <w:rsid w:val="000A53F5"/>
    <w:rsid w:val="000A66B6"/>
    <w:rsid w:val="000A69CF"/>
    <w:rsid w:val="000A6F7B"/>
    <w:rsid w:val="000B07E0"/>
    <w:rsid w:val="000B3083"/>
    <w:rsid w:val="000B48B1"/>
    <w:rsid w:val="000B625A"/>
    <w:rsid w:val="000B69C0"/>
    <w:rsid w:val="000B73F0"/>
    <w:rsid w:val="000C032C"/>
    <w:rsid w:val="000C0922"/>
    <w:rsid w:val="000C1C61"/>
    <w:rsid w:val="000C1F0F"/>
    <w:rsid w:val="000C42D2"/>
    <w:rsid w:val="000C4340"/>
    <w:rsid w:val="000C4827"/>
    <w:rsid w:val="000C6881"/>
    <w:rsid w:val="000C714D"/>
    <w:rsid w:val="000C7F71"/>
    <w:rsid w:val="000D04CE"/>
    <w:rsid w:val="000D0B36"/>
    <w:rsid w:val="000D1044"/>
    <w:rsid w:val="000D40D5"/>
    <w:rsid w:val="000D6131"/>
    <w:rsid w:val="000D774A"/>
    <w:rsid w:val="000D7DDA"/>
    <w:rsid w:val="000E0225"/>
    <w:rsid w:val="000E0977"/>
    <w:rsid w:val="000E0A3F"/>
    <w:rsid w:val="000E0D28"/>
    <w:rsid w:val="000E1923"/>
    <w:rsid w:val="000E2AC5"/>
    <w:rsid w:val="000E4421"/>
    <w:rsid w:val="000E4B32"/>
    <w:rsid w:val="000F07A6"/>
    <w:rsid w:val="000F1307"/>
    <w:rsid w:val="000F6425"/>
    <w:rsid w:val="00100818"/>
    <w:rsid w:val="001029E2"/>
    <w:rsid w:val="00102EAD"/>
    <w:rsid w:val="00110603"/>
    <w:rsid w:val="00113705"/>
    <w:rsid w:val="00114A47"/>
    <w:rsid w:val="00114CB2"/>
    <w:rsid w:val="0011526B"/>
    <w:rsid w:val="00115B04"/>
    <w:rsid w:val="00115D75"/>
    <w:rsid w:val="00116BDC"/>
    <w:rsid w:val="00117521"/>
    <w:rsid w:val="0012369F"/>
    <w:rsid w:val="00123C44"/>
    <w:rsid w:val="001244A1"/>
    <w:rsid w:val="00126DF6"/>
    <w:rsid w:val="001278A0"/>
    <w:rsid w:val="00130107"/>
    <w:rsid w:val="0013254A"/>
    <w:rsid w:val="00132C3F"/>
    <w:rsid w:val="00133E51"/>
    <w:rsid w:val="00134464"/>
    <w:rsid w:val="001353DE"/>
    <w:rsid w:val="0013563A"/>
    <w:rsid w:val="00135988"/>
    <w:rsid w:val="00140E53"/>
    <w:rsid w:val="00143F12"/>
    <w:rsid w:val="00144244"/>
    <w:rsid w:val="00145676"/>
    <w:rsid w:val="001459AF"/>
    <w:rsid w:val="0014750F"/>
    <w:rsid w:val="00147F07"/>
    <w:rsid w:val="001539F8"/>
    <w:rsid w:val="00155058"/>
    <w:rsid w:val="00156294"/>
    <w:rsid w:val="001567ED"/>
    <w:rsid w:val="0016503E"/>
    <w:rsid w:val="00171AE0"/>
    <w:rsid w:val="001726DA"/>
    <w:rsid w:val="0017458C"/>
    <w:rsid w:val="00174A4C"/>
    <w:rsid w:val="00176033"/>
    <w:rsid w:val="00176359"/>
    <w:rsid w:val="00176AF8"/>
    <w:rsid w:val="00183962"/>
    <w:rsid w:val="00184509"/>
    <w:rsid w:val="001855CE"/>
    <w:rsid w:val="00186547"/>
    <w:rsid w:val="00186D0E"/>
    <w:rsid w:val="00187775"/>
    <w:rsid w:val="0019038D"/>
    <w:rsid w:val="00190A2A"/>
    <w:rsid w:val="00190A85"/>
    <w:rsid w:val="00192236"/>
    <w:rsid w:val="00193AC8"/>
    <w:rsid w:val="0019481A"/>
    <w:rsid w:val="0019593B"/>
    <w:rsid w:val="001A01FF"/>
    <w:rsid w:val="001A03DD"/>
    <w:rsid w:val="001A2057"/>
    <w:rsid w:val="001A3D5B"/>
    <w:rsid w:val="001A527A"/>
    <w:rsid w:val="001A6040"/>
    <w:rsid w:val="001A651B"/>
    <w:rsid w:val="001A761B"/>
    <w:rsid w:val="001A7A7A"/>
    <w:rsid w:val="001B1823"/>
    <w:rsid w:val="001B22BA"/>
    <w:rsid w:val="001B4CA8"/>
    <w:rsid w:val="001B59BA"/>
    <w:rsid w:val="001B6516"/>
    <w:rsid w:val="001B6866"/>
    <w:rsid w:val="001B6F99"/>
    <w:rsid w:val="001B7423"/>
    <w:rsid w:val="001C1D1E"/>
    <w:rsid w:val="001C1E73"/>
    <w:rsid w:val="001C2169"/>
    <w:rsid w:val="001C2ECA"/>
    <w:rsid w:val="001C3977"/>
    <w:rsid w:val="001C571F"/>
    <w:rsid w:val="001C5BDE"/>
    <w:rsid w:val="001C5C54"/>
    <w:rsid w:val="001C6EF1"/>
    <w:rsid w:val="001C72F1"/>
    <w:rsid w:val="001C7841"/>
    <w:rsid w:val="001D037D"/>
    <w:rsid w:val="001D3963"/>
    <w:rsid w:val="001D5CF1"/>
    <w:rsid w:val="001D6460"/>
    <w:rsid w:val="001D6576"/>
    <w:rsid w:val="001D7320"/>
    <w:rsid w:val="001D7F9C"/>
    <w:rsid w:val="001E0BD2"/>
    <w:rsid w:val="001E16FC"/>
    <w:rsid w:val="001E3263"/>
    <w:rsid w:val="001E48A1"/>
    <w:rsid w:val="001E4BF2"/>
    <w:rsid w:val="001E52CF"/>
    <w:rsid w:val="001E52FC"/>
    <w:rsid w:val="001E79AB"/>
    <w:rsid w:val="001F158E"/>
    <w:rsid w:val="001F281B"/>
    <w:rsid w:val="001F339B"/>
    <w:rsid w:val="001F49C4"/>
    <w:rsid w:val="001F4B9F"/>
    <w:rsid w:val="001F4CC2"/>
    <w:rsid w:val="001F65A4"/>
    <w:rsid w:val="001F6CD5"/>
    <w:rsid w:val="001F6E73"/>
    <w:rsid w:val="00201037"/>
    <w:rsid w:val="002018BE"/>
    <w:rsid w:val="00202495"/>
    <w:rsid w:val="002027B1"/>
    <w:rsid w:val="0020366D"/>
    <w:rsid w:val="00203FB5"/>
    <w:rsid w:val="002041FE"/>
    <w:rsid w:val="0020434A"/>
    <w:rsid w:val="0020584F"/>
    <w:rsid w:val="002059C4"/>
    <w:rsid w:val="002066DC"/>
    <w:rsid w:val="00210397"/>
    <w:rsid w:val="0021214A"/>
    <w:rsid w:val="00212166"/>
    <w:rsid w:val="00213D3F"/>
    <w:rsid w:val="00213F54"/>
    <w:rsid w:val="00214202"/>
    <w:rsid w:val="0021486B"/>
    <w:rsid w:val="00214C44"/>
    <w:rsid w:val="0021599F"/>
    <w:rsid w:val="00217300"/>
    <w:rsid w:val="0022038D"/>
    <w:rsid w:val="0022305C"/>
    <w:rsid w:val="00226E45"/>
    <w:rsid w:val="002331BF"/>
    <w:rsid w:val="002344DC"/>
    <w:rsid w:val="00237403"/>
    <w:rsid w:val="002376E0"/>
    <w:rsid w:val="0023792B"/>
    <w:rsid w:val="00241BDA"/>
    <w:rsid w:val="00242098"/>
    <w:rsid w:val="00243BB0"/>
    <w:rsid w:val="00244A46"/>
    <w:rsid w:val="00245F74"/>
    <w:rsid w:val="00247CAB"/>
    <w:rsid w:val="002505DF"/>
    <w:rsid w:val="00252B9F"/>
    <w:rsid w:val="00252DDF"/>
    <w:rsid w:val="002534E5"/>
    <w:rsid w:val="002543D0"/>
    <w:rsid w:val="00255832"/>
    <w:rsid w:val="00255CC3"/>
    <w:rsid w:val="00260D1B"/>
    <w:rsid w:val="002619CE"/>
    <w:rsid w:val="00263508"/>
    <w:rsid w:val="00266390"/>
    <w:rsid w:val="00270630"/>
    <w:rsid w:val="0027412A"/>
    <w:rsid w:val="00274442"/>
    <w:rsid w:val="00275EB5"/>
    <w:rsid w:val="00280DCA"/>
    <w:rsid w:val="00282129"/>
    <w:rsid w:val="00282C15"/>
    <w:rsid w:val="0028317C"/>
    <w:rsid w:val="00283375"/>
    <w:rsid w:val="002843BC"/>
    <w:rsid w:val="00285B81"/>
    <w:rsid w:val="0028677C"/>
    <w:rsid w:val="002871E8"/>
    <w:rsid w:val="00290562"/>
    <w:rsid w:val="00290A2B"/>
    <w:rsid w:val="00291587"/>
    <w:rsid w:val="00296120"/>
    <w:rsid w:val="002961F2"/>
    <w:rsid w:val="002963DA"/>
    <w:rsid w:val="002964ED"/>
    <w:rsid w:val="00296C6E"/>
    <w:rsid w:val="002979CC"/>
    <w:rsid w:val="002A06E3"/>
    <w:rsid w:val="002A0E5F"/>
    <w:rsid w:val="002A3051"/>
    <w:rsid w:val="002A42F1"/>
    <w:rsid w:val="002A5302"/>
    <w:rsid w:val="002B0AA6"/>
    <w:rsid w:val="002B24D3"/>
    <w:rsid w:val="002B3B4A"/>
    <w:rsid w:val="002B4228"/>
    <w:rsid w:val="002B4320"/>
    <w:rsid w:val="002B4AEB"/>
    <w:rsid w:val="002B52B2"/>
    <w:rsid w:val="002B70DC"/>
    <w:rsid w:val="002B7D43"/>
    <w:rsid w:val="002C0EEB"/>
    <w:rsid w:val="002C5010"/>
    <w:rsid w:val="002C55C6"/>
    <w:rsid w:val="002C64A1"/>
    <w:rsid w:val="002C6F29"/>
    <w:rsid w:val="002D017B"/>
    <w:rsid w:val="002D062C"/>
    <w:rsid w:val="002D14D3"/>
    <w:rsid w:val="002D1B1C"/>
    <w:rsid w:val="002D2718"/>
    <w:rsid w:val="002D3716"/>
    <w:rsid w:val="002D5222"/>
    <w:rsid w:val="002D5FA8"/>
    <w:rsid w:val="002D6170"/>
    <w:rsid w:val="002E0D13"/>
    <w:rsid w:val="002E4925"/>
    <w:rsid w:val="002E6C45"/>
    <w:rsid w:val="002F28B2"/>
    <w:rsid w:val="002F4A28"/>
    <w:rsid w:val="002F7B7E"/>
    <w:rsid w:val="003009A8"/>
    <w:rsid w:val="003037B0"/>
    <w:rsid w:val="00304A41"/>
    <w:rsid w:val="0030637F"/>
    <w:rsid w:val="00306829"/>
    <w:rsid w:val="00314F42"/>
    <w:rsid w:val="00316C67"/>
    <w:rsid w:val="003204A9"/>
    <w:rsid w:val="0032285A"/>
    <w:rsid w:val="00323445"/>
    <w:rsid w:val="003244B6"/>
    <w:rsid w:val="00325A06"/>
    <w:rsid w:val="00326982"/>
    <w:rsid w:val="00327E51"/>
    <w:rsid w:val="00327FC8"/>
    <w:rsid w:val="00330E54"/>
    <w:rsid w:val="00331B83"/>
    <w:rsid w:val="00331BDF"/>
    <w:rsid w:val="00334BCF"/>
    <w:rsid w:val="00337B6D"/>
    <w:rsid w:val="00344C8F"/>
    <w:rsid w:val="0035011A"/>
    <w:rsid w:val="003517D2"/>
    <w:rsid w:val="00352156"/>
    <w:rsid w:val="00353252"/>
    <w:rsid w:val="00353E5E"/>
    <w:rsid w:val="0035543B"/>
    <w:rsid w:val="00355EB7"/>
    <w:rsid w:val="00355F88"/>
    <w:rsid w:val="00356989"/>
    <w:rsid w:val="0035773A"/>
    <w:rsid w:val="003603E2"/>
    <w:rsid w:val="003629FE"/>
    <w:rsid w:val="003639D7"/>
    <w:rsid w:val="003644FC"/>
    <w:rsid w:val="00365B17"/>
    <w:rsid w:val="00366235"/>
    <w:rsid w:val="00366B2C"/>
    <w:rsid w:val="00367DB0"/>
    <w:rsid w:val="00367EE5"/>
    <w:rsid w:val="003746D1"/>
    <w:rsid w:val="00374ADB"/>
    <w:rsid w:val="00375528"/>
    <w:rsid w:val="003776FB"/>
    <w:rsid w:val="00381A97"/>
    <w:rsid w:val="0038279F"/>
    <w:rsid w:val="003840A8"/>
    <w:rsid w:val="00384208"/>
    <w:rsid w:val="00384DD9"/>
    <w:rsid w:val="003902B6"/>
    <w:rsid w:val="003902CB"/>
    <w:rsid w:val="00390E20"/>
    <w:rsid w:val="00391384"/>
    <w:rsid w:val="0039664C"/>
    <w:rsid w:val="003970DF"/>
    <w:rsid w:val="003A097B"/>
    <w:rsid w:val="003A1D8B"/>
    <w:rsid w:val="003A21F8"/>
    <w:rsid w:val="003A286B"/>
    <w:rsid w:val="003A5A56"/>
    <w:rsid w:val="003A7359"/>
    <w:rsid w:val="003B090B"/>
    <w:rsid w:val="003B1091"/>
    <w:rsid w:val="003B3208"/>
    <w:rsid w:val="003B4725"/>
    <w:rsid w:val="003B554B"/>
    <w:rsid w:val="003B5BE5"/>
    <w:rsid w:val="003B6D17"/>
    <w:rsid w:val="003B6D5E"/>
    <w:rsid w:val="003B7999"/>
    <w:rsid w:val="003C0FC9"/>
    <w:rsid w:val="003C1D43"/>
    <w:rsid w:val="003C2FD2"/>
    <w:rsid w:val="003C32B9"/>
    <w:rsid w:val="003C33BD"/>
    <w:rsid w:val="003C44E6"/>
    <w:rsid w:val="003C4833"/>
    <w:rsid w:val="003C4BB5"/>
    <w:rsid w:val="003C51D6"/>
    <w:rsid w:val="003C7944"/>
    <w:rsid w:val="003D03D5"/>
    <w:rsid w:val="003D0CA1"/>
    <w:rsid w:val="003D61F1"/>
    <w:rsid w:val="003D6E76"/>
    <w:rsid w:val="003E06AD"/>
    <w:rsid w:val="003E1A08"/>
    <w:rsid w:val="003E31F4"/>
    <w:rsid w:val="003E4CAE"/>
    <w:rsid w:val="003E4ECE"/>
    <w:rsid w:val="003E5DA5"/>
    <w:rsid w:val="003E68EE"/>
    <w:rsid w:val="003F27D0"/>
    <w:rsid w:val="003F47D0"/>
    <w:rsid w:val="004001A9"/>
    <w:rsid w:val="004006C7"/>
    <w:rsid w:val="00400825"/>
    <w:rsid w:val="004008AE"/>
    <w:rsid w:val="00402553"/>
    <w:rsid w:val="004027F5"/>
    <w:rsid w:val="00402E13"/>
    <w:rsid w:val="00403E7B"/>
    <w:rsid w:val="0040483D"/>
    <w:rsid w:val="00406518"/>
    <w:rsid w:val="0040698A"/>
    <w:rsid w:val="00410F11"/>
    <w:rsid w:val="00413C28"/>
    <w:rsid w:val="00415959"/>
    <w:rsid w:val="00416CE4"/>
    <w:rsid w:val="0041768B"/>
    <w:rsid w:val="00420413"/>
    <w:rsid w:val="00424342"/>
    <w:rsid w:val="004274D3"/>
    <w:rsid w:val="00427B8A"/>
    <w:rsid w:val="00430194"/>
    <w:rsid w:val="004310F6"/>
    <w:rsid w:val="0043590C"/>
    <w:rsid w:val="0044015B"/>
    <w:rsid w:val="00440A4C"/>
    <w:rsid w:val="004426F6"/>
    <w:rsid w:val="00443271"/>
    <w:rsid w:val="00444E15"/>
    <w:rsid w:val="004452AF"/>
    <w:rsid w:val="00450CAE"/>
    <w:rsid w:val="00450FE3"/>
    <w:rsid w:val="00453E73"/>
    <w:rsid w:val="004541EE"/>
    <w:rsid w:val="004553E9"/>
    <w:rsid w:val="00455B69"/>
    <w:rsid w:val="00455C81"/>
    <w:rsid w:val="004568D8"/>
    <w:rsid w:val="00457492"/>
    <w:rsid w:val="00462D92"/>
    <w:rsid w:val="00462FB0"/>
    <w:rsid w:val="00463847"/>
    <w:rsid w:val="00463C77"/>
    <w:rsid w:val="00464384"/>
    <w:rsid w:val="00464941"/>
    <w:rsid w:val="004654AD"/>
    <w:rsid w:val="004676DA"/>
    <w:rsid w:val="004700E4"/>
    <w:rsid w:val="004701E6"/>
    <w:rsid w:val="00470451"/>
    <w:rsid w:val="00471C84"/>
    <w:rsid w:val="00473160"/>
    <w:rsid w:val="00473853"/>
    <w:rsid w:val="00473BCE"/>
    <w:rsid w:val="00474917"/>
    <w:rsid w:val="004750C1"/>
    <w:rsid w:val="00475FC2"/>
    <w:rsid w:val="00476B68"/>
    <w:rsid w:val="00476C10"/>
    <w:rsid w:val="00477BF3"/>
    <w:rsid w:val="004803C4"/>
    <w:rsid w:val="00480DBC"/>
    <w:rsid w:val="00483A0C"/>
    <w:rsid w:val="00483FFC"/>
    <w:rsid w:val="00484511"/>
    <w:rsid w:val="00487116"/>
    <w:rsid w:val="00487B5A"/>
    <w:rsid w:val="004900C7"/>
    <w:rsid w:val="00490D6A"/>
    <w:rsid w:val="004911AF"/>
    <w:rsid w:val="004913B4"/>
    <w:rsid w:val="00491772"/>
    <w:rsid w:val="0049346C"/>
    <w:rsid w:val="00493D1F"/>
    <w:rsid w:val="00493DBF"/>
    <w:rsid w:val="00494505"/>
    <w:rsid w:val="0049629B"/>
    <w:rsid w:val="004A073F"/>
    <w:rsid w:val="004A26F8"/>
    <w:rsid w:val="004A3316"/>
    <w:rsid w:val="004A48A9"/>
    <w:rsid w:val="004A6980"/>
    <w:rsid w:val="004A70E7"/>
    <w:rsid w:val="004B04A0"/>
    <w:rsid w:val="004B051D"/>
    <w:rsid w:val="004B18E2"/>
    <w:rsid w:val="004B2714"/>
    <w:rsid w:val="004B2AC2"/>
    <w:rsid w:val="004B348C"/>
    <w:rsid w:val="004B44C6"/>
    <w:rsid w:val="004B4F07"/>
    <w:rsid w:val="004B6D3A"/>
    <w:rsid w:val="004B7340"/>
    <w:rsid w:val="004C14D9"/>
    <w:rsid w:val="004C37D1"/>
    <w:rsid w:val="004C3DB7"/>
    <w:rsid w:val="004C52AA"/>
    <w:rsid w:val="004C6439"/>
    <w:rsid w:val="004C724C"/>
    <w:rsid w:val="004C7A67"/>
    <w:rsid w:val="004C7CF6"/>
    <w:rsid w:val="004D2089"/>
    <w:rsid w:val="004D2EED"/>
    <w:rsid w:val="004D3855"/>
    <w:rsid w:val="004D4817"/>
    <w:rsid w:val="004D79E6"/>
    <w:rsid w:val="004E04B8"/>
    <w:rsid w:val="004E1322"/>
    <w:rsid w:val="004E1964"/>
    <w:rsid w:val="004E235C"/>
    <w:rsid w:val="004E2F50"/>
    <w:rsid w:val="004E5013"/>
    <w:rsid w:val="004E59E9"/>
    <w:rsid w:val="004E65B8"/>
    <w:rsid w:val="004E689D"/>
    <w:rsid w:val="004E730E"/>
    <w:rsid w:val="004E75B4"/>
    <w:rsid w:val="004E7D07"/>
    <w:rsid w:val="004F1C0C"/>
    <w:rsid w:val="004F3871"/>
    <w:rsid w:val="004F44DC"/>
    <w:rsid w:val="004F5294"/>
    <w:rsid w:val="004F5F13"/>
    <w:rsid w:val="004F6467"/>
    <w:rsid w:val="004F6FE1"/>
    <w:rsid w:val="004F700A"/>
    <w:rsid w:val="004F795E"/>
    <w:rsid w:val="0050066B"/>
    <w:rsid w:val="00501E67"/>
    <w:rsid w:val="0050399D"/>
    <w:rsid w:val="00503E7F"/>
    <w:rsid w:val="005044EB"/>
    <w:rsid w:val="00506452"/>
    <w:rsid w:val="00507EF3"/>
    <w:rsid w:val="005133A6"/>
    <w:rsid w:val="005139AA"/>
    <w:rsid w:val="0051642F"/>
    <w:rsid w:val="005166BC"/>
    <w:rsid w:val="00516DCE"/>
    <w:rsid w:val="00517BA6"/>
    <w:rsid w:val="005211A2"/>
    <w:rsid w:val="00523457"/>
    <w:rsid w:val="005236B1"/>
    <w:rsid w:val="005240A1"/>
    <w:rsid w:val="00525291"/>
    <w:rsid w:val="00525ADC"/>
    <w:rsid w:val="00526AA1"/>
    <w:rsid w:val="005311C8"/>
    <w:rsid w:val="00532633"/>
    <w:rsid w:val="00532860"/>
    <w:rsid w:val="00534DEA"/>
    <w:rsid w:val="00535ADE"/>
    <w:rsid w:val="005369ED"/>
    <w:rsid w:val="00536E17"/>
    <w:rsid w:val="00541D62"/>
    <w:rsid w:val="00541D9B"/>
    <w:rsid w:val="005422AE"/>
    <w:rsid w:val="00542684"/>
    <w:rsid w:val="005429C9"/>
    <w:rsid w:val="0054339D"/>
    <w:rsid w:val="00543B2E"/>
    <w:rsid w:val="005441B2"/>
    <w:rsid w:val="00544294"/>
    <w:rsid w:val="00546EE2"/>
    <w:rsid w:val="00547AA2"/>
    <w:rsid w:val="0055058D"/>
    <w:rsid w:val="0055128D"/>
    <w:rsid w:val="00552BB7"/>
    <w:rsid w:val="00552EBA"/>
    <w:rsid w:val="00553E76"/>
    <w:rsid w:val="00554688"/>
    <w:rsid w:val="0055642E"/>
    <w:rsid w:val="00562288"/>
    <w:rsid w:val="00563441"/>
    <w:rsid w:val="0056430D"/>
    <w:rsid w:val="00564765"/>
    <w:rsid w:val="00565562"/>
    <w:rsid w:val="0056716A"/>
    <w:rsid w:val="0056774B"/>
    <w:rsid w:val="00570108"/>
    <w:rsid w:val="00570CAD"/>
    <w:rsid w:val="00572F03"/>
    <w:rsid w:val="00573585"/>
    <w:rsid w:val="0057363B"/>
    <w:rsid w:val="00573939"/>
    <w:rsid w:val="005742F6"/>
    <w:rsid w:val="00575961"/>
    <w:rsid w:val="00577B9A"/>
    <w:rsid w:val="00580B39"/>
    <w:rsid w:val="00581091"/>
    <w:rsid w:val="005813CF"/>
    <w:rsid w:val="005842AF"/>
    <w:rsid w:val="005879D4"/>
    <w:rsid w:val="0059062F"/>
    <w:rsid w:val="00591707"/>
    <w:rsid w:val="00591F47"/>
    <w:rsid w:val="00592C71"/>
    <w:rsid w:val="00596065"/>
    <w:rsid w:val="005A0F98"/>
    <w:rsid w:val="005A3F97"/>
    <w:rsid w:val="005A623E"/>
    <w:rsid w:val="005A6445"/>
    <w:rsid w:val="005B07B9"/>
    <w:rsid w:val="005B1D46"/>
    <w:rsid w:val="005B1FCD"/>
    <w:rsid w:val="005B28F6"/>
    <w:rsid w:val="005B387C"/>
    <w:rsid w:val="005B3D50"/>
    <w:rsid w:val="005B55EE"/>
    <w:rsid w:val="005B64B8"/>
    <w:rsid w:val="005C12F3"/>
    <w:rsid w:val="005C4E17"/>
    <w:rsid w:val="005C4F9C"/>
    <w:rsid w:val="005C5413"/>
    <w:rsid w:val="005C6657"/>
    <w:rsid w:val="005C69B0"/>
    <w:rsid w:val="005C6A6E"/>
    <w:rsid w:val="005C70EB"/>
    <w:rsid w:val="005C7381"/>
    <w:rsid w:val="005C7F61"/>
    <w:rsid w:val="005D10F4"/>
    <w:rsid w:val="005D18F1"/>
    <w:rsid w:val="005D3128"/>
    <w:rsid w:val="005D324D"/>
    <w:rsid w:val="005D44F2"/>
    <w:rsid w:val="005D656B"/>
    <w:rsid w:val="005D6A2A"/>
    <w:rsid w:val="005D7685"/>
    <w:rsid w:val="005E08D7"/>
    <w:rsid w:val="005E0CFF"/>
    <w:rsid w:val="005E1481"/>
    <w:rsid w:val="005E1E8D"/>
    <w:rsid w:val="005E20FC"/>
    <w:rsid w:val="005E29D4"/>
    <w:rsid w:val="005E3219"/>
    <w:rsid w:val="005E35F3"/>
    <w:rsid w:val="005E668D"/>
    <w:rsid w:val="005E695F"/>
    <w:rsid w:val="005F0642"/>
    <w:rsid w:val="005F0C07"/>
    <w:rsid w:val="005F1D5A"/>
    <w:rsid w:val="005F2CD6"/>
    <w:rsid w:val="005F2E32"/>
    <w:rsid w:val="005F4F95"/>
    <w:rsid w:val="005F5238"/>
    <w:rsid w:val="00600ACA"/>
    <w:rsid w:val="00602802"/>
    <w:rsid w:val="00602A7B"/>
    <w:rsid w:val="00602DA2"/>
    <w:rsid w:val="006046A5"/>
    <w:rsid w:val="00604E6A"/>
    <w:rsid w:val="006057FC"/>
    <w:rsid w:val="00605B2B"/>
    <w:rsid w:val="00606A8F"/>
    <w:rsid w:val="00606DFE"/>
    <w:rsid w:val="006073C4"/>
    <w:rsid w:val="006076DB"/>
    <w:rsid w:val="00607B1D"/>
    <w:rsid w:val="00610753"/>
    <w:rsid w:val="00610F67"/>
    <w:rsid w:val="006120E1"/>
    <w:rsid w:val="006122B6"/>
    <w:rsid w:val="00612A73"/>
    <w:rsid w:val="0061320D"/>
    <w:rsid w:val="006137AF"/>
    <w:rsid w:val="0061408E"/>
    <w:rsid w:val="006150FD"/>
    <w:rsid w:val="006158B4"/>
    <w:rsid w:val="00615E95"/>
    <w:rsid w:val="00616187"/>
    <w:rsid w:val="00616BE6"/>
    <w:rsid w:val="006178FE"/>
    <w:rsid w:val="0062094E"/>
    <w:rsid w:val="006239A6"/>
    <w:rsid w:val="0062429F"/>
    <w:rsid w:val="00625747"/>
    <w:rsid w:val="006269F6"/>
    <w:rsid w:val="0063323A"/>
    <w:rsid w:val="00633E9F"/>
    <w:rsid w:val="0063493E"/>
    <w:rsid w:val="00642088"/>
    <w:rsid w:val="00642F3A"/>
    <w:rsid w:val="00644B4B"/>
    <w:rsid w:val="00644D1F"/>
    <w:rsid w:val="00644FEB"/>
    <w:rsid w:val="00646610"/>
    <w:rsid w:val="0064665C"/>
    <w:rsid w:val="00647A43"/>
    <w:rsid w:val="00650FBC"/>
    <w:rsid w:val="006510EF"/>
    <w:rsid w:val="00651C7E"/>
    <w:rsid w:val="00652769"/>
    <w:rsid w:val="00653483"/>
    <w:rsid w:val="00653804"/>
    <w:rsid w:val="00654713"/>
    <w:rsid w:val="00655C2B"/>
    <w:rsid w:val="00656E5D"/>
    <w:rsid w:val="006578E6"/>
    <w:rsid w:val="00657E4C"/>
    <w:rsid w:val="00660067"/>
    <w:rsid w:val="006607D0"/>
    <w:rsid w:val="0066087E"/>
    <w:rsid w:val="00661430"/>
    <w:rsid w:val="0066290D"/>
    <w:rsid w:val="006636DC"/>
    <w:rsid w:val="006645ED"/>
    <w:rsid w:val="006646B8"/>
    <w:rsid w:val="0066491F"/>
    <w:rsid w:val="00664973"/>
    <w:rsid w:val="006667DC"/>
    <w:rsid w:val="00666B16"/>
    <w:rsid w:val="00666D17"/>
    <w:rsid w:val="006714BC"/>
    <w:rsid w:val="00671543"/>
    <w:rsid w:val="006718BE"/>
    <w:rsid w:val="0067647D"/>
    <w:rsid w:val="00676893"/>
    <w:rsid w:val="00677431"/>
    <w:rsid w:val="00677450"/>
    <w:rsid w:val="0067751E"/>
    <w:rsid w:val="00677527"/>
    <w:rsid w:val="00680138"/>
    <w:rsid w:val="00681B61"/>
    <w:rsid w:val="00681C63"/>
    <w:rsid w:val="00681E36"/>
    <w:rsid w:val="00682548"/>
    <w:rsid w:val="0068577A"/>
    <w:rsid w:val="00686B9F"/>
    <w:rsid w:val="00687EA0"/>
    <w:rsid w:val="0069044C"/>
    <w:rsid w:val="00694340"/>
    <w:rsid w:val="0069446F"/>
    <w:rsid w:val="00694475"/>
    <w:rsid w:val="00694C25"/>
    <w:rsid w:val="00695F45"/>
    <w:rsid w:val="006977CC"/>
    <w:rsid w:val="00697CDA"/>
    <w:rsid w:val="00697E16"/>
    <w:rsid w:val="006A2544"/>
    <w:rsid w:val="006A2C4C"/>
    <w:rsid w:val="006A317A"/>
    <w:rsid w:val="006A3F7B"/>
    <w:rsid w:val="006A544F"/>
    <w:rsid w:val="006A7158"/>
    <w:rsid w:val="006B0823"/>
    <w:rsid w:val="006B478E"/>
    <w:rsid w:val="006B5664"/>
    <w:rsid w:val="006B7FF2"/>
    <w:rsid w:val="006C01E4"/>
    <w:rsid w:val="006C0210"/>
    <w:rsid w:val="006C09C5"/>
    <w:rsid w:val="006C1CD7"/>
    <w:rsid w:val="006C343F"/>
    <w:rsid w:val="006C3824"/>
    <w:rsid w:val="006C500A"/>
    <w:rsid w:val="006C5D55"/>
    <w:rsid w:val="006C5FFF"/>
    <w:rsid w:val="006C633E"/>
    <w:rsid w:val="006C7882"/>
    <w:rsid w:val="006C78BA"/>
    <w:rsid w:val="006C7941"/>
    <w:rsid w:val="006D02B1"/>
    <w:rsid w:val="006D0658"/>
    <w:rsid w:val="006D1A5A"/>
    <w:rsid w:val="006D2212"/>
    <w:rsid w:val="006D2E33"/>
    <w:rsid w:val="006D45C3"/>
    <w:rsid w:val="006D4A8E"/>
    <w:rsid w:val="006D7BE9"/>
    <w:rsid w:val="006E0B36"/>
    <w:rsid w:val="006E0B52"/>
    <w:rsid w:val="006E1826"/>
    <w:rsid w:val="006E1FBD"/>
    <w:rsid w:val="006E2BCA"/>
    <w:rsid w:val="006E3F29"/>
    <w:rsid w:val="006E4816"/>
    <w:rsid w:val="006E5129"/>
    <w:rsid w:val="006E5299"/>
    <w:rsid w:val="006E682B"/>
    <w:rsid w:val="006E74FE"/>
    <w:rsid w:val="006F1852"/>
    <w:rsid w:val="006F1E52"/>
    <w:rsid w:val="006F4F99"/>
    <w:rsid w:val="006F5555"/>
    <w:rsid w:val="006F6A5F"/>
    <w:rsid w:val="007005E9"/>
    <w:rsid w:val="00700CC7"/>
    <w:rsid w:val="007015CE"/>
    <w:rsid w:val="00701BB1"/>
    <w:rsid w:val="007020FE"/>
    <w:rsid w:val="00703C90"/>
    <w:rsid w:val="00703EC6"/>
    <w:rsid w:val="0070603F"/>
    <w:rsid w:val="0071049B"/>
    <w:rsid w:val="00711A42"/>
    <w:rsid w:val="00712C6E"/>
    <w:rsid w:val="00715AD6"/>
    <w:rsid w:val="007165A5"/>
    <w:rsid w:val="00717825"/>
    <w:rsid w:val="00721534"/>
    <w:rsid w:val="007221D1"/>
    <w:rsid w:val="00722EB5"/>
    <w:rsid w:val="0072398B"/>
    <w:rsid w:val="007239A1"/>
    <w:rsid w:val="0072477F"/>
    <w:rsid w:val="00725CFD"/>
    <w:rsid w:val="0072652B"/>
    <w:rsid w:val="00731567"/>
    <w:rsid w:val="007340FB"/>
    <w:rsid w:val="00734338"/>
    <w:rsid w:val="007352B6"/>
    <w:rsid w:val="00735E0A"/>
    <w:rsid w:val="007365B4"/>
    <w:rsid w:val="00736D50"/>
    <w:rsid w:val="00740613"/>
    <w:rsid w:val="00741609"/>
    <w:rsid w:val="00744AD7"/>
    <w:rsid w:val="0074749B"/>
    <w:rsid w:val="007474EC"/>
    <w:rsid w:val="00750ADB"/>
    <w:rsid w:val="0075301A"/>
    <w:rsid w:val="00753066"/>
    <w:rsid w:val="007531CE"/>
    <w:rsid w:val="00755A72"/>
    <w:rsid w:val="00760365"/>
    <w:rsid w:val="007610CB"/>
    <w:rsid w:val="0076262A"/>
    <w:rsid w:val="00765E3A"/>
    <w:rsid w:val="00766DE3"/>
    <w:rsid w:val="007670F9"/>
    <w:rsid w:val="0077047A"/>
    <w:rsid w:val="00770719"/>
    <w:rsid w:val="00770D39"/>
    <w:rsid w:val="0077451E"/>
    <w:rsid w:val="0077595E"/>
    <w:rsid w:val="007776B2"/>
    <w:rsid w:val="00777DA8"/>
    <w:rsid w:val="00781571"/>
    <w:rsid w:val="00781ED4"/>
    <w:rsid w:val="0078356A"/>
    <w:rsid w:val="00783603"/>
    <w:rsid w:val="0078440E"/>
    <w:rsid w:val="00785376"/>
    <w:rsid w:val="007855A8"/>
    <w:rsid w:val="00786EC8"/>
    <w:rsid w:val="007933FC"/>
    <w:rsid w:val="007940F7"/>
    <w:rsid w:val="007953A0"/>
    <w:rsid w:val="00796CD4"/>
    <w:rsid w:val="0079711B"/>
    <w:rsid w:val="007A0BCD"/>
    <w:rsid w:val="007A0F4D"/>
    <w:rsid w:val="007A13DC"/>
    <w:rsid w:val="007A2DE0"/>
    <w:rsid w:val="007A4367"/>
    <w:rsid w:val="007A44EB"/>
    <w:rsid w:val="007A4CA6"/>
    <w:rsid w:val="007A510D"/>
    <w:rsid w:val="007A5E96"/>
    <w:rsid w:val="007A687C"/>
    <w:rsid w:val="007A7A4B"/>
    <w:rsid w:val="007B389B"/>
    <w:rsid w:val="007B54A0"/>
    <w:rsid w:val="007C03C8"/>
    <w:rsid w:val="007C03E3"/>
    <w:rsid w:val="007C0ADE"/>
    <w:rsid w:val="007C1016"/>
    <w:rsid w:val="007C3BAE"/>
    <w:rsid w:val="007C4241"/>
    <w:rsid w:val="007C4A94"/>
    <w:rsid w:val="007C52D7"/>
    <w:rsid w:val="007C5972"/>
    <w:rsid w:val="007C6AE2"/>
    <w:rsid w:val="007D0835"/>
    <w:rsid w:val="007D1D94"/>
    <w:rsid w:val="007D27A6"/>
    <w:rsid w:val="007D3528"/>
    <w:rsid w:val="007D3754"/>
    <w:rsid w:val="007D42F5"/>
    <w:rsid w:val="007D450C"/>
    <w:rsid w:val="007D4E5C"/>
    <w:rsid w:val="007D4FE5"/>
    <w:rsid w:val="007D5A98"/>
    <w:rsid w:val="007D7058"/>
    <w:rsid w:val="007E0ABE"/>
    <w:rsid w:val="007E0B1E"/>
    <w:rsid w:val="007E179D"/>
    <w:rsid w:val="007E23E5"/>
    <w:rsid w:val="007E3596"/>
    <w:rsid w:val="007E4153"/>
    <w:rsid w:val="007E44C1"/>
    <w:rsid w:val="007E6529"/>
    <w:rsid w:val="007F17CB"/>
    <w:rsid w:val="007F1CD8"/>
    <w:rsid w:val="007F28A5"/>
    <w:rsid w:val="007F35DB"/>
    <w:rsid w:val="007F3AD8"/>
    <w:rsid w:val="007F46CC"/>
    <w:rsid w:val="007F493F"/>
    <w:rsid w:val="007F5DBC"/>
    <w:rsid w:val="007F60A1"/>
    <w:rsid w:val="007F6B7E"/>
    <w:rsid w:val="007F77A7"/>
    <w:rsid w:val="008011D2"/>
    <w:rsid w:val="00801FF3"/>
    <w:rsid w:val="008034FC"/>
    <w:rsid w:val="00803852"/>
    <w:rsid w:val="00803ED8"/>
    <w:rsid w:val="00806A4A"/>
    <w:rsid w:val="00806F2A"/>
    <w:rsid w:val="008071EB"/>
    <w:rsid w:val="008071F1"/>
    <w:rsid w:val="00807E58"/>
    <w:rsid w:val="00810CF3"/>
    <w:rsid w:val="008123A0"/>
    <w:rsid w:val="00814AC6"/>
    <w:rsid w:val="00816967"/>
    <w:rsid w:val="008207D4"/>
    <w:rsid w:val="008211D4"/>
    <w:rsid w:val="0082325A"/>
    <w:rsid w:val="00827C23"/>
    <w:rsid w:val="00827E8D"/>
    <w:rsid w:val="00830854"/>
    <w:rsid w:val="00834348"/>
    <w:rsid w:val="00834B73"/>
    <w:rsid w:val="00836BD0"/>
    <w:rsid w:val="00837CC8"/>
    <w:rsid w:val="00837EF1"/>
    <w:rsid w:val="008408B1"/>
    <w:rsid w:val="00841144"/>
    <w:rsid w:val="00841769"/>
    <w:rsid w:val="00842189"/>
    <w:rsid w:val="00842B1C"/>
    <w:rsid w:val="00843465"/>
    <w:rsid w:val="0084450C"/>
    <w:rsid w:val="00850BD2"/>
    <w:rsid w:val="00853887"/>
    <w:rsid w:val="00853A3F"/>
    <w:rsid w:val="008565B4"/>
    <w:rsid w:val="00861D3E"/>
    <w:rsid w:val="0086255B"/>
    <w:rsid w:val="00867C0B"/>
    <w:rsid w:val="00870D3D"/>
    <w:rsid w:val="00874E57"/>
    <w:rsid w:val="008758BF"/>
    <w:rsid w:val="00877AFB"/>
    <w:rsid w:val="00877C42"/>
    <w:rsid w:val="00881D89"/>
    <w:rsid w:val="00883EBC"/>
    <w:rsid w:val="00884008"/>
    <w:rsid w:val="008843F0"/>
    <w:rsid w:val="00886FC0"/>
    <w:rsid w:val="00887A72"/>
    <w:rsid w:val="00890732"/>
    <w:rsid w:val="008908E9"/>
    <w:rsid w:val="00892D60"/>
    <w:rsid w:val="00892FD1"/>
    <w:rsid w:val="00895E72"/>
    <w:rsid w:val="008A03BC"/>
    <w:rsid w:val="008A0E54"/>
    <w:rsid w:val="008A1178"/>
    <w:rsid w:val="008A1458"/>
    <w:rsid w:val="008A199F"/>
    <w:rsid w:val="008A1F94"/>
    <w:rsid w:val="008A22CC"/>
    <w:rsid w:val="008A22CE"/>
    <w:rsid w:val="008A39B6"/>
    <w:rsid w:val="008A41CE"/>
    <w:rsid w:val="008A5256"/>
    <w:rsid w:val="008A666E"/>
    <w:rsid w:val="008A6AFF"/>
    <w:rsid w:val="008A6C17"/>
    <w:rsid w:val="008A75B6"/>
    <w:rsid w:val="008B1309"/>
    <w:rsid w:val="008B278F"/>
    <w:rsid w:val="008B33A6"/>
    <w:rsid w:val="008B44DA"/>
    <w:rsid w:val="008B4D49"/>
    <w:rsid w:val="008B549B"/>
    <w:rsid w:val="008B673B"/>
    <w:rsid w:val="008B6A8B"/>
    <w:rsid w:val="008B79F8"/>
    <w:rsid w:val="008C1B87"/>
    <w:rsid w:val="008C446F"/>
    <w:rsid w:val="008C4498"/>
    <w:rsid w:val="008C4EB8"/>
    <w:rsid w:val="008C6DDA"/>
    <w:rsid w:val="008D22FF"/>
    <w:rsid w:val="008D2731"/>
    <w:rsid w:val="008D346E"/>
    <w:rsid w:val="008D4098"/>
    <w:rsid w:val="008D55C1"/>
    <w:rsid w:val="008D6A24"/>
    <w:rsid w:val="008D6E6F"/>
    <w:rsid w:val="008D788C"/>
    <w:rsid w:val="008E2757"/>
    <w:rsid w:val="008E2A17"/>
    <w:rsid w:val="008E48C2"/>
    <w:rsid w:val="008E74A5"/>
    <w:rsid w:val="008F0995"/>
    <w:rsid w:val="008F22E2"/>
    <w:rsid w:val="008F4203"/>
    <w:rsid w:val="008F5473"/>
    <w:rsid w:val="008F5BDF"/>
    <w:rsid w:val="008F5EAD"/>
    <w:rsid w:val="008F79C1"/>
    <w:rsid w:val="009002EF"/>
    <w:rsid w:val="0090096D"/>
    <w:rsid w:val="009021D3"/>
    <w:rsid w:val="0090569A"/>
    <w:rsid w:val="00906781"/>
    <w:rsid w:val="00906D3F"/>
    <w:rsid w:val="009079E2"/>
    <w:rsid w:val="00912463"/>
    <w:rsid w:val="00912CC3"/>
    <w:rsid w:val="00913006"/>
    <w:rsid w:val="00914CCE"/>
    <w:rsid w:val="00914F4F"/>
    <w:rsid w:val="00916020"/>
    <w:rsid w:val="0091706C"/>
    <w:rsid w:val="00917AFD"/>
    <w:rsid w:val="00917DF9"/>
    <w:rsid w:val="00920D09"/>
    <w:rsid w:val="00924050"/>
    <w:rsid w:val="009249E4"/>
    <w:rsid w:val="00924F58"/>
    <w:rsid w:val="0092579B"/>
    <w:rsid w:val="009263C0"/>
    <w:rsid w:val="00927150"/>
    <w:rsid w:val="00927B13"/>
    <w:rsid w:val="00930E9F"/>
    <w:rsid w:val="00931C63"/>
    <w:rsid w:val="00931E6E"/>
    <w:rsid w:val="00932C92"/>
    <w:rsid w:val="00932D0B"/>
    <w:rsid w:val="00937A48"/>
    <w:rsid w:val="00937CDF"/>
    <w:rsid w:val="009414ED"/>
    <w:rsid w:val="00942200"/>
    <w:rsid w:val="00942440"/>
    <w:rsid w:val="00942985"/>
    <w:rsid w:val="00944AD4"/>
    <w:rsid w:val="00944DC4"/>
    <w:rsid w:val="009505A9"/>
    <w:rsid w:val="00951703"/>
    <w:rsid w:val="00952EA5"/>
    <w:rsid w:val="0095339C"/>
    <w:rsid w:val="0095361A"/>
    <w:rsid w:val="00953AD0"/>
    <w:rsid w:val="00954570"/>
    <w:rsid w:val="0095499A"/>
    <w:rsid w:val="0095546C"/>
    <w:rsid w:val="00955F05"/>
    <w:rsid w:val="00961758"/>
    <w:rsid w:val="00962798"/>
    <w:rsid w:val="00962B04"/>
    <w:rsid w:val="00965837"/>
    <w:rsid w:val="00965AF6"/>
    <w:rsid w:val="00966E52"/>
    <w:rsid w:val="00967270"/>
    <w:rsid w:val="00967C34"/>
    <w:rsid w:val="009737D8"/>
    <w:rsid w:val="00976B23"/>
    <w:rsid w:val="00977024"/>
    <w:rsid w:val="009813E7"/>
    <w:rsid w:val="009829BF"/>
    <w:rsid w:val="00984558"/>
    <w:rsid w:val="00985078"/>
    <w:rsid w:val="00986C44"/>
    <w:rsid w:val="00987410"/>
    <w:rsid w:val="00987BBF"/>
    <w:rsid w:val="0099013B"/>
    <w:rsid w:val="0099074D"/>
    <w:rsid w:val="0099126C"/>
    <w:rsid w:val="009913F8"/>
    <w:rsid w:val="00993195"/>
    <w:rsid w:val="0099383F"/>
    <w:rsid w:val="009946BE"/>
    <w:rsid w:val="00995E96"/>
    <w:rsid w:val="00996C8E"/>
    <w:rsid w:val="00997C42"/>
    <w:rsid w:val="009A2640"/>
    <w:rsid w:val="009A26C3"/>
    <w:rsid w:val="009A3B57"/>
    <w:rsid w:val="009A3BE3"/>
    <w:rsid w:val="009A797C"/>
    <w:rsid w:val="009B06BA"/>
    <w:rsid w:val="009B0E54"/>
    <w:rsid w:val="009B15B9"/>
    <w:rsid w:val="009B3748"/>
    <w:rsid w:val="009B5BB4"/>
    <w:rsid w:val="009B718D"/>
    <w:rsid w:val="009B7EA6"/>
    <w:rsid w:val="009C026D"/>
    <w:rsid w:val="009C037F"/>
    <w:rsid w:val="009C1B07"/>
    <w:rsid w:val="009C25E6"/>
    <w:rsid w:val="009C42CC"/>
    <w:rsid w:val="009C5068"/>
    <w:rsid w:val="009C6796"/>
    <w:rsid w:val="009C6D8D"/>
    <w:rsid w:val="009C783B"/>
    <w:rsid w:val="009D0ACE"/>
    <w:rsid w:val="009D2405"/>
    <w:rsid w:val="009D3BB0"/>
    <w:rsid w:val="009D416D"/>
    <w:rsid w:val="009D4802"/>
    <w:rsid w:val="009D4DEE"/>
    <w:rsid w:val="009D5458"/>
    <w:rsid w:val="009D5B82"/>
    <w:rsid w:val="009D69B5"/>
    <w:rsid w:val="009D7745"/>
    <w:rsid w:val="009E25DC"/>
    <w:rsid w:val="009E3FCC"/>
    <w:rsid w:val="009E6454"/>
    <w:rsid w:val="009E781D"/>
    <w:rsid w:val="009F2611"/>
    <w:rsid w:val="009F4888"/>
    <w:rsid w:val="009F4D0B"/>
    <w:rsid w:val="009F633A"/>
    <w:rsid w:val="009F7D00"/>
    <w:rsid w:val="009F7E89"/>
    <w:rsid w:val="00A00557"/>
    <w:rsid w:val="00A00CF1"/>
    <w:rsid w:val="00A01A87"/>
    <w:rsid w:val="00A01B8A"/>
    <w:rsid w:val="00A02D56"/>
    <w:rsid w:val="00A036D4"/>
    <w:rsid w:val="00A045DE"/>
    <w:rsid w:val="00A04D7B"/>
    <w:rsid w:val="00A05F11"/>
    <w:rsid w:val="00A06038"/>
    <w:rsid w:val="00A072A3"/>
    <w:rsid w:val="00A0756E"/>
    <w:rsid w:val="00A10A08"/>
    <w:rsid w:val="00A113B2"/>
    <w:rsid w:val="00A130B1"/>
    <w:rsid w:val="00A14DB8"/>
    <w:rsid w:val="00A15DA0"/>
    <w:rsid w:val="00A17A25"/>
    <w:rsid w:val="00A204EC"/>
    <w:rsid w:val="00A2083C"/>
    <w:rsid w:val="00A20BB8"/>
    <w:rsid w:val="00A22E33"/>
    <w:rsid w:val="00A24404"/>
    <w:rsid w:val="00A249E2"/>
    <w:rsid w:val="00A254EF"/>
    <w:rsid w:val="00A26629"/>
    <w:rsid w:val="00A31335"/>
    <w:rsid w:val="00A33E26"/>
    <w:rsid w:val="00A342BD"/>
    <w:rsid w:val="00A4093A"/>
    <w:rsid w:val="00A41BB7"/>
    <w:rsid w:val="00A43FF0"/>
    <w:rsid w:val="00A45C07"/>
    <w:rsid w:val="00A54DCC"/>
    <w:rsid w:val="00A61437"/>
    <w:rsid w:val="00A61520"/>
    <w:rsid w:val="00A61FAC"/>
    <w:rsid w:val="00A62CA9"/>
    <w:rsid w:val="00A663FA"/>
    <w:rsid w:val="00A66AF5"/>
    <w:rsid w:val="00A66C87"/>
    <w:rsid w:val="00A715D3"/>
    <w:rsid w:val="00A7329F"/>
    <w:rsid w:val="00A738C6"/>
    <w:rsid w:val="00A73AC0"/>
    <w:rsid w:val="00A75A21"/>
    <w:rsid w:val="00A767F1"/>
    <w:rsid w:val="00A77403"/>
    <w:rsid w:val="00A800E5"/>
    <w:rsid w:val="00A808F9"/>
    <w:rsid w:val="00A81A33"/>
    <w:rsid w:val="00A86847"/>
    <w:rsid w:val="00A90430"/>
    <w:rsid w:val="00A913B1"/>
    <w:rsid w:val="00A919DF"/>
    <w:rsid w:val="00A91A56"/>
    <w:rsid w:val="00A93C96"/>
    <w:rsid w:val="00A93D8F"/>
    <w:rsid w:val="00A95FB9"/>
    <w:rsid w:val="00A96F26"/>
    <w:rsid w:val="00AA03E5"/>
    <w:rsid w:val="00AA121B"/>
    <w:rsid w:val="00AA188C"/>
    <w:rsid w:val="00AA2EFA"/>
    <w:rsid w:val="00AA3BA1"/>
    <w:rsid w:val="00AA4787"/>
    <w:rsid w:val="00AA640E"/>
    <w:rsid w:val="00AA6F66"/>
    <w:rsid w:val="00AA7E13"/>
    <w:rsid w:val="00AB2078"/>
    <w:rsid w:val="00AB3D3A"/>
    <w:rsid w:val="00AB4030"/>
    <w:rsid w:val="00AB4982"/>
    <w:rsid w:val="00AB5C75"/>
    <w:rsid w:val="00AB5F55"/>
    <w:rsid w:val="00AB6357"/>
    <w:rsid w:val="00AB6ADC"/>
    <w:rsid w:val="00AB6DC0"/>
    <w:rsid w:val="00AB7B4C"/>
    <w:rsid w:val="00AC024C"/>
    <w:rsid w:val="00AC104D"/>
    <w:rsid w:val="00AC149C"/>
    <w:rsid w:val="00AC2162"/>
    <w:rsid w:val="00AC2632"/>
    <w:rsid w:val="00AC30BC"/>
    <w:rsid w:val="00AC3ABA"/>
    <w:rsid w:val="00AC4123"/>
    <w:rsid w:val="00AC4353"/>
    <w:rsid w:val="00AC4594"/>
    <w:rsid w:val="00AC4C63"/>
    <w:rsid w:val="00AC50EB"/>
    <w:rsid w:val="00AC57CF"/>
    <w:rsid w:val="00AD124B"/>
    <w:rsid w:val="00AD24EA"/>
    <w:rsid w:val="00AD2561"/>
    <w:rsid w:val="00AD290B"/>
    <w:rsid w:val="00AD2C06"/>
    <w:rsid w:val="00AD7365"/>
    <w:rsid w:val="00AE2678"/>
    <w:rsid w:val="00AE2B66"/>
    <w:rsid w:val="00AE2F76"/>
    <w:rsid w:val="00AE2FE8"/>
    <w:rsid w:val="00AE304B"/>
    <w:rsid w:val="00AE3FC5"/>
    <w:rsid w:val="00AE4EA9"/>
    <w:rsid w:val="00AE58FA"/>
    <w:rsid w:val="00AE716B"/>
    <w:rsid w:val="00AF21D6"/>
    <w:rsid w:val="00AF248E"/>
    <w:rsid w:val="00AF2A9E"/>
    <w:rsid w:val="00AF3AB1"/>
    <w:rsid w:val="00AF3D55"/>
    <w:rsid w:val="00AF4293"/>
    <w:rsid w:val="00AF64D6"/>
    <w:rsid w:val="00AF7C87"/>
    <w:rsid w:val="00B001AF"/>
    <w:rsid w:val="00B00C84"/>
    <w:rsid w:val="00B04432"/>
    <w:rsid w:val="00B044F9"/>
    <w:rsid w:val="00B11EF0"/>
    <w:rsid w:val="00B13B48"/>
    <w:rsid w:val="00B15A27"/>
    <w:rsid w:val="00B161D2"/>
    <w:rsid w:val="00B16634"/>
    <w:rsid w:val="00B17973"/>
    <w:rsid w:val="00B21F48"/>
    <w:rsid w:val="00B23708"/>
    <w:rsid w:val="00B238D9"/>
    <w:rsid w:val="00B249D5"/>
    <w:rsid w:val="00B256F8"/>
    <w:rsid w:val="00B259D3"/>
    <w:rsid w:val="00B2636A"/>
    <w:rsid w:val="00B2709D"/>
    <w:rsid w:val="00B277AB"/>
    <w:rsid w:val="00B27886"/>
    <w:rsid w:val="00B27D44"/>
    <w:rsid w:val="00B310F0"/>
    <w:rsid w:val="00B32E95"/>
    <w:rsid w:val="00B3307A"/>
    <w:rsid w:val="00B33F96"/>
    <w:rsid w:val="00B3580A"/>
    <w:rsid w:val="00B36DE7"/>
    <w:rsid w:val="00B37386"/>
    <w:rsid w:val="00B3766B"/>
    <w:rsid w:val="00B4085F"/>
    <w:rsid w:val="00B40BDB"/>
    <w:rsid w:val="00B40BF8"/>
    <w:rsid w:val="00B40DE5"/>
    <w:rsid w:val="00B42B13"/>
    <w:rsid w:val="00B45AC5"/>
    <w:rsid w:val="00B468C4"/>
    <w:rsid w:val="00B46AE1"/>
    <w:rsid w:val="00B47930"/>
    <w:rsid w:val="00B5051D"/>
    <w:rsid w:val="00B55229"/>
    <w:rsid w:val="00B55836"/>
    <w:rsid w:val="00B60297"/>
    <w:rsid w:val="00B60666"/>
    <w:rsid w:val="00B619C7"/>
    <w:rsid w:val="00B620CA"/>
    <w:rsid w:val="00B62173"/>
    <w:rsid w:val="00B62F74"/>
    <w:rsid w:val="00B63256"/>
    <w:rsid w:val="00B678DB"/>
    <w:rsid w:val="00B70393"/>
    <w:rsid w:val="00B71888"/>
    <w:rsid w:val="00B722DE"/>
    <w:rsid w:val="00B723A5"/>
    <w:rsid w:val="00B72C5B"/>
    <w:rsid w:val="00B7312E"/>
    <w:rsid w:val="00B74768"/>
    <w:rsid w:val="00B75317"/>
    <w:rsid w:val="00B76137"/>
    <w:rsid w:val="00B768DC"/>
    <w:rsid w:val="00B769EB"/>
    <w:rsid w:val="00B8116A"/>
    <w:rsid w:val="00B84956"/>
    <w:rsid w:val="00B84F5B"/>
    <w:rsid w:val="00B85216"/>
    <w:rsid w:val="00B857EE"/>
    <w:rsid w:val="00B85AAE"/>
    <w:rsid w:val="00B86F60"/>
    <w:rsid w:val="00B90375"/>
    <w:rsid w:val="00B907DA"/>
    <w:rsid w:val="00B909B6"/>
    <w:rsid w:val="00B90E2C"/>
    <w:rsid w:val="00B91C49"/>
    <w:rsid w:val="00B934BA"/>
    <w:rsid w:val="00B95673"/>
    <w:rsid w:val="00B95C56"/>
    <w:rsid w:val="00B978A9"/>
    <w:rsid w:val="00B97B24"/>
    <w:rsid w:val="00BA08F4"/>
    <w:rsid w:val="00BA0D22"/>
    <w:rsid w:val="00BA3570"/>
    <w:rsid w:val="00BA4536"/>
    <w:rsid w:val="00BB1423"/>
    <w:rsid w:val="00BC0ACA"/>
    <w:rsid w:val="00BC116D"/>
    <w:rsid w:val="00BC3F5C"/>
    <w:rsid w:val="00BC57DF"/>
    <w:rsid w:val="00BC662B"/>
    <w:rsid w:val="00BC6FF9"/>
    <w:rsid w:val="00BC7BC3"/>
    <w:rsid w:val="00BD01A3"/>
    <w:rsid w:val="00BD0929"/>
    <w:rsid w:val="00BD1004"/>
    <w:rsid w:val="00BD36DD"/>
    <w:rsid w:val="00BD3FA6"/>
    <w:rsid w:val="00BD5194"/>
    <w:rsid w:val="00BD61BA"/>
    <w:rsid w:val="00BD6305"/>
    <w:rsid w:val="00BD6C32"/>
    <w:rsid w:val="00BE3B2F"/>
    <w:rsid w:val="00BE5B8C"/>
    <w:rsid w:val="00BE748A"/>
    <w:rsid w:val="00BF1012"/>
    <w:rsid w:val="00BF117E"/>
    <w:rsid w:val="00BF1CFB"/>
    <w:rsid w:val="00BF2488"/>
    <w:rsid w:val="00BF3C19"/>
    <w:rsid w:val="00BF3C7B"/>
    <w:rsid w:val="00BF6AA7"/>
    <w:rsid w:val="00BF6D4A"/>
    <w:rsid w:val="00BF751C"/>
    <w:rsid w:val="00C00AA5"/>
    <w:rsid w:val="00C0233D"/>
    <w:rsid w:val="00C02A71"/>
    <w:rsid w:val="00C04F24"/>
    <w:rsid w:val="00C05278"/>
    <w:rsid w:val="00C0592B"/>
    <w:rsid w:val="00C060A1"/>
    <w:rsid w:val="00C077EB"/>
    <w:rsid w:val="00C107EC"/>
    <w:rsid w:val="00C11F7A"/>
    <w:rsid w:val="00C1397D"/>
    <w:rsid w:val="00C13E03"/>
    <w:rsid w:val="00C15837"/>
    <w:rsid w:val="00C23333"/>
    <w:rsid w:val="00C265F5"/>
    <w:rsid w:val="00C326E4"/>
    <w:rsid w:val="00C333F9"/>
    <w:rsid w:val="00C3403E"/>
    <w:rsid w:val="00C37410"/>
    <w:rsid w:val="00C37D20"/>
    <w:rsid w:val="00C400F9"/>
    <w:rsid w:val="00C407AA"/>
    <w:rsid w:val="00C40EC2"/>
    <w:rsid w:val="00C463F9"/>
    <w:rsid w:val="00C4678A"/>
    <w:rsid w:val="00C501CA"/>
    <w:rsid w:val="00C53F62"/>
    <w:rsid w:val="00C64849"/>
    <w:rsid w:val="00C65947"/>
    <w:rsid w:val="00C65B92"/>
    <w:rsid w:val="00C65CEF"/>
    <w:rsid w:val="00C66F95"/>
    <w:rsid w:val="00C7089E"/>
    <w:rsid w:val="00C713E1"/>
    <w:rsid w:val="00C7151C"/>
    <w:rsid w:val="00C7474E"/>
    <w:rsid w:val="00C77522"/>
    <w:rsid w:val="00C81C38"/>
    <w:rsid w:val="00C8338A"/>
    <w:rsid w:val="00C8400E"/>
    <w:rsid w:val="00C84573"/>
    <w:rsid w:val="00C848A8"/>
    <w:rsid w:val="00C84C33"/>
    <w:rsid w:val="00C92D38"/>
    <w:rsid w:val="00C9750E"/>
    <w:rsid w:val="00CA0BF4"/>
    <w:rsid w:val="00CA26AF"/>
    <w:rsid w:val="00CA3320"/>
    <w:rsid w:val="00CA406E"/>
    <w:rsid w:val="00CA561B"/>
    <w:rsid w:val="00CA59EF"/>
    <w:rsid w:val="00CA5E0B"/>
    <w:rsid w:val="00CA771A"/>
    <w:rsid w:val="00CB1768"/>
    <w:rsid w:val="00CB1F7B"/>
    <w:rsid w:val="00CB351E"/>
    <w:rsid w:val="00CB576E"/>
    <w:rsid w:val="00CB5921"/>
    <w:rsid w:val="00CB5BC3"/>
    <w:rsid w:val="00CB6D8E"/>
    <w:rsid w:val="00CB7A59"/>
    <w:rsid w:val="00CC0344"/>
    <w:rsid w:val="00CC06C7"/>
    <w:rsid w:val="00CC2559"/>
    <w:rsid w:val="00CC32BD"/>
    <w:rsid w:val="00CC5690"/>
    <w:rsid w:val="00CD36A7"/>
    <w:rsid w:val="00CD37DE"/>
    <w:rsid w:val="00CD3988"/>
    <w:rsid w:val="00CD3B9E"/>
    <w:rsid w:val="00CD453A"/>
    <w:rsid w:val="00CD5205"/>
    <w:rsid w:val="00CD52ED"/>
    <w:rsid w:val="00CD5863"/>
    <w:rsid w:val="00CD6302"/>
    <w:rsid w:val="00CE09E3"/>
    <w:rsid w:val="00CE0F6C"/>
    <w:rsid w:val="00CE188C"/>
    <w:rsid w:val="00CE1E01"/>
    <w:rsid w:val="00CE3267"/>
    <w:rsid w:val="00CE3840"/>
    <w:rsid w:val="00CE406E"/>
    <w:rsid w:val="00CE5208"/>
    <w:rsid w:val="00CE6E50"/>
    <w:rsid w:val="00CF268C"/>
    <w:rsid w:val="00CF2BD0"/>
    <w:rsid w:val="00CF569C"/>
    <w:rsid w:val="00CF5BD9"/>
    <w:rsid w:val="00CF7C4A"/>
    <w:rsid w:val="00D00CFC"/>
    <w:rsid w:val="00D01225"/>
    <w:rsid w:val="00D01AAC"/>
    <w:rsid w:val="00D037C8"/>
    <w:rsid w:val="00D05733"/>
    <w:rsid w:val="00D059B9"/>
    <w:rsid w:val="00D1100A"/>
    <w:rsid w:val="00D1181B"/>
    <w:rsid w:val="00D11AC3"/>
    <w:rsid w:val="00D11EC8"/>
    <w:rsid w:val="00D12386"/>
    <w:rsid w:val="00D12B11"/>
    <w:rsid w:val="00D1306A"/>
    <w:rsid w:val="00D17003"/>
    <w:rsid w:val="00D179DB"/>
    <w:rsid w:val="00D22082"/>
    <w:rsid w:val="00D22693"/>
    <w:rsid w:val="00D231E5"/>
    <w:rsid w:val="00D23C6E"/>
    <w:rsid w:val="00D248E5"/>
    <w:rsid w:val="00D25B32"/>
    <w:rsid w:val="00D27B8E"/>
    <w:rsid w:val="00D30853"/>
    <w:rsid w:val="00D30BBD"/>
    <w:rsid w:val="00D31014"/>
    <w:rsid w:val="00D31A7B"/>
    <w:rsid w:val="00D326D0"/>
    <w:rsid w:val="00D33434"/>
    <w:rsid w:val="00D335E2"/>
    <w:rsid w:val="00D336CA"/>
    <w:rsid w:val="00D34E68"/>
    <w:rsid w:val="00D364D4"/>
    <w:rsid w:val="00D40C43"/>
    <w:rsid w:val="00D41BD2"/>
    <w:rsid w:val="00D42F81"/>
    <w:rsid w:val="00D43C81"/>
    <w:rsid w:val="00D44386"/>
    <w:rsid w:val="00D456A9"/>
    <w:rsid w:val="00D4660A"/>
    <w:rsid w:val="00D5301F"/>
    <w:rsid w:val="00D53558"/>
    <w:rsid w:val="00D54091"/>
    <w:rsid w:val="00D55694"/>
    <w:rsid w:val="00D55E07"/>
    <w:rsid w:val="00D55F20"/>
    <w:rsid w:val="00D5627A"/>
    <w:rsid w:val="00D57228"/>
    <w:rsid w:val="00D57E23"/>
    <w:rsid w:val="00D60D08"/>
    <w:rsid w:val="00D61FA6"/>
    <w:rsid w:val="00D65E07"/>
    <w:rsid w:val="00D6683A"/>
    <w:rsid w:val="00D67303"/>
    <w:rsid w:val="00D67494"/>
    <w:rsid w:val="00D7045B"/>
    <w:rsid w:val="00D70B48"/>
    <w:rsid w:val="00D718BA"/>
    <w:rsid w:val="00D7297C"/>
    <w:rsid w:val="00D72B5C"/>
    <w:rsid w:val="00D81A64"/>
    <w:rsid w:val="00D82761"/>
    <w:rsid w:val="00D82C27"/>
    <w:rsid w:val="00D8302A"/>
    <w:rsid w:val="00D8326D"/>
    <w:rsid w:val="00D83AC4"/>
    <w:rsid w:val="00D84756"/>
    <w:rsid w:val="00D8590B"/>
    <w:rsid w:val="00D85B88"/>
    <w:rsid w:val="00D86692"/>
    <w:rsid w:val="00D86810"/>
    <w:rsid w:val="00D8762C"/>
    <w:rsid w:val="00D93225"/>
    <w:rsid w:val="00D935C8"/>
    <w:rsid w:val="00D94964"/>
    <w:rsid w:val="00D963CB"/>
    <w:rsid w:val="00DA1F3A"/>
    <w:rsid w:val="00DA30BA"/>
    <w:rsid w:val="00DA340F"/>
    <w:rsid w:val="00DA4CC0"/>
    <w:rsid w:val="00DA5010"/>
    <w:rsid w:val="00DA5E62"/>
    <w:rsid w:val="00DA71E6"/>
    <w:rsid w:val="00DB2BB1"/>
    <w:rsid w:val="00DB3932"/>
    <w:rsid w:val="00DB3FE3"/>
    <w:rsid w:val="00DB625C"/>
    <w:rsid w:val="00DB6414"/>
    <w:rsid w:val="00DC2867"/>
    <w:rsid w:val="00DC29B2"/>
    <w:rsid w:val="00DC370B"/>
    <w:rsid w:val="00DC37E3"/>
    <w:rsid w:val="00DC4EDB"/>
    <w:rsid w:val="00DC6A59"/>
    <w:rsid w:val="00DC737C"/>
    <w:rsid w:val="00DC7AED"/>
    <w:rsid w:val="00DD1F2F"/>
    <w:rsid w:val="00DD3488"/>
    <w:rsid w:val="00DD36F4"/>
    <w:rsid w:val="00DD6ACD"/>
    <w:rsid w:val="00DD75FC"/>
    <w:rsid w:val="00DE029A"/>
    <w:rsid w:val="00DE0E87"/>
    <w:rsid w:val="00DE45FC"/>
    <w:rsid w:val="00DE6063"/>
    <w:rsid w:val="00DE7D98"/>
    <w:rsid w:val="00DF0884"/>
    <w:rsid w:val="00DF1939"/>
    <w:rsid w:val="00DF26B3"/>
    <w:rsid w:val="00DF2A22"/>
    <w:rsid w:val="00DF2ABC"/>
    <w:rsid w:val="00DF2CD8"/>
    <w:rsid w:val="00DF400C"/>
    <w:rsid w:val="00DF47AA"/>
    <w:rsid w:val="00DF4AF5"/>
    <w:rsid w:val="00DF4F92"/>
    <w:rsid w:val="00DF60FA"/>
    <w:rsid w:val="00DF6B75"/>
    <w:rsid w:val="00DF7A3D"/>
    <w:rsid w:val="00E005DF"/>
    <w:rsid w:val="00E00790"/>
    <w:rsid w:val="00E0166E"/>
    <w:rsid w:val="00E043BC"/>
    <w:rsid w:val="00E0447B"/>
    <w:rsid w:val="00E04CB4"/>
    <w:rsid w:val="00E06F47"/>
    <w:rsid w:val="00E07DA1"/>
    <w:rsid w:val="00E10D88"/>
    <w:rsid w:val="00E10EE0"/>
    <w:rsid w:val="00E11AC5"/>
    <w:rsid w:val="00E139A9"/>
    <w:rsid w:val="00E1620C"/>
    <w:rsid w:val="00E16C06"/>
    <w:rsid w:val="00E172E8"/>
    <w:rsid w:val="00E2430A"/>
    <w:rsid w:val="00E24DD3"/>
    <w:rsid w:val="00E2510B"/>
    <w:rsid w:val="00E25468"/>
    <w:rsid w:val="00E262FF"/>
    <w:rsid w:val="00E323DC"/>
    <w:rsid w:val="00E32E79"/>
    <w:rsid w:val="00E33C42"/>
    <w:rsid w:val="00E357A5"/>
    <w:rsid w:val="00E40AC6"/>
    <w:rsid w:val="00E429CE"/>
    <w:rsid w:val="00E43581"/>
    <w:rsid w:val="00E445BD"/>
    <w:rsid w:val="00E458EA"/>
    <w:rsid w:val="00E45CB0"/>
    <w:rsid w:val="00E45F1F"/>
    <w:rsid w:val="00E51022"/>
    <w:rsid w:val="00E549B4"/>
    <w:rsid w:val="00E5506A"/>
    <w:rsid w:val="00E55602"/>
    <w:rsid w:val="00E61D41"/>
    <w:rsid w:val="00E6208D"/>
    <w:rsid w:val="00E63657"/>
    <w:rsid w:val="00E646CC"/>
    <w:rsid w:val="00E65360"/>
    <w:rsid w:val="00E665AE"/>
    <w:rsid w:val="00E703A9"/>
    <w:rsid w:val="00E72C81"/>
    <w:rsid w:val="00E7665D"/>
    <w:rsid w:val="00E76CB0"/>
    <w:rsid w:val="00E81722"/>
    <w:rsid w:val="00E824BD"/>
    <w:rsid w:val="00E83E54"/>
    <w:rsid w:val="00E8507B"/>
    <w:rsid w:val="00E87443"/>
    <w:rsid w:val="00E90C50"/>
    <w:rsid w:val="00E91D90"/>
    <w:rsid w:val="00E932B6"/>
    <w:rsid w:val="00E93C17"/>
    <w:rsid w:val="00E946C1"/>
    <w:rsid w:val="00E9516E"/>
    <w:rsid w:val="00E9612E"/>
    <w:rsid w:val="00E96A99"/>
    <w:rsid w:val="00E96E42"/>
    <w:rsid w:val="00EA0B94"/>
    <w:rsid w:val="00EA112B"/>
    <w:rsid w:val="00EA1A48"/>
    <w:rsid w:val="00EA4B93"/>
    <w:rsid w:val="00EA67F2"/>
    <w:rsid w:val="00EB0D11"/>
    <w:rsid w:val="00EB0DE7"/>
    <w:rsid w:val="00EB3293"/>
    <w:rsid w:val="00EB3407"/>
    <w:rsid w:val="00EB3EC3"/>
    <w:rsid w:val="00EB6275"/>
    <w:rsid w:val="00EB69FF"/>
    <w:rsid w:val="00EC1904"/>
    <w:rsid w:val="00EC3898"/>
    <w:rsid w:val="00EC3C8D"/>
    <w:rsid w:val="00EC4573"/>
    <w:rsid w:val="00EC4C83"/>
    <w:rsid w:val="00EC59F0"/>
    <w:rsid w:val="00EC6F00"/>
    <w:rsid w:val="00ED0EC6"/>
    <w:rsid w:val="00ED6054"/>
    <w:rsid w:val="00ED60F3"/>
    <w:rsid w:val="00ED68B6"/>
    <w:rsid w:val="00ED7269"/>
    <w:rsid w:val="00EE00C0"/>
    <w:rsid w:val="00EE032E"/>
    <w:rsid w:val="00EE0F1D"/>
    <w:rsid w:val="00EE20BF"/>
    <w:rsid w:val="00EE4462"/>
    <w:rsid w:val="00EE54A6"/>
    <w:rsid w:val="00EF021E"/>
    <w:rsid w:val="00EF07C3"/>
    <w:rsid w:val="00EF1876"/>
    <w:rsid w:val="00EF2241"/>
    <w:rsid w:val="00EF2C4D"/>
    <w:rsid w:val="00EF35E5"/>
    <w:rsid w:val="00EF4FCE"/>
    <w:rsid w:val="00EF522F"/>
    <w:rsid w:val="00EF5678"/>
    <w:rsid w:val="00EF7B23"/>
    <w:rsid w:val="00F0200F"/>
    <w:rsid w:val="00F02263"/>
    <w:rsid w:val="00F03511"/>
    <w:rsid w:val="00F05986"/>
    <w:rsid w:val="00F070B1"/>
    <w:rsid w:val="00F11734"/>
    <w:rsid w:val="00F11A1D"/>
    <w:rsid w:val="00F120A7"/>
    <w:rsid w:val="00F1212E"/>
    <w:rsid w:val="00F12840"/>
    <w:rsid w:val="00F13ED0"/>
    <w:rsid w:val="00F14630"/>
    <w:rsid w:val="00F14D07"/>
    <w:rsid w:val="00F17059"/>
    <w:rsid w:val="00F20FE4"/>
    <w:rsid w:val="00F24F82"/>
    <w:rsid w:val="00F26821"/>
    <w:rsid w:val="00F319D8"/>
    <w:rsid w:val="00F3509E"/>
    <w:rsid w:val="00F3667D"/>
    <w:rsid w:val="00F36B8A"/>
    <w:rsid w:val="00F36C44"/>
    <w:rsid w:val="00F36CF6"/>
    <w:rsid w:val="00F377E5"/>
    <w:rsid w:val="00F40BCB"/>
    <w:rsid w:val="00F412BA"/>
    <w:rsid w:val="00F419FA"/>
    <w:rsid w:val="00F41D13"/>
    <w:rsid w:val="00F4202A"/>
    <w:rsid w:val="00F44DD1"/>
    <w:rsid w:val="00F44E07"/>
    <w:rsid w:val="00F44FDF"/>
    <w:rsid w:val="00F502F2"/>
    <w:rsid w:val="00F50379"/>
    <w:rsid w:val="00F52BDD"/>
    <w:rsid w:val="00F53F8C"/>
    <w:rsid w:val="00F54769"/>
    <w:rsid w:val="00F554DF"/>
    <w:rsid w:val="00F56C35"/>
    <w:rsid w:val="00F56D88"/>
    <w:rsid w:val="00F604CF"/>
    <w:rsid w:val="00F61B4D"/>
    <w:rsid w:val="00F63259"/>
    <w:rsid w:val="00F63693"/>
    <w:rsid w:val="00F65169"/>
    <w:rsid w:val="00F666F6"/>
    <w:rsid w:val="00F66B93"/>
    <w:rsid w:val="00F67EA8"/>
    <w:rsid w:val="00F70FE3"/>
    <w:rsid w:val="00F77050"/>
    <w:rsid w:val="00F77AEB"/>
    <w:rsid w:val="00F8107B"/>
    <w:rsid w:val="00F8302A"/>
    <w:rsid w:val="00F851E3"/>
    <w:rsid w:val="00F8583D"/>
    <w:rsid w:val="00F86D6E"/>
    <w:rsid w:val="00F91734"/>
    <w:rsid w:val="00F932BE"/>
    <w:rsid w:val="00F934F8"/>
    <w:rsid w:val="00F9494A"/>
    <w:rsid w:val="00F95342"/>
    <w:rsid w:val="00F971D2"/>
    <w:rsid w:val="00FA07A6"/>
    <w:rsid w:val="00FA2698"/>
    <w:rsid w:val="00FA3957"/>
    <w:rsid w:val="00FA3D01"/>
    <w:rsid w:val="00FA5176"/>
    <w:rsid w:val="00FA724A"/>
    <w:rsid w:val="00FA7E39"/>
    <w:rsid w:val="00FB08E0"/>
    <w:rsid w:val="00FB0C41"/>
    <w:rsid w:val="00FB2274"/>
    <w:rsid w:val="00FB335A"/>
    <w:rsid w:val="00FB4255"/>
    <w:rsid w:val="00FB4DF0"/>
    <w:rsid w:val="00FB6655"/>
    <w:rsid w:val="00FB7564"/>
    <w:rsid w:val="00FB7C62"/>
    <w:rsid w:val="00FC14CF"/>
    <w:rsid w:val="00FC1F73"/>
    <w:rsid w:val="00FC2A8B"/>
    <w:rsid w:val="00FC318D"/>
    <w:rsid w:val="00FC36D5"/>
    <w:rsid w:val="00FC4948"/>
    <w:rsid w:val="00FC4B12"/>
    <w:rsid w:val="00FC4E99"/>
    <w:rsid w:val="00FC5932"/>
    <w:rsid w:val="00FC69CC"/>
    <w:rsid w:val="00FC7671"/>
    <w:rsid w:val="00FC76C5"/>
    <w:rsid w:val="00FD1DA0"/>
    <w:rsid w:val="00FD20B8"/>
    <w:rsid w:val="00FD47C6"/>
    <w:rsid w:val="00FD5970"/>
    <w:rsid w:val="00FD69CA"/>
    <w:rsid w:val="00FD6CD2"/>
    <w:rsid w:val="00FD768D"/>
    <w:rsid w:val="00FE2EE5"/>
    <w:rsid w:val="00FE4E92"/>
    <w:rsid w:val="00FE5AEF"/>
    <w:rsid w:val="00FF0197"/>
    <w:rsid w:val="00FF1D46"/>
    <w:rsid w:val="00FF3174"/>
    <w:rsid w:val="00FF33A8"/>
    <w:rsid w:val="00FF4F88"/>
    <w:rsid w:val="00FF50E2"/>
    <w:rsid w:val="00FF72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3705"/>
    <w:pPr>
      <w:spacing w:line="276" w:lineRule="auto"/>
    </w:pPr>
    <w:rPr>
      <w:sz w:val="26"/>
      <w:lang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87A81"/>
    <w:pPr>
      <w:keepNext/>
      <w:autoSpaceDE w:val="0"/>
      <w:autoSpaceDN w:val="0"/>
      <w:adjustRightInd w:val="0"/>
      <w:spacing w:line="240" w:lineRule="auto"/>
      <w:ind w:firstLine="709"/>
      <w:jc w:val="both"/>
      <w:outlineLvl w:val="2"/>
    </w:pPr>
    <w:rPr>
      <w:rFonts w:eastAsia="Times New Roman"/>
      <w:sz w:val="28"/>
      <w:szCs w:val="2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087A81"/>
    <w:rPr>
      <w:rFonts w:eastAsia="Times New Roman" w:cs="Times New Roman"/>
      <w:sz w:val="28"/>
    </w:rPr>
  </w:style>
  <w:style w:type="paragraph" w:customStyle="1" w:styleId="ConsPlusTitle">
    <w:name w:val="ConsPlusTitle"/>
    <w:uiPriority w:val="99"/>
    <w:rsid w:val="00113705"/>
    <w:pPr>
      <w:widowControl w:val="0"/>
      <w:autoSpaceDE w:val="0"/>
      <w:autoSpaceDN w:val="0"/>
      <w:adjustRightInd w:val="0"/>
    </w:pPr>
    <w:rPr>
      <w:rFonts w:eastAsia="Times New Roman"/>
      <w:b/>
      <w:bCs/>
      <w:sz w:val="26"/>
      <w:szCs w:val="26"/>
    </w:rPr>
  </w:style>
  <w:style w:type="character" w:styleId="Hyperlink">
    <w:name w:val="Hyperlink"/>
    <w:basedOn w:val="DefaultParagraphFont"/>
    <w:uiPriority w:val="99"/>
    <w:rsid w:val="00113705"/>
    <w:rPr>
      <w:rFonts w:cs="Times New Roman"/>
      <w:color w:val="0000FF"/>
      <w:u w:val="single"/>
    </w:rPr>
  </w:style>
  <w:style w:type="paragraph" w:customStyle="1" w:styleId="ConsPlusNormal">
    <w:name w:val="ConsPlusNormal"/>
    <w:link w:val="ConsPlusNormal0"/>
    <w:uiPriority w:val="99"/>
    <w:rsid w:val="00113705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customStyle="1" w:styleId="1">
    <w:name w:val="Абзац списка1"/>
    <w:basedOn w:val="Normal"/>
    <w:uiPriority w:val="99"/>
    <w:rsid w:val="00113705"/>
    <w:pPr>
      <w:spacing w:line="360" w:lineRule="auto"/>
      <w:ind w:firstLine="709"/>
      <w:jc w:val="both"/>
    </w:pPr>
    <w:rPr>
      <w:szCs w:val="26"/>
      <w:lang w:eastAsia="ru-RU"/>
    </w:rPr>
  </w:style>
  <w:style w:type="paragraph" w:styleId="NormalWeb">
    <w:name w:val="Normal (Web)"/>
    <w:aliases w:val="Обычный (веб) Знак1,Обычный (веб) Знак Знак"/>
    <w:basedOn w:val="Normal"/>
    <w:link w:val="NormalWebChar"/>
    <w:uiPriority w:val="99"/>
    <w:rsid w:val="00D11AC3"/>
    <w:pPr>
      <w:spacing w:before="100" w:beforeAutospacing="1" w:after="100" w:afterAutospacing="1" w:line="360" w:lineRule="auto"/>
      <w:jc w:val="both"/>
    </w:pPr>
    <w:rPr>
      <w:rFonts w:eastAsia="SimSun"/>
      <w:sz w:val="16"/>
      <w:szCs w:val="20"/>
      <w:lang w:eastAsia="ru-RU"/>
    </w:rPr>
  </w:style>
  <w:style w:type="character" w:customStyle="1" w:styleId="NormalWebChar">
    <w:name w:val="Normal (Web) Char"/>
    <w:aliases w:val="Обычный (веб) Знак1 Char,Обычный (веб) Знак Знак Char"/>
    <w:link w:val="NormalWeb"/>
    <w:uiPriority w:val="99"/>
    <w:locked/>
    <w:rsid w:val="00D11AC3"/>
    <w:rPr>
      <w:rFonts w:eastAsia="SimSun"/>
      <w:sz w:val="16"/>
    </w:rPr>
  </w:style>
  <w:style w:type="character" w:customStyle="1" w:styleId="ConsPlusNormal0">
    <w:name w:val="ConsPlusNormal Знак"/>
    <w:link w:val="ConsPlusNormal"/>
    <w:uiPriority w:val="99"/>
    <w:locked/>
    <w:rsid w:val="00D11AC3"/>
    <w:rPr>
      <w:rFonts w:ascii="Arial" w:hAnsi="Arial"/>
      <w:sz w:val="22"/>
      <w:lang w:val="ru-RU" w:eastAsia="ru-RU"/>
    </w:rPr>
  </w:style>
  <w:style w:type="paragraph" w:customStyle="1" w:styleId="ConsPlusNonformat">
    <w:name w:val="ConsPlusNonformat"/>
    <w:uiPriority w:val="99"/>
    <w:rsid w:val="0062429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62429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BodyText">
    <w:name w:val="Body Text"/>
    <w:basedOn w:val="Normal"/>
    <w:link w:val="BodyTextChar"/>
    <w:uiPriority w:val="99"/>
    <w:semiHidden/>
    <w:rsid w:val="00087A81"/>
    <w:pPr>
      <w:spacing w:line="240" w:lineRule="auto"/>
      <w:jc w:val="both"/>
    </w:pPr>
    <w:rPr>
      <w:rFonts w:eastAsia="Times New Roman"/>
      <w:sz w:val="28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087A81"/>
    <w:rPr>
      <w:rFonts w:eastAsia="Times New Roman" w:cs="Times New Roman"/>
      <w:sz w:val="24"/>
    </w:rPr>
  </w:style>
  <w:style w:type="paragraph" w:styleId="BodyTextIndent">
    <w:name w:val="Body Text Indent"/>
    <w:basedOn w:val="Normal"/>
    <w:link w:val="BodyTextIndentChar"/>
    <w:uiPriority w:val="99"/>
    <w:semiHidden/>
    <w:rsid w:val="00087A81"/>
    <w:pPr>
      <w:autoSpaceDE w:val="0"/>
      <w:autoSpaceDN w:val="0"/>
      <w:adjustRightInd w:val="0"/>
      <w:spacing w:line="240" w:lineRule="auto"/>
      <w:ind w:firstLine="540"/>
      <w:jc w:val="both"/>
      <w:outlineLvl w:val="2"/>
    </w:pPr>
    <w:rPr>
      <w:rFonts w:eastAsia="Times New Roman"/>
      <w:sz w:val="28"/>
      <w:szCs w:val="28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087A81"/>
    <w:rPr>
      <w:rFonts w:eastAsia="Times New Roman" w:cs="Times New Roman"/>
      <w:sz w:val="28"/>
    </w:rPr>
  </w:style>
  <w:style w:type="paragraph" w:customStyle="1" w:styleId="10">
    <w:name w:val="Текст1"/>
    <w:basedOn w:val="Normal"/>
    <w:link w:val="11"/>
    <w:uiPriority w:val="99"/>
    <w:rsid w:val="00CD6302"/>
    <w:pPr>
      <w:spacing w:line="240" w:lineRule="auto"/>
      <w:ind w:firstLine="709"/>
      <w:jc w:val="both"/>
    </w:pPr>
    <w:rPr>
      <w:rFonts w:eastAsia="Times New Roman"/>
      <w:sz w:val="24"/>
      <w:szCs w:val="20"/>
      <w:lang w:eastAsia="ru-RU"/>
    </w:rPr>
  </w:style>
  <w:style w:type="paragraph" w:customStyle="1" w:styleId="a">
    <w:name w:val="ненумер список"/>
    <w:basedOn w:val="10"/>
    <w:link w:val="a0"/>
    <w:uiPriority w:val="99"/>
    <w:rsid w:val="00CD6302"/>
    <w:pPr>
      <w:numPr>
        <w:numId w:val="13"/>
      </w:numPr>
      <w:ind w:left="0" w:firstLine="414"/>
    </w:pPr>
  </w:style>
  <w:style w:type="character" w:customStyle="1" w:styleId="11">
    <w:name w:val="Текст1 Знак"/>
    <w:link w:val="10"/>
    <w:uiPriority w:val="99"/>
    <w:locked/>
    <w:rsid w:val="00CD6302"/>
    <w:rPr>
      <w:rFonts w:eastAsia="Times New Roman"/>
      <w:sz w:val="24"/>
    </w:rPr>
  </w:style>
  <w:style w:type="character" w:customStyle="1" w:styleId="a0">
    <w:name w:val="ненумер список Знак"/>
    <w:link w:val="a"/>
    <w:uiPriority w:val="99"/>
    <w:locked/>
    <w:rsid w:val="00CD6302"/>
    <w:rPr>
      <w:rFonts w:eastAsia="Times New Roman"/>
      <w:sz w:val="24"/>
    </w:rPr>
  </w:style>
  <w:style w:type="paragraph" w:customStyle="1" w:styleId="Default">
    <w:name w:val="Default"/>
    <w:uiPriority w:val="99"/>
    <w:rsid w:val="00490D6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1724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24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</TotalTime>
  <Pages>1</Pages>
  <Words>259</Words>
  <Characters>1482</Characters>
  <Application>Microsoft Office Outlook</Application>
  <DocSecurity>0</DocSecurity>
  <Lines>0</Lines>
  <Paragraphs>0</Paragraphs>
  <ScaleCrop>false</ScaleCrop>
  <Company>2BGroup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 Sergeev</dc:creator>
  <cp:keywords/>
  <dc:description/>
  <cp:lastModifiedBy>Мунуслуги</cp:lastModifiedBy>
  <cp:revision>8</cp:revision>
  <cp:lastPrinted>2014-04-15T09:30:00Z</cp:lastPrinted>
  <dcterms:created xsi:type="dcterms:W3CDTF">2013-10-31T08:23:00Z</dcterms:created>
  <dcterms:modified xsi:type="dcterms:W3CDTF">2014-04-16T03:58:00Z</dcterms:modified>
</cp:coreProperties>
</file>