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9C" w:rsidRDefault="00A05D9C" w:rsidP="00914026">
      <w:pPr>
        <w:rPr>
          <w:sz w:val="26"/>
        </w:rPr>
      </w:pPr>
    </w:p>
    <w:p w:rsidR="00A05D9C" w:rsidRPr="003D1246" w:rsidRDefault="00A05D9C" w:rsidP="00914026">
      <w:pPr>
        <w:rPr>
          <w:sz w:val="26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A05D9C" w:rsidRPr="003D1246" w:rsidRDefault="00A05D9C" w:rsidP="00914026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A05D9C" w:rsidRDefault="00A05D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5D9C" w:rsidRDefault="00A05D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05D9C" w:rsidRDefault="00A05D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05D9C" w:rsidRDefault="00A05D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05D9C" w:rsidRDefault="00A05D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05D9C" w:rsidRDefault="00A05D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5D9C" w:rsidRDefault="00A05D9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05D9C" w:rsidRPr="003D1246" w:rsidRDefault="00A05D9C" w:rsidP="00914026">
      <w:pPr>
        <w:rPr>
          <w:b/>
          <w:sz w:val="26"/>
        </w:rPr>
      </w:pPr>
      <w:r>
        <w:rPr>
          <w:noProof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A05D9C" w:rsidRDefault="00A05D9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05D9C" w:rsidRDefault="00A05D9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05D9C" w:rsidRPr="00862877" w:rsidRDefault="00A05D9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A05D9C" w:rsidRDefault="00A05D9C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A05D9C" w:rsidRPr="00862877" w:rsidRDefault="00A05D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5D9C" w:rsidRDefault="00A05D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5D9C" w:rsidRDefault="00A05D9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05D9C" w:rsidRPr="003D1246" w:rsidRDefault="00A05D9C" w:rsidP="00914026">
      <w:pPr>
        <w:rPr>
          <w:b/>
          <w:sz w:val="26"/>
        </w:rPr>
      </w:pPr>
    </w:p>
    <w:p w:rsidR="00A05D9C" w:rsidRPr="003D1246" w:rsidRDefault="00A05D9C" w:rsidP="00914026">
      <w:pPr>
        <w:ind w:firstLine="360"/>
        <w:jc w:val="center"/>
        <w:rPr>
          <w:b/>
          <w:sz w:val="26"/>
          <w:szCs w:val="26"/>
        </w:rPr>
      </w:pPr>
    </w:p>
    <w:p w:rsidR="00A05D9C" w:rsidRPr="003D1246" w:rsidRDefault="00A05D9C" w:rsidP="00914026">
      <w:pPr>
        <w:ind w:firstLine="360"/>
        <w:jc w:val="center"/>
        <w:rPr>
          <w:b/>
          <w:sz w:val="26"/>
          <w:szCs w:val="26"/>
        </w:rPr>
      </w:pPr>
    </w:p>
    <w:p w:rsidR="00A05D9C" w:rsidRDefault="00A05D9C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A05D9C" w:rsidRDefault="00A05D9C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A05D9C" w:rsidRPr="001574A6" w:rsidRDefault="00A05D9C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05D9C" w:rsidRDefault="00A05D9C" w:rsidP="00914026">
      <w:pPr>
        <w:jc w:val="center"/>
        <w:rPr>
          <w:sz w:val="26"/>
          <w:szCs w:val="26"/>
        </w:rPr>
      </w:pPr>
    </w:p>
    <w:p w:rsidR="00A05D9C" w:rsidRDefault="00A05D9C" w:rsidP="00914026">
      <w:pPr>
        <w:rPr>
          <w:sz w:val="26"/>
          <w:szCs w:val="26"/>
        </w:rPr>
      </w:pPr>
      <w:r>
        <w:rPr>
          <w:sz w:val="26"/>
          <w:szCs w:val="26"/>
        </w:rPr>
        <w:t xml:space="preserve">      «23» 04. 2014</w:t>
      </w:r>
      <w:r w:rsidRPr="009B1542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                                                        №  188-п.</w:t>
      </w:r>
      <w:r w:rsidRPr="009B1542">
        <w:rPr>
          <w:sz w:val="26"/>
          <w:szCs w:val="26"/>
        </w:rPr>
        <w:t xml:space="preserve">  </w:t>
      </w:r>
    </w:p>
    <w:p w:rsidR="00A05D9C" w:rsidRPr="00955E07" w:rsidRDefault="00A05D9C" w:rsidP="00914026">
      <w:pPr>
        <w:rPr>
          <w:sz w:val="26"/>
          <w:szCs w:val="26"/>
        </w:rPr>
      </w:pPr>
      <w:r>
        <w:rPr>
          <w:noProof/>
        </w:rPr>
        <w:pict>
          <v:shape id="_x0000_s1030" type="#_x0000_t202" style="position:absolute;margin-left:272pt;margin-top:11.15pt;width:196pt;height:75.95pt;z-index:251662336;mso-wrap-distance-left:9.05pt;mso-wrap-distance-right:9.05pt" stroked="f">
            <v:fill opacity="0" color2="black"/>
            <v:textbox style="mso-next-textbox:#_x0000_s1030" inset="0,0,0,0">
              <w:txbxContent>
                <w:p w:rsidR="00A05D9C" w:rsidRPr="00576001" w:rsidRDefault="00A05D9C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A05D9C" w:rsidRPr="00862877" w:rsidRDefault="00A05D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5D9C" w:rsidRDefault="00A05D9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5D9C" w:rsidRDefault="00A05D9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05D9C" w:rsidRDefault="00A05D9C" w:rsidP="006B7F78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муниципальную</w:t>
      </w:r>
    </w:p>
    <w:p w:rsidR="00A05D9C" w:rsidRDefault="00A05D9C" w:rsidP="006B7F78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программу « Социальная политика на </w:t>
      </w:r>
    </w:p>
    <w:p w:rsidR="00A05D9C" w:rsidRDefault="00A05D9C" w:rsidP="006B7F78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территории муниципального образования </w:t>
      </w:r>
    </w:p>
    <w:p w:rsidR="00A05D9C" w:rsidRDefault="00A05D9C" w:rsidP="006B7F78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Сорск на 2014-2016 годы », утвержденную</w:t>
      </w:r>
    </w:p>
    <w:p w:rsidR="00A05D9C" w:rsidRDefault="00A05D9C" w:rsidP="006B7F78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A05D9C" w:rsidRDefault="00A05D9C" w:rsidP="006B7F78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Сорска от 31.12.2013 № 753-п</w:t>
      </w:r>
    </w:p>
    <w:p w:rsidR="00A05D9C" w:rsidRDefault="00A05D9C" w:rsidP="00F16BC2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A05D9C" w:rsidRPr="00F16BC2" w:rsidRDefault="00A05D9C" w:rsidP="00F16BC2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Руководствуясь ст.179 Бюджетного кодекса, п.1 ч.1 ст.16 Федерального закона  от 06.10.2003 № 131 – ФЗ «Об общих принципах организации местного самоуправления в Российской Федерации», ст. 27 Устава муниципального образования город Сорск, администрация города Сорска Республики Хакасия</w:t>
      </w:r>
    </w:p>
    <w:p w:rsidR="00A05D9C" w:rsidRDefault="00A05D9C" w:rsidP="00914026">
      <w:pPr>
        <w:pStyle w:val="NoSpacing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05D9C" w:rsidRDefault="00A05D9C" w:rsidP="00F011DE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1. </w:t>
      </w:r>
      <w:r w:rsidRPr="00EE6002">
        <w:rPr>
          <w:rFonts w:ascii="Times New Roman" w:hAnsi="Times New Roman" w:cs="Times New Roman"/>
          <w:sz w:val="26"/>
          <w:szCs w:val="26"/>
        </w:rPr>
        <w:t xml:space="preserve">Внести </w:t>
      </w:r>
      <w:r>
        <w:rPr>
          <w:rFonts w:ascii="Times New Roman" w:hAnsi="Times New Roman" w:cs="Times New Roman"/>
          <w:sz w:val="26"/>
          <w:szCs w:val="26"/>
        </w:rPr>
        <w:t>в муниципальную программу «Социальная политика на территории муниципального образования город Сорск на 2014-2016 годы» от 31.12.2013 №753-п  следующие изменения и изложить в новой редакции:</w:t>
      </w:r>
    </w:p>
    <w:p w:rsidR="00A05D9C" w:rsidRDefault="00A05D9C" w:rsidP="00046BC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а) в паспорте Программы в позиции «Объёмы бюджетных ассигнований» цифру « 3990 » заменить на цифру «3945», в строке «2014»  цифру «1330» заменить на цифру «1285»; в строке «Старшее поколение на 2014-2016 годы » цифру  «3450»  заменить на цифру «3405»; в строке  «2014» цифру «1150» заменить на цифру «1105 »;</w:t>
      </w:r>
    </w:p>
    <w:p w:rsidR="00A05D9C" w:rsidRDefault="00A05D9C" w:rsidP="00046BC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2. Внести в подпрограмму «Старшее поколение на 2014-2016 годы» следующие изменения:</w:t>
      </w:r>
    </w:p>
    <w:p w:rsidR="00A05D9C" w:rsidRDefault="00A05D9C" w:rsidP="00046BC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а) в паспорте подпрограммы «Старшее поколение на 2014-2016 годы»  позицию «объемы бюджетных ассигнований» изложить в новой редакции: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85"/>
        <w:gridCol w:w="5162"/>
      </w:tblGrid>
      <w:tr w:rsidR="00A05D9C" w:rsidTr="00023B8C">
        <w:trPr>
          <w:trHeight w:val="135"/>
        </w:trPr>
        <w:tc>
          <w:tcPr>
            <w:tcW w:w="4185" w:type="dxa"/>
          </w:tcPr>
          <w:p w:rsidR="00A05D9C" w:rsidRDefault="00A05D9C" w:rsidP="00023B8C">
            <w:pPr>
              <w:pStyle w:val="NoSpacing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5162" w:type="dxa"/>
          </w:tcPr>
          <w:p w:rsidR="00A05D9C" w:rsidRDefault="00A05D9C" w:rsidP="00023B8C">
            <w:pPr>
              <w:pStyle w:val="NoSpacing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105,0 тыс. руб., средства муниципального бюджета.</w:t>
            </w:r>
          </w:p>
          <w:p w:rsidR="00A05D9C" w:rsidRDefault="00A05D9C" w:rsidP="00023B8C">
            <w:pPr>
              <w:pStyle w:val="NoSpacing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  <w:p w:rsidR="00A05D9C" w:rsidRDefault="00A05D9C" w:rsidP="00023B8C">
            <w:pPr>
              <w:pStyle w:val="NoSpacing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2014г. – 5, 0 тыс. руб.,</w:t>
            </w:r>
          </w:p>
          <w:p w:rsidR="00A05D9C" w:rsidRDefault="00A05D9C" w:rsidP="00023B8C">
            <w:pPr>
              <w:pStyle w:val="NoSpacing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 w:cs="Times New Roman"/>
                  <w:sz w:val="26"/>
                  <w:szCs w:val="26"/>
                </w:rPr>
                <w:t>2015 г</w:t>
              </w:r>
            </w:smartTag>
            <w:r>
              <w:rPr>
                <w:rFonts w:ascii="Times New Roman" w:hAnsi="Times New Roman" w:cs="Times New Roman"/>
                <w:sz w:val="26"/>
                <w:szCs w:val="26"/>
              </w:rPr>
              <w:t>. – 50, 0 тыс. руб.,</w:t>
            </w:r>
          </w:p>
          <w:p w:rsidR="00A05D9C" w:rsidRDefault="00A05D9C" w:rsidP="000A3A6C">
            <w:pPr>
              <w:pStyle w:val="NoSpacing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 w:cs="Times New Roman"/>
                  <w:sz w:val="26"/>
                  <w:szCs w:val="26"/>
                </w:rPr>
                <w:t>2016 г</w:t>
              </w:r>
            </w:smartTag>
            <w:r>
              <w:rPr>
                <w:rFonts w:ascii="Times New Roman" w:hAnsi="Times New Roman" w:cs="Times New Roman"/>
                <w:sz w:val="26"/>
                <w:szCs w:val="26"/>
              </w:rPr>
              <w:t>. – 50, 0 тыс. руб.</w:t>
            </w:r>
          </w:p>
        </w:tc>
      </w:tr>
    </w:tbl>
    <w:p w:rsidR="00A05D9C" w:rsidRDefault="00A05D9C" w:rsidP="0067140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б) в разделе 4 «Перечень подпрограммных мероприятий» в столбце «2014» цифры</w:t>
      </w:r>
      <w:r w:rsidRPr="00EE60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«50</w:t>
      </w:r>
      <w:r w:rsidRPr="00EE600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заменить на цифры «5</w:t>
      </w:r>
      <w:r w:rsidRPr="00EE600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цифру «1150» заменить на цифру «1105»; в столбце «итого» цифры «150» заменить на цифру «105», цифру «3450» заменить на цифру «3405»;</w:t>
      </w:r>
    </w:p>
    <w:p w:rsidR="00A05D9C" w:rsidRDefault="00A05D9C" w:rsidP="0067140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в) в разделе 5 «Ресурсное обеспечение Подпрограммы» в первом абзаце:  цифру «3450» заменить на цифру «3405»; во втором абзаце в строке «2014 год»  цифру «1150» заменить на цифру «1105».</w:t>
      </w:r>
    </w:p>
    <w:p w:rsidR="00A05D9C" w:rsidRDefault="00A05D9C" w:rsidP="00387C7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A05D9C" w:rsidRDefault="00A05D9C" w:rsidP="00387C7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A05D9C" w:rsidRDefault="00A05D9C" w:rsidP="00387C7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3. 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A05D9C" w:rsidRDefault="00A05D9C" w:rsidP="00387C7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4. Контроль за исполнение данного постановления возложить на заместителя главы города Сорск по социальным вопросам.</w:t>
      </w:r>
    </w:p>
    <w:p w:rsidR="00A05D9C" w:rsidRDefault="00A05D9C" w:rsidP="00D351E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A05D9C" w:rsidRDefault="00A05D9C" w:rsidP="0048424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A05D9C" w:rsidRDefault="00A05D9C" w:rsidP="00387C7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05D9C" w:rsidRDefault="00A05D9C" w:rsidP="00387C7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Глава города                                                                               А.А.Жуков</w:t>
      </w:r>
    </w:p>
    <w:p w:rsidR="00A05D9C" w:rsidRDefault="00A05D9C" w:rsidP="005E3D11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A05D9C" w:rsidRDefault="00A05D9C" w:rsidP="005E3D11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A05D9C" w:rsidRDefault="00A05D9C" w:rsidP="005E3D11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p w:rsidR="00A05D9C" w:rsidRDefault="00A05D9C" w:rsidP="005E3D11">
      <w:pPr>
        <w:rPr>
          <w:sz w:val="26"/>
          <w:szCs w:val="26"/>
        </w:rPr>
      </w:pPr>
    </w:p>
    <w:sectPr w:rsidR="00A05D9C" w:rsidSect="00F21485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580"/>
    <w:rsid w:val="0001001B"/>
    <w:rsid w:val="00013153"/>
    <w:rsid w:val="00017821"/>
    <w:rsid w:val="00023B8C"/>
    <w:rsid w:val="00040B0F"/>
    <w:rsid w:val="00042C2B"/>
    <w:rsid w:val="000457CA"/>
    <w:rsid w:val="000465D2"/>
    <w:rsid w:val="00046BC4"/>
    <w:rsid w:val="00056E86"/>
    <w:rsid w:val="00063D7D"/>
    <w:rsid w:val="00086C61"/>
    <w:rsid w:val="00092867"/>
    <w:rsid w:val="000A3A6C"/>
    <w:rsid w:val="000A7A23"/>
    <w:rsid w:val="000C268B"/>
    <w:rsid w:val="000C3B7C"/>
    <w:rsid w:val="000C5C58"/>
    <w:rsid w:val="000D1C91"/>
    <w:rsid w:val="000E55FA"/>
    <w:rsid w:val="0010560C"/>
    <w:rsid w:val="00133E60"/>
    <w:rsid w:val="00155600"/>
    <w:rsid w:val="001574A6"/>
    <w:rsid w:val="00163EFF"/>
    <w:rsid w:val="00187738"/>
    <w:rsid w:val="001A2A5F"/>
    <w:rsid w:val="001E25BB"/>
    <w:rsid w:val="001E5D68"/>
    <w:rsid w:val="001E71E5"/>
    <w:rsid w:val="002033A8"/>
    <w:rsid w:val="00212036"/>
    <w:rsid w:val="00242B5D"/>
    <w:rsid w:val="002548C9"/>
    <w:rsid w:val="00283C41"/>
    <w:rsid w:val="0029013E"/>
    <w:rsid w:val="002A5B97"/>
    <w:rsid w:val="002A75C3"/>
    <w:rsid w:val="002B1E50"/>
    <w:rsid w:val="002B5F84"/>
    <w:rsid w:val="002D189B"/>
    <w:rsid w:val="002D30C1"/>
    <w:rsid w:val="002E3AC0"/>
    <w:rsid w:val="002F5859"/>
    <w:rsid w:val="00326760"/>
    <w:rsid w:val="00335598"/>
    <w:rsid w:val="003807A2"/>
    <w:rsid w:val="00387C75"/>
    <w:rsid w:val="003C7CF1"/>
    <w:rsid w:val="003D1246"/>
    <w:rsid w:val="003D148E"/>
    <w:rsid w:val="003D2023"/>
    <w:rsid w:val="003F2946"/>
    <w:rsid w:val="003F5B82"/>
    <w:rsid w:val="00406497"/>
    <w:rsid w:val="004311B7"/>
    <w:rsid w:val="004412DF"/>
    <w:rsid w:val="00472038"/>
    <w:rsid w:val="00473589"/>
    <w:rsid w:val="0048424A"/>
    <w:rsid w:val="004C5133"/>
    <w:rsid w:val="004E70E3"/>
    <w:rsid w:val="004F0AE2"/>
    <w:rsid w:val="005117CA"/>
    <w:rsid w:val="00513915"/>
    <w:rsid w:val="005671F0"/>
    <w:rsid w:val="00576001"/>
    <w:rsid w:val="005A0BA6"/>
    <w:rsid w:val="005A2C89"/>
    <w:rsid w:val="005C006B"/>
    <w:rsid w:val="005D3637"/>
    <w:rsid w:val="005E3D11"/>
    <w:rsid w:val="005E5262"/>
    <w:rsid w:val="00600825"/>
    <w:rsid w:val="00605C42"/>
    <w:rsid w:val="00615678"/>
    <w:rsid w:val="006236FD"/>
    <w:rsid w:val="006264CF"/>
    <w:rsid w:val="00671405"/>
    <w:rsid w:val="00684626"/>
    <w:rsid w:val="00696F7C"/>
    <w:rsid w:val="006A2201"/>
    <w:rsid w:val="006A6A59"/>
    <w:rsid w:val="006B06E7"/>
    <w:rsid w:val="006B205E"/>
    <w:rsid w:val="006B4C83"/>
    <w:rsid w:val="006B7F78"/>
    <w:rsid w:val="006C2C32"/>
    <w:rsid w:val="006C3BA1"/>
    <w:rsid w:val="006D25F1"/>
    <w:rsid w:val="006F3D2C"/>
    <w:rsid w:val="00701206"/>
    <w:rsid w:val="00721EA5"/>
    <w:rsid w:val="00776084"/>
    <w:rsid w:val="007A1D8F"/>
    <w:rsid w:val="007B319F"/>
    <w:rsid w:val="007E2806"/>
    <w:rsid w:val="00800F73"/>
    <w:rsid w:val="00815D59"/>
    <w:rsid w:val="008252CF"/>
    <w:rsid w:val="008259F5"/>
    <w:rsid w:val="00844B44"/>
    <w:rsid w:val="00845F26"/>
    <w:rsid w:val="00862877"/>
    <w:rsid w:val="00884CA0"/>
    <w:rsid w:val="008975BE"/>
    <w:rsid w:val="008B3899"/>
    <w:rsid w:val="008E206E"/>
    <w:rsid w:val="008E282D"/>
    <w:rsid w:val="008E4AA0"/>
    <w:rsid w:val="008E70E5"/>
    <w:rsid w:val="00914026"/>
    <w:rsid w:val="00914351"/>
    <w:rsid w:val="009328F7"/>
    <w:rsid w:val="00946088"/>
    <w:rsid w:val="00955E07"/>
    <w:rsid w:val="009645B4"/>
    <w:rsid w:val="0098355F"/>
    <w:rsid w:val="00996776"/>
    <w:rsid w:val="009A3F11"/>
    <w:rsid w:val="009B1542"/>
    <w:rsid w:val="009B37D5"/>
    <w:rsid w:val="009C27EF"/>
    <w:rsid w:val="009F09A0"/>
    <w:rsid w:val="009F51D9"/>
    <w:rsid w:val="00A04BC8"/>
    <w:rsid w:val="00A05D9C"/>
    <w:rsid w:val="00A27E6B"/>
    <w:rsid w:val="00A411F2"/>
    <w:rsid w:val="00A56F97"/>
    <w:rsid w:val="00A61074"/>
    <w:rsid w:val="00A74020"/>
    <w:rsid w:val="00A76B33"/>
    <w:rsid w:val="00AC7C1E"/>
    <w:rsid w:val="00AD6669"/>
    <w:rsid w:val="00AE513E"/>
    <w:rsid w:val="00AE6AE8"/>
    <w:rsid w:val="00AF4536"/>
    <w:rsid w:val="00B07EDD"/>
    <w:rsid w:val="00B1500C"/>
    <w:rsid w:val="00B82308"/>
    <w:rsid w:val="00BA0C44"/>
    <w:rsid w:val="00BA4F98"/>
    <w:rsid w:val="00BC4806"/>
    <w:rsid w:val="00BF1118"/>
    <w:rsid w:val="00C01D8E"/>
    <w:rsid w:val="00C055ED"/>
    <w:rsid w:val="00C14580"/>
    <w:rsid w:val="00C160EA"/>
    <w:rsid w:val="00C50D35"/>
    <w:rsid w:val="00C515B6"/>
    <w:rsid w:val="00C54685"/>
    <w:rsid w:val="00C55DFA"/>
    <w:rsid w:val="00C83070"/>
    <w:rsid w:val="00C84B73"/>
    <w:rsid w:val="00CC3222"/>
    <w:rsid w:val="00CF542B"/>
    <w:rsid w:val="00CF7F74"/>
    <w:rsid w:val="00D11781"/>
    <w:rsid w:val="00D351E3"/>
    <w:rsid w:val="00D35595"/>
    <w:rsid w:val="00D50AA5"/>
    <w:rsid w:val="00D77315"/>
    <w:rsid w:val="00D84113"/>
    <w:rsid w:val="00D876AD"/>
    <w:rsid w:val="00DB4289"/>
    <w:rsid w:val="00DE3A8F"/>
    <w:rsid w:val="00DF2B79"/>
    <w:rsid w:val="00DF39B4"/>
    <w:rsid w:val="00DF6C83"/>
    <w:rsid w:val="00E15A4E"/>
    <w:rsid w:val="00E20B78"/>
    <w:rsid w:val="00E22E2F"/>
    <w:rsid w:val="00E26AF9"/>
    <w:rsid w:val="00E34AC8"/>
    <w:rsid w:val="00E360BE"/>
    <w:rsid w:val="00E41E2B"/>
    <w:rsid w:val="00E468E0"/>
    <w:rsid w:val="00EA61BF"/>
    <w:rsid w:val="00ED0B6E"/>
    <w:rsid w:val="00EE6002"/>
    <w:rsid w:val="00F011DE"/>
    <w:rsid w:val="00F100DE"/>
    <w:rsid w:val="00F13C19"/>
    <w:rsid w:val="00F16BC2"/>
    <w:rsid w:val="00F21485"/>
    <w:rsid w:val="00F25C3A"/>
    <w:rsid w:val="00F5233A"/>
    <w:rsid w:val="00F5434B"/>
    <w:rsid w:val="00F608CD"/>
    <w:rsid w:val="00F65914"/>
    <w:rsid w:val="00FB6D9B"/>
    <w:rsid w:val="00FF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80"/>
    <w:rPr>
      <w:rFonts w:eastAsia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">
    <w:name w:val="Цветовое выделение"/>
    <w:uiPriority w:val="99"/>
    <w:rsid w:val="00C14580"/>
    <w:rPr>
      <w:b/>
      <w:color w:val="26282F"/>
      <w:sz w:val="26"/>
    </w:rPr>
  </w:style>
  <w:style w:type="paragraph" w:styleId="ListParagraph">
    <w:name w:val="List Paragraph"/>
    <w:basedOn w:val="Normal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0">
    <w:name w:val="Нормальный (таблица)"/>
    <w:basedOn w:val="Normal"/>
    <w:next w:val="Normal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uiPriority w:val="99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914026"/>
    <w:pPr>
      <w:suppressAutoHyphens/>
    </w:pPr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830</TotalTime>
  <Pages>3</Pages>
  <Words>371</Words>
  <Characters>2116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85</cp:revision>
  <cp:lastPrinted>2014-04-14T03:51:00Z</cp:lastPrinted>
  <dcterms:created xsi:type="dcterms:W3CDTF">2014-01-31T08:18:00Z</dcterms:created>
  <dcterms:modified xsi:type="dcterms:W3CDTF">2014-04-24T08:18:00Z</dcterms:modified>
</cp:coreProperties>
</file>