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795" w:rsidRPr="002307F3" w:rsidRDefault="00406795" w:rsidP="000671FE">
      <w:pPr>
        <w:tabs>
          <w:tab w:val="left" w:pos="540"/>
        </w:tabs>
        <w:ind w:left="5760"/>
        <w:jc w:val="center"/>
        <w:rPr>
          <w:sz w:val="26"/>
          <w:szCs w:val="26"/>
        </w:rPr>
      </w:pPr>
      <w:r w:rsidRPr="002307F3">
        <w:rPr>
          <w:sz w:val="26"/>
          <w:szCs w:val="26"/>
        </w:rPr>
        <w:t>УТВЕРЖДАЮ</w:t>
      </w:r>
    </w:p>
    <w:p w:rsidR="00406795" w:rsidRPr="002307F3" w:rsidRDefault="00406795" w:rsidP="000671FE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>И.о. п</w:t>
      </w:r>
      <w:r w:rsidRPr="002307F3">
        <w:rPr>
          <w:sz w:val="26"/>
          <w:szCs w:val="26"/>
        </w:rPr>
        <w:t>редседател</w:t>
      </w:r>
      <w:r>
        <w:rPr>
          <w:sz w:val="26"/>
          <w:szCs w:val="26"/>
        </w:rPr>
        <w:t>я</w:t>
      </w:r>
    </w:p>
    <w:p w:rsidR="00406795" w:rsidRDefault="00406795" w:rsidP="000671FE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>а</w:t>
      </w:r>
      <w:r w:rsidRPr="002307F3">
        <w:rPr>
          <w:sz w:val="26"/>
          <w:szCs w:val="26"/>
        </w:rPr>
        <w:t>дминистративной комисси</w:t>
      </w:r>
      <w:r>
        <w:rPr>
          <w:sz w:val="26"/>
          <w:szCs w:val="26"/>
        </w:rPr>
        <w:t>и</w:t>
      </w:r>
    </w:p>
    <w:p w:rsidR="00406795" w:rsidRDefault="00406795" w:rsidP="000671FE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г. Сорска</w:t>
      </w:r>
    </w:p>
    <w:p w:rsidR="00406795" w:rsidRDefault="00406795" w:rsidP="000671FE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>____________О.В. Шлапунова</w:t>
      </w:r>
    </w:p>
    <w:p w:rsidR="00406795" w:rsidRPr="002307F3" w:rsidRDefault="00406795" w:rsidP="000671FE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>01 апреля 2014г.</w:t>
      </w:r>
    </w:p>
    <w:p w:rsidR="00406795" w:rsidRDefault="00406795" w:rsidP="000671FE">
      <w:pPr>
        <w:jc w:val="center"/>
        <w:rPr>
          <w:b/>
          <w:sz w:val="26"/>
          <w:szCs w:val="26"/>
        </w:rPr>
      </w:pPr>
    </w:p>
    <w:p w:rsidR="00406795" w:rsidRDefault="00406795" w:rsidP="000671FE">
      <w:pPr>
        <w:jc w:val="center"/>
        <w:rPr>
          <w:b/>
          <w:sz w:val="26"/>
          <w:szCs w:val="26"/>
        </w:rPr>
      </w:pPr>
    </w:p>
    <w:p w:rsidR="00406795" w:rsidRPr="002307F3" w:rsidRDefault="00406795" w:rsidP="000671FE">
      <w:pPr>
        <w:jc w:val="center"/>
        <w:rPr>
          <w:b/>
          <w:sz w:val="26"/>
          <w:szCs w:val="26"/>
        </w:rPr>
      </w:pPr>
      <w:r w:rsidRPr="002307F3">
        <w:rPr>
          <w:b/>
          <w:sz w:val="26"/>
          <w:szCs w:val="26"/>
        </w:rPr>
        <w:t>ПОВЕСТКА</w:t>
      </w:r>
    </w:p>
    <w:p w:rsidR="00406795" w:rsidRDefault="00406795" w:rsidP="000671FE">
      <w:pPr>
        <w:jc w:val="center"/>
        <w:rPr>
          <w:b/>
          <w:sz w:val="26"/>
          <w:szCs w:val="26"/>
        </w:rPr>
      </w:pPr>
      <w:r w:rsidRPr="002307F3">
        <w:rPr>
          <w:b/>
          <w:sz w:val="26"/>
          <w:szCs w:val="26"/>
        </w:rPr>
        <w:t>заседания административной комиссии</w:t>
      </w:r>
      <w:r>
        <w:rPr>
          <w:b/>
          <w:sz w:val="26"/>
          <w:szCs w:val="26"/>
        </w:rPr>
        <w:t xml:space="preserve"> </w:t>
      </w:r>
      <w:r w:rsidRPr="002307F3">
        <w:rPr>
          <w:b/>
          <w:sz w:val="26"/>
          <w:szCs w:val="26"/>
        </w:rPr>
        <w:t>г. Сорск</w:t>
      </w:r>
      <w:r>
        <w:rPr>
          <w:b/>
          <w:sz w:val="26"/>
          <w:szCs w:val="26"/>
        </w:rPr>
        <w:t>а</w:t>
      </w:r>
    </w:p>
    <w:p w:rsidR="00406795" w:rsidRDefault="00406795" w:rsidP="000671FE">
      <w:pPr>
        <w:jc w:val="center"/>
        <w:rPr>
          <w:b/>
          <w:sz w:val="26"/>
          <w:szCs w:val="26"/>
        </w:rPr>
      </w:pPr>
    </w:p>
    <w:p w:rsidR="00406795" w:rsidRDefault="00406795" w:rsidP="005264B4">
      <w:pPr>
        <w:ind w:firstLine="540"/>
        <w:jc w:val="both"/>
        <w:rPr>
          <w:sz w:val="26"/>
          <w:szCs w:val="26"/>
        </w:rPr>
      </w:pPr>
      <w:r w:rsidRPr="002307F3">
        <w:rPr>
          <w:sz w:val="26"/>
          <w:szCs w:val="26"/>
        </w:rPr>
        <w:t>г. Сорск</w:t>
      </w:r>
    </w:p>
    <w:p w:rsidR="00406795" w:rsidRDefault="00406795" w:rsidP="000671FE">
      <w:pPr>
        <w:jc w:val="both"/>
        <w:rPr>
          <w:sz w:val="26"/>
          <w:szCs w:val="26"/>
        </w:rPr>
      </w:pPr>
    </w:p>
    <w:p w:rsidR="00406795" w:rsidRPr="00E541C9" w:rsidRDefault="00406795" w:rsidP="000671FE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01 апреля 20</w:t>
      </w:r>
      <w:r w:rsidRPr="00E541C9">
        <w:rPr>
          <w:sz w:val="26"/>
          <w:szCs w:val="26"/>
        </w:rPr>
        <w:t>1</w:t>
      </w:r>
      <w:r>
        <w:rPr>
          <w:sz w:val="26"/>
          <w:szCs w:val="26"/>
        </w:rPr>
        <w:t>4</w:t>
      </w:r>
      <w:r w:rsidRPr="00E541C9">
        <w:rPr>
          <w:sz w:val="26"/>
          <w:szCs w:val="26"/>
        </w:rPr>
        <w:t xml:space="preserve"> года                          </w:t>
      </w:r>
      <w:r>
        <w:rPr>
          <w:sz w:val="26"/>
          <w:szCs w:val="26"/>
        </w:rPr>
        <w:t xml:space="preserve">                                       16</w:t>
      </w:r>
      <w:r w:rsidRPr="00E541C9">
        <w:rPr>
          <w:sz w:val="26"/>
          <w:szCs w:val="26"/>
        </w:rPr>
        <w:t xml:space="preserve"> часов 00 минут</w:t>
      </w:r>
    </w:p>
    <w:p w:rsidR="00406795" w:rsidRPr="00E541C9" w:rsidRDefault="00406795" w:rsidP="000671FE">
      <w:pPr>
        <w:jc w:val="both"/>
        <w:rPr>
          <w:sz w:val="26"/>
          <w:szCs w:val="26"/>
        </w:rPr>
      </w:pPr>
    </w:p>
    <w:p w:rsidR="00406795" w:rsidRPr="00E541C9" w:rsidRDefault="00406795" w:rsidP="000671FE">
      <w:pPr>
        <w:ind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 xml:space="preserve">Место проведения заседания административной комиссии </w:t>
      </w:r>
      <w:r>
        <w:rPr>
          <w:sz w:val="26"/>
          <w:szCs w:val="26"/>
        </w:rPr>
        <w:t xml:space="preserve">МО </w:t>
      </w:r>
      <w:r w:rsidRPr="00E541C9">
        <w:rPr>
          <w:sz w:val="26"/>
          <w:szCs w:val="26"/>
        </w:rPr>
        <w:t xml:space="preserve">г. Сорска: </w:t>
      </w:r>
      <w:r>
        <w:rPr>
          <w:sz w:val="26"/>
          <w:szCs w:val="26"/>
        </w:rPr>
        <w:t xml:space="preserve">           </w:t>
      </w:r>
      <w:r w:rsidRPr="00E541C9">
        <w:rPr>
          <w:sz w:val="26"/>
          <w:szCs w:val="26"/>
        </w:rPr>
        <w:t>г. Сорск, ул. Кирова, 3, конференц-зал.</w:t>
      </w:r>
    </w:p>
    <w:p w:rsidR="00406795" w:rsidRPr="00E541C9" w:rsidRDefault="00406795" w:rsidP="000671FE">
      <w:pPr>
        <w:jc w:val="both"/>
        <w:rPr>
          <w:sz w:val="26"/>
          <w:szCs w:val="26"/>
        </w:rPr>
      </w:pPr>
    </w:p>
    <w:p w:rsidR="00406795" w:rsidRDefault="00406795" w:rsidP="000671FE">
      <w:pPr>
        <w:tabs>
          <w:tab w:val="left" w:pos="54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E541C9">
        <w:rPr>
          <w:sz w:val="26"/>
          <w:szCs w:val="26"/>
        </w:rPr>
        <w:t>Приглашены: все члены состава административной комиссии г. Сорска.</w:t>
      </w:r>
    </w:p>
    <w:p w:rsidR="00406795" w:rsidRPr="00E541C9" w:rsidRDefault="00406795" w:rsidP="000671FE">
      <w:pPr>
        <w:tabs>
          <w:tab w:val="left" w:pos="540"/>
        </w:tabs>
        <w:jc w:val="both"/>
        <w:rPr>
          <w:sz w:val="26"/>
          <w:szCs w:val="26"/>
        </w:rPr>
      </w:pPr>
    </w:p>
    <w:p w:rsidR="00406795" w:rsidRDefault="00406795" w:rsidP="000671FE">
      <w:pPr>
        <w:tabs>
          <w:tab w:val="left" w:pos="540"/>
        </w:tabs>
        <w:ind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Лиц</w:t>
      </w:r>
      <w:r>
        <w:rPr>
          <w:sz w:val="26"/>
          <w:szCs w:val="26"/>
        </w:rPr>
        <w:t>а</w:t>
      </w:r>
      <w:r w:rsidRPr="00E541C9">
        <w:rPr>
          <w:sz w:val="26"/>
          <w:szCs w:val="26"/>
        </w:rPr>
        <w:t>, привлекаем</w:t>
      </w:r>
      <w:r>
        <w:rPr>
          <w:sz w:val="26"/>
          <w:szCs w:val="26"/>
        </w:rPr>
        <w:t>ые</w:t>
      </w:r>
      <w:r w:rsidRPr="00E541C9">
        <w:rPr>
          <w:sz w:val="26"/>
          <w:szCs w:val="26"/>
        </w:rPr>
        <w:t xml:space="preserve"> к административной ответственности:</w:t>
      </w:r>
    </w:p>
    <w:p w:rsidR="00406795" w:rsidRDefault="00406795" w:rsidP="003B5350">
      <w:pPr>
        <w:numPr>
          <w:ilvl w:val="0"/>
          <w:numId w:val="7"/>
        </w:numPr>
        <w:tabs>
          <w:tab w:val="clear" w:pos="1080"/>
          <w:tab w:val="num" w:pos="900"/>
        </w:tabs>
        <w:ind w:left="900"/>
        <w:jc w:val="both"/>
        <w:rPr>
          <w:sz w:val="26"/>
          <w:szCs w:val="26"/>
        </w:rPr>
      </w:pPr>
      <w:r>
        <w:rPr>
          <w:sz w:val="26"/>
          <w:szCs w:val="26"/>
        </w:rPr>
        <w:t>ХХХ.</w:t>
      </w:r>
    </w:p>
    <w:p w:rsidR="00406795" w:rsidRDefault="00406795" w:rsidP="00631778">
      <w:pPr>
        <w:ind w:left="540"/>
        <w:jc w:val="both"/>
        <w:rPr>
          <w:sz w:val="26"/>
          <w:szCs w:val="26"/>
        </w:rPr>
      </w:pPr>
    </w:p>
    <w:p w:rsidR="00406795" w:rsidRPr="00E541C9" w:rsidRDefault="00406795" w:rsidP="000671FE">
      <w:pPr>
        <w:ind w:left="360" w:firstLine="18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Вопросы, поставленные на разрешение административной комиссии г. Сорска:</w:t>
      </w:r>
    </w:p>
    <w:p w:rsidR="00406795" w:rsidRPr="00177424" w:rsidRDefault="00406795" w:rsidP="009A0D11">
      <w:pPr>
        <w:pStyle w:val="BodyText"/>
        <w:numPr>
          <w:ilvl w:val="3"/>
          <w:numId w:val="7"/>
        </w:numPr>
        <w:tabs>
          <w:tab w:val="clear" w:pos="3240"/>
          <w:tab w:val="num" w:pos="0"/>
          <w:tab w:val="left" w:pos="900"/>
        </w:tabs>
        <w:ind w:left="0" w:firstLine="540"/>
        <w:rPr>
          <w:sz w:val="26"/>
          <w:szCs w:val="26"/>
        </w:rPr>
      </w:pPr>
      <w:r w:rsidRPr="00E541C9">
        <w:rPr>
          <w:sz w:val="26"/>
          <w:szCs w:val="26"/>
        </w:rPr>
        <w:t xml:space="preserve">рассмотрение </w:t>
      </w:r>
      <w:r>
        <w:rPr>
          <w:sz w:val="26"/>
          <w:szCs w:val="26"/>
        </w:rPr>
        <w:t>заявления ХХХ о рассрочке платежа по постановлению от 01 апреля 2014 года</w:t>
      </w:r>
      <w:r w:rsidRPr="009A0D11">
        <w:rPr>
          <w:sz w:val="26"/>
          <w:szCs w:val="26"/>
        </w:rPr>
        <w:t xml:space="preserve"> </w:t>
      </w:r>
      <w:r>
        <w:rPr>
          <w:sz w:val="26"/>
          <w:szCs w:val="26"/>
        </w:rPr>
        <w:t>серии АА № 000354 по ч. 5 ст. 49</w:t>
      </w:r>
      <w:r w:rsidRPr="00177424">
        <w:rPr>
          <w:sz w:val="26"/>
          <w:szCs w:val="26"/>
        </w:rPr>
        <w:t xml:space="preserve"> Закона Республики Хакасия об административных правонарушениях от 17.12.2008 г. № 91-ЗРХ</w:t>
      </w:r>
      <w:r>
        <w:rPr>
          <w:sz w:val="26"/>
          <w:szCs w:val="26"/>
        </w:rPr>
        <w:t xml:space="preserve"> в размере 2 000 (двух тысяч) сроком на три месяца.</w:t>
      </w:r>
    </w:p>
    <w:p w:rsidR="00406795" w:rsidRDefault="00406795" w:rsidP="0063177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406795" w:rsidRPr="00E541C9" w:rsidRDefault="00406795" w:rsidP="009A0D1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Ответственный секретарь</w:t>
      </w:r>
    </w:p>
    <w:p w:rsidR="00406795" w:rsidRPr="000671FE" w:rsidRDefault="00406795" w:rsidP="009A0D11">
      <w:pPr>
        <w:autoSpaceDE w:val="0"/>
        <w:autoSpaceDN w:val="0"/>
        <w:adjustRightInd w:val="0"/>
        <w:ind w:firstLine="540"/>
        <w:jc w:val="both"/>
      </w:pPr>
      <w:r w:rsidRPr="00E541C9">
        <w:rPr>
          <w:sz w:val="26"/>
          <w:szCs w:val="26"/>
        </w:rPr>
        <w:t>административной комиссии г. Сорска</w:t>
      </w:r>
      <w:r>
        <w:rPr>
          <w:sz w:val="26"/>
          <w:szCs w:val="26"/>
        </w:rPr>
        <w:t xml:space="preserve">                                                О.В. Канаева</w:t>
      </w:r>
    </w:p>
    <w:sectPr w:rsidR="00406795" w:rsidRPr="000671FE" w:rsidSect="001D1979">
      <w:pgSz w:w="11906" w:h="16838"/>
      <w:pgMar w:top="360" w:right="851" w:bottom="1079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54CB3"/>
    <w:multiLevelType w:val="hybridMultilevel"/>
    <w:tmpl w:val="0EEE4786"/>
    <w:lvl w:ilvl="0" w:tplc="8880F76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3AA4620E"/>
    <w:multiLevelType w:val="hybridMultilevel"/>
    <w:tmpl w:val="1F124E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C4901C1"/>
    <w:multiLevelType w:val="hybridMultilevel"/>
    <w:tmpl w:val="FAAE6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EDE29D5"/>
    <w:multiLevelType w:val="hybridMultilevel"/>
    <w:tmpl w:val="427ABB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2EB6A0E"/>
    <w:multiLevelType w:val="hybridMultilevel"/>
    <w:tmpl w:val="86C480E4"/>
    <w:lvl w:ilvl="0" w:tplc="93CEAD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5D249F0"/>
    <w:multiLevelType w:val="hybridMultilevel"/>
    <w:tmpl w:val="9B8028E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7D255249"/>
    <w:multiLevelType w:val="hybridMultilevel"/>
    <w:tmpl w:val="8B1291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3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202C"/>
    <w:rsid w:val="00005ABF"/>
    <w:rsid w:val="00010D95"/>
    <w:rsid w:val="000128CE"/>
    <w:rsid w:val="000128D2"/>
    <w:rsid w:val="00026F86"/>
    <w:rsid w:val="000327D4"/>
    <w:rsid w:val="0003630D"/>
    <w:rsid w:val="0004072B"/>
    <w:rsid w:val="00045A70"/>
    <w:rsid w:val="00052CB5"/>
    <w:rsid w:val="00061139"/>
    <w:rsid w:val="000671FE"/>
    <w:rsid w:val="00067C0E"/>
    <w:rsid w:val="00070629"/>
    <w:rsid w:val="0007263A"/>
    <w:rsid w:val="000742F9"/>
    <w:rsid w:val="00074D42"/>
    <w:rsid w:val="00075B57"/>
    <w:rsid w:val="00077B91"/>
    <w:rsid w:val="0008145F"/>
    <w:rsid w:val="000870B1"/>
    <w:rsid w:val="000972B0"/>
    <w:rsid w:val="000A3EAF"/>
    <w:rsid w:val="000B4110"/>
    <w:rsid w:val="000C0EA2"/>
    <w:rsid w:val="000C76B4"/>
    <w:rsid w:val="000E7033"/>
    <w:rsid w:val="000F0D87"/>
    <w:rsid w:val="000F0EB2"/>
    <w:rsid w:val="000F700A"/>
    <w:rsid w:val="000F7FDF"/>
    <w:rsid w:val="001005E7"/>
    <w:rsid w:val="00103A4D"/>
    <w:rsid w:val="001076AC"/>
    <w:rsid w:val="00122AA6"/>
    <w:rsid w:val="00122E13"/>
    <w:rsid w:val="001267DA"/>
    <w:rsid w:val="0013161E"/>
    <w:rsid w:val="00140929"/>
    <w:rsid w:val="001472FF"/>
    <w:rsid w:val="00147E26"/>
    <w:rsid w:val="00150034"/>
    <w:rsid w:val="00154390"/>
    <w:rsid w:val="001555AE"/>
    <w:rsid w:val="00156DD6"/>
    <w:rsid w:val="00160310"/>
    <w:rsid w:val="00173F10"/>
    <w:rsid w:val="00176D69"/>
    <w:rsid w:val="00177424"/>
    <w:rsid w:val="0018184E"/>
    <w:rsid w:val="00190AB6"/>
    <w:rsid w:val="001A06E6"/>
    <w:rsid w:val="001A0BBC"/>
    <w:rsid w:val="001B0D5E"/>
    <w:rsid w:val="001B22CD"/>
    <w:rsid w:val="001B6844"/>
    <w:rsid w:val="001D0AE6"/>
    <w:rsid w:val="001D1979"/>
    <w:rsid w:val="001D2A6F"/>
    <w:rsid w:val="001D4EB6"/>
    <w:rsid w:val="001D507D"/>
    <w:rsid w:val="001D7568"/>
    <w:rsid w:val="001F166A"/>
    <w:rsid w:val="00211363"/>
    <w:rsid w:val="00225DBA"/>
    <w:rsid w:val="00226A52"/>
    <w:rsid w:val="002307F3"/>
    <w:rsid w:val="0024037E"/>
    <w:rsid w:val="00240973"/>
    <w:rsid w:val="00243FA5"/>
    <w:rsid w:val="0025282C"/>
    <w:rsid w:val="002727B1"/>
    <w:rsid w:val="0029005C"/>
    <w:rsid w:val="002969CD"/>
    <w:rsid w:val="002A546E"/>
    <w:rsid w:val="002A5832"/>
    <w:rsid w:val="002A6881"/>
    <w:rsid w:val="002A73F9"/>
    <w:rsid w:val="002B0985"/>
    <w:rsid w:val="002B0AA2"/>
    <w:rsid w:val="002D2749"/>
    <w:rsid w:val="002E0467"/>
    <w:rsid w:val="002F45BD"/>
    <w:rsid w:val="002F6763"/>
    <w:rsid w:val="00300261"/>
    <w:rsid w:val="00302435"/>
    <w:rsid w:val="00304487"/>
    <w:rsid w:val="00312509"/>
    <w:rsid w:val="003152CE"/>
    <w:rsid w:val="00315F0A"/>
    <w:rsid w:val="00321059"/>
    <w:rsid w:val="00321943"/>
    <w:rsid w:val="003221EA"/>
    <w:rsid w:val="003272AB"/>
    <w:rsid w:val="00343352"/>
    <w:rsid w:val="00356BA0"/>
    <w:rsid w:val="003614AB"/>
    <w:rsid w:val="00361BD0"/>
    <w:rsid w:val="003910EE"/>
    <w:rsid w:val="003A2F89"/>
    <w:rsid w:val="003A7939"/>
    <w:rsid w:val="003B0523"/>
    <w:rsid w:val="003B5350"/>
    <w:rsid w:val="003C513F"/>
    <w:rsid w:val="003D6227"/>
    <w:rsid w:val="003F199D"/>
    <w:rsid w:val="003F36D3"/>
    <w:rsid w:val="003F5871"/>
    <w:rsid w:val="00406795"/>
    <w:rsid w:val="00413E0B"/>
    <w:rsid w:val="00414F88"/>
    <w:rsid w:val="00416ADF"/>
    <w:rsid w:val="00421BCD"/>
    <w:rsid w:val="004414A0"/>
    <w:rsid w:val="00447E19"/>
    <w:rsid w:val="00456DA7"/>
    <w:rsid w:val="00457B6C"/>
    <w:rsid w:val="004601AA"/>
    <w:rsid w:val="00460544"/>
    <w:rsid w:val="004609C8"/>
    <w:rsid w:val="0046682F"/>
    <w:rsid w:val="00467787"/>
    <w:rsid w:val="00474604"/>
    <w:rsid w:val="00477FE8"/>
    <w:rsid w:val="004818CE"/>
    <w:rsid w:val="00487686"/>
    <w:rsid w:val="004A0B88"/>
    <w:rsid w:val="004A6C99"/>
    <w:rsid w:val="004C31A8"/>
    <w:rsid w:val="004D1C7E"/>
    <w:rsid w:val="004D552E"/>
    <w:rsid w:val="004E1358"/>
    <w:rsid w:val="004E19F1"/>
    <w:rsid w:val="004E3AEA"/>
    <w:rsid w:val="005016C8"/>
    <w:rsid w:val="005024D6"/>
    <w:rsid w:val="005253B7"/>
    <w:rsid w:val="005264B4"/>
    <w:rsid w:val="00535AC8"/>
    <w:rsid w:val="00537FF4"/>
    <w:rsid w:val="00546239"/>
    <w:rsid w:val="00555AA8"/>
    <w:rsid w:val="00556D48"/>
    <w:rsid w:val="00570C20"/>
    <w:rsid w:val="005767B8"/>
    <w:rsid w:val="00593B76"/>
    <w:rsid w:val="00596F28"/>
    <w:rsid w:val="005A50C5"/>
    <w:rsid w:val="005A7E33"/>
    <w:rsid w:val="005B22EC"/>
    <w:rsid w:val="005B5CEC"/>
    <w:rsid w:val="005B7D5F"/>
    <w:rsid w:val="005C2AB0"/>
    <w:rsid w:val="005C41DB"/>
    <w:rsid w:val="005D5ABF"/>
    <w:rsid w:val="005E087B"/>
    <w:rsid w:val="00623704"/>
    <w:rsid w:val="00631778"/>
    <w:rsid w:val="006378A5"/>
    <w:rsid w:val="00640897"/>
    <w:rsid w:val="0064595D"/>
    <w:rsid w:val="006527AC"/>
    <w:rsid w:val="00652846"/>
    <w:rsid w:val="00655DD1"/>
    <w:rsid w:val="00656A56"/>
    <w:rsid w:val="0066288F"/>
    <w:rsid w:val="00673D7C"/>
    <w:rsid w:val="00674AF0"/>
    <w:rsid w:val="00676BEE"/>
    <w:rsid w:val="00676C1D"/>
    <w:rsid w:val="0067726F"/>
    <w:rsid w:val="00694F7B"/>
    <w:rsid w:val="00696524"/>
    <w:rsid w:val="006A1095"/>
    <w:rsid w:val="006D5016"/>
    <w:rsid w:val="006E04B8"/>
    <w:rsid w:val="006F0D7B"/>
    <w:rsid w:val="006F4121"/>
    <w:rsid w:val="006F5FA8"/>
    <w:rsid w:val="0070473C"/>
    <w:rsid w:val="0071253D"/>
    <w:rsid w:val="0071549A"/>
    <w:rsid w:val="00715FCE"/>
    <w:rsid w:val="00732959"/>
    <w:rsid w:val="007416E8"/>
    <w:rsid w:val="00741DAA"/>
    <w:rsid w:val="00743C04"/>
    <w:rsid w:val="007554A4"/>
    <w:rsid w:val="00756445"/>
    <w:rsid w:val="00756659"/>
    <w:rsid w:val="00773C14"/>
    <w:rsid w:val="007740D7"/>
    <w:rsid w:val="007800B5"/>
    <w:rsid w:val="00780691"/>
    <w:rsid w:val="007826B8"/>
    <w:rsid w:val="007924D4"/>
    <w:rsid w:val="00796926"/>
    <w:rsid w:val="007972E8"/>
    <w:rsid w:val="007A5297"/>
    <w:rsid w:val="007A74FF"/>
    <w:rsid w:val="007B5A8D"/>
    <w:rsid w:val="007C4273"/>
    <w:rsid w:val="007C4A5C"/>
    <w:rsid w:val="007D1989"/>
    <w:rsid w:val="007E0949"/>
    <w:rsid w:val="007F0289"/>
    <w:rsid w:val="007F6B33"/>
    <w:rsid w:val="007F6EDD"/>
    <w:rsid w:val="0080728E"/>
    <w:rsid w:val="00812AE3"/>
    <w:rsid w:val="00822E3A"/>
    <w:rsid w:val="0082471C"/>
    <w:rsid w:val="00842CAB"/>
    <w:rsid w:val="00854302"/>
    <w:rsid w:val="008555FB"/>
    <w:rsid w:val="0086423F"/>
    <w:rsid w:val="00866B78"/>
    <w:rsid w:val="00873EF3"/>
    <w:rsid w:val="00874E26"/>
    <w:rsid w:val="00882954"/>
    <w:rsid w:val="008A2E52"/>
    <w:rsid w:val="008A349B"/>
    <w:rsid w:val="008B0CA1"/>
    <w:rsid w:val="008B2C72"/>
    <w:rsid w:val="008B74D0"/>
    <w:rsid w:val="008E251C"/>
    <w:rsid w:val="008F5A21"/>
    <w:rsid w:val="00915C6F"/>
    <w:rsid w:val="00926E74"/>
    <w:rsid w:val="00944279"/>
    <w:rsid w:val="00965DE7"/>
    <w:rsid w:val="00967DBF"/>
    <w:rsid w:val="009700A8"/>
    <w:rsid w:val="009816F7"/>
    <w:rsid w:val="00984DA0"/>
    <w:rsid w:val="0098676F"/>
    <w:rsid w:val="0099359B"/>
    <w:rsid w:val="009A0D11"/>
    <w:rsid w:val="009A2401"/>
    <w:rsid w:val="009C1AD2"/>
    <w:rsid w:val="009C781F"/>
    <w:rsid w:val="009E2188"/>
    <w:rsid w:val="009F6656"/>
    <w:rsid w:val="00A064A4"/>
    <w:rsid w:val="00A10CA5"/>
    <w:rsid w:val="00A14B75"/>
    <w:rsid w:val="00A16160"/>
    <w:rsid w:val="00A26114"/>
    <w:rsid w:val="00A30D1F"/>
    <w:rsid w:val="00A30FCE"/>
    <w:rsid w:val="00A31D52"/>
    <w:rsid w:val="00A364DC"/>
    <w:rsid w:val="00A449FC"/>
    <w:rsid w:val="00A44E89"/>
    <w:rsid w:val="00A461B8"/>
    <w:rsid w:val="00A60235"/>
    <w:rsid w:val="00A804BE"/>
    <w:rsid w:val="00A978B4"/>
    <w:rsid w:val="00AA10FD"/>
    <w:rsid w:val="00AA1516"/>
    <w:rsid w:val="00AB126F"/>
    <w:rsid w:val="00AB57AB"/>
    <w:rsid w:val="00AC20C6"/>
    <w:rsid w:val="00AC5B56"/>
    <w:rsid w:val="00AD132A"/>
    <w:rsid w:val="00AD76F6"/>
    <w:rsid w:val="00AE2966"/>
    <w:rsid w:val="00AE39B3"/>
    <w:rsid w:val="00AE4830"/>
    <w:rsid w:val="00AE6F32"/>
    <w:rsid w:val="00AF2477"/>
    <w:rsid w:val="00AF2A06"/>
    <w:rsid w:val="00B011FB"/>
    <w:rsid w:val="00B065F8"/>
    <w:rsid w:val="00B074AF"/>
    <w:rsid w:val="00B11906"/>
    <w:rsid w:val="00B14069"/>
    <w:rsid w:val="00B37A26"/>
    <w:rsid w:val="00B37F51"/>
    <w:rsid w:val="00B561CE"/>
    <w:rsid w:val="00B572FF"/>
    <w:rsid w:val="00B71FA2"/>
    <w:rsid w:val="00B72D6D"/>
    <w:rsid w:val="00B72FCC"/>
    <w:rsid w:val="00B804C1"/>
    <w:rsid w:val="00B86FAE"/>
    <w:rsid w:val="00BA265D"/>
    <w:rsid w:val="00BA2BA6"/>
    <w:rsid w:val="00BA720D"/>
    <w:rsid w:val="00BB234D"/>
    <w:rsid w:val="00BD4EB9"/>
    <w:rsid w:val="00BF7162"/>
    <w:rsid w:val="00C003BE"/>
    <w:rsid w:val="00C03B03"/>
    <w:rsid w:val="00C14F1C"/>
    <w:rsid w:val="00C15E9B"/>
    <w:rsid w:val="00C1661C"/>
    <w:rsid w:val="00C209DC"/>
    <w:rsid w:val="00C21D9A"/>
    <w:rsid w:val="00C247E2"/>
    <w:rsid w:val="00C308FE"/>
    <w:rsid w:val="00C34A84"/>
    <w:rsid w:val="00C35A1E"/>
    <w:rsid w:val="00C35E0A"/>
    <w:rsid w:val="00C36CD1"/>
    <w:rsid w:val="00C65A66"/>
    <w:rsid w:val="00C76533"/>
    <w:rsid w:val="00C8148A"/>
    <w:rsid w:val="00C844BF"/>
    <w:rsid w:val="00C868DE"/>
    <w:rsid w:val="00CB0B8B"/>
    <w:rsid w:val="00CB20C4"/>
    <w:rsid w:val="00CB3A27"/>
    <w:rsid w:val="00CB510B"/>
    <w:rsid w:val="00CB6114"/>
    <w:rsid w:val="00CD5D12"/>
    <w:rsid w:val="00CD6DD1"/>
    <w:rsid w:val="00CE12A5"/>
    <w:rsid w:val="00CE7940"/>
    <w:rsid w:val="00D03583"/>
    <w:rsid w:val="00D118D8"/>
    <w:rsid w:val="00D1598E"/>
    <w:rsid w:val="00D336F9"/>
    <w:rsid w:val="00D4030C"/>
    <w:rsid w:val="00D43510"/>
    <w:rsid w:val="00D4461E"/>
    <w:rsid w:val="00D45385"/>
    <w:rsid w:val="00D46C11"/>
    <w:rsid w:val="00D77A53"/>
    <w:rsid w:val="00D9298F"/>
    <w:rsid w:val="00D92A3B"/>
    <w:rsid w:val="00D93471"/>
    <w:rsid w:val="00D9703D"/>
    <w:rsid w:val="00DB16B3"/>
    <w:rsid w:val="00DB2ED0"/>
    <w:rsid w:val="00DB466B"/>
    <w:rsid w:val="00DB478C"/>
    <w:rsid w:val="00DC4995"/>
    <w:rsid w:val="00DD36D3"/>
    <w:rsid w:val="00DE10E9"/>
    <w:rsid w:val="00DE7D8E"/>
    <w:rsid w:val="00DF166D"/>
    <w:rsid w:val="00DF1E3E"/>
    <w:rsid w:val="00E046EC"/>
    <w:rsid w:val="00E21821"/>
    <w:rsid w:val="00E22F04"/>
    <w:rsid w:val="00E23DEA"/>
    <w:rsid w:val="00E541C9"/>
    <w:rsid w:val="00E62B9B"/>
    <w:rsid w:val="00E63D1E"/>
    <w:rsid w:val="00E64E8F"/>
    <w:rsid w:val="00E7552C"/>
    <w:rsid w:val="00E77DA5"/>
    <w:rsid w:val="00E8660B"/>
    <w:rsid w:val="00E87076"/>
    <w:rsid w:val="00E9202C"/>
    <w:rsid w:val="00EA2644"/>
    <w:rsid w:val="00EB4EEB"/>
    <w:rsid w:val="00EC2A0E"/>
    <w:rsid w:val="00ED0EC4"/>
    <w:rsid w:val="00ED2956"/>
    <w:rsid w:val="00ED38C1"/>
    <w:rsid w:val="00EE02EA"/>
    <w:rsid w:val="00EE4518"/>
    <w:rsid w:val="00EF41C0"/>
    <w:rsid w:val="00F02897"/>
    <w:rsid w:val="00F04982"/>
    <w:rsid w:val="00F111BE"/>
    <w:rsid w:val="00F20FCC"/>
    <w:rsid w:val="00F21B52"/>
    <w:rsid w:val="00F2713E"/>
    <w:rsid w:val="00F27E07"/>
    <w:rsid w:val="00F3336E"/>
    <w:rsid w:val="00F34837"/>
    <w:rsid w:val="00F34F07"/>
    <w:rsid w:val="00F42B83"/>
    <w:rsid w:val="00F46D70"/>
    <w:rsid w:val="00F60260"/>
    <w:rsid w:val="00F67C88"/>
    <w:rsid w:val="00F70F66"/>
    <w:rsid w:val="00F74F4E"/>
    <w:rsid w:val="00F81701"/>
    <w:rsid w:val="00F857F7"/>
    <w:rsid w:val="00F86E7E"/>
    <w:rsid w:val="00F87E25"/>
    <w:rsid w:val="00F947C0"/>
    <w:rsid w:val="00FA1191"/>
    <w:rsid w:val="00FA1AC5"/>
    <w:rsid w:val="00FA2F01"/>
    <w:rsid w:val="00FB0242"/>
    <w:rsid w:val="00FB0C85"/>
    <w:rsid w:val="00FB17F8"/>
    <w:rsid w:val="00FB3F8C"/>
    <w:rsid w:val="00FB593F"/>
    <w:rsid w:val="00FC19F6"/>
    <w:rsid w:val="00FC2039"/>
    <w:rsid w:val="00FC3125"/>
    <w:rsid w:val="00FC5A96"/>
    <w:rsid w:val="00FC5B59"/>
    <w:rsid w:val="00FD2F53"/>
    <w:rsid w:val="00FD300C"/>
    <w:rsid w:val="00FD56EC"/>
    <w:rsid w:val="00FD5D68"/>
    <w:rsid w:val="00FE0032"/>
    <w:rsid w:val="00FE621A"/>
    <w:rsid w:val="00FF7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202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E63D1E"/>
    <w:pPr>
      <w:keepNext/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63D1E"/>
    <w:rPr>
      <w:rFonts w:ascii="Arial" w:hAnsi="Arial" w:cs="Times New Roman"/>
      <w:b/>
      <w:kern w:val="32"/>
      <w:sz w:val="32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5C2AB0"/>
    <w:rPr>
      <w:rFonts w:eastAsia="Calibri"/>
      <w:sz w:val="2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128D2"/>
    <w:rPr>
      <w:rFonts w:ascii="Times New Roman" w:hAnsi="Times New Roman" w:cs="Times New Roman"/>
      <w:sz w:val="2"/>
    </w:rPr>
  </w:style>
  <w:style w:type="paragraph" w:styleId="BodyText">
    <w:name w:val="Body Text"/>
    <w:basedOn w:val="Normal"/>
    <w:link w:val="BodyTextChar1"/>
    <w:uiPriority w:val="99"/>
    <w:rsid w:val="009A0D11"/>
    <w:pPr>
      <w:jc w:val="both"/>
    </w:pPr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Times New Roman" w:hAnsi="Times New Roman" w:cs="Times New Roman"/>
      <w:sz w:val="24"/>
      <w:szCs w:val="24"/>
    </w:rPr>
  </w:style>
  <w:style w:type="character" w:customStyle="1" w:styleId="BodyTextChar1">
    <w:name w:val="Body Text Char1"/>
    <w:basedOn w:val="DefaultParagraphFont"/>
    <w:link w:val="BodyText"/>
    <w:uiPriority w:val="99"/>
    <w:locked/>
    <w:rsid w:val="009A0D11"/>
    <w:rPr>
      <w:rFonts w:eastAsia="Times New Roman" w:cs="Times New Roman"/>
      <w:sz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1194</TotalTime>
  <Pages>1</Pages>
  <Words>146</Words>
  <Characters>836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Административная</cp:lastModifiedBy>
  <cp:revision>90</cp:revision>
  <cp:lastPrinted>2014-04-16T03:49:00Z</cp:lastPrinted>
  <dcterms:created xsi:type="dcterms:W3CDTF">2012-06-16T11:10:00Z</dcterms:created>
  <dcterms:modified xsi:type="dcterms:W3CDTF">2014-10-31T08:50:00Z</dcterms:modified>
</cp:coreProperties>
</file>