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CFC" w:rsidRDefault="000A3CFC" w:rsidP="008843C0">
      <w:pPr>
        <w:rPr>
          <w:sz w:val="26"/>
        </w:rPr>
      </w:pPr>
    </w:p>
    <w:p w:rsidR="000A3CFC" w:rsidRPr="003D1246" w:rsidRDefault="000A3CFC" w:rsidP="000F2975">
      <w:pPr>
        <w:rPr>
          <w:sz w:val="26"/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</w:p>
    <w:p w:rsidR="000A3CFC" w:rsidRPr="003D1246" w:rsidRDefault="000A3CFC" w:rsidP="000F2975">
      <w:pPr>
        <w:rPr>
          <w:sz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9264;mso-wrap-distance-left:9.05pt;mso-wrap-distance-right:9.05pt" stroked="f">
            <v:fill opacity="0" color2="black"/>
            <v:textbox style="mso-next-textbox:#_x0000_s1027" inset="0,0,0,0">
              <w:txbxContent>
                <w:p w:rsidR="000A3CFC" w:rsidRDefault="000A3CFC" w:rsidP="000F297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0A3CFC" w:rsidRDefault="000A3CFC" w:rsidP="000F297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A3CFC" w:rsidRDefault="000A3CFC" w:rsidP="000F297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A3CFC" w:rsidRDefault="000A3CFC" w:rsidP="000F297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A3CFC" w:rsidRDefault="000A3CFC" w:rsidP="000F297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A3CFC" w:rsidRDefault="000A3CFC" w:rsidP="000F297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0A3CFC" w:rsidRDefault="000A3CFC" w:rsidP="000F297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A3CFC" w:rsidRPr="003D1246" w:rsidRDefault="000A3CFC" w:rsidP="000F2975">
      <w:pPr>
        <w:rPr>
          <w:b/>
          <w:sz w:val="26"/>
        </w:rPr>
      </w:pPr>
      <w:r>
        <w:rPr>
          <w:noProof/>
        </w:rPr>
        <w:pict>
          <v:shape id="_x0000_s1028" type="#_x0000_t202" style="position:absolute;margin-left:272pt;margin-top:11.15pt;width:196pt;height:75.95pt;z-index:251660288;mso-wrap-distance-left:9.05pt;mso-wrap-distance-right:9.05pt" stroked="f">
            <v:fill opacity="0" color2="black"/>
            <v:textbox style="mso-next-textbox:#_x0000_s1028" inset="0,0,0,0">
              <w:txbxContent>
                <w:p w:rsidR="000A3CFC" w:rsidRDefault="000A3CFC" w:rsidP="000F2975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A3CFC" w:rsidRDefault="000A3CFC" w:rsidP="000F2975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A3CFC" w:rsidRPr="00862877" w:rsidRDefault="000A3CFC" w:rsidP="000F2975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0A3CFC" w:rsidRDefault="000A3CFC" w:rsidP="000F2975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0A3CFC" w:rsidRPr="00862877" w:rsidRDefault="000A3CFC" w:rsidP="000F297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0A3CFC" w:rsidRDefault="000A3CFC" w:rsidP="000F297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0A3CFC" w:rsidRDefault="000A3CFC" w:rsidP="000F297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A3CFC" w:rsidRPr="003D1246" w:rsidRDefault="000A3CFC" w:rsidP="000F2975">
      <w:pPr>
        <w:rPr>
          <w:b/>
          <w:sz w:val="26"/>
        </w:rPr>
      </w:pPr>
    </w:p>
    <w:p w:rsidR="000A3CFC" w:rsidRPr="003D1246" w:rsidRDefault="000A3CFC" w:rsidP="000F2975">
      <w:pPr>
        <w:ind w:firstLine="360"/>
        <w:jc w:val="center"/>
        <w:rPr>
          <w:b/>
          <w:sz w:val="26"/>
          <w:szCs w:val="26"/>
        </w:rPr>
      </w:pPr>
    </w:p>
    <w:p w:rsidR="000A3CFC" w:rsidRPr="003D1246" w:rsidRDefault="000A3CFC" w:rsidP="000F2975">
      <w:pPr>
        <w:ind w:firstLine="360"/>
        <w:jc w:val="center"/>
        <w:rPr>
          <w:b/>
          <w:sz w:val="26"/>
          <w:szCs w:val="26"/>
        </w:rPr>
      </w:pPr>
    </w:p>
    <w:p w:rsidR="000A3CFC" w:rsidRDefault="000A3CFC" w:rsidP="000F2975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0A3CFC" w:rsidRDefault="000A3CFC" w:rsidP="000F2975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61312" from="18pt,3.35pt" to="469pt,3.35pt" strokeweight=".26mm">
            <v:stroke joinstyle="miter"/>
          </v:line>
        </w:pict>
      </w:r>
    </w:p>
    <w:p w:rsidR="000A3CFC" w:rsidRPr="001574A6" w:rsidRDefault="000A3CFC" w:rsidP="000F2975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A3CFC" w:rsidRDefault="000A3CFC" w:rsidP="000F2975">
      <w:pPr>
        <w:jc w:val="center"/>
        <w:rPr>
          <w:sz w:val="26"/>
          <w:szCs w:val="26"/>
        </w:rPr>
      </w:pPr>
    </w:p>
    <w:p w:rsidR="000A3CFC" w:rsidRDefault="000A3CFC" w:rsidP="000F2975">
      <w:pPr>
        <w:rPr>
          <w:sz w:val="26"/>
          <w:szCs w:val="26"/>
        </w:rPr>
      </w:pPr>
      <w:r>
        <w:rPr>
          <w:sz w:val="26"/>
          <w:szCs w:val="26"/>
        </w:rPr>
        <w:t xml:space="preserve">       «06» 05. 2014</w:t>
      </w:r>
      <w:r w:rsidRPr="009B1542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                                                       № </w:t>
      </w:r>
      <w:r w:rsidRPr="009B1542">
        <w:rPr>
          <w:sz w:val="26"/>
          <w:szCs w:val="26"/>
        </w:rPr>
        <w:t xml:space="preserve"> </w:t>
      </w:r>
      <w:r>
        <w:rPr>
          <w:sz w:val="26"/>
          <w:szCs w:val="26"/>
        </w:rPr>
        <w:t>206-п</w:t>
      </w:r>
      <w:r w:rsidRPr="009B1542">
        <w:rPr>
          <w:sz w:val="26"/>
          <w:szCs w:val="26"/>
        </w:rPr>
        <w:t xml:space="preserve"> </w:t>
      </w:r>
    </w:p>
    <w:p w:rsidR="000A3CFC" w:rsidRPr="00955E07" w:rsidRDefault="000A3CFC" w:rsidP="000F2975">
      <w:pPr>
        <w:rPr>
          <w:sz w:val="26"/>
          <w:szCs w:val="26"/>
        </w:rPr>
      </w:pPr>
      <w:r>
        <w:rPr>
          <w:noProof/>
        </w:rPr>
        <w:pict>
          <v:shape id="_x0000_s1030" type="#_x0000_t202" style="position:absolute;margin-left:272pt;margin-top:11.15pt;width:196pt;height:75.95pt;z-index:251662336;mso-wrap-distance-left:9.05pt;mso-wrap-distance-right:9.05pt" stroked="f">
            <v:fill opacity="0" color2="black"/>
            <v:textbox style="mso-next-textbox:#_x0000_s1030" inset="0,0,0,0">
              <w:txbxContent>
                <w:p w:rsidR="000A3CFC" w:rsidRPr="00576001" w:rsidRDefault="000A3CFC" w:rsidP="000F2975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0A3CFC" w:rsidRPr="00862877" w:rsidRDefault="000A3CFC" w:rsidP="000F297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0A3CFC" w:rsidRDefault="000A3CFC" w:rsidP="000F297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0A3CFC" w:rsidRDefault="000A3CFC" w:rsidP="000F297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A3CFC" w:rsidRDefault="000A3CFC" w:rsidP="000F2975">
      <w:pPr>
        <w:pStyle w:val="NoSpacing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47FA7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б организации мероприятий по </w:t>
      </w:r>
    </w:p>
    <w:p w:rsidR="000A3CFC" w:rsidRDefault="000A3CFC" w:rsidP="000F2975">
      <w:pPr>
        <w:pStyle w:val="NoSpacing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подготовке и проведению</w:t>
      </w:r>
    </w:p>
    <w:p w:rsidR="000A3CFC" w:rsidRDefault="000A3CFC" w:rsidP="000F2975">
      <w:pPr>
        <w:pStyle w:val="NoSpacing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празднования в городе Сорске</w:t>
      </w:r>
    </w:p>
    <w:p w:rsidR="000A3CFC" w:rsidRDefault="000A3CFC" w:rsidP="000F2975">
      <w:pPr>
        <w:pStyle w:val="NoSpacing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69-й годовщины Победы в Великой</w:t>
      </w:r>
    </w:p>
    <w:p w:rsidR="000A3CFC" w:rsidRPr="00947FA7" w:rsidRDefault="000A3CFC" w:rsidP="000F2975">
      <w:pPr>
        <w:pStyle w:val="NoSpacing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Отечественной войне 1941-1945 годов</w:t>
      </w:r>
    </w:p>
    <w:p w:rsidR="000A3CFC" w:rsidRPr="00947FA7" w:rsidRDefault="000A3CFC" w:rsidP="000F2975">
      <w:pPr>
        <w:pStyle w:val="NoSpacing"/>
        <w:ind w:firstLine="375"/>
        <w:rPr>
          <w:rFonts w:ascii="Times New Roman" w:hAnsi="Times New Roman" w:cs="Times New Roman"/>
          <w:sz w:val="26"/>
          <w:szCs w:val="26"/>
        </w:rPr>
      </w:pPr>
    </w:p>
    <w:p w:rsidR="000A3CFC" w:rsidRPr="00947FA7" w:rsidRDefault="000A3CFC" w:rsidP="000F2975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0A3CFC" w:rsidRDefault="000A3CFC" w:rsidP="000F2975">
      <w:pPr>
        <w:pStyle w:val="NoSpacing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В целях увековечивания памяти подвига советского народа в Великой Отечественной войне, сохранения патриотических традиций в городе Сорске, организации мероприятий по подготовке и проведению празднования в городе Сорске 69-годовщины Победы в Великой Отечественной войне 1941-1945 годов, привлечения к участию в праздничных мероприятиях трудовых коллективов города, для обеспечения широкого участия населения в подготовке к празднику, на основании Устава муниципального образования город Сорск, администрация города Сорска                                                                                                                    </w:t>
      </w:r>
    </w:p>
    <w:p w:rsidR="000A3CFC" w:rsidRPr="00947FA7" w:rsidRDefault="000A3CFC" w:rsidP="000F2975">
      <w:pPr>
        <w:pStyle w:val="NoSpacing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ПОСТАНОВЛЯЕТ:</w:t>
      </w:r>
    </w:p>
    <w:p w:rsidR="000A3CFC" w:rsidRPr="00C2143E" w:rsidRDefault="000A3CFC" w:rsidP="00C2143E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C2143E">
        <w:rPr>
          <w:color w:val="000000"/>
          <w:sz w:val="26"/>
          <w:szCs w:val="26"/>
        </w:rPr>
        <w:t xml:space="preserve">Рекомендовать начальнику полиции ОМВД России по г. Сорску Климкину </w:t>
      </w:r>
    </w:p>
    <w:p w:rsidR="000A3CFC" w:rsidRDefault="000A3CFC" w:rsidP="00C2143E">
      <w:pPr>
        <w:pStyle w:val="ListParagraph"/>
        <w:autoSpaceDE w:val="0"/>
        <w:autoSpaceDN w:val="0"/>
        <w:adjustRightInd w:val="0"/>
        <w:ind w:left="735"/>
        <w:jc w:val="both"/>
        <w:rPr>
          <w:sz w:val="26"/>
          <w:szCs w:val="26"/>
        </w:rPr>
      </w:pPr>
      <w:r>
        <w:rPr>
          <w:sz w:val="26"/>
          <w:szCs w:val="26"/>
        </w:rPr>
        <w:t>С.А. (по согласованию):</w:t>
      </w:r>
    </w:p>
    <w:p w:rsidR="000A3CFC" w:rsidRDefault="000A3CFC" w:rsidP="00C2143E">
      <w:pPr>
        <w:pStyle w:val="ListParagraph"/>
        <w:autoSpaceDE w:val="0"/>
        <w:autoSpaceDN w:val="0"/>
        <w:adjustRightInd w:val="0"/>
        <w:ind w:left="735"/>
        <w:jc w:val="both"/>
        <w:rPr>
          <w:sz w:val="26"/>
          <w:szCs w:val="26"/>
        </w:rPr>
      </w:pPr>
      <w:r>
        <w:rPr>
          <w:sz w:val="26"/>
          <w:szCs w:val="26"/>
        </w:rPr>
        <w:t>- обеспечить охрану общественного порядка на территории муниципального образования в период проведения праздника 69-й годовщины Победы в Великой Отечественной войне 1941-1945 годов 09.05.2014 года с 09:00 до 22:00 ч.</w:t>
      </w:r>
    </w:p>
    <w:p w:rsidR="000A3CFC" w:rsidRDefault="000A3CFC" w:rsidP="00C2143E">
      <w:pPr>
        <w:pStyle w:val="ListParagraph"/>
        <w:autoSpaceDE w:val="0"/>
        <w:autoSpaceDN w:val="0"/>
        <w:adjustRightInd w:val="0"/>
        <w:ind w:left="735"/>
        <w:jc w:val="both"/>
        <w:rPr>
          <w:sz w:val="26"/>
          <w:szCs w:val="26"/>
        </w:rPr>
      </w:pPr>
      <w:r>
        <w:rPr>
          <w:sz w:val="26"/>
          <w:szCs w:val="26"/>
        </w:rPr>
        <w:t>- обеспечить перекрытие движения транспортных средств согласно схеме (прилагается) с 12:30 до 15:30 ч.</w:t>
      </w:r>
    </w:p>
    <w:p w:rsidR="000A3CFC" w:rsidRDefault="000A3CFC" w:rsidP="00F4201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2.  Рекомендовать индивидуальному предпринимателю Семенову А.А.</w:t>
      </w:r>
    </w:p>
    <w:p w:rsidR="000A3CFC" w:rsidRPr="00F42015" w:rsidRDefault="000A3CFC" w:rsidP="00D90C6A">
      <w:pPr>
        <w:autoSpaceDE w:val="0"/>
        <w:autoSpaceDN w:val="0"/>
        <w:adjustRightInd w:val="0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согласовать с начальником полиции ОМВД России по городу Сорску      (Климкин С.А.) маршрут движения транспорта 09.05.2014 года с 12:30        по 15:30 ч.</w:t>
      </w:r>
    </w:p>
    <w:p w:rsidR="000A3CFC" w:rsidRDefault="000A3CFC" w:rsidP="00BE7FD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3.  Опубликовать  настоящее постановление в газете  «Сорский молибден»       и  </w:t>
      </w:r>
    </w:p>
    <w:p w:rsidR="000A3CFC" w:rsidRDefault="000A3CFC" w:rsidP="00BE7FD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разместить  на  официальном  сайте  администрации  города   Сорска.                   </w:t>
      </w:r>
    </w:p>
    <w:p w:rsidR="000A3CFC" w:rsidRPr="002C32CA" w:rsidRDefault="000A3CFC" w:rsidP="002C32CA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2C32CA">
        <w:rPr>
          <w:sz w:val="26"/>
          <w:szCs w:val="26"/>
        </w:rPr>
        <w:t>Контроль за исполнением данного постановления возложить на заместителя главы по социальным вопросам (Шимель Т.С.)</w:t>
      </w:r>
    </w:p>
    <w:p w:rsidR="000A3CFC" w:rsidRDefault="000A3CFC" w:rsidP="002C32C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3CFC" w:rsidRDefault="000A3CFC" w:rsidP="00F42015">
      <w:pPr>
        <w:pStyle w:val="NoSpacing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</w:p>
    <w:p w:rsidR="000A3CFC" w:rsidRDefault="000A3CFC" w:rsidP="00BE7FDD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A3CFC" w:rsidRPr="00947FA7" w:rsidRDefault="000A3CFC" w:rsidP="00F42015">
      <w:pPr>
        <w:pStyle w:val="NoSpacing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Г</w:t>
      </w:r>
      <w:r w:rsidRPr="00947FA7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 xml:space="preserve">а города </w:t>
      </w:r>
      <w:r w:rsidRPr="00947FA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А.А.Жуков</w:t>
      </w:r>
    </w:p>
    <w:p w:rsidR="000A3CFC" w:rsidRDefault="000A3CFC" w:rsidP="000F2975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A3CFC" w:rsidRDefault="000A3CFC" w:rsidP="000F2975">
      <w:pPr>
        <w:rPr>
          <w:sz w:val="26"/>
          <w:szCs w:val="26"/>
          <w:lang w:eastAsia="ar-SA"/>
        </w:rPr>
      </w:pPr>
    </w:p>
    <w:p w:rsidR="000A3CFC" w:rsidRDefault="000A3CFC" w:rsidP="000F2975">
      <w:pPr>
        <w:rPr>
          <w:sz w:val="26"/>
          <w:szCs w:val="26"/>
        </w:rPr>
      </w:pPr>
    </w:p>
    <w:p w:rsidR="000A3CFC" w:rsidRDefault="000A3CFC"/>
    <w:sectPr w:rsidR="000A3CFC" w:rsidSect="008843C0">
      <w:pgSz w:w="11906" w:h="16838"/>
      <w:pgMar w:top="28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8126C"/>
    <w:multiLevelType w:val="hybridMultilevel"/>
    <w:tmpl w:val="07E6703E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CC6075"/>
    <w:multiLevelType w:val="hybridMultilevel"/>
    <w:tmpl w:val="D522F35C"/>
    <w:lvl w:ilvl="0" w:tplc="8E7C8EFC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2">
    <w:nsid w:val="298625F5"/>
    <w:multiLevelType w:val="hybridMultilevel"/>
    <w:tmpl w:val="E5E29E3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2975"/>
    <w:rsid w:val="00052325"/>
    <w:rsid w:val="00056E86"/>
    <w:rsid w:val="0009672E"/>
    <w:rsid w:val="000A3CFC"/>
    <w:rsid w:val="000A7A23"/>
    <w:rsid w:val="000B7781"/>
    <w:rsid w:val="000F2975"/>
    <w:rsid w:val="001574A6"/>
    <w:rsid w:val="0016681D"/>
    <w:rsid w:val="001D2128"/>
    <w:rsid w:val="00287872"/>
    <w:rsid w:val="002A66B7"/>
    <w:rsid w:val="002A6CC5"/>
    <w:rsid w:val="002C32CA"/>
    <w:rsid w:val="003708DD"/>
    <w:rsid w:val="003D1246"/>
    <w:rsid w:val="00406497"/>
    <w:rsid w:val="00421E36"/>
    <w:rsid w:val="004632E8"/>
    <w:rsid w:val="00507E9C"/>
    <w:rsid w:val="005264B4"/>
    <w:rsid w:val="0053523E"/>
    <w:rsid w:val="00576001"/>
    <w:rsid w:val="00576D58"/>
    <w:rsid w:val="005950C9"/>
    <w:rsid w:val="005E5262"/>
    <w:rsid w:val="00733346"/>
    <w:rsid w:val="007558F8"/>
    <w:rsid w:val="00776084"/>
    <w:rsid w:val="00786342"/>
    <w:rsid w:val="008017F1"/>
    <w:rsid w:val="00862877"/>
    <w:rsid w:val="008843C0"/>
    <w:rsid w:val="008B7627"/>
    <w:rsid w:val="00946088"/>
    <w:rsid w:val="00947FA7"/>
    <w:rsid w:val="00955E07"/>
    <w:rsid w:val="009B1542"/>
    <w:rsid w:val="009C27EF"/>
    <w:rsid w:val="009F09A0"/>
    <w:rsid w:val="00A74020"/>
    <w:rsid w:val="00A9793C"/>
    <w:rsid w:val="00AB14B5"/>
    <w:rsid w:val="00BA0738"/>
    <w:rsid w:val="00BE7FDD"/>
    <w:rsid w:val="00C2143E"/>
    <w:rsid w:val="00D11781"/>
    <w:rsid w:val="00D90C6A"/>
    <w:rsid w:val="00DF2B79"/>
    <w:rsid w:val="00E15A4E"/>
    <w:rsid w:val="00E41E2B"/>
    <w:rsid w:val="00E45B1C"/>
    <w:rsid w:val="00F100DE"/>
    <w:rsid w:val="00F42015"/>
    <w:rsid w:val="00FB1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975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F297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NoSpacing">
    <w:name w:val="No Spacing"/>
    <w:uiPriority w:val="99"/>
    <w:qFormat/>
    <w:rsid w:val="000F2975"/>
    <w:pPr>
      <w:suppressAutoHyphens/>
    </w:pPr>
    <w:rPr>
      <w:rFonts w:ascii="Calibri" w:hAnsi="Calibri" w:cs="Calibri"/>
      <w:lang w:eastAsia="ar-SA"/>
    </w:rPr>
  </w:style>
  <w:style w:type="paragraph" w:styleId="ListParagraph">
    <w:name w:val="List Paragraph"/>
    <w:basedOn w:val="Normal"/>
    <w:uiPriority w:val="99"/>
    <w:qFormat/>
    <w:rsid w:val="00C214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148</TotalTime>
  <Pages>2</Pages>
  <Words>300</Words>
  <Characters>1716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Мунуслуги</cp:lastModifiedBy>
  <cp:revision>16</cp:revision>
  <cp:lastPrinted>2014-05-06T04:39:00Z</cp:lastPrinted>
  <dcterms:created xsi:type="dcterms:W3CDTF">2014-05-05T09:38:00Z</dcterms:created>
  <dcterms:modified xsi:type="dcterms:W3CDTF">2014-05-06T09:57:00Z</dcterms:modified>
</cp:coreProperties>
</file>