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18BD" w:rsidRPr="003D1246" w:rsidRDefault="003818BD" w:rsidP="00A90674">
      <w:pPr>
        <w:spacing w:after="0" w:line="240" w:lineRule="auto"/>
        <w:rPr>
          <w:rFonts w:ascii="Times New Roman" w:hAnsi="Times New Roman" w:cs="Times New Roman"/>
          <w:sz w:val="26"/>
          <w:szCs w:val="24"/>
          <w:lang w:val="en-US"/>
        </w:rPr>
      </w:pPr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8" o:spid="_x0000_s1026" type="#_x0000_t75" style="position:absolute;margin-left:207pt;margin-top:-9pt;width:50.95pt;height:64.1pt;z-index:251658240;visibility:visible;mso-wrap-distance-left:9.05pt;mso-wrap-distance-right:9.05pt" filled="t">
            <v:imagedata r:id="rId5" o:title=""/>
          </v:shape>
        </w:pict>
      </w:r>
    </w:p>
    <w:p w:rsidR="003818BD" w:rsidRPr="003D1246" w:rsidRDefault="003818BD" w:rsidP="00A90674">
      <w:pPr>
        <w:spacing w:after="0" w:line="240" w:lineRule="auto"/>
        <w:rPr>
          <w:rFonts w:ascii="Times New Roman" w:hAnsi="Times New Roman" w:cs="Times New Roman"/>
          <w:sz w:val="26"/>
          <w:szCs w:val="24"/>
        </w:rPr>
      </w:pPr>
      <w:r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-1.5pt;margin-top:10.5pt;width:199.5pt;height:91.55pt;z-index:251656192;mso-wrap-distance-left:9.05pt;mso-wrap-distance-right:9.05pt" stroked="f">
            <v:fill opacity="0" color2="black"/>
            <v:textbox style="mso-next-textbox:#_x0000_s1027" inset="0,0,0,0">
              <w:txbxContent>
                <w:p w:rsidR="003818BD" w:rsidRDefault="003818BD" w:rsidP="00A9067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3818BD" w:rsidRDefault="003818BD" w:rsidP="00A9067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3818BD" w:rsidRDefault="003818BD" w:rsidP="00A9067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3818BD" w:rsidRDefault="003818BD" w:rsidP="00A9067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АДМИНИСТРАЦИЯ</w:t>
                  </w:r>
                </w:p>
                <w:p w:rsidR="003818BD" w:rsidRDefault="003818BD" w:rsidP="00A9067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ГОРОДА СОРСКА</w:t>
                  </w:r>
                </w:p>
                <w:p w:rsidR="003818BD" w:rsidRDefault="003818BD" w:rsidP="00A9067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3818BD" w:rsidRDefault="003818BD" w:rsidP="00A90674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3818BD" w:rsidRPr="003D1246" w:rsidRDefault="003818BD" w:rsidP="00A90674">
      <w:pPr>
        <w:spacing w:after="0" w:line="240" w:lineRule="auto"/>
        <w:rPr>
          <w:rFonts w:ascii="Times New Roman" w:hAnsi="Times New Roman" w:cs="Times New Roman"/>
          <w:b/>
          <w:sz w:val="26"/>
          <w:szCs w:val="24"/>
        </w:rPr>
      </w:pPr>
      <w:r>
        <w:rPr>
          <w:noProof/>
          <w:lang w:eastAsia="ru-RU"/>
        </w:rPr>
        <w:pict>
          <v:shape id="_x0000_s1028" type="#_x0000_t202" style="position:absolute;margin-left:272pt;margin-top:11.15pt;width:196pt;height:75.95pt;z-index:251657216;mso-wrap-distance-left:9.05pt;mso-wrap-distance-right:9.05pt" stroked="f">
            <v:fill opacity="0" color2="black"/>
            <v:textbox style="mso-next-textbox:#_x0000_s1028" inset="0,0,0,0">
              <w:txbxContent>
                <w:p w:rsidR="003818BD" w:rsidRDefault="003818BD" w:rsidP="00A90674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3818BD" w:rsidRDefault="003818BD" w:rsidP="00A90674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3818BD" w:rsidRPr="00862877" w:rsidRDefault="003818BD" w:rsidP="00A90674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СОРЫ</w:t>
                  </w:r>
                  <w:r w:rsidRPr="00A90674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ГОРОДТЫ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Ң</w:t>
                  </w:r>
                </w:p>
                <w:p w:rsidR="003818BD" w:rsidRDefault="003818BD" w:rsidP="00A90674">
                  <w:pPr>
                    <w:spacing w:after="0" w:line="240" w:lineRule="auto"/>
                    <w:ind w:left="-110" w:right="-180" w:hanging="11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УСТА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  <w:lang w:val="en-US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–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ПАСТАА</w:t>
                  </w:r>
                </w:p>
                <w:p w:rsidR="003818BD" w:rsidRPr="00862877" w:rsidRDefault="003818BD" w:rsidP="00A9067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3818BD" w:rsidRDefault="003818BD" w:rsidP="00A9067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3818BD" w:rsidRDefault="003818BD" w:rsidP="00A90674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3818BD" w:rsidRPr="003D1246" w:rsidRDefault="003818BD" w:rsidP="00A90674">
      <w:pPr>
        <w:spacing w:after="0" w:line="240" w:lineRule="auto"/>
        <w:rPr>
          <w:rFonts w:ascii="Times New Roman" w:hAnsi="Times New Roman" w:cs="Times New Roman"/>
          <w:b/>
          <w:sz w:val="26"/>
          <w:szCs w:val="24"/>
        </w:rPr>
      </w:pPr>
    </w:p>
    <w:p w:rsidR="003818BD" w:rsidRPr="003D1246" w:rsidRDefault="003818BD" w:rsidP="00A90674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3818BD" w:rsidRPr="003D1246" w:rsidRDefault="003818BD" w:rsidP="00A90674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3818BD" w:rsidRDefault="003818BD" w:rsidP="00A90674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  <w:lang w:eastAsia="ar-SA"/>
        </w:rPr>
      </w:pPr>
    </w:p>
    <w:p w:rsidR="003818BD" w:rsidRDefault="003818BD" w:rsidP="00A90674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noProof/>
        </w:rPr>
        <w:pict>
          <v:line id="_x0000_s1029" style="position:absolute;left:0;text-align:left;z-index:251659264" from="18pt,3.35pt" to="469pt,3.35pt" strokeweight=".26mm">
            <v:stroke joinstyle="miter"/>
          </v:line>
        </w:pict>
      </w:r>
    </w:p>
    <w:p w:rsidR="003818BD" w:rsidRPr="001574A6" w:rsidRDefault="003818BD" w:rsidP="00A90674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3818BD" w:rsidRDefault="003818BD" w:rsidP="00A90674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3818BD" w:rsidRPr="009B1542" w:rsidRDefault="003818BD" w:rsidP="00E97E14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«13»05. 2014г.</w:t>
      </w:r>
      <w:r w:rsidRPr="009B1542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№ 212-</w:t>
      </w:r>
      <w:r w:rsidRPr="00890C9D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п</w:t>
      </w:r>
    </w:p>
    <w:p w:rsidR="003818BD" w:rsidRDefault="003818BD" w:rsidP="00E97E14">
      <w:pPr>
        <w:pStyle w:val="NormalWeb"/>
        <w:spacing w:before="0" w:after="0"/>
        <w:ind w:firstLine="540"/>
        <w:jc w:val="both"/>
        <w:rPr>
          <w:sz w:val="26"/>
        </w:rPr>
      </w:pPr>
    </w:p>
    <w:p w:rsidR="003818BD" w:rsidRDefault="003818BD" w:rsidP="00E97E14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3818BD" w:rsidRDefault="003818BD" w:rsidP="008A5357">
      <w:pPr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  <w:r w:rsidRPr="0089006A">
        <w:rPr>
          <w:rFonts w:ascii="Times New Roman" w:hAnsi="Times New Roman"/>
          <w:sz w:val="26"/>
          <w:szCs w:val="26"/>
        </w:rPr>
        <w:t xml:space="preserve">Об исполнении </w:t>
      </w:r>
      <w:r>
        <w:rPr>
          <w:rFonts w:ascii="Times New Roman" w:hAnsi="Times New Roman"/>
          <w:sz w:val="26"/>
          <w:szCs w:val="26"/>
        </w:rPr>
        <w:t>бюджета</w:t>
      </w:r>
    </w:p>
    <w:p w:rsidR="003818BD" w:rsidRDefault="003818BD" w:rsidP="008A5357">
      <w:pPr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муниципального образования</w:t>
      </w:r>
    </w:p>
    <w:p w:rsidR="003818BD" w:rsidRDefault="003818BD" w:rsidP="008A5357">
      <w:pPr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город Сорск за </w:t>
      </w:r>
      <w:r>
        <w:rPr>
          <w:rFonts w:ascii="Times New Roman" w:hAnsi="Times New Roman"/>
          <w:sz w:val="26"/>
          <w:szCs w:val="26"/>
          <w:lang w:val="en-US"/>
        </w:rPr>
        <w:t>I</w:t>
      </w:r>
      <w:r>
        <w:rPr>
          <w:rFonts w:ascii="Times New Roman" w:hAnsi="Times New Roman"/>
          <w:sz w:val="26"/>
          <w:szCs w:val="26"/>
        </w:rPr>
        <w:t xml:space="preserve"> квартал 2014 года</w:t>
      </w:r>
    </w:p>
    <w:p w:rsidR="003818BD" w:rsidRDefault="003818BD" w:rsidP="00E97E14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3818BD" w:rsidRPr="00FF77CA" w:rsidRDefault="003818BD" w:rsidP="00E97E14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  <w:t xml:space="preserve">В соответствии с п.7 ст. 18 Устава города Сорска, решения Совета депутатов от 25.12.2012г. № 11 «О бюджете муниципального образования город Сорск на 2013 год и на плановый период 2014-2015 годов» </w:t>
      </w:r>
      <w:r w:rsidRPr="00626ED9">
        <w:rPr>
          <w:rFonts w:ascii="Times New Roman" w:hAnsi="Times New Roman" w:cs="Times New Roman"/>
          <w:sz w:val="26"/>
          <w:szCs w:val="26"/>
        </w:rPr>
        <w:t>(в редакции от 2</w:t>
      </w:r>
      <w:r>
        <w:rPr>
          <w:rFonts w:ascii="Times New Roman" w:hAnsi="Times New Roman" w:cs="Times New Roman"/>
          <w:sz w:val="26"/>
          <w:szCs w:val="26"/>
        </w:rPr>
        <w:t>9</w:t>
      </w:r>
      <w:r w:rsidRPr="00626ED9">
        <w:rPr>
          <w:rFonts w:ascii="Times New Roman" w:hAnsi="Times New Roman" w:cs="Times New Roman"/>
          <w:sz w:val="26"/>
          <w:szCs w:val="26"/>
        </w:rPr>
        <w:t>.01.201</w:t>
      </w:r>
      <w:r>
        <w:rPr>
          <w:rFonts w:ascii="Times New Roman" w:hAnsi="Times New Roman" w:cs="Times New Roman"/>
          <w:sz w:val="26"/>
          <w:szCs w:val="26"/>
        </w:rPr>
        <w:t>3</w:t>
      </w:r>
      <w:r w:rsidRPr="00626ED9">
        <w:rPr>
          <w:rFonts w:ascii="Times New Roman" w:hAnsi="Times New Roman" w:cs="Times New Roman"/>
          <w:sz w:val="26"/>
          <w:szCs w:val="26"/>
        </w:rPr>
        <w:t xml:space="preserve">г. № </w:t>
      </w:r>
      <w:r>
        <w:rPr>
          <w:rFonts w:ascii="Times New Roman" w:hAnsi="Times New Roman" w:cs="Times New Roman"/>
          <w:sz w:val="26"/>
          <w:szCs w:val="26"/>
        </w:rPr>
        <w:t>12</w:t>
      </w:r>
      <w:r w:rsidRPr="00626ED9">
        <w:rPr>
          <w:rFonts w:ascii="Times New Roman" w:hAnsi="Times New Roman" w:cs="Times New Roman"/>
          <w:sz w:val="26"/>
          <w:szCs w:val="26"/>
        </w:rPr>
        <w:t>6, от</w:t>
      </w:r>
      <w:r>
        <w:rPr>
          <w:rFonts w:ascii="Times New Roman" w:hAnsi="Times New Roman" w:cs="Times New Roman"/>
          <w:sz w:val="24"/>
          <w:szCs w:val="24"/>
        </w:rPr>
        <w:t xml:space="preserve"> 27</w:t>
      </w:r>
      <w:r w:rsidRPr="00626ED9">
        <w:rPr>
          <w:rFonts w:ascii="Times New Roman" w:hAnsi="Times New Roman" w:cs="Times New Roman"/>
          <w:sz w:val="26"/>
          <w:szCs w:val="26"/>
        </w:rPr>
        <w:t>.02.201</w:t>
      </w:r>
      <w:r>
        <w:rPr>
          <w:rFonts w:ascii="Times New Roman" w:hAnsi="Times New Roman" w:cs="Times New Roman"/>
          <w:sz w:val="26"/>
          <w:szCs w:val="26"/>
        </w:rPr>
        <w:t>3</w:t>
      </w:r>
      <w:r w:rsidRPr="00626ED9">
        <w:rPr>
          <w:rFonts w:ascii="Times New Roman" w:hAnsi="Times New Roman" w:cs="Times New Roman"/>
          <w:sz w:val="26"/>
          <w:szCs w:val="26"/>
        </w:rPr>
        <w:t xml:space="preserve">г. № </w:t>
      </w:r>
      <w:r>
        <w:rPr>
          <w:rFonts w:ascii="Times New Roman" w:hAnsi="Times New Roman" w:cs="Times New Roman"/>
          <w:sz w:val="26"/>
          <w:szCs w:val="26"/>
        </w:rPr>
        <w:t>134</w:t>
      </w:r>
      <w:r w:rsidRPr="00626ED9">
        <w:rPr>
          <w:rFonts w:ascii="Times New Roman" w:hAnsi="Times New Roman" w:cs="Times New Roman"/>
          <w:sz w:val="26"/>
          <w:szCs w:val="26"/>
        </w:rPr>
        <w:t xml:space="preserve">, от </w:t>
      </w:r>
      <w:r>
        <w:rPr>
          <w:rFonts w:ascii="Times New Roman" w:hAnsi="Times New Roman" w:cs="Times New Roman"/>
          <w:sz w:val="26"/>
          <w:szCs w:val="26"/>
        </w:rPr>
        <w:t>15</w:t>
      </w:r>
      <w:r w:rsidRPr="00626ED9">
        <w:rPr>
          <w:rFonts w:ascii="Times New Roman" w:hAnsi="Times New Roman" w:cs="Times New Roman"/>
          <w:sz w:val="26"/>
          <w:szCs w:val="26"/>
        </w:rPr>
        <w:t>.03.201</w:t>
      </w:r>
      <w:r>
        <w:rPr>
          <w:rFonts w:ascii="Times New Roman" w:hAnsi="Times New Roman" w:cs="Times New Roman"/>
          <w:sz w:val="26"/>
          <w:szCs w:val="26"/>
        </w:rPr>
        <w:t>3</w:t>
      </w:r>
      <w:r w:rsidRPr="00626ED9">
        <w:rPr>
          <w:rFonts w:ascii="Times New Roman" w:hAnsi="Times New Roman" w:cs="Times New Roman"/>
          <w:sz w:val="26"/>
          <w:szCs w:val="26"/>
        </w:rPr>
        <w:t>г. № 1</w:t>
      </w:r>
      <w:r>
        <w:rPr>
          <w:rFonts w:ascii="Times New Roman" w:hAnsi="Times New Roman" w:cs="Times New Roman"/>
          <w:sz w:val="26"/>
          <w:szCs w:val="26"/>
        </w:rPr>
        <w:t>36, от 26.03.2013г. № 147</w:t>
      </w:r>
      <w:r w:rsidRPr="00626ED9">
        <w:rPr>
          <w:rFonts w:ascii="Times New Roman" w:hAnsi="Times New Roman" w:cs="Times New Roman"/>
          <w:sz w:val="26"/>
          <w:szCs w:val="26"/>
        </w:rPr>
        <w:t>),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F77CA">
        <w:rPr>
          <w:rFonts w:ascii="Times New Roman" w:hAnsi="Times New Roman" w:cs="Times New Roman"/>
          <w:sz w:val="26"/>
          <w:szCs w:val="26"/>
        </w:rPr>
        <w:t>администрация города Сорска</w:t>
      </w:r>
    </w:p>
    <w:p w:rsidR="003818BD" w:rsidRDefault="003818BD" w:rsidP="00E97E14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  <w:t>ПОСТАНОВЛЯЕТ:</w:t>
      </w:r>
    </w:p>
    <w:p w:rsidR="003818BD" w:rsidRDefault="003818BD" w:rsidP="00E97E14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3818BD" w:rsidRDefault="003818BD" w:rsidP="00697AAD">
      <w:pPr>
        <w:suppressAutoHyphens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1.Утвердить исполнение бюджета муниципального образования город Сорск за </w:t>
      </w:r>
      <w:r>
        <w:rPr>
          <w:rFonts w:ascii="Times New Roman" w:hAnsi="Times New Roman"/>
          <w:sz w:val="26"/>
          <w:szCs w:val="26"/>
          <w:lang w:val="en-US"/>
        </w:rPr>
        <w:t>I</w:t>
      </w:r>
      <w:r>
        <w:rPr>
          <w:rFonts w:ascii="Times New Roman" w:hAnsi="Times New Roman"/>
          <w:sz w:val="26"/>
          <w:szCs w:val="26"/>
        </w:rPr>
        <w:t xml:space="preserve"> квартал 2014 года:</w:t>
      </w:r>
    </w:p>
    <w:p w:rsidR="003818BD" w:rsidRDefault="003818BD" w:rsidP="00697AAD">
      <w:pPr>
        <w:spacing w:after="0" w:line="240" w:lineRule="auto"/>
        <w:ind w:left="705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по доходам в сумме 56 745,80 тыс. руб. (приложение 1);</w:t>
      </w:r>
    </w:p>
    <w:p w:rsidR="003818BD" w:rsidRDefault="003818BD" w:rsidP="00697AAD">
      <w:pPr>
        <w:spacing w:after="0" w:line="240" w:lineRule="auto"/>
        <w:ind w:left="705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по расходам в сумме 57 046,40 тыс. руб. (приложение 2);</w:t>
      </w:r>
    </w:p>
    <w:p w:rsidR="003818BD" w:rsidRDefault="003818BD" w:rsidP="00697AAD">
      <w:pPr>
        <w:spacing w:after="0" w:line="240" w:lineRule="auto"/>
        <w:ind w:left="705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 дефицитом 300,62 тыс. руб.</w:t>
      </w:r>
    </w:p>
    <w:p w:rsidR="003818BD" w:rsidRDefault="003818BD" w:rsidP="00697AAD">
      <w:pPr>
        <w:suppressAutoHyphens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2. </w:t>
      </w:r>
      <w:r w:rsidRPr="00144BDA">
        <w:rPr>
          <w:rFonts w:ascii="Times New Roman" w:hAnsi="Times New Roman" w:cs="Times New Roman"/>
          <w:sz w:val="26"/>
          <w:szCs w:val="26"/>
        </w:rPr>
        <w:t>Опубликовать настоящее постановление в средствах массовой информации</w:t>
      </w:r>
    </w:p>
    <w:p w:rsidR="003818BD" w:rsidRDefault="003818BD" w:rsidP="00697AAD">
      <w:pPr>
        <w:suppressAutoHyphens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3. Постановление вступает в силу со дня его опубликования.</w:t>
      </w:r>
    </w:p>
    <w:p w:rsidR="003818BD" w:rsidRDefault="003818BD" w:rsidP="00E97E14">
      <w:pPr>
        <w:spacing w:after="0" w:line="240" w:lineRule="auto"/>
        <w:ind w:left="705"/>
        <w:rPr>
          <w:rFonts w:ascii="Times New Roman" w:hAnsi="Times New Roman"/>
          <w:sz w:val="26"/>
          <w:szCs w:val="26"/>
        </w:rPr>
      </w:pPr>
    </w:p>
    <w:p w:rsidR="003818BD" w:rsidRDefault="003818BD" w:rsidP="00E97E14">
      <w:pPr>
        <w:spacing w:after="0" w:line="240" w:lineRule="auto"/>
        <w:ind w:left="705"/>
        <w:rPr>
          <w:rFonts w:ascii="Times New Roman" w:hAnsi="Times New Roman"/>
          <w:sz w:val="26"/>
          <w:szCs w:val="26"/>
        </w:rPr>
      </w:pPr>
    </w:p>
    <w:p w:rsidR="003818BD" w:rsidRDefault="003818BD" w:rsidP="00E97E14">
      <w:pPr>
        <w:spacing w:after="0" w:line="240" w:lineRule="auto"/>
        <w:ind w:left="705"/>
        <w:rPr>
          <w:rFonts w:ascii="Times New Roman" w:hAnsi="Times New Roman"/>
          <w:sz w:val="26"/>
          <w:szCs w:val="26"/>
        </w:rPr>
      </w:pPr>
    </w:p>
    <w:p w:rsidR="003818BD" w:rsidRDefault="003818BD" w:rsidP="00E97E14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Глава города                                                                                                      А.А. Жуков  </w:t>
      </w:r>
    </w:p>
    <w:p w:rsidR="003818BD" w:rsidRDefault="003818BD"/>
    <w:sectPr w:rsidR="003818BD" w:rsidSect="008604FF">
      <w:pgSz w:w="11906" w:h="16838"/>
      <w:pgMar w:top="397" w:right="851" w:bottom="1134" w:left="153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A05667"/>
    <w:multiLevelType w:val="hybridMultilevel"/>
    <w:tmpl w:val="456E11B2"/>
    <w:lvl w:ilvl="0" w:tplc="73423DAC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1">
    <w:nsid w:val="331914B5"/>
    <w:multiLevelType w:val="hybridMultilevel"/>
    <w:tmpl w:val="350EDECE"/>
    <w:lvl w:ilvl="0" w:tplc="D590B06E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1" w:tplc="C5B2D37E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97E14"/>
    <w:rsid w:val="00020427"/>
    <w:rsid w:val="0008263F"/>
    <w:rsid w:val="00144BDA"/>
    <w:rsid w:val="00150B96"/>
    <w:rsid w:val="001574A6"/>
    <w:rsid w:val="00160E7F"/>
    <w:rsid w:val="00184FA8"/>
    <w:rsid w:val="001B59BD"/>
    <w:rsid w:val="001C0D0A"/>
    <w:rsid w:val="00221C4C"/>
    <w:rsid w:val="00253FAF"/>
    <w:rsid w:val="00283DF4"/>
    <w:rsid w:val="002E434F"/>
    <w:rsid w:val="003068A6"/>
    <w:rsid w:val="00323DE7"/>
    <w:rsid w:val="00333254"/>
    <w:rsid w:val="00352695"/>
    <w:rsid w:val="00366F3A"/>
    <w:rsid w:val="003818BD"/>
    <w:rsid w:val="003D1246"/>
    <w:rsid w:val="003E3CD7"/>
    <w:rsid w:val="0040450E"/>
    <w:rsid w:val="004047B6"/>
    <w:rsid w:val="00404968"/>
    <w:rsid w:val="00411B38"/>
    <w:rsid w:val="00447126"/>
    <w:rsid w:val="004A7EEF"/>
    <w:rsid w:val="004F27B7"/>
    <w:rsid w:val="00501D9D"/>
    <w:rsid w:val="00503895"/>
    <w:rsid w:val="00505880"/>
    <w:rsid w:val="00556195"/>
    <w:rsid w:val="005638DB"/>
    <w:rsid w:val="005915A5"/>
    <w:rsid w:val="005B47A5"/>
    <w:rsid w:val="005D1408"/>
    <w:rsid w:val="00626ED9"/>
    <w:rsid w:val="00647CD1"/>
    <w:rsid w:val="00697AAD"/>
    <w:rsid w:val="006A3C07"/>
    <w:rsid w:val="007534E2"/>
    <w:rsid w:val="007E6DCF"/>
    <w:rsid w:val="007F6962"/>
    <w:rsid w:val="008068CC"/>
    <w:rsid w:val="00830308"/>
    <w:rsid w:val="00857145"/>
    <w:rsid w:val="008604FF"/>
    <w:rsid w:val="00862877"/>
    <w:rsid w:val="00874390"/>
    <w:rsid w:val="0089006A"/>
    <w:rsid w:val="00890C9D"/>
    <w:rsid w:val="008A5357"/>
    <w:rsid w:val="008C4E56"/>
    <w:rsid w:val="008C5338"/>
    <w:rsid w:val="008E4F3B"/>
    <w:rsid w:val="009228FA"/>
    <w:rsid w:val="009261C1"/>
    <w:rsid w:val="00963E48"/>
    <w:rsid w:val="0099131C"/>
    <w:rsid w:val="009A3408"/>
    <w:rsid w:val="009B1542"/>
    <w:rsid w:val="00A2266D"/>
    <w:rsid w:val="00A35B17"/>
    <w:rsid w:val="00A8304D"/>
    <w:rsid w:val="00A84BCD"/>
    <w:rsid w:val="00A90674"/>
    <w:rsid w:val="00AC6E35"/>
    <w:rsid w:val="00AF5B64"/>
    <w:rsid w:val="00B071E9"/>
    <w:rsid w:val="00B158AB"/>
    <w:rsid w:val="00B3666A"/>
    <w:rsid w:val="00B6462F"/>
    <w:rsid w:val="00B70E50"/>
    <w:rsid w:val="00B74AAA"/>
    <w:rsid w:val="00BE4F6C"/>
    <w:rsid w:val="00BF61F8"/>
    <w:rsid w:val="00C23888"/>
    <w:rsid w:val="00C50A9D"/>
    <w:rsid w:val="00C666E8"/>
    <w:rsid w:val="00C81E12"/>
    <w:rsid w:val="00CE6F1B"/>
    <w:rsid w:val="00D24904"/>
    <w:rsid w:val="00D33DB2"/>
    <w:rsid w:val="00D34B1A"/>
    <w:rsid w:val="00D44053"/>
    <w:rsid w:val="00DA0F42"/>
    <w:rsid w:val="00DD5137"/>
    <w:rsid w:val="00E11A2E"/>
    <w:rsid w:val="00E3764D"/>
    <w:rsid w:val="00E40459"/>
    <w:rsid w:val="00E5197D"/>
    <w:rsid w:val="00E97E14"/>
    <w:rsid w:val="00EA6840"/>
    <w:rsid w:val="00EC667E"/>
    <w:rsid w:val="00F14AEB"/>
    <w:rsid w:val="00F406A7"/>
    <w:rsid w:val="00F9597F"/>
    <w:rsid w:val="00FA7452"/>
    <w:rsid w:val="00FF77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7E14"/>
    <w:pPr>
      <w:suppressAutoHyphens/>
      <w:spacing w:after="200" w:line="276" w:lineRule="auto"/>
    </w:pPr>
    <w:rPr>
      <w:rFonts w:cs="Calibri"/>
      <w:lang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E97E14"/>
    <w:pPr>
      <w:suppressAutoHyphens w:val="0"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uiPriority w:val="99"/>
    <w:rsid w:val="00E97E1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DD51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D5137"/>
    <w:rPr>
      <w:rFonts w:ascii="Tahoma" w:eastAsia="Times New Roman" w:hAnsi="Tahoma" w:cs="Tahoma"/>
      <w:sz w:val="16"/>
      <w:szCs w:val="16"/>
      <w:lang w:eastAsia="ar-SA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332</TotalTime>
  <Pages>1</Pages>
  <Words>158</Words>
  <Characters>906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Люя</dc:creator>
  <cp:keywords/>
  <dc:description/>
  <cp:lastModifiedBy>Мунуслуги</cp:lastModifiedBy>
  <cp:revision>54</cp:revision>
  <cp:lastPrinted>2012-04-19T06:12:00Z</cp:lastPrinted>
  <dcterms:created xsi:type="dcterms:W3CDTF">2012-04-12T03:55:00Z</dcterms:created>
  <dcterms:modified xsi:type="dcterms:W3CDTF">2014-05-15T01:21:00Z</dcterms:modified>
</cp:coreProperties>
</file>