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672" w:rsidRPr="003D1246" w:rsidRDefault="00BF5672" w:rsidP="000E4E04">
      <w:pPr>
        <w:rPr>
          <w:sz w:val="26"/>
          <w:lang w:val="en-US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style="position:absolute;margin-left:207pt;margin-top:0;width:50.95pt;height:64.1pt;z-index:251658240;visibility:visible;mso-wrap-distance-left:9.05pt;mso-wrap-distance-right:9.05pt" filled="t">
            <v:imagedata r:id="rId5" o:title=""/>
          </v:shape>
        </w:pict>
      </w:r>
    </w:p>
    <w:p w:rsidR="00BF5672" w:rsidRPr="003D1246" w:rsidRDefault="00BF5672" w:rsidP="000E4E04">
      <w:pPr>
        <w:rPr>
          <w:sz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0;margin-top:12.05pt;width:187.5pt;height:80.95pt;z-index:251656192;mso-wrap-distance-left:9.05pt;mso-wrap-distance-right:9.05pt" stroked="f">
            <v:fill opacity="0" color2="black"/>
            <v:textbox style="mso-next-textbox:#_x0000_s1027" inset="0,0,0,0">
              <w:txbxContent>
                <w:p w:rsidR="00BF5672" w:rsidRDefault="00BF5672" w:rsidP="000E4E0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BF5672" w:rsidRDefault="00BF5672" w:rsidP="000E4E0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BF5672" w:rsidRDefault="00BF5672" w:rsidP="000E4E0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BF5672" w:rsidRDefault="00BF5672" w:rsidP="000E4E0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BF5672" w:rsidRDefault="00BF5672" w:rsidP="000E4E0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BF5672" w:rsidRDefault="00BF5672" w:rsidP="000E4E0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BF5672" w:rsidRDefault="00BF5672" w:rsidP="000E4E0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F5672" w:rsidRPr="003D1246" w:rsidRDefault="00BF5672" w:rsidP="000E4E04">
      <w:pPr>
        <w:rPr>
          <w:b/>
          <w:sz w:val="26"/>
        </w:rPr>
      </w:pPr>
    </w:p>
    <w:p w:rsidR="00BF5672" w:rsidRPr="003D1246" w:rsidRDefault="00BF5672" w:rsidP="000E4E04">
      <w:pPr>
        <w:rPr>
          <w:b/>
          <w:sz w:val="26"/>
        </w:rPr>
      </w:pPr>
      <w:r>
        <w:rPr>
          <w:noProof/>
        </w:rPr>
        <w:pict>
          <v:shape id="_x0000_s1028" type="#_x0000_t202" style="position:absolute;margin-left:270pt;margin-top:.15pt;width:198.4pt;height:63pt;z-index:251657216;mso-wrap-distance-left:9.05pt;mso-wrap-distance-right:9.05pt" stroked="f">
            <v:fill opacity="0" color2="black"/>
            <v:textbox style="mso-next-textbox:#_x0000_s1028" inset="0,0,0,0">
              <w:txbxContent>
                <w:p w:rsidR="00BF5672" w:rsidRDefault="00BF5672" w:rsidP="000E4E04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BF5672" w:rsidRDefault="00BF5672" w:rsidP="000E4E04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BF5672" w:rsidRPr="00862877" w:rsidRDefault="00BF5672" w:rsidP="000E4E04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BF5672" w:rsidRDefault="00BF5672" w:rsidP="000E4E04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BF5672" w:rsidRPr="00B82D16" w:rsidRDefault="00BF5672" w:rsidP="000E4E0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F5672" w:rsidRPr="003D1246" w:rsidRDefault="00BF5672" w:rsidP="000E4E04">
      <w:pPr>
        <w:ind w:firstLine="360"/>
        <w:jc w:val="center"/>
        <w:rPr>
          <w:b/>
          <w:sz w:val="26"/>
          <w:szCs w:val="26"/>
        </w:rPr>
      </w:pPr>
    </w:p>
    <w:p w:rsidR="00BF5672" w:rsidRPr="003D1246" w:rsidRDefault="00BF5672" w:rsidP="000E4E04">
      <w:pPr>
        <w:ind w:firstLine="360"/>
        <w:jc w:val="center"/>
        <w:rPr>
          <w:b/>
          <w:sz w:val="26"/>
          <w:szCs w:val="26"/>
        </w:rPr>
      </w:pPr>
    </w:p>
    <w:p w:rsidR="00BF5672" w:rsidRDefault="00BF5672" w:rsidP="000E4E0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BF5672" w:rsidRDefault="00BF5672" w:rsidP="000E4E0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line id="_x0000_s1029" style="position:absolute;left:0;text-align:left;z-index:251659264" from="18pt,3.35pt" to="469pt,3.35pt" strokeweight=".26mm">
            <v:stroke joinstyle="miter"/>
          </v:line>
        </w:pict>
      </w:r>
    </w:p>
    <w:p w:rsidR="00BF5672" w:rsidRPr="001574A6" w:rsidRDefault="00BF5672" w:rsidP="000E4E04">
      <w:pPr>
        <w:pStyle w:val="ConsPlusNormal"/>
        <w:widowControl/>
        <w:ind w:left="540" w:firstLine="0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F5672" w:rsidRDefault="00BF5672" w:rsidP="000E4E0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F5672" w:rsidRDefault="00BF5672" w:rsidP="0046274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«27»    06.  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hAnsi="Times New Roman" w:cs="Times New Roman"/>
            <w:sz w:val="26"/>
            <w:szCs w:val="26"/>
          </w:rPr>
          <w:t>2014 г</w:t>
        </w:r>
      </w:smartTag>
      <w:r>
        <w:rPr>
          <w:rFonts w:ascii="Times New Roman" w:hAnsi="Times New Roman" w:cs="Times New Roman"/>
          <w:sz w:val="26"/>
          <w:szCs w:val="26"/>
        </w:rPr>
        <w:t>.</w:t>
      </w:r>
      <w:r w:rsidRPr="009B1542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№   268-п</w:t>
      </w:r>
    </w:p>
    <w:p w:rsidR="00BF5672" w:rsidRDefault="00BF5672" w:rsidP="000E4E0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F5672" w:rsidRPr="00462745" w:rsidRDefault="00BF5672" w:rsidP="000E4E04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BF5672" w:rsidRDefault="00BF5672" w:rsidP="00BD4BCD">
      <w:pPr>
        <w:pStyle w:val="ConsPlusNormal"/>
        <w:widowControl/>
        <w:ind w:firstLine="54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Pr="004C14DA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 xml:space="preserve">Плана мероприятий </w:t>
      </w:r>
    </w:p>
    <w:p w:rsidR="00BF5672" w:rsidRDefault="00BF5672" w:rsidP="00BD4BCD">
      <w:pPr>
        <w:pStyle w:val="ConsPlusNormal"/>
        <w:widowControl/>
        <w:ind w:firstLine="54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(«Дорожной карты») «Изменения в сфере образования </w:t>
      </w:r>
    </w:p>
    <w:p w:rsidR="00BF5672" w:rsidRPr="004C14DA" w:rsidRDefault="00BF5672" w:rsidP="00BD4BCD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муниципального образования город Сорск»</w:t>
      </w:r>
    </w:p>
    <w:p w:rsidR="00BF5672" w:rsidRPr="004C14DA" w:rsidRDefault="00BF5672" w:rsidP="00462745">
      <w:pPr>
        <w:jc w:val="both"/>
        <w:rPr>
          <w:sz w:val="26"/>
          <w:szCs w:val="26"/>
        </w:rPr>
      </w:pPr>
    </w:p>
    <w:p w:rsidR="00BF5672" w:rsidRPr="004C14DA" w:rsidRDefault="00BF5672" w:rsidP="00BD4BC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C14DA">
        <w:rPr>
          <w:sz w:val="26"/>
          <w:szCs w:val="26"/>
        </w:rPr>
        <w:t xml:space="preserve">В соответствии с Указом Президента Российской Федерации от 07.05.2012 № 599 «О мерах по реализации государственной политики в области образования и науки», </w:t>
      </w:r>
      <w:r w:rsidRPr="00DF303A">
        <w:rPr>
          <w:bCs/>
          <w:iCs/>
          <w:sz w:val="26"/>
          <w:szCs w:val="26"/>
        </w:rPr>
        <w:t>Указом Президента Российской Федерации от 07 мая 2012 года № 597 «О мероприятиях по реализации государственной социальной политики»; Распоряжением Правительства РФ от 26.11.2012 № 2190-р</w:t>
      </w:r>
      <w:r>
        <w:rPr>
          <w:bCs/>
          <w:iCs/>
          <w:sz w:val="26"/>
          <w:szCs w:val="26"/>
        </w:rPr>
        <w:t xml:space="preserve"> «Об утверждении</w:t>
      </w:r>
      <w:r>
        <w:rPr>
          <w:sz w:val="26"/>
          <w:szCs w:val="26"/>
          <w:lang w:eastAsia="en-US"/>
        </w:rPr>
        <w:t xml:space="preserve"> </w:t>
      </w:r>
      <w:hyperlink r:id="rId6" w:history="1">
        <w:r w:rsidRPr="00DF303A">
          <w:rPr>
            <w:color w:val="000000"/>
            <w:sz w:val="26"/>
            <w:szCs w:val="26"/>
            <w:lang w:eastAsia="en-US"/>
          </w:rPr>
          <w:t>Программ</w:t>
        </w:r>
      </w:hyperlink>
      <w:r>
        <w:rPr>
          <w:color w:val="000000"/>
          <w:sz w:val="26"/>
          <w:szCs w:val="26"/>
          <w:lang w:eastAsia="en-US"/>
        </w:rPr>
        <w:t>ы</w:t>
      </w:r>
      <w:r>
        <w:rPr>
          <w:sz w:val="26"/>
          <w:szCs w:val="26"/>
          <w:lang w:eastAsia="en-US"/>
        </w:rPr>
        <w:t xml:space="preserve"> поэтапного совершенствования системы оплаты труда в государственных (муниципальных) учреждениях на 2012 - 2018 годы»; </w:t>
      </w:r>
      <w:r w:rsidRPr="00DF303A">
        <w:rPr>
          <w:bCs/>
          <w:iCs/>
          <w:sz w:val="26"/>
          <w:szCs w:val="26"/>
        </w:rPr>
        <w:t xml:space="preserve"> Распоряжением Правительства РФ от 30 декабря </w:t>
      </w:r>
      <w:smartTag w:uri="urn:schemas-microsoft-com:office:smarttags" w:element="metricconverter">
        <w:smartTagPr>
          <w:attr w:name="ProductID" w:val="2012 г"/>
        </w:smartTagPr>
        <w:r w:rsidRPr="00DF303A">
          <w:rPr>
            <w:bCs/>
            <w:iCs/>
            <w:sz w:val="26"/>
            <w:szCs w:val="26"/>
          </w:rPr>
          <w:t>2012 г</w:t>
        </w:r>
      </w:smartTag>
      <w:r w:rsidRPr="00DF303A">
        <w:rPr>
          <w:bCs/>
          <w:iCs/>
          <w:sz w:val="26"/>
          <w:szCs w:val="26"/>
        </w:rPr>
        <w:t>. № 2620-р</w:t>
      </w:r>
      <w:r>
        <w:rPr>
          <w:bCs/>
          <w:iCs/>
          <w:sz w:val="26"/>
          <w:szCs w:val="26"/>
        </w:rPr>
        <w:t xml:space="preserve"> «Об утверждении</w:t>
      </w:r>
      <w:r>
        <w:rPr>
          <w:sz w:val="26"/>
          <w:szCs w:val="26"/>
          <w:lang w:eastAsia="en-US"/>
        </w:rPr>
        <w:t xml:space="preserve"> </w:t>
      </w:r>
      <w:hyperlink r:id="rId7" w:history="1">
        <w:r w:rsidRPr="00DF303A">
          <w:rPr>
            <w:color w:val="000000"/>
            <w:sz w:val="26"/>
            <w:szCs w:val="26"/>
            <w:lang w:eastAsia="en-US"/>
          </w:rPr>
          <w:t>план</w:t>
        </w:r>
      </w:hyperlink>
      <w:r w:rsidRPr="00DF303A">
        <w:rPr>
          <w:color w:val="000000"/>
          <w:sz w:val="26"/>
          <w:szCs w:val="26"/>
          <w:lang w:eastAsia="en-US"/>
        </w:rPr>
        <w:t>а мероприятий ("дорож</w:t>
      </w:r>
      <w:r>
        <w:rPr>
          <w:color w:val="000000"/>
          <w:sz w:val="26"/>
          <w:szCs w:val="26"/>
          <w:lang w:eastAsia="en-US"/>
        </w:rPr>
        <w:t>ной карты</w:t>
      </w:r>
      <w:r w:rsidRPr="00DF303A">
        <w:rPr>
          <w:color w:val="000000"/>
          <w:sz w:val="26"/>
          <w:szCs w:val="26"/>
          <w:lang w:eastAsia="en-US"/>
        </w:rPr>
        <w:t>") "Изменения в отраслях социальной сферы,</w:t>
      </w:r>
      <w:r>
        <w:rPr>
          <w:sz w:val="26"/>
          <w:szCs w:val="26"/>
          <w:lang w:eastAsia="en-US"/>
        </w:rPr>
        <w:t xml:space="preserve"> направленные на повышение эффективности образования и науки"</w:t>
      </w:r>
      <w:r>
        <w:rPr>
          <w:bCs/>
          <w:iCs/>
          <w:sz w:val="26"/>
          <w:szCs w:val="26"/>
        </w:rPr>
        <w:t>;</w:t>
      </w:r>
      <w:r w:rsidRPr="00DF303A">
        <w:rPr>
          <w:bCs/>
          <w:iCs/>
          <w:sz w:val="26"/>
          <w:szCs w:val="26"/>
        </w:rPr>
        <w:t xml:space="preserve"> </w:t>
      </w:r>
      <w:r w:rsidRPr="00A07B8C">
        <w:rPr>
          <w:bCs/>
          <w:sz w:val="26"/>
          <w:szCs w:val="26"/>
        </w:rPr>
        <w:t>Постановлением Президиума Правительства Республики Хакасия от 28.02.2013 N 14-п "Об утверждении Плана мероприятий ("дорожной карты") "Изменения в сфере образования Республики Хакасия"</w:t>
      </w:r>
      <w:r w:rsidRPr="00DF303A">
        <w:rPr>
          <w:bCs/>
          <w:iCs/>
          <w:sz w:val="26"/>
          <w:szCs w:val="26"/>
        </w:rPr>
        <w:t xml:space="preserve">; </w:t>
      </w:r>
      <w:r w:rsidRPr="00DF303A">
        <w:rPr>
          <w:sz w:val="26"/>
          <w:szCs w:val="26"/>
        </w:rPr>
        <w:t>руководствуясь</w:t>
      </w:r>
      <w:r w:rsidRPr="004C14DA">
        <w:rPr>
          <w:sz w:val="26"/>
          <w:szCs w:val="26"/>
        </w:rPr>
        <w:t xml:space="preserve">   ст.179 Бюджетного  кодекса  Российской     Федерации,   ч.1   ст. 16 Федерального  Закона от   06.10.2003 г. № 131   «Об   общих принципах организации местного самоуправления в  Российской  Федерации», ст. 27 Устава муниципального образования   г. Сорск, администрация города Сорска Республики Хакасия        </w:t>
      </w:r>
    </w:p>
    <w:p w:rsidR="00BF5672" w:rsidRPr="004C14DA" w:rsidRDefault="00BF5672" w:rsidP="000E4E04">
      <w:pPr>
        <w:outlineLvl w:val="0"/>
        <w:rPr>
          <w:sz w:val="26"/>
          <w:szCs w:val="26"/>
        </w:rPr>
      </w:pPr>
      <w:r w:rsidRPr="004C14DA">
        <w:rPr>
          <w:sz w:val="26"/>
          <w:szCs w:val="26"/>
        </w:rPr>
        <w:t xml:space="preserve">       </w:t>
      </w:r>
      <w:r w:rsidRPr="004C14DA">
        <w:rPr>
          <w:sz w:val="26"/>
          <w:szCs w:val="26"/>
        </w:rPr>
        <w:tab/>
        <w:t xml:space="preserve">ПОСТАНОВЛЯЕТ:      </w:t>
      </w:r>
    </w:p>
    <w:p w:rsidR="00BF5672" w:rsidRPr="00BD4BCD" w:rsidRDefault="00BF5672" w:rsidP="00BD4BC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D4BCD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D4BCD">
        <w:rPr>
          <w:rFonts w:ascii="Times New Roman" w:hAnsi="Times New Roman" w:cs="Times New Roman"/>
          <w:sz w:val="26"/>
          <w:szCs w:val="26"/>
        </w:rPr>
        <w:t xml:space="preserve">Утвердить  </w:t>
      </w:r>
      <w:r>
        <w:rPr>
          <w:rFonts w:ascii="Times New Roman" w:hAnsi="Times New Roman" w:cs="Times New Roman"/>
          <w:bCs/>
          <w:sz w:val="26"/>
          <w:szCs w:val="26"/>
        </w:rPr>
        <w:t>План</w:t>
      </w:r>
      <w:r w:rsidRPr="00BD4BCD">
        <w:rPr>
          <w:rFonts w:ascii="Times New Roman" w:hAnsi="Times New Roman" w:cs="Times New Roman"/>
          <w:bCs/>
          <w:sz w:val="26"/>
          <w:szCs w:val="26"/>
        </w:rPr>
        <w:t xml:space="preserve"> мероприятий («</w:t>
      </w:r>
      <w:r>
        <w:rPr>
          <w:rFonts w:ascii="Times New Roman" w:hAnsi="Times New Roman" w:cs="Times New Roman"/>
          <w:bCs/>
          <w:sz w:val="26"/>
          <w:szCs w:val="26"/>
        </w:rPr>
        <w:t xml:space="preserve">Дорожную </w:t>
      </w:r>
      <w:r w:rsidRPr="00BD4BCD">
        <w:rPr>
          <w:rFonts w:ascii="Times New Roman" w:hAnsi="Times New Roman" w:cs="Times New Roman"/>
          <w:bCs/>
          <w:sz w:val="26"/>
          <w:szCs w:val="26"/>
        </w:rPr>
        <w:t>карту») «Изменения в сфере образования муниципального образования город Сорск»</w:t>
      </w:r>
      <w:r w:rsidRPr="00BD4BCD">
        <w:rPr>
          <w:rFonts w:ascii="Times New Roman" w:hAnsi="Times New Roman" w:cs="Times New Roman"/>
          <w:sz w:val="26"/>
          <w:szCs w:val="26"/>
        </w:rPr>
        <w:t xml:space="preserve"> (приложение 1).</w:t>
      </w:r>
    </w:p>
    <w:p w:rsidR="00BF5672" w:rsidRPr="004C14DA" w:rsidRDefault="00BF5672" w:rsidP="006E144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D4BCD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D4BCD">
        <w:rPr>
          <w:rFonts w:ascii="Times New Roman" w:hAnsi="Times New Roman" w:cs="Times New Roman"/>
          <w:sz w:val="26"/>
          <w:szCs w:val="26"/>
        </w:rPr>
        <w:t xml:space="preserve">Контроль за   реализацией  </w:t>
      </w:r>
      <w:r>
        <w:rPr>
          <w:rFonts w:ascii="Times New Roman" w:hAnsi="Times New Roman" w:cs="Times New Roman"/>
          <w:sz w:val="26"/>
          <w:szCs w:val="26"/>
        </w:rPr>
        <w:t>Плана</w:t>
      </w:r>
      <w:r w:rsidRPr="00BD4BCD">
        <w:rPr>
          <w:rFonts w:ascii="Times New Roman" w:hAnsi="Times New Roman" w:cs="Times New Roman"/>
          <w:sz w:val="26"/>
          <w:szCs w:val="26"/>
        </w:rPr>
        <w:t xml:space="preserve"> </w:t>
      </w:r>
      <w:r w:rsidRPr="00BD4BCD">
        <w:rPr>
          <w:rFonts w:ascii="Times New Roman" w:hAnsi="Times New Roman" w:cs="Times New Roman"/>
          <w:bCs/>
          <w:sz w:val="26"/>
          <w:szCs w:val="26"/>
        </w:rPr>
        <w:t>мероприятий («</w:t>
      </w:r>
      <w:r>
        <w:rPr>
          <w:rFonts w:ascii="Times New Roman" w:hAnsi="Times New Roman" w:cs="Times New Roman"/>
          <w:bCs/>
          <w:sz w:val="26"/>
          <w:szCs w:val="26"/>
        </w:rPr>
        <w:t xml:space="preserve">Дорожную </w:t>
      </w:r>
      <w:r w:rsidRPr="00BD4BCD">
        <w:rPr>
          <w:rFonts w:ascii="Times New Roman" w:hAnsi="Times New Roman" w:cs="Times New Roman"/>
          <w:bCs/>
          <w:sz w:val="26"/>
          <w:szCs w:val="26"/>
        </w:rPr>
        <w:t>карту») «Изменения в сфере образования муниципального образования город Сорск»</w:t>
      </w:r>
      <w:r w:rsidRPr="00BD4BCD">
        <w:rPr>
          <w:rFonts w:ascii="Times New Roman" w:hAnsi="Times New Roman" w:cs="Times New Roman"/>
          <w:sz w:val="26"/>
          <w:szCs w:val="26"/>
        </w:rPr>
        <w:t xml:space="preserve">  возложить на руководителя</w:t>
      </w:r>
      <w:r w:rsidRPr="004C14DA">
        <w:rPr>
          <w:rFonts w:ascii="Times New Roman" w:hAnsi="Times New Roman" w:cs="Times New Roman"/>
          <w:sz w:val="26"/>
          <w:szCs w:val="26"/>
        </w:rPr>
        <w:t xml:space="preserve"> отдела образования.</w:t>
      </w:r>
    </w:p>
    <w:p w:rsidR="00BF5672" w:rsidRPr="004C14DA" w:rsidRDefault="00BF5672" w:rsidP="006E144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4DA"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C14DA">
        <w:rPr>
          <w:rFonts w:ascii="Times New Roman" w:hAnsi="Times New Roman" w:cs="Times New Roman"/>
          <w:sz w:val="26"/>
          <w:szCs w:val="26"/>
        </w:rPr>
        <w:t>Настоящее постановление опубликовать в газете  «Сорский молибден» и разместить на официальном сайте администрации города Сорска.</w:t>
      </w:r>
    </w:p>
    <w:p w:rsidR="00BF5672" w:rsidRPr="004C14DA" w:rsidRDefault="00BF5672" w:rsidP="006E144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4DA">
        <w:rPr>
          <w:rFonts w:ascii="Times New Roman" w:hAnsi="Times New Roman" w:cs="Times New Roman"/>
          <w:sz w:val="26"/>
          <w:szCs w:val="26"/>
        </w:rPr>
        <w:t>4.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C14DA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 возложить на заместителя главы по социальным вопросам.</w:t>
      </w:r>
    </w:p>
    <w:p w:rsidR="00BF5672" w:rsidRPr="004C14DA" w:rsidRDefault="00BF5672" w:rsidP="00E874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F5672" w:rsidRPr="004C14DA" w:rsidRDefault="00BF5672" w:rsidP="000E4E04">
      <w:pPr>
        <w:jc w:val="both"/>
        <w:rPr>
          <w:sz w:val="26"/>
          <w:szCs w:val="26"/>
        </w:rPr>
      </w:pPr>
    </w:p>
    <w:p w:rsidR="00BF5672" w:rsidRPr="004C14DA" w:rsidRDefault="00BF5672" w:rsidP="00462745">
      <w:pPr>
        <w:ind w:firstLine="708"/>
        <w:jc w:val="both"/>
        <w:rPr>
          <w:sz w:val="26"/>
          <w:szCs w:val="26"/>
        </w:rPr>
      </w:pPr>
    </w:p>
    <w:p w:rsidR="00BF5672" w:rsidRPr="004C14DA" w:rsidRDefault="00BF5672" w:rsidP="00462745">
      <w:pPr>
        <w:ind w:firstLine="708"/>
        <w:jc w:val="both"/>
        <w:rPr>
          <w:sz w:val="26"/>
          <w:szCs w:val="26"/>
        </w:rPr>
      </w:pPr>
      <w:r w:rsidRPr="004C14DA">
        <w:rPr>
          <w:sz w:val="26"/>
          <w:szCs w:val="26"/>
        </w:rPr>
        <w:t>Глава города                                                                               А.А.Жуков</w:t>
      </w:r>
    </w:p>
    <w:p w:rsidR="00BF5672" w:rsidRPr="004C14DA" w:rsidRDefault="00BF5672" w:rsidP="000E4E0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F5672" w:rsidRDefault="00BF5672" w:rsidP="000E4E0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F5672" w:rsidRDefault="00BF5672" w:rsidP="000E4E0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BF5672" w:rsidSect="00462745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3E65"/>
    <w:multiLevelType w:val="hybridMultilevel"/>
    <w:tmpl w:val="F1FAC1D4"/>
    <w:lvl w:ilvl="0" w:tplc="2B1403E0">
      <w:start w:val="1"/>
      <w:numFmt w:val="decimal"/>
      <w:lvlText w:val="%1."/>
      <w:lvlJc w:val="left"/>
      <w:pPr>
        <w:ind w:left="5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">
    <w:nsid w:val="53175776"/>
    <w:multiLevelType w:val="hybridMultilevel"/>
    <w:tmpl w:val="146A8AE2"/>
    <w:lvl w:ilvl="0" w:tplc="63E4A5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BD49E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0FADC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E15C3F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2045C1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EC4B3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A6CEB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98838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7DA71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4E04"/>
    <w:rsid w:val="00055BA7"/>
    <w:rsid w:val="0006289E"/>
    <w:rsid w:val="00094198"/>
    <w:rsid w:val="000E4E04"/>
    <w:rsid w:val="001574A6"/>
    <w:rsid w:val="001A7B95"/>
    <w:rsid w:val="002D4971"/>
    <w:rsid w:val="00311041"/>
    <w:rsid w:val="00335F20"/>
    <w:rsid w:val="00391735"/>
    <w:rsid w:val="003D1246"/>
    <w:rsid w:val="00462745"/>
    <w:rsid w:val="004C14DA"/>
    <w:rsid w:val="004C53BE"/>
    <w:rsid w:val="006355E2"/>
    <w:rsid w:val="00653201"/>
    <w:rsid w:val="00683C3D"/>
    <w:rsid w:val="006E1442"/>
    <w:rsid w:val="006F7899"/>
    <w:rsid w:val="00707B37"/>
    <w:rsid w:val="00753C90"/>
    <w:rsid w:val="00764352"/>
    <w:rsid w:val="007707DC"/>
    <w:rsid w:val="0077115A"/>
    <w:rsid w:val="007B136A"/>
    <w:rsid w:val="007D4D62"/>
    <w:rsid w:val="00805FC6"/>
    <w:rsid w:val="00862877"/>
    <w:rsid w:val="008B202B"/>
    <w:rsid w:val="00927B2A"/>
    <w:rsid w:val="009B1542"/>
    <w:rsid w:val="009D37EB"/>
    <w:rsid w:val="00A07B8C"/>
    <w:rsid w:val="00A85356"/>
    <w:rsid w:val="00AD7F9E"/>
    <w:rsid w:val="00B82D16"/>
    <w:rsid w:val="00BB0A85"/>
    <w:rsid w:val="00BC2567"/>
    <w:rsid w:val="00BD4BCD"/>
    <w:rsid w:val="00BE31A5"/>
    <w:rsid w:val="00BE49D6"/>
    <w:rsid w:val="00BF5672"/>
    <w:rsid w:val="00C6369D"/>
    <w:rsid w:val="00CD5AFD"/>
    <w:rsid w:val="00DF303A"/>
    <w:rsid w:val="00DF5889"/>
    <w:rsid w:val="00E8556D"/>
    <w:rsid w:val="00E8748D"/>
    <w:rsid w:val="00EC1DFA"/>
    <w:rsid w:val="00FA35EA"/>
    <w:rsid w:val="00FC7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E0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E4E0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0E4E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100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00121">
          <w:marLeft w:val="720"/>
          <w:marRight w:val="0"/>
          <w:marTop w:val="10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F775FCCEF69615F17C4018DC32546A16304C48C0207FE9BA5939AE9BF45A96B656B66D692F394E6qDT2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DE73267ED9F0E87185A5C2E333A4D25DD131327E8B28DACF27A4323E12B32D4436E5182AA140A9AMES9C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</TotalTime>
  <Pages>1</Pages>
  <Words>362</Words>
  <Characters>2068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Мунуслуги</cp:lastModifiedBy>
  <cp:revision>6</cp:revision>
  <cp:lastPrinted>2014-06-26T02:24:00Z</cp:lastPrinted>
  <dcterms:created xsi:type="dcterms:W3CDTF">2014-06-26T07:53:00Z</dcterms:created>
  <dcterms:modified xsi:type="dcterms:W3CDTF">2014-07-14T08:31:00Z</dcterms:modified>
</cp:coreProperties>
</file>