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BC" w:rsidRPr="003D1246" w:rsidRDefault="00332ABC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332ABC" w:rsidRPr="003D1246" w:rsidRDefault="00332ABC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32ABC" w:rsidRDefault="00332ABC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32ABC" w:rsidRPr="003D1246" w:rsidRDefault="00332ABC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332ABC" w:rsidRDefault="00332ABC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32ABC" w:rsidRDefault="00332ABC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32ABC" w:rsidRPr="00862877" w:rsidRDefault="00332ABC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32ABC" w:rsidRDefault="00332ABC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32ABC" w:rsidRPr="00862877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32ABC" w:rsidRDefault="00332ABC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32ABC" w:rsidRDefault="00332ABC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32ABC" w:rsidRPr="003D1246" w:rsidRDefault="00332ABC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32ABC" w:rsidRPr="003D1246" w:rsidRDefault="00332ABC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ABC" w:rsidRPr="003D1246" w:rsidRDefault="00332ABC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ABC" w:rsidRDefault="00332AB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32ABC" w:rsidRDefault="00332AB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332ABC" w:rsidRPr="001574A6" w:rsidRDefault="00332AB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32ABC" w:rsidRDefault="00332ABC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2ABC" w:rsidRPr="009B1542" w:rsidRDefault="00332ABC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14 » 07. 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 293  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332ABC" w:rsidRDefault="00332ABC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332ABC" w:rsidRDefault="00332AB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2ABC" w:rsidRDefault="00332ABC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332ABC" w:rsidRDefault="00332ABC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332ABC" w:rsidRDefault="00332ABC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полугодие 2014 года</w:t>
      </w:r>
    </w:p>
    <w:p w:rsidR="00332ABC" w:rsidRDefault="00332AB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2ABC" w:rsidRDefault="00332ABC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п.7 ст. 18 Устава города Сорска, решения Совета депутатов от 24.12.2013г. № 246 «О бюджете муниципального образования город Сорск на 2014 год и на плановый период 2015-2016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>
        <w:rPr>
          <w:rFonts w:ascii="Times New Roman" w:hAnsi="Times New Roman" w:cs="Times New Roman"/>
          <w:sz w:val="24"/>
          <w:szCs w:val="24"/>
        </w:rPr>
        <w:t>24.01.2014г. № 260; от 24.02.2014г. № 265; от 25.03.2014г. № 280; от 29.04.2014г. № 297; от 27.05.2014г. № 313; от 24.06.2014г. № 330</w:t>
      </w:r>
      <w:r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332ABC" w:rsidRDefault="00332ABC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332ABC" w:rsidRDefault="00332AB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2ABC" w:rsidRDefault="00332ABC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исполнение бюджета муниципального образования 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полугодие 2014 года:</w:t>
      </w:r>
    </w:p>
    <w:p w:rsidR="00332ABC" w:rsidRDefault="00332ABC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124 994,0 тыс. руб. (приложение 1);</w:t>
      </w:r>
    </w:p>
    <w:p w:rsidR="00332ABC" w:rsidRDefault="00332ABC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117 394,7 тыс. руб. (приложение 2);</w:t>
      </w:r>
    </w:p>
    <w:p w:rsidR="00332ABC" w:rsidRDefault="00332ABC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профицитом 7 599,3 тыс. руб.</w:t>
      </w:r>
    </w:p>
    <w:p w:rsidR="00332ABC" w:rsidRDefault="00332ABC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332ABC" w:rsidRDefault="00332ABC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332ABC" w:rsidRDefault="00332ABC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32ABC" w:rsidRDefault="00332ABC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32ABC" w:rsidRDefault="00332ABC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32ABC" w:rsidRDefault="00332AB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                                                                           А.А. Жуков  </w:t>
      </w:r>
    </w:p>
    <w:p w:rsidR="00332ABC" w:rsidRDefault="00332ABC"/>
    <w:sectPr w:rsidR="00332ABC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8263F"/>
    <w:rsid w:val="00144BDA"/>
    <w:rsid w:val="00150B96"/>
    <w:rsid w:val="001534AE"/>
    <w:rsid w:val="001574A6"/>
    <w:rsid w:val="00184FA8"/>
    <w:rsid w:val="00192D39"/>
    <w:rsid w:val="001B59BD"/>
    <w:rsid w:val="001C0D0A"/>
    <w:rsid w:val="00221C4C"/>
    <w:rsid w:val="00253FAF"/>
    <w:rsid w:val="00283DF4"/>
    <w:rsid w:val="002E434F"/>
    <w:rsid w:val="003068A6"/>
    <w:rsid w:val="00323DE7"/>
    <w:rsid w:val="00332ABC"/>
    <w:rsid w:val="00333254"/>
    <w:rsid w:val="00343F75"/>
    <w:rsid w:val="00352695"/>
    <w:rsid w:val="00366F3A"/>
    <w:rsid w:val="003D1246"/>
    <w:rsid w:val="003E3CD7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10C8E"/>
    <w:rsid w:val="00517BF0"/>
    <w:rsid w:val="005638DB"/>
    <w:rsid w:val="005915A5"/>
    <w:rsid w:val="005B47A5"/>
    <w:rsid w:val="005D1408"/>
    <w:rsid w:val="00626ED9"/>
    <w:rsid w:val="00647CD1"/>
    <w:rsid w:val="00697AAD"/>
    <w:rsid w:val="006A3C07"/>
    <w:rsid w:val="007056EB"/>
    <w:rsid w:val="007534E2"/>
    <w:rsid w:val="007E6DCF"/>
    <w:rsid w:val="007F6962"/>
    <w:rsid w:val="008068CC"/>
    <w:rsid w:val="00830308"/>
    <w:rsid w:val="00857145"/>
    <w:rsid w:val="008604FF"/>
    <w:rsid w:val="00862877"/>
    <w:rsid w:val="00874390"/>
    <w:rsid w:val="008768A2"/>
    <w:rsid w:val="0089006A"/>
    <w:rsid w:val="00890C9D"/>
    <w:rsid w:val="008A5357"/>
    <w:rsid w:val="008C4E56"/>
    <w:rsid w:val="008C5338"/>
    <w:rsid w:val="008E4F3B"/>
    <w:rsid w:val="009228FA"/>
    <w:rsid w:val="009261C1"/>
    <w:rsid w:val="00963E48"/>
    <w:rsid w:val="0099131C"/>
    <w:rsid w:val="009A3408"/>
    <w:rsid w:val="009B1542"/>
    <w:rsid w:val="009C0BBE"/>
    <w:rsid w:val="00A2266D"/>
    <w:rsid w:val="00A8304D"/>
    <w:rsid w:val="00A84BCD"/>
    <w:rsid w:val="00A90674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23888"/>
    <w:rsid w:val="00C50A9D"/>
    <w:rsid w:val="00C666E8"/>
    <w:rsid w:val="00C75698"/>
    <w:rsid w:val="00C81E12"/>
    <w:rsid w:val="00CE6F1B"/>
    <w:rsid w:val="00D24904"/>
    <w:rsid w:val="00D33DB2"/>
    <w:rsid w:val="00D34B1A"/>
    <w:rsid w:val="00D44053"/>
    <w:rsid w:val="00DA0F42"/>
    <w:rsid w:val="00DD5137"/>
    <w:rsid w:val="00E11A2E"/>
    <w:rsid w:val="00E3764D"/>
    <w:rsid w:val="00E40459"/>
    <w:rsid w:val="00E5197D"/>
    <w:rsid w:val="00E81970"/>
    <w:rsid w:val="00E97E14"/>
    <w:rsid w:val="00EA4D1E"/>
    <w:rsid w:val="00EA6840"/>
    <w:rsid w:val="00EC667E"/>
    <w:rsid w:val="00EE52D1"/>
    <w:rsid w:val="00F14AEB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341</TotalTime>
  <Pages>1</Pages>
  <Words>167</Words>
  <Characters>956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61</cp:revision>
  <cp:lastPrinted>2012-04-19T06:12:00Z</cp:lastPrinted>
  <dcterms:created xsi:type="dcterms:W3CDTF">2012-04-12T03:55:00Z</dcterms:created>
  <dcterms:modified xsi:type="dcterms:W3CDTF">2014-07-16T06:13:00Z</dcterms:modified>
</cp:coreProperties>
</file>