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54D" w:rsidRDefault="00AE554D" w:rsidP="00C4195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AE554D" w:rsidRDefault="00AE554D" w:rsidP="00C4195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AE554D" w:rsidRPr="003D1246" w:rsidRDefault="00AE554D" w:rsidP="00C4195A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style="position:absolute;margin-left:207pt;margin-top:-9pt;width:50.95pt;height:64.1pt;z-index:251658240;visibility:visible;mso-wrap-distance-left:9.05pt;mso-wrap-distance-right:9.05pt" filled="t">
            <v:imagedata r:id="rId7" o:title=""/>
          </v:shape>
        </w:pict>
      </w:r>
    </w:p>
    <w:p w:rsidR="00AE554D" w:rsidRPr="003D1246" w:rsidRDefault="00AE554D" w:rsidP="00C4195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AE554D" w:rsidRDefault="00AE554D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E554D" w:rsidRDefault="00AE554D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E554D" w:rsidRDefault="00AE554D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E554D" w:rsidRDefault="00AE554D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E554D" w:rsidRDefault="00AE554D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E554D" w:rsidRDefault="00AE554D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E554D" w:rsidRDefault="00AE554D" w:rsidP="00C4195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E554D" w:rsidRPr="003D1246" w:rsidRDefault="00AE554D" w:rsidP="00C4195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AE554D" w:rsidRDefault="00AE554D" w:rsidP="00C4195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E554D" w:rsidRDefault="00AE554D" w:rsidP="00C4195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E554D" w:rsidRPr="00862877" w:rsidRDefault="00AE554D" w:rsidP="00C4195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C4195A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E554D" w:rsidRDefault="00AE554D" w:rsidP="00C4195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E554D" w:rsidRPr="00862877" w:rsidRDefault="00AE554D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E554D" w:rsidRDefault="00AE554D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E554D" w:rsidRDefault="00AE554D" w:rsidP="00C4195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E554D" w:rsidRPr="003D1246" w:rsidRDefault="00AE554D" w:rsidP="00C4195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E554D" w:rsidRPr="003D1246" w:rsidRDefault="00AE554D" w:rsidP="00C4195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E554D" w:rsidRPr="003D1246" w:rsidRDefault="00AE554D" w:rsidP="00C4195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E554D" w:rsidRDefault="00AE554D" w:rsidP="00C4195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AE554D" w:rsidRDefault="00AE554D" w:rsidP="00C4195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AE554D" w:rsidRPr="001574A6" w:rsidRDefault="00AE554D" w:rsidP="00C4195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E554D" w:rsidRDefault="00AE554D" w:rsidP="00C4195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E554D" w:rsidRPr="009B1542" w:rsidRDefault="00AE554D" w:rsidP="00C4195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«10» 01.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 w:cs="Times New Roman"/>
            <w:sz w:val="26"/>
            <w:szCs w:val="26"/>
          </w:rPr>
          <w:t>2014 г</w:t>
        </w:r>
      </w:smartTag>
      <w:r>
        <w:rPr>
          <w:rFonts w:ascii="Times New Roman" w:hAnsi="Times New Roman" w:cs="Times New Roman"/>
          <w:sz w:val="26"/>
          <w:szCs w:val="26"/>
        </w:rPr>
        <w:t>.                                                                   №  2 -п.</w:t>
      </w:r>
    </w:p>
    <w:p w:rsidR="00AE554D" w:rsidRDefault="00AE554D" w:rsidP="00C4195A">
      <w:pPr>
        <w:pStyle w:val="NormalWeb"/>
        <w:spacing w:before="0" w:after="0"/>
        <w:ind w:firstLine="540"/>
        <w:jc w:val="both"/>
        <w:rPr>
          <w:sz w:val="26"/>
        </w:rPr>
      </w:pPr>
    </w:p>
    <w:p w:rsidR="00AE554D" w:rsidRDefault="00AE554D" w:rsidP="001A43A5">
      <w:pPr>
        <w:spacing w:after="0" w:line="240" w:lineRule="auto"/>
        <w:ind w:firstLine="426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 постановление</w:t>
      </w:r>
    </w:p>
    <w:p w:rsidR="00AE554D" w:rsidRDefault="00AE554D" w:rsidP="001A43A5">
      <w:pPr>
        <w:spacing w:after="0" w:line="240" w:lineRule="auto"/>
        <w:ind w:firstLine="426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администрации города от 06.12.2013 года</w:t>
      </w:r>
    </w:p>
    <w:p w:rsidR="00AE554D" w:rsidRDefault="00AE554D" w:rsidP="001A43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</w:rPr>
        <w:t>№ 675-п «</w:t>
      </w:r>
      <w:r>
        <w:rPr>
          <w:rFonts w:ascii="Times New Roman" w:hAnsi="Times New Roman" w:cs="Times New Roman"/>
          <w:sz w:val="26"/>
          <w:szCs w:val="24"/>
        </w:rPr>
        <w:t>Об организации сбора отработанных</w:t>
      </w:r>
    </w:p>
    <w:p w:rsidR="00AE554D" w:rsidRDefault="00AE554D" w:rsidP="001A43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ртутьсодержащих ламп на территории</w:t>
      </w:r>
    </w:p>
    <w:p w:rsidR="00AE554D" w:rsidRPr="00C4195A" w:rsidRDefault="00AE554D" w:rsidP="001A43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г.Сорска</w:t>
      </w:r>
      <w:r>
        <w:rPr>
          <w:rFonts w:ascii="Times New Roman" w:hAnsi="Times New Roman"/>
          <w:sz w:val="26"/>
          <w:szCs w:val="26"/>
        </w:rPr>
        <w:t>»</w:t>
      </w:r>
    </w:p>
    <w:p w:rsidR="00AE554D" w:rsidRDefault="00AE554D" w:rsidP="00C419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AE554D" w:rsidRDefault="00AE554D" w:rsidP="005040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На основании Устава муниципального образовании город Сорск, в связи с приведением в соответствие нормативных правовых актов, администрация города Сорска</w:t>
      </w:r>
    </w:p>
    <w:p w:rsidR="00AE554D" w:rsidRDefault="00AE554D" w:rsidP="001A43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ПОСТАНОВЛЯЕТ:</w:t>
      </w:r>
    </w:p>
    <w:p w:rsidR="00AE554D" w:rsidRPr="006A6E05" w:rsidRDefault="00AE554D" w:rsidP="006A6E05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6"/>
        </w:rPr>
      </w:pPr>
      <w:r w:rsidRPr="006A6E05">
        <w:rPr>
          <w:rFonts w:ascii="Times New Roman" w:hAnsi="Times New Roman"/>
          <w:sz w:val="26"/>
        </w:rPr>
        <w:t>Внести изменения в постановление администрации города Сорска от 06.12.2013 года № 675-п «</w:t>
      </w:r>
      <w:r w:rsidRPr="006A6E05">
        <w:rPr>
          <w:rFonts w:ascii="Times New Roman" w:hAnsi="Times New Roman" w:cs="Times New Roman"/>
          <w:sz w:val="26"/>
          <w:szCs w:val="24"/>
        </w:rPr>
        <w:t>Об организации сбора отработанных ртутьсодержащих ламп на территории г.Сорска</w:t>
      </w:r>
      <w:r w:rsidRPr="006A6E05">
        <w:rPr>
          <w:rFonts w:ascii="Times New Roman" w:hAnsi="Times New Roman"/>
          <w:sz w:val="26"/>
        </w:rPr>
        <w:t xml:space="preserve">»:                </w:t>
      </w:r>
    </w:p>
    <w:p w:rsidR="00AE554D" w:rsidRDefault="00AE554D" w:rsidP="0050406D">
      <w:pPr>
        <w:spacing w:after="0" w:line="240" w:lineRule="auto"/>
        <w:ind w:left="426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п. 2 постановления изменить и изложить в следующей редакции: </w:t>
      </w:r>
    </w:p>
    <w:p w:rsidR="00AE554D" w:rsidRDefault="00AE554D" w:rsidP="0050406D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«Рекомендовать </w:t>
      </w:r>
      <w:r>
        <w:rPr>
          <w:rFonts w:ascii="Times New Roman" w:hAnsi="Times New Roman" w:cs="Times New Roman"/>
          <w:sz w:val="26"/>
          <w:szCs w:val="24"/>
        </w:rPr>
        <w:t>управляющей компании ООО УК «Фитинг», организовать места для сбора и накопления отработанных ртутьсодержащих ламп от потребителей ртутьсодержащих ламп. Информировать жителей многоквартирных жилых домов о недопустимости складирования отработанных ртутьсодержащих ламп от потребителей ртутьсодержащих ламп.</w:t>
      </w:r>
    </w:p>
    <w:p w:rsidR="00AE554D" w:rsidRDefault="00AE554D" w:rsidP="0050406D">
      <w:p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>Директору МУП «ЭкоСервис» Калижанову Д.Е. организовать места для сбора и накопления отработанных ртутьсодержащих ламп от потребителей ртутьсодержащих ламп</w:t>
      </w:r>
      <w:r>
        <w:rPr>
          <w:rFonts w:ascii="Times New Roman" w:hAnsi="Times New Roman"/>
          <w:sz w:val="26"/>
          <w:szCs w:val="26"/>
        </w:rPr>
        <w:t>».</w:t>
      </w:r>
    </w:p>
    <w:p w:rsidR="00AE554D" w:rsidRDefault="00AE554D" w:rsidP="006A6E0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2. Настоящее постановление опубликовать в газете «Сорский молибден» и разместить на официальном сайте администрации города Сорска.</w:t>
      </w:r>
    </w:p>
    <w:p w:rsidR="00AE554D" w:rsidRDefault="00AE554D" w:rsidP="006A6E0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3. Контроль за исполнением данного постановления возложить на первого заместителя главы города Сорска. </w:t>
      </w:r>
    </w:p>
    <w:p w:rsidR="00AE554D" w:rsidRDefault="00AE554D" w:rsidP="006A6E05">
      <w:pPr>
        <w:pStyle w:val="ConsPlusNormal"/>
        <w:ind w:left="426" w:firstLine="0"/>
        <w:jc w:val="both"/>
        <w:rPr>
          <w:rFonts w:ascii="Times New Roman" w:hAnsi="Times New Roman" w:cs="Times New Roman"/>
          <w:sz w:val="26"/>
          <w:szCs w:val="24"/>
          <w:lang w:eastAsia="ar-SA"/>
        </w:rPr>
      </w:pPr>
    </w:p>
    <w:p w:rsidR="00AE554D" w:rsidRDefault="00AE554D" w:rsidP="0074161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4"/>
          <w:lang w:eastAsia="ar-SA"/>
        </w:rPr>
      </w:pPr>
    </w:p>
    <w:p w:rsidR="00AE554D" w:rsidRDefault="00AE554D" w:rsidP="0074161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4"/>
          <w:lang w:eastAsia="ar-SA"/>
        </w:rPr>
      </w:pPr>
    </w:p>
    <w:p w:rsidR="00AE554D" w:rsidRPr="00F06CF3" w:rsidRDefault="00AE554D" w:rsidP="00740608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06CF3">
        <w:rPr>
          <w:rFonts w:ascii="Times New Roman" w:hAnsi="Times New Roman" w:cs="Times New Roman"/>
          <w:sz w:val="26"/>
          <w:szCs w:val="26"/>
        </w:rPr>
        <w:t xml:space="preserve">Глава города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F06CF3">
        <w:rPr>
          <w:rFonts w:ascii="Times New Roman" w:hAnsi="Times New Roman" w:cs="Times New Roman"/>
          <w:sz w:val="26"/>
          <w:szCs w:val="26"/>
        </w:rPr>
        <w:t xml:space="preserve"> А.А.Жуков</w:t>
      </w:r>
    </w:p>
    <w:p w:rsidR="00AE554D" w:rsidRDefault="00AE554D" w:rsidP="00C419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AE554D" w:rsidRDefault="00AE554D" w:rsidP="006A6E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AE554D" w:rsidRDefault="00AE554D" w:rsidP="00C41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AE554D" w:rsidRDefault="00AE554D" w:rsidP="00C41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AE554D" w:rsidRDefault="00AE554D" w:rsidP="001A43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4"/>
        </w:rPr>
      </w:pPr>
    </w:p>
    <w:p w:rsidR="00AE554D" w:rsidRDefault="00AE554D" w:rsidP="00C419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4"/>
        </w:rPr>
      </w:pPr>
    </w:p>
    <w:p w:rsidR="00AE554D" w:rsidRDefault="00AE554D"/>
    <w:sectPr w:rsidR="00AE554D" w:rsidSect="00C4195A">
      <w:pgSz w:w="11906" w:h="16838"/>
      <w:pgMar w:top="23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54D" w:rsidRDefault="00AE554D" w:rsidP="00C4195A">
      <w:pPr>
        <w:spacing w:after="0" w:line="240" w:lineRule="auto"/>
      </w:pPr>
      <w:r>
        <w:separator/>
      </w:r>
    </w:p>
  </w:endnote>
  <w:endnote w:type="continuationSeparator" w:id="1">
    <w:p w:rsidR="00AE554D" w:rsidRDefault="00AE554D" w:rsidP="00C41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54D" w:rsidRDefault="00AE554D" w:rsidP="00C4195A">
      <w:pPr>
        <w:spacing w:after="0" w:line="240" w:lineRule="auto"/>
      </w:pPr>
      <w:r>
        <w:separator/>
      </w:r>
    </w:p>
  </w:footnote>
  <w:footnote w:type="continuationSeparator" w:id="1">
    <w:p w:rsidR="00AE554D" w:rsidRDefault="00AE554D" w:rsidP="00C41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C0C81"/>
    <w:multiLevelType w:val="hybridMultilevel"/>
    <w:tmpl w:val="B74A41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705248"/>
    <w:multiLevelType w:val="hybridMultilevel"/>
    <w:tmpl w:val="4B4E6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95A"/>
    <w:rsid w:val="0000026F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1BD5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2C40"/>
    <w:rsid w:val="000230ED"/>
    <w:rsid w:val="00023542"/>
    <w:rsid w:val="00024177"/>
    <w:rsid w:val="000244D9"/>
    <w:rsid w:val="000253AF"/>
    <w:rsid w:val="000265CC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321B"/>
    <w:rsid w:val="0006548C"/>
    <w:rsid w:val="00065B8A"/>
    <w:rsid w:val="00065D5A"/>
    <w:rsid w:val="00066A3A"/>
    <w:rsid w:val="00066B0A"/>
    <w:rsid w:val="00066D58"/>
    <w:rsid w:val="000674F5"/>
    <w:rsid w:val="00067603"/>
    <w:rsid w:val="00070413"/>
    <w:rsid w:val="00070663"/>
    <w:rsid w:val="00070F7E"/>
    <w:rsid w:val="00072041"/>
    <w:rsid w:val="000720A5"/>
    <w:rsid w:val="000727B0"/>
    <w:rsid w:val="00072D69"/>
    <w:rsid w:val="00072E16"/>
    <w:rsid w:val="0007397E"/>
    <w:rsid w:val="00073A3A"/>
    <w:rsid w:val="00073ED4"/>
    <w:rsid w:val="000742DE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77ADD"/>
    <w:rsid w:val="00081BE6"/>
    <w:rsid w:val="00082B2B"/>
    <w:rsid w:val="00083362"/>
    <w:rsid w:val="0008372D"/>
    <w:rsid w:val="0008444A"/>
    <w:rsid w:val="00084492"/>
    <w:rsid w:val="00084D1F"/>
    <w:rsid w:val="000852C2"/>
    <w:rsid w:val="0008567B"/>
    <w:rsid w:val="00085AD6"/>
    <w:rsid w:val="00086AFD"/>
    <w:rsid w:val="00086ECC"/>
    <w:rsid w:val="000873D9"/>
    <w:rsid w:val="00090F03"/>
    <w:rsid w:val="0009297B"/>
    <w:rsid w:val="00092D80"/>
    <w:rsid w:val="00093018"/>
    <w:rsid w:val="000931F5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C89"/>
    <w:rsid w:val="000A0D2F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6B91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5C41"/>
    <w:rsid w:val="000B69F5"/>
    <w:rsid w:val="000B7641"/>
    <w:rsid w:val="000C0F1D"/>
    <w:rsid w:val="000C181A"/>
    <w:rsid w:val="000C203F"/>
    <w:rsid w:val="000C26F3"/>
    <w:rsid w:val="000C3861"/>
    <w:rsid w:val="000C45FA"/>
    <w:rsid w:val="000C4715"/>
    <w:rsid w:val="000C4E81"/>
    <w:rsid w:val="000C5928"/>
    <w:rsid w:val="000C65C0"/>
    <w:rsid w:val="000C6F1C"/>
    <w:rsid w:val="000C7C4D"/>
    <w:rsid w:val="000D027D"/>
    <w:rsid w:val="000D07C9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4187"/>
    <w:rsid w:val="000E4C58"/>
    <w:rsid w:val="000E505A"/>
    <w:rsid w:val="000E5243"/>
    <w:rsid w:val="000E6839"/>
    <w:rsid w:val="000F0131"/>
    <w:rsid w:val="000F0EA9"/>
    <w:rsid w:val="000F106E"/>
    <w:rsid w:val="000F28EA"/>
    <w:rsid w:val="000F6E0A"/>
    <w:rsid w:val="00101057"/>
    <w:rsid w:val="0010180C"/>
    <w:rsid w:val="001018C0"/>
    <w:rsid w:val="00102D25"/>
    <w:rsid w:val="00103232"/>
    <w:rsid w:val="00104A00"/>
    <w:rsid w:val="00104EEC"/>
    <w:rsid w:val="00106005"/>
    <w:rsid w:val="001075DD"/>
    <w:rsid w:val="00107E54"/>
    <w:rsid w:val="00110118"/>
    <w:rsid w:val="001101D1"/>
    <w:rsid w:val="0011090D"/>
    <w:rsid w:val="001118B3"/>
    <w:rsid w:val="0011263A"/>
    <w:rsid w:val="00113157"/>
    <w:rsid w:val="001134FA"/>
    <w:rsid w:val="001135FE"/>
    <w:rsid w:val="0011397B"/>
    <w:rsid w:val="00114F35"/>
    <w:rsid w:val="001152D8"/>
    <w:rsid w:val="0011535F"/>
    <w:rsid w:val="0011566F"/>
    <w:rsid w:val="00115B41"/>
    <w:rsid w:val="00115C36"/>
    <w:rsid w:val="001161C4"/>
    <w:rsid w:val="00116BBC"/>
    <w:rsid w:val="00116E46"/>
    <w:rsid w:val="0011720A"/>
    <w:rsid w:val="00117728"/>
    <w:rsid w:val="00117E52"/>
    <w:rsid w:val="001227F7"/>
    <w:rsid w:val="00122DC6"/>
    <w:rsid w:val="0012413E"/>
    <w:rsid w:val="001241CF"/>
    <w:rsid w:val="001242A8"/>
    <w:rsid w:val="0012440E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647"/>
    <w:rsid w:val="001346BA"/>
    <w:rsid w:val="00135426"/>
    <w:rsid w:val="00140BCE"/>
    <w:rsid w:val="00141050"/>
    <w:rsid w:val="00141370"/>
    <w:rsid w:val="00143062"/>
    <w:rsid w:val="0014345F"/>
    <w:rsid w:val="001445EC"/>
    <w:rsid w:val="001449B9"/>
    <w:rsid w:val="00144CCB"/>
    <w:rsid w:val="00145271"/>
    <w:rsid w:val="00145947"/>
    <w:rsid w:val="00145A19"/>
    <w:rsid w:val="00147118"/>
    <w:rsid w:val="00147C8F"/>
    <w:rsid w:val="0015041E"/>
    <w:rsid w:val="00150E82"/>
    <w:rsid w:val="00151033"/>
    <w:rsid w:val="00151DA7"/>
    <w:rsid w:val="00151E09"/>
    <w:rsid w:val="00152142"/>
    <w:rsid w:val="0015256A"/>
    <w:rsid w:val="00154C32"/>
    <w:rsid w:val="00154C47"/>
    <w:rsid w:val="00154EA8"/>
    <w:rsid w:val="00155221"/>
    <w:rsid w:val="001561F3"/>
    <w:rsid w:val="00156FCA"/>
    <w:rsid w:val="001574A6"/>
    <w:rsid w:val="00157DAC"/>
    <w:rsid w:val="001607C5"/>
    <w:rsid w:val="00160DB0"/>
    <w:rsid w:val="0016108B"/>
    <w:rsid w:val="00161247"/>
    <w:rsid w:val="0016162D"/>
    <w:rsid w:val="00163A11"/>
    <w:rsid w:val="001646C4"/>
    <w:rsid w:val="00164743"/>
    <w:rsid w:val="00164BB2"/>
    <w:rsid w:val="00166579"/>
    <w:rsid w:val="00166712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41C4"/>
    <w:rsid w:val="001757B3"/>
    <w:rsid w:val="00176BAF"/>
    <w:rsid w:val="00176BC9"/>
    <w:rsid w:val="00176F07"/>
    <w:rsid w:val="00176F3D"/>
    <w:rsid w:val="001776D3"/>
    <w:rsid w:val="00177CD2"/>
    <w:rsid w:val="001802B9"/>
    <w:rsid w:val="001803ED"/>
    <w:rsid w:val="0018097A"/>
    <w:rsid w:val="00181234"/>
    <w:rsid w:val="0018131C"/>
    <w:rsid w:val="001819EE"/>
    <w:rsid w:val="00183107"/>
    <w:rsid w:val="001837D9"/>
    <w:rsid w:val="00185121"/>
    <w:rsid w:val="001856FB"/>
    <w:rsid w:val="00186F70"/>
    <w:rsid w:val="00187C74"/>
    <w:rsid w:val="00187F9D"/>
    <w:rsid w:val="00190A59"/>
    <w:rsid w:val="00190EA1"/>
    <w:rsid w:val="0019100B"/>
    <w:rsid w:val="00191942"/>
    <w:rsid w:val="0019318F"/>
    <w:rsid w:val="00193FEC"/>
    <w:rsid w:val="00194C83"/>
    <w:rsid w:val="00195DD5"/>
    <w:rsid w:val="0019664A"/>
    <w:rsid w:val="001971A3"/>
    <w:rsid w:val="00197376"/>
    <w:rsid w:val="0019789D"/>
    <w:rsid w:val="001A032C"/>
    <w:rsid w:val="001A0CB9"/>
    <w:rsid w:val="001A2E07"/>
    <w:rsid w:val="001A433E"/>
    <w:rsid w:val="001A43A5"/>
    <w:rsid w:val="001A502A"/>
    <w:rsid w:val="001A56E0"/>
    <w:rsid w:val="001A573F"/>
    <w:rsid w:val="001A5EB8"/>
    <w:rsid w:val="001A6814"/>
    <w:rsid w:val="001A6883"/>
    <w:rsid w:val="001A733F"/>
    <w:rsid w:val="001A743A"/>
    <w:rsid w:val="001B025D"/>
    <w:rsid w:val="001B0AFD"/>
    <w:rsid w:val="001B0CD4"/>
    <w:rsid w:val="001B10B7"/>
    <w:rsid w:val="001B2245"/>
    <w:rsid w:val="001B263D"/>
    <w:rsid w:val="001B2BBB"/>
    <w:rsid w:val="001B2C4F"/>
    <w:rsid w:val="001B42FB"/>
    <w:rsid w:val="001B4DC0"/>
    <w:rsid w:val="001B5B22"/>
    <w:rsid w:val="001B5FA4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7FE"/>
    <w:rsid w:val="001D4C94"/>
    <w:rsid w:val="001D59D9"/>
    <w:rsid w:val="001D60C2"/>
    <w:rsid w:val="001D6505"/>
    <w:rsid w:val="001D67B3"/>
    <w:rsid w:val="001D7D69"/>
    <w:rsid w:val="001D7DEB"/>
    <w:rsid w:val="001E07BA"/>
    <w:rsid w:val="001E0B19"/>
    <w:rsid w:val="001E23F8"/>
    <w:rsid w:val="001E275C"/>
    <w:rsid w:val="001E364D"/>
    <w:rsid w:val="001E4545"/>
    <w:rsid w:val="001E4658"/>
    <w:rsid w:val="001E5421"/>
    <w:rsid w:val="001E658E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2E13"/>
    <w:rsid w:val="00203060"/>
    <w:rsid w:val="00203F13"/>
    <w:rsid w:val="00204311"/>
    <w:rsid w:val="0020431F"/>
    <w:rsid w:val="002047EF"/>
    <w:rsid w:val="002048F7"/>
    <w:rsid w:val="00206427"/>
    <w:rsid w:val="00206830"/>
    <w:rsid w:val="00210067"/>
    <w:rsid w:val="00210102"/>
    <w:rsid w:val="00210C93"/>
    <w:rsid w:val="00210DC0"/>
    <w:rsid w:val="0021107C"/>
    <w:rsid w:val="0021177D"/>
    <w:rsid w:val="00211F6C"/>
    <w:rsid w:val="002124F9"/>
    <w:rsid w:val="002127D5"/>
    <w:rsid w:val="002127D6"/>
    <w:rsid w:val="00212800"/>
    <w:rsid w:val="0021492D"/>
    <w:rsid w:val="002152BA"/>
    <w:rsid w:val="0021754D"/>
    <w:rsid w:val="002208CC"/>
    <w:rsid w:val="00221725"/>
    <w:rsid w:val="002217D3"/>
    <w:rsid w:val="00221ACB"/>
    <w:rsid w:val="00221F03"/>
    <w:rsid w:val="00221FFB"/>
    <w:rsid w:val="00222495"/>
    <w:rsid w:val="00222E4D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AA3"/>
    <w:rsid w:val="00232604"/>
    <w:rsid w:val="0023331A"/>
    <w:rsid w:val="002333E1"/>
    <w:rsid w:val="00234FE7"/>
    <w:rsid w:val="00236BCB"/>
    <w:rsid w:val="00236EFF"/>
    <w:rsid w:val="00237D31"/>
    <w:rsid w:val="00237E80"/>
    <w:rsid w:val="00240784"/>
    <w:rsid w:val="00240AE0"/>
    <w:rsid w:val="00240BC9"/>
    <w:rsid w:val="00240E46"/>
    <w:rsid w:val="00241395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5444"/>
    <w:rsid w:val="002462FA"/>
    <w:rsid w:val="0024631D"/>
    <w:rsid w:val="00246CA3"/>
    <w:rsid w:val="00246EB0"/>
    <w:rsid w:val="0024746D"/>
    <w:rsid w:val="00247B23"/>
    <w:rsid w:val="00247BB0"/>
    <w:rsid w:val="0025123C"/>
    <w:rsid w:val="0025185C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7015E"/>
    <w:rsid w:val="0027031D"/>
    <w:rsid w:val="0027040E"/>
    <w:rsid w:val="002709E7"/>
    <w:rsid w:val="00272691"/>
    <w:rsid w:val="00272C8D"/>
    <w:rsid w:val="00274A70"/>
    <w:rsid w:val="00274B17"/>
    <w:rsid w:val="00274BBD"/>
    <w:rsid w:val="00276155"/>
    <w:rsid w:val="00277A97"/>
    <w:rsid w:val="00277EEC"/>
    <w:rsid w:val="0028006C"/>
    <w:rsid w:val="00280331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5A9"/>
    <w:rsid w:val="00284684"/>
    <w:rsid w:val="00284729"/>
    <w:rsid w:val="00284796"/>
    <w:rsid w:val="00285585"/>
    <w:rsid w:val="002855E2"/>
    <w:rsid w:val="002867F3"/>
    <w:rsid w:val="0029006B"/>
    <w:rsid w:val="002902BE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A17B3"/>
    <w:rsid w:val="002A2D20"/>
    <w:rsid w:val="002A3452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59DC"/>
    <w:rsid w:val="002B616C"/>
    <w:rsid w:val="002B64CD"/>
    <w:rsid w:val="002B68A0"/>
    <w:rsid w:val="002C0CCE"/>
    <w:rsid w:val="002C3261"/>
    <w:rsid w:val="002C39CF"/>
    <w:rsid w:val="002C3CC2"/>
    <w:rsid w:val="002C44DC"/>
    <w:rsid w:val="002C4FB6"/>
    <w:rsid w:val="002C4FF8"/>
    <w:rsid w:val="002C5BB2"/>
    <w:rsid w:val="002C6132"/>
    <w:rsid w:val="002C6446"/>
    <w:rsid w:val="002C65CA"/>
    <w:rsid w:val="002C74D8"/>
    <w:rsid w:val="002D0048"/>
    <w:rsid w:val="002D1DA0"/>
    <w:rsid w:val="002D223F"/>
    <w:rsid w:val="002D2991"/>
    <w:rsid w:val="002D2DDB"/>
    <w:rsid w:val="002D336E"/>
    <w:rsid w:val="002D3BC8"/>
    <w:rsid w:val="002D3F0F"/>
    <w:rsid w:val="002D3F45"/>
    <w:rsid w:val="002D4A12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8B0"/>
    <w:rsid w:val="002E4FC9"/>
    <w:rsid w:val="002E52B3"/>
    <w:rsid w:val="002E5421"/>
    <w:rsid w:val="002E5433"/>
    <w:rsid w:val="002E59D3"/>
    <w:rsid w:val="002E7A48"/>
    <w:rsid w:val="002F0145"/>
    <w:rsid w:val="002F1339"/>
    <w:rsid w:val="002F1731"/>
    <w:rsid w:val="002F1CC0"/>
    <w:rsid w:val="002F3235"/>
    <w:rsid w:val="002F5081"/>
    <w:rsid w:val="002F5F0E"/>
    <w:rsid w:val="002F687E"/>
    <w:rsid w:val="002F6F71"/>
    <w:rsid w:val="003016D3"/>
    <w:rsid w:val="00301FB6"/>
    <w:rsid w:val="00302072"/>
    <w:rsid w:val="003024D7"/>
    <w:rsid w:val="0030292A"/>
    <w:rsid w:val="0030315B"/>
    <w:rsid w:val="003041CF"/>
    <w:rsid w:val="00304482"/>
    <w:rsid w:val="00304B16"/>
    <w:rsid w:val="0030559A"/>
    <w:rsid w:val="00306049"/>
    <w:rsid w:val="003069DB"/>
    <w:rsid w:val="00307BE9"/>
    <w:rsid w:val="00310064"/>
    <w:rsid w:val="003101C6"/>
    <w:rsid w:val="00310487"/>
    <w:rsid w:val="00313137"/>
    <w:rsid w:val="00313B04"/>
    <w:rsid w:val="0031404A"/>
    <w:rsid w:val="00314BD7"/>
    <w:rsid w:val="00314BFC"/>
    <w:rsid w:val="00320C2C"/>
    <w:rsid w:val="0032106D"/>
    <w:rsid w:val="003210CE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F58"/>
    <w:rsid w:val="00333250"/>
    <w:rsid w:val="003335C6"/>
    <w:rsid w:val="00333726"/>
    <w:rsid w:val="00333A23"/>
    <w:rsid w:val="00333A37"/>
    <w:rsid w:val="00333CFA"/>
    <w:rsid w:val="003369CA"/>
    <w:rsid w:val="003378E5"/>
    <w:rsid w:val="003422E2"/>
    <w:rsid w:val="00342D59"/>
    <w:rsid w:val="003431AE"/>
    <w:rsid w:val="00343C1B"/>
    <w:rsid w:val="00343FBA"/>
    <w:rsid w:val="003445AA"/>
    <w:rsid w:val="00344CFA"/>
    <w:rsid w:val="00345068"/>
    <w:rsid w:val="003453DC"/>
    <w:rsid w:val="0034624B"/>
    <w:rsid w:val="00350373"/>
    <w:rsid w:val="00351328"/>
    <w:rsid w:val="00351843"/>
    <w:rsid w:val="0035227A"/>
    <w:rsid w:val="00352298"/>
    <w:rsid w:val="00352B19"/>
    <w:rsid w:val="003534BE"/>
    <w:rsid w:val="00354147"/>
    <w:rsid w:val="00354491"/>
    <w:rsid w:val="003545F0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3B8"/>
    <w:rsid w:val="00377A04"/>
    <w:rsid w:val="003802C6"/>
    <w:rsid w:val="00380EE4"/>
    <w:rsid w:val="00381A78"/>
    <w:rsid w:val="00381B9B"/>
    <w:rsid w:val="00382100"/>
    <w:rsid w:val="003832D9"/>
    <w:rsid w:val="003840BD"/>
    <w:rsid w:val="003848B0"/>
    <w:rsid w:val="00386E3C"/>
    <w:rsid w:val="00386F49"/>
    <w:rsid w:val="0038744C"/>
    <w:rsid w:val="0039157E"/>
    <w:rsid w:val="00392A45"/>
    <w:rsid w:val="0039425A"/>
    <w:rsid w:val="00394B3F"/>
    <w:rsid w:val="00394D45"/>
    <w:rsid w:val="003950BA"/>
    <w:rsid w:val="00396728"/>
    <w:rsid w:val="00397245"/>
    <w:rsid w:val="003A06EB"/>
    <w:rsid w:val="003A0DFD"/>
    <w:rsid w:val="003A2246"/>
    <w:rsid w:val="003A2B36"/>
    <w:rsid w:val="003A4960"/>
    <w:rsid w:val="003A4A95"/>
    <w:rsid w:val="003A54BD"/>
    <w:rsid w:val="003A64E5"/>
    <w:rsid w:val="003A7F8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6CC"/>
    <w:rsid w:val="003C2D52"/>
    <w:rsid w:val="003C326A"/>
    <w:rsid w:val="003C418C"/>
    <w:rsid w:val="003C4B07"/>
    <w:rsid w:val="003C4FE5"/>
    <w:rsid w:val="003C6D7E"/>
    <w:rsid w:val="003C74A5"/>
    <w:rsid w:val="003C7762"/>
    <w:rsid w:val="003D0037"/>
    <w:rsid w:val="003D0CB9"/>
    <w:rsid w:val="003D0D2F"/>
    <w:rsid w:val="003D1246"/>
    <w:rsid w:val="003D12FF"/>
    <w:rsid w:val="003D3541"/>
    <w:rsid w:val="003D4026"/>
    <w:rsid w:val="003D590F"/>
    <w:rsid w:val="003D5E9A"/>
    <w:rsid w:val="003D6053"/>
    <w:rsid w:val="003D6420"/>
    <w:rsid w:val="003D7D62"/>
    <w:rsid w:val="003E00E8"/>
    <w:rsid w:val="003E025A"/>
    <w:rsid w:val="003E182F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C81"/>
    <w:rsid w:val="003F7C8E"/>
    <w:rsid w:val="00400B2A"/>
    <w:rsid w:val="00400F0F"/>
    <w:rsid w:val="00401891"/>
    <w:rsid w:val="004029E9"/>
    <w:rsid w:val="00402F5A"/>
    <w:rsid w:val="00403598"/>
    <w:rsid w:val="0040360F"/>
    <w:rsid w:val="00403CD5"/>
    <w:rsid w:val="00404E6D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36F"/>
    <w:rsid w:val="00414921"/>
    <w:rsid w:val="00414AFE"/>
    <w:rsid w:val="00415844"/>
    <w:rsid w:val="00416049"/>
    <w:rsid w:val="00416498"/>
    <w:rsid w:val="00417457"/>
    <w:rsid w:val="004206D3"/>
    <w:rsid w:val="00420F63"/>
    <w:rsid w:val="00421058"/>
    <w:rsid w:val="0042111B"/>
    <w:rsid w:val="004213D3"/>
    <w:rsid w:val="00421560"/>
    <w:rsid w:val="00422124"/>
    <w:rsid w:val="004224E2"/>
    <w:rsid w:val="00422675"/>
    <w:rsid w:val="00422F97"/>
    <w:rsid w:val="00425271"/>
    <w:rsid w:val="0042623A"/>
    <w:rsid w:val="0042663D"/>
    <w:rsid w:val="00427C47"/>
    <w:rsid w:val="0043001B"/>
    <w:rsid w:val="00430323"/>
    <w:rsid w:val="00430FEA"/>
    <w:rsid w:val="00431821"/>
    <w:rsid w:val="00431FE1"/>
    <w:rsid w:val="004327EB"/>
    <w:rsid w:val="00432862"/>
    <w:rsid w:val="00432A25"/>
    <w:rsid w:val="00432E37"/>
    <w:rsid w:val="00433B87"/>
    <w:rsid w:val="00434D89"/>
    <w:rsid w:val="00434F89"/>
    <w:rsid w:val="004353CE"/>
    <w:rsid w:val="00435D31"/>
    <w:rsid w:val="004362CE"/>
    <w:rsid w:val="0043643A"/>
    <w:rsid w:val="004425A3"/>
    <w:rsid w:val="00442B30"/>
    <w:rsid w:val="004430CF"/>
    <w:rsid w:val="0044438F"/>
    <w:rsid w:val="0044459B"/>
    <w:rsid w:val="00444BDB"/>
    <w:rsid w:val="004463DA"/>
    <w:rsid w:val="00446FA4"/>
    <w:rsid w:val="00447AA5"/>
    <w:rsid w:val="004505B4"/>
    <w:rsid w:val="00450D39"/>
    <w:rsid w:val="004518B2"/>
    <w:rsid w:val="004532C5"/>
    <w:rsid w:val="0045476E"/>
    <w:rsid w:val="00455C50"/>
    <w:rsid w:val="0045614B"/>
    <w:rsid w:val="00456717"/>
    <w:rsid w:val="00457008"/>
    <w:rsid w:val="004573B9"/>
    <w:rsid w:val="00457748"/>
    <w:rsid w:val="00457DD7"/>
    <w:rsid w:val="004602DE"/>
    <w:rsid w:val="0046169C"/>
    <w:rsid w:val="00461E16"/>
    <w:rsid w:val="0046239B"/>
    <w:rsid w:val="004636D0"/>
    <w:rsid w:val="0046386B"/>
    <w:rsid w:val="00463F24"/>
    <w:rsid w:val="00464B93"/>
    <w:rsid w:val="00464D6C"/>
    <w:rsid w:val="004656B1"/>
    <w:rsid w:val="00465EF6"/>
    <w:rsid w:val="00466BC5"/>
    <w:rsid w:val="00467561"/>
    <w:rsid w:val="00470F2E"/>
    <w:rsid w:val="00471212"/>
    <w:rsid w:val="00471B82"/>
    <w:rsid w:val="00471D69"/>
    <w:rsid w:val="00472CD8"/>
    <w:rsid w:val="00473156"/>
    <w:rsid w:val="00473617"/>
    <w:rsid w:val="0047380A"/>
    <w:rsid w:val="00474A06"/>
    <w:rsid w:val="00474F08"/>
    <w:rsid w:val="00475405"/>
    <w:rsid w:val="00476403"/>
    <w:rsid w:val="00476D92"/>
    <w:rsid w:val="00476FD5"/>
    <w:rsid w:val="004770D2"/>
    <w:rsid w:val="00477AFB"/>
    <w:rsid w:val="00481162"/>
    <w:rsid w:val="00482623"/>
    <w:rsid w:val="004850FB"/>
    <w:rsid w:val="004851B5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2C40"/>
    <w:rsid w:val="00494AB3"/>
    <w:rsid w:val="004964B0"/>
    <w:rsid w:val="004965B8"/>
    <w:rsid w:val="00497967"/>
    <w:rsid w:val="004A1225"/>
    <w:rsid w:val="004A20D4"/>
    <w:rsid w:val="004A2455"/>
    <w:rsid w:val="004A2E5B"/>
    <w:rsid w:val="004A3DEB"/>
    <w:rsid w:val="004A4396"/>
    <w:rsid w:val="004A460D"/>
    <w:rsid w:val="004A4BD1"/>
    <w:rsid w:val="004A4C7C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5246"/>
    <w:rsid w:val="004B62C7"/>
    <w:rsid w:val="004B69CA"/>
    <w:rsid w:val="004B6C3E"/>
    <w:rsid w:val="004B7CCA"/>
    <w:rsid w:val="004C1DCE"/>
    <w:rsid w:val="004C1EA0"/>
    <w:rsid w:val="004C287F"/>
    <w:rsid w:val="004C2FA4"/>
    <w:rsid w:val="004C3798"/>
    <w:rsid w:val="004C4228"/>
    <w:rsid w:val="004C5D59"/>
    <w:rsid w:val="004C61E0"/>
    <w:rsid w:val="004C626C"/>
    <w:rsid w:val="004C6532"/>
    <w:rsid w:val="004C6EF6"/>
    <w:rsid w:val="004C7457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4C81"/>
    <w:rsid w:val="004D50DC"/>
    <w:rsid w:val="004D5EF0"/>
    <w:rsid w:val="004D5F10"/>
    <w:rsid w:val="004D60F6"/>
    <w:rsid w:val="004D6746"/>
    <w:rsid w:val="004D7BA2"/>
    <w:rsid w:val="004E066B"/>
    <w:rsid w:val="004E4DC9"/>
    <w:rsid w:val="004E5F8E"/>
    <w:rsid w:val="004E747B"/>
    <w:rsid w:val="004F07E7"/>
    <w:rsid w:val="004F12DB"/>
    <w:rsid w:val="004F13EC"/>
    <w:rsid w:val="004F1F61"/>
    <w:rsid w:val="004F2210"/>
    <w:rsid w:val="004F2781"/>
    <w:rsid w:val="004F2A25"/>
    <w:rsid w:val="004F34AE"/>
    <w:rsid w:val="004F3A0B"/>
    <w:rsid w:val="004F3A51"/>
    <w:rsid w:val="004F4FAD"/>
    <w:rsid w:val="004F583A"/>
    <w:rsid w:val="004F74B8"/>
    <w:rsid w:val="004F7514"/>
    <w:rsid w:val="004F7821"/>
    <w:rsid w:val="004F7FFA"/>
    <w:rsid w:val="005012A4"/>
    <w:rsid w:val="005014B3"/>
    <w:rsid w:val="00502E30"/>
    <w:rsid w:val="00503673"/>
    <w:rsid w:val="0050406D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07E09"/>
    <w:rsid w:val="005100E8"/>
    <w:rsid w:val="00510272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12A3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47B9B"/>
    <w:rsid w:val="00550111"/>
    <w:rsid w:val="00550266"/>
    <w:rsid w:val="00550F3F"/>
    <w:rsid w:val="00551546"/>
    <w:rsid w:val="00551744"/>
    <w:rsid w:val="0055210C"/>
    <w:rsid w:val="00552BD2"/>
    <w:rsid w:val="00553A81"/>
    <w:rsid w:val="00554AAF"/>
    <w:rsid w:val="00554EDA"/>
    <w:rsid w:val="00554FBB"/>
    <w:rsid w:val="0055584D"/>
    <w:rsid w:val="00555C30"/>
    <w:rsid w:val="00556596"/>
    <w:rsid w:val="00556ACA"/>
    <w:rsid w:val="00557338"/>
    <w:rsid w:val="00557361"/>
    <w:rsid w:val="005579E4"/>
    <w:rsid w:val="00557E7A"/>
    <w:rsid w:val="00560409"/>
    <w:rsid w:val="0056042B"/>
    <w:rsid w:val="00560B2E"/>
    <w:rsid w:val="005614ED"/>
    <w:rsid w:val="00561C85"/>
    <w:rsid w:val="00562BA3"/>
    <w:rsid w:val="00562D12"/>
    <w:rsid w:val="0056338A"/>
    <w:rsid w:val="00563607"/>
    <w:rsid w:val="00564107"/>
    <w:rsid w:val="00564BB9"/>
    <w:rsid w:val="00565988"/>
    <w:rsid w:val="00565FF4"/>
    <w:rsid w:val="00566162"/>
    <w:rsid w:val="005668AA"/>
    <w:rsid w:val="005668CE"/>
    <w:rsid w:val="00567125"/>
    <w:rsid w:val="00567B5A"/>
    <w:rsid w:val="00570D7A"/>
    <w:rsid w:val="005713C8"/>
    <w:rsid w:val="00571690"/>
    <w:rsid w:val="005719A7"/>
    <w:rsid w:val="00572219"/>
    <w:rsid w:val="00572A5B"/>
    <w:rsid w:val="005731AE"/>
    <w:rsid w:val="00573286"/>
    <w:rsid w:val="005739BC"/>
    <w:rsid w:val="00573B46"/>
    <w:rsid w:val="00574541"/>
    <w:rsid w:val="00574819"/>
    <w:rsid w:val="00574AEF"/>
    <w:rsid w:val="00574B96"/>
    <w:rsid w:val="00574D1C"/>
    <w:rsid w:val="00576C3B"/>
    <w:rsid w:val="00580249"/>
    <w:rsid w:val="005821EC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478"/>
    <w:rsid w:val="00593F4C"/>
    <w:rsid w:val="00594A78"/>
    <w:rsid w:val="00595731"/>
    <w:rsid w:val="00595831"/>
    <w:rsid w:val="005A00FE"/>
    <w:rsid w:val="005A0AD2"/>
    <w:rsid w:val="005A0C40"/>
    <w:rsid w:val="005A144E"/>
    <w:rsid w:val="005A14E6"/>
    <w:rsid w:val="005A17AC"/>
    <w:rsid w:val="005A194E"/>
    <w:rsid w:val="005A26F5"/>
    <w:rsid w:val="005A3231"/>
    <w:rsid w:val="005A353E"/>
    <w:rsid w:val="005A3587"/>
    <w:rsid w:val="005A3B20"/>
    <w:rsid w:val="005A4150"/>
    <w:rsid w:val="005A5319"/>
    <w:rsid w:val="005A57D6"/>
    <w:rsid w:val="005A5896"/>
    <w:rsid w:val="005A5D7A"/>
    <w:rsid w:val="005A6685"/>
    <w:rsid w:val="005A688D"/>
    <w:rsid w:val="005A6F82"/>
    <w:rsid w:val="005A72BF"/>
    <w:rsid w:val="005B11E0"/>
    <w:rsid w:val="005B172F"/>
    <w:rsid w:val="005B1748"/>
    <w:rsid w:val="005B30A2"/>
    <w:rsid w:val="005B386D"/>
    <w:rsid w:val="005B4E71"/>
    <w:rsid w:val="005B4EA6"/>
    <w:rsid w:val="005B5D78"/>
    <w:rsid w:val="005B6D4F"/>
    <w:rsid w:val="005B7003"/>
    <w:rsid w:val="005B785B"/>
    <w:rsid w:val="005B7A66"/>
    <w:rsid w:val="005C0C67"/>
    <w:rsid w:val="005C18E2"/>
    <w:rsid w:val="005C222B"/>
    <w:rsid w:val="005C29D6"/>
    <w:rsid w:val="005C2C9D"/>
    <w:rsid w:val="005C3BC4"/>
    <w:rsid w:val="005C63B3"/>
    <w:rsid w:val="005C6C88"/>
    <w:rsid w:val="005C7997"/>
    <w:rsid w:val="005C7A0E"/>
    <w:rsid w:val="005D20D6"/>
    <w:rsid w:val="005D351D"/>
    <w:rsid w:val="005D3BBC"/>
    <w:rsid w:val="005D406D"/>
    <w:rsid w:val="005D5E78"/>
    <w:rsid w:val="005D6936"/>
    <w:rsid w:val="005D6C44"/>
    <w:rsid w:val="005E0C83"/>
    <w:rsid w:val="005E0EC8"/>
    <w:rsid w:val="005E15BA"/>
    <w:rsid w:val="005E1DB4"/>
    <w:rsid w:val="005E1F2E"/>
    <w:rsid w:val="005E2749"/>
    <w:rsid w:val="005E37A4"/>
    <w:rsid w:val="005E3C92"/>
    <w:rsid w:val="005E3CC2"/>
    <w:rsid w:val="005E3FA5"/>
    <w:rsid w:val="005E4980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32F"/>
    <w:rsid w:val="005F3438"/>
    <w:rsid w:val="005F3740"/>
    <w:rsid w:val="005F437D"/>
    <w:rsid w:val="005F5A4A"/>
    <w:rsid w:val="005F6578"/>
    <w:rsid w:val="005F78F5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1F5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3072"/>
    <w:rsid w:val="006144D2"/>
    <w:rsid w:val="00615B4B"/>
    <w:rsid w:val="00615F0C"/>
    <w:rsid w:val="006164A9"/>
    <w:rsid w:val="0062120F"/>
    <w:rsid w:val="0062261D"/>
    <w:rsid w:val="00624D58"/>
    <w:rsid w:val="00624D79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6D49"/>
    <w:rsid w:val="0062734B"/>
    <w:rsid w:val="00630940"/>
    <w:rsid w:val="006316FC"/>
    <w:rsid w:val="0063225C"/>
    <w:rsid w:val="00632C0B"/>
    <w:rsid w:val="00633F3A"/>
    <w:rsid w:val="0063469F"/>
    <w:rsid w:val="00635A25"/>
    <w:rsid w:val="0063647C"/>
    <w:rsid w:val="00636538"/>
    <w:rsid w:val="00636B31"/>
    <w:rsid w:val="00636C80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207"/>
    <w:rsid w:val="0064547D"/>
    <w:rsid w:val="00645487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568"/>
    <w:rsid w:val="00657FF6"/>
    <w:rsid w:val="00660499"/>
    <w:rsid w:val="00660B13"/>
    <w:rsid w:val="00663556"/>
    <w:rsid w:val="0066426F"/>
    <w:rsid w:val="006643E1"/>
    <w:rsid w:val="00664544"/>
    <w:rsid w:val="00664B08"/>
    <w:rsid w:val="00667A66"/>
    <w:rsid w:val="00670BF0"/>
    <w:rsid w:val="00671284"/>
    <w:rsid w:val="006746FD"/>
    <w:rsid w:val="006751D4"/>
    <w:rsid w:val="00676C15"/>
    <w:rsid w:val="00677078"/>
    <w:rsid w:val="006771C4"/>
    <w:rsid w:val="006801DD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60"/>
    <w:rsid w:val="00691CC0"/>
    <w:rsid w:val="006923B1"/>
    <w:rsid w:val="0069324F"/>
    <w:rsid w:val="00693793"/>
    <w:rsid w:val="006938AD"/>
    <w:rsid w:val="0069415E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E05"/>
    <w:rsid w:val="006A6FA2"/>
    <w:rsid w:val="006A7278"/>
    <w:rsid w:val="006A754B"/>
    <w:rsid w:val="006A761F"/>
    <w:rsid w:val="006B1C6B"/>
    <w:rsid w:val="006B37EB"/>
    <w:rsid w:val="006B4387"/>
    <w:rsid w:val="006B4BEE"/>
    <w:rsid w:val="006B4ECF"/>
    <w:rsid w:val="006B5667"/>
    <w:rsid w:val="006B78F5"/>
    <w:rsid w:val="006C0517"/>
    <w:rsid w:val="006C0BA6"/>
    <w:rsid w:val="006C1881"/>
    <w:rsid w:val="006C386E"/>
    <w:rsid w:val="006C41EF"/>
    <w:rsid w:val="006C42C8"/>
    <w:rsid w:val="006C447D"/>
    <w:rsid w:val="006C5EBD"/>
    <w:rsid w:val="006C6A31"/>
    <w:rsid w:val="006D05BC"/>
    <w:rsid w:val="006D10E2"/>
    <w:rsid w:val="006D12F6"/>
    <w:rsid w:val="006D202D"/>
    <w:rsid w:val="006D2190"/>
    <w:rsid w:val="006D2249"/>
    <w:rsid w:val="006D2390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8C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7A"/>
    <w:rsid w:val="006E49A6"/>
    <w:rsid w:val="006E5768"/>
    <w:rsid w:val="006E5EDA"/>
    <w:rsid w:val="006E7248"/>
    <w:rsid w:val="006E7273"/>
    <w:rsid w:val="006E7AA3"/>
    <w:rsid w:val="006E7B66"/>
    <w:rsid w:val="006F0D1D"/>
    <w:rsid w:val="006F1263"/>
    <w:rsid w:val="006F3361"/>
    <w:rsid w:val="006F35E3"/>
    <w:rsid w:val="006F430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5A"/>
    <w:rsid w:val="007039D3"/>
    <w:rsid w:val="00703E68"/>
    <w:rsid w:val="0070411F"/>
    <w:rsid w:val="007053CB"/>
    <w:rsid w:val="00705A41"/>
    <w:rsid w:val="007062B1"/>
    <w:rsid w:val="00706397"/>
    <w:rsid w:val="00707D40"/>
    <w:rsid w:val="0071113D"/>
    <w:rsid w:val="00711492"/>
    <w:rsid w:val="007119F8"/>
    <w:rsid w:val="0071255B"/>
    <w:rsid w:val="00712F6C"/>
    <w:rsid w:val="00713F16"/>
    <w:rsid w:val="00714066"/>
    <w:rsid w:val="00714999"/>
    <w:rsid w:val="00714E0C"/>
    <w:rsid w:val="007159F5"/>
    <w:rsid w:val="00716583"/>
    <w:rsid w:val="00716787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0B70"/>
    <w:rsid w:val="00731C3B"/>
    <w:rsid w:val="00733228"/>
    <w:rsid w:val="00735081"/>
    <w:rsid w:val="007352D8"/>
    <w:rsid w:val="00735691"/>
    <w:rsid w:val="00735C02"/>
    <w:rsid w:val="00735D4E"/>
    <w:rsid w:val="00737F8B"/>
    <w:rsid w:val="00740608"/>
    <w:rsid w:val="00740B52"/>
    <w:rsid w:val="007411F9"/>
    <w:rsid w:val="0074161F"/>
    <w:rsid w:val="00741FCF"/>
    <w:rsid w:val="007425D7"/>
    <w:rsid w:val="007426AD"/>
    <w:rsid w:val="00742F19"/>
    <w:rsid w:val="0074454D"/>
    <w:rsid w:val="00744C35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7CE"/>
    <w:rsid w:val="00752B6B"/>
    <w:rsid w:val="00752F26"/>
    <w:rsid w:val="00753436"/>
    <w:rsid w:val="007546D9"/>
    <w:rsid w:val="007547AC"/>
    <w:rsid w:val="00754BB8"/>
    <w:rsid w:val="00755CB6"/>
    <w:rsid w:val="00756D1D"/>
    <w:rsid w:val="00760DEE"/>
    <w:rsid w:val="007614E9"/>
    <w:rsid w:val="00761BB4"/>
    <w:rsid w:val="007620CC"/>
    <w:rsid w:val="0076216C"/>
    <w:rsid w:val="007625DF"/>
    <w:rsid w:val="0076404A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6FD"/>
    <w:rsid w:val="00773AF0"/>
    <w:rsid w:val="00774715"/>
    <w:rsid w:val="00774E75"/>
    <w:rsid w:val="00776DBF"/>
    <w:rsid w:val="00777422"/>
    <w:rsid w:val="0077788D"/>
    <w:rsid w:val="00777A75"/>
    <w:rsid w:val="0078071E"/>
    <w:rsid w:val="00780E7B"/>
    <w:rsid w:val="00781259"/>
    <w:rsid w:val="00783607"/>
    <w:rsid w:val="007855B1"/>
    <w:rsid w:val="00785921"/>
    <w:rsid w:val="007864C0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1507"/>
    <w:rsid w:val="007A2908"/>
    <w:rsid w:val="007A2F77"/>
    <w:rsid w:val="007A30D3"/>
    <w:rsid w:val="007A3401"/>
    <w:rsid w:val="007A42DC"/>
    <w:rsid w:val="007A5547"/>
    <w:rsid w:val="007B0F07"/>
    <w:rsid w:val="007B18F4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08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2F97"/>
    <w:rsid w:val="007D3086"/>
    <w:rsid w:val="007D340B"/>
    <w:rsid w:val="007D34BB"/>
    <w:rsid w:val="007D3BFB"/>
    <w:rsid w:val="007D41BE"/>
    <w:rsid w:val="007D4288"/>
    <w:rsid w:val="007D4490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1E8"/>
    <w:rsid w:val="007E5458"/>
    <w:rsid w:val="007E577C"/>
    <w:rsid w:val="007E7888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7102"/>
    <w:rsid w:val="008010F3"/>
    <w:rsid w:val="0080242F"/>
    <w:rsid w:val="0080288E"/>
    <w:rsid w:val="008030F3"/>
    <w:rsid w:val="00803FD8"/>
    <w:rsid w:val="00804472"/>
    <w:rsid w:val="008047D3"/>
    <w:rsid w:val="00807047"/>
    <w:rsid w:val="008075D1"/>
    <w:rsid w:val="00807F96"/>
    <w:rsid w:val="00810241"/>
    <w:rsid w:val="00810DF0"/>
    <w:rsid w:val="0081140D"/>
    <w:rsid w:val="008146C7"/>
    <w:rsid w:val="00815DC8"/>
    <w:rsid w:val="00817A31"/>
    <w:rsid w:val="00817A60"/>
    <w:rsid w:val="008205DD"/>
    <w:rsid w:val="008209BF"/>
    <w:rsid w:val="00820B89"/>
    <w:rsid w:val="0082106C"/>
    <w:rsid w:val="00821D7E"/>
    <w:rsid w:val="00821D9F"/>
    <w:rsid w:val="00822149"/>
    <w:rsid w:val="00822D8A"/>
    <w:rsid w:val="00823B32"/>
    <w:rsid w:val="00824C87"/>
    <w:rsid w:val="00825484"/>
    <w:rsid w:val="00825722"/>
    <w:rsid w:val="00826582"/>
    <w:rsid w:val="00826980"/>
    <w:rsid w:val="00826CD6"/>
    <w:rsid w:val="00830561"/>
    <w:rsid w:val="00830F87"/>
    <w:rsid w:val="0083132C"/>
    <w:rsid w:val="00831A3D"/>
    <w:rsid w:val="0083315F"/>
    <w:rsid w:val="0083323A"/>
    <w:rsid w:val="00833CD9"/>
    <w:rsid w:val="008349B2"/>
    <w:rsid w:val="00834F20"/>
    <w:rsid w:val="00835398"/>
    <w:rsid w:val="00835902"/>
    <w:rsid w:val="00835D97"/>
    <w:rsid w:val="00836640"/>
    <w:rsid w:val="008366DD"/>
    <w:rsid w:val="00836EDB"/>
    <w:rsid w:val="008378A3"/>
    <w:rsid w:val="00840EA3"/>
    <w:rsid w:val="008414DE"/>
    <w:rsid w:val="00841518"/>
    <w:rsid w:val="00842175"/>
    <w:rsid w:val="008422FB"/>
    <w:rsid w:val="00842ADC"/>
    <w:rsid w:val="00843973"/>
    <w:rsid w:val="00843D4A"/>
    <w:rsid w:val="00843E0D"/>
    <w:rsid w:val="00844B61"/>
    <w:rsid w:val="008452BD"/>
    <w:rsid w:val="00845776"/>
    <w:rsid w:val="00845901"/>
    <w:rsid w:val="008460BF"/>
    <w:rsid w:val="008461F0"/>
    <w:rsid w:val="008461F8"/>
    <w:rsid w:val="00847E9D"/>
    <w:rsid w:val="008503E2"/>
    <w:rsid w:val="008504A0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16CC"/>
    <w:rsid w:val="0086227F"/>
    <w:rsid w:val="00862384"/>
    <w:rsid w:val="00862877"/>
    <w:rsid w:val="00863128"/>
    <w:rsid w:val="00863823"/>
    <w:rsid w:val="00863861"/>
    <w:rsid w:val="00864246"/>
    <w:rsid w:val="00864673"/>
    <w:rsid w:val="008646D9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0D"/>
    <w:rsid w:val="0087699D"/>
    <w:rsid w:val="00876E88"/>
    <w:rsid w:val="0087760F"/>
    <w:rsid w:val="00877714"/>
    <w:rsid w:val="00877750"/>
    <w:rsid w:val="00877E12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96071"/>
    <w:rsid w:val="008A13BE"/>
    <w:rsid w:val="008A1597"/>
    <w:rsid w:val="008A1670"/>
    <w:rsid w:val="008A1B03"/>
    <w:rsid w:val="008A3199"/>
    <w:rsid w:val="008A3519"/>
    <w:rsid w:val="008A37F5"/>
    <w:rsid w:val="008A3AD0"/>
    <w:rsid w:val="008A3D2A"/>
    <w:rsid w:val="008A527E"/>
    <w:rsid w:val="008A6F2A"/>
    <w:rsid w:val="008B0A6C"/>
    <w:rsid w:val="008B0D7E"/>
    <w:rsid w:val="008B1621"/>
    <w:rsid w:val="008B39AE"/>
    <w:rsid w:val="008B409A"/>
    <w:rsid w:val="008B460F"/>
    <w:rsid w:val="008B4A03"/>
    <w:rsid w:val="008B57FD"/>
    <w:rsid w:val="008B5B85"/>
    <w:rsid w:val="008B67E8"/>
    <w:rsid w:val="008B783D"/>
    <w:rsid w:val="008B7DB6"/>
    <w:rsid w:val="008B7FFE"/>
    <w:rsid w:val="008C00F1"/>
    <w:rsid w:val="008C1774"/>
    <w:rsid w:val="008C2028"/>
    <w:rsid w:val="008C205A"/>
    <w:rsid w:val="008C2127"/>
    <w:rsid w:val="008C3F47"/>
    <w:rsid w:val="008C4452"/>
    <w:rsid w:val="008C5C51"/>
    <w:rsid w:val="008C6A77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B3C"/>
    <w:rsid w:val="008D3DC9"/>
    <w:rsid w:val="008D4367"/>
    <w:rsid w:val="008D4812"/>
    <w:rsid w:val="008D56A4"/>
    <w:rsid w:val="008D61F0"/>
    <w:rsid w:val="008D691D"/>
    <w:rsid w:val="008D6930"/>
    <w:rsid w:val="008D7521"/>
    <w:rsid w:val="008D7D6A"/>
    <w:rsid w:val="008E04F6"/>
    <w:rsid w:val="008E1474"/>
    <w:rsid w:val="008E16E9"/>
    <w:rsid w:val="008E1BBE"/>
    <w:rsid w:val="008E2148"/>
    <w:rsid w:val="008E3AFE"/>
    <w:rsid w:val="008E52A0"/>
    <w:rsid w:val="008E64E7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BC4"/>
    <w:rsid w:val="00900F02"/>
    <w:rsid w:val="00900F34"/>
    <w:rsid w:val="00902A11"/>
    <w:rsid w:val="00903207"/>
    <w:rsid w:val="00903EB1"/>
    <w:rsid w:val="00905036"/>
    <w:rsid w:val="00905296"/>
    <w:rsid w:val="00906047"/>
    <w:rsid w:val="00907121"/>
    <w:rsid w:val="0090717C"/>
    <w:rsid w:val="00907777"/>
    <w:rsid w:val="00907E92"/>
    <w:rsid w:val="00912092"/>
    <w:rsid w:val="009126F2"/>
    <w:rsid w:val="00912A7A"/>
    <w:rsid w:val="009132A5"/>
    <w:rsid w:val="009135B1"/>
    <w:rsid w:val="00913ADB"/>
    <w:rsid w:val="00914387"/>
    <w:rsid w:val="0091548E"/>
    <w:rsid w:val="00915AC7"/>
    <w:rsid w:val="00920D3B"/>
    <w:rsid w:val="009210E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DCD"/>
    <w:rsid w:val="00931503"/>
    <w:rsid w:val="0093170A"/>
    <w:rsid w:val="0093231D"/>
    <w:rsid w:val="009323B8"/>
    <w:rsid w:val="009327F8"/>
    <w:rsid w:val="009329BD"/>
    <w:rsid w:val="00933013"/>
    <w:rsid w:val="00933841"/>
    <w:rsid w:val="00935055"/>
    <w:rsid w:val="00935E2E"/>
    <w:rsid w:val="00936392"/>
    <w:rsid w:val="00936625"/>
    <w:rsid w:val="00936D51"/>
    <w:rsid w:val="00937B33"/>
    <w:rsid w:val="009405E3"/>
    <w:rsid w:val="009407EB"/>
    <w:rsid w:val="00940804"/>
    <w:rsid w:val="0094189A"/>
    <w:rsid w:val="00941BB3"/>
    <w:rsid w:val="0094395B"/>
    <w:rsid w:val="0094406B"/>
    <w:rsid w:val="00945367"/>
    <w:rsid w:val="00945BD6"/>
    <w:rsid w:val="009469B2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60FB3"/>
    <w:rsid w:val="00961927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33E6"/>
    <w:rsid w:val="00974578"/>
    <w:rsid w:val="0097469D"/>
    <w:rsid w:val="00975BD3"/>
    <w:rsid w:val="00976339"/>
    <w:rsid w:val="00980139"/>
    <w:rsid w:val="00980242"/>
    <w:rsid w:val="00980427"/>
    <w:rsid w:val="00980B58"/>
    <w:rsid w:val="00980F78"/>
    <w:rsid w:val="00981A95"/>
    <w:rsid w:val="00981D10"/>
    <w:rsid w:val="00982226"/>
    <w:rsid w:val="00982910"/>
    <w:rsid w:val="00982B08"/>
    <w:rsid w:val="00983577"/>
    <w:rsid w:val="00984721"/>
    <w:rsid w:val="009855EE"/>
    <w:rsid w:val="0098575A"/>
    <w:rsid w:val="00985913"/>
    <w:rsid w:val="009873BF"/>
    <w:rsid w:val="00987B8E"/>
    <w:rsid w:val="0099043B"/>
    <w:rsid w:val="00990A57"/>
    <w:rsid w:val="00992212"/>
    <w:rsid w:val="00992B73"/>
    <w:rsid w:val="00992C1F"/>
    <w:rsid w:val="00993C32"/>
    <w:rsid w:val="0099515D"/>
    <w:rsid w:val="00995250"/>
    <w:rsid w:val="009969AD"/>
    <w:rsid w:val="00996ACD"/>
    <w:rsid w:val="009970BA"/>
    <w:rsid w:val="009979E4"/>
    <w:rsid w:val="009A03E7"/>
    <w:rsid w:val="009A0F68"/>
    <w:rsid w:val="009A0F88"/>
    <w:rsid w:val="009A267A"/>
    <w:rsid w:val="009A2E7F"/>
    <w:rsid w:val="009A316D"/>
    <w:rsid w:val="009A3211"/>
    <w:rsid w:val="009A45CB"/>
    <w:rsid w:val="009A48AC"/>
    <w:rsid w:val="009A49CA"/>
    <w:rsid w:val="009A614E"/>
    <w:rsid w:val="009A729C"/>
    <w:rsid w:val="009A7326"/>
    <w:rsid w:val="009A79A0"/>
    <w:rsid w:val="009A7C58"/>
    <w:rsid w:val="009B02AA"/>
    <w:rsid w:val="009B07C3"/>
    <w:rsid w:val="009B1542"/>
    <w:rsid w:val="009B22C0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254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2B0"/>
    <w:rsid w:val="009D1649"/>
    <w:rsid w:val="009D1C45"/>
    <w:rsid w:val="009D20CE"/>
    <w:rsid w:val="009D2754"/>
    <w:rsid w:val="009D2782"/>
    <w:rsid w:val="009D28F2"/>
    <w:rsid w:val="009D2C87"/>
    <w:rsid w:val="009D3912"/>
    <w:rsid w:val="009D3D9A"/>
    <w:rsid w:val="009D46B2"/>
    <w:rsid w:val="009D4CAD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4B55"/>
    <w:rsid w:val="009F4E7F"/>
    <w:rsid w:val="009F5184"/>
    <w:rsid w:val="009F5E72"/>
    <w:rsid w:val="00A0023C"/>
    <w:rsid w:val="00A00255"/>
    <w:rsid w:val="00A009A4"/>
    <w:rsid w:val="00A00BB5"/>
    <w:rsid w:val="00A016CF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6C9"/>
    <w:rsid w:val="00A07F67"/>
    <w:rsid w:val="00A10261"/>
    <w:rsid w:val="00A1100F"/>
    <w:rsid w:val="00A119C6"/>
    <w:rsid w:val="00A12F5E"/>
    <w:rsid w:val="00A13129"/>
    <w:rsid w:val="00A1366A"/>
    <w:rsid w:val="00A136C2"/>
    <w:rsid w:val="00A15F95"/>
    <w:rsid w:val="00A162F0"/>
    <w:rsid w:val="00A2166D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0B8C"/>
    <w:rsid w:val="00A311E8"/>
    <w:rsid w:val="00A3128E"/>
    <w:rsid w:val="00A31865"/>
    <w:rsid w:val="00A32717"/>
    <w:rsid w:val="00A32C20"/>
    <w:rsid w:val="00A33115"/>
    <w:rsid w:val="00A338F7"/>
    <w:rsid w:val="00A33DA2"/>
    <w:rsid w:val="00A34620"/>
    <w:rsid w:val="00A3469C"/>
    <w:rsid w:val="00A34D4D"/>
    <w:rsid w:val="00A355E7"/>
    <w:rsid w:val="00A357B4"/>
    <w:rsid w:val="00A35873"/>
    <w:rsid w:val="00A36C4F"/>
    <w:rsid w:val="00A36EF7"/>
    <w:rsid w:val="00A40358"/>
    <w:rsid w:val="00A41DB7"/>
    <w:rsid w:val="00A4214B"/>
    <w:rsid w:val="00A42AA6"/>
    <w:rsid w:val="00A42C00"/>
    <w:rsid w:val="00A43A5B"/>
    <w:rsid w:val="00A43D89"/>
    <w:rsid w:val="00A44D66"/>
    <w:rsid w:val="00A457C3"/>
    <w:rsid w:val="00A45E05"/>
    <w:rsid w:val="00A460D2"/>
    <w:rsid w:val="00A465E5"/>
    <w:rsid w:val="00A47DE0"/>
    <w:rsid w:val="00A50FEF"/>
    <w:rsid w:val="00A519DF"/>
    <w:rsid w:val="00A51DCF"/>
    <w:rsid w:val="00A5319C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809"/>
    <w:rsid w:val="00A62A77"/>
    <w:rsid w:val="00A62A98"/>
    <w:rsid w:val="00A63860"/>
    <w:rsid w:val="00A63CD7"/>
    <w:rsid w:val="00A64886"/>
    <w:rsid w:val="00A648D2"/>
    <w:rsid w:val="00A649CF"/>
    <w:rsid w:val="00A65ACE"/>
    <w:rsid w:val="00A66057"/>
    <w:rsid w:val="00A6613D"/>
    <w:rsid w:val="00A66FF7"/>
    <w:rsid w:val="00A67F10"/>
    <w:rsid w:val="00A71519"/>
    <w:rsid w:val="00A71756"/>
    <w:rsid w:val="00A71E8A"/>
    <w:rsid w:val="00A7227F"/>
    <w:rsid w:val="00A72BED"/>
    <w:rsid w:val="00A72E1E"/>
    <w:rsid w:val="00A73172"/>
    <w:rsid w:val="00A744DF"/>
    <w:rsid w:val="00A748FC"/>
    <w:rsid w:val="00A759C7"/>
    <w:rsid w:val="00A75D62"/>
    <w:rsid w:val="00A7646F"/>
    <w:rsid w:val="00A76A25"/>
    <w:rsid w:val="00A76FC2"/>
    <w:rsid w:val="00A778C1"/>
    <w:rsid w:val="00A8007F"/>
    <w:rsid w:val="00A8043E"/>
    <w:rsid w:val="00A810BA"/>
    <w:rsid w:val="00A81A9F"/>
    <w:rsid w:val="00A82EE6"/>
    <w:rsid w:val="00A830AE"/>
    <w:rsid w:val="00A830D9"/>
    <w:rsid w:val="00A8391A"/>
    <w:rsid w:val="00A83E2E"/>
    <w:rsid w:val="00A84531"/>
    <w:rsid w:val="00A84ECE"/>
    <w:rsid w:val="00A853D1"/>
    <w:rsid w:val="00A85D50"/>
    <w:rsid w:val="00A86305"/>
    <w:rsid w:val="00A87175"/>
    <w:rsid w:val="00A92B81"/>
    <w:rsid w:val="00A92FC9"/>
    <w:rsid w:val="00A9301A"/>
    <w:rsid w:val="00A945BF"/>
    <w:rsid w:val="00A947AE"/>
    <w:rsid w:val="00A95390"/>
    <w:rsid w:val="00A95F1A"/>
    <w:rsid w:val="00A9663F"/>
    <w:rsid w:val="00A96946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0F3D"/>
    <w:rsid w:val="00AB16B7"/>
    <w:rsid w:val="00AB1A26"/>
    <w:rsid w:val="00AB233B"/>
    <w:rsid w:val="00AB4741"/>
    <w:rsid w:val="00AB4ECC"/>
    <w:rsid w:val="00AB5290"/>
    <w:rsid w:val="00AB6A29"/>
    <w:rsid w:val="00AB77DB"/>
    <w:rsid w:val="00AC0181"/>
    <w:rsid w:val="00AC0968"/>
    <w:rsid w:val="00AC10E8"/>
    <w:rsid w:val="00AC15C9"/>
    <w:rsid w:val="00AC1674"/>
    <w:rsid w:val="00AC2A03"/>
    <w:rsid w:val="00AC4EE4"/>
    <w:rsid w:val="00AC57B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54D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336A"/>
    <w:rsid w:val="00AF3639"/>
    <w:rsid w:val="00AF4ACC"/>
    <w:rsid w:val="00AF4CB5"/>
    <w:rsid w:val="00AF5055"/>
    <w:rsid w:val="00AF7513"/>
    <w:rsid w:val="00B00551"/>
    <w:rsid w:val="00B00A44"/>
    <w:rsid w:val="00B00F73"/>
    <w:rsid w:val="00B011A5"/>
    <w:rsid w:val="00B02595"/>
    <w:rsid w:val="00B02605"/>
    <w:rsid w:val="00B026E8"/>
    <w:rsid w:val="00B0347A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27F"/>
    <w:rsid w:val="00B174C7"/>
    <w:rsid w:val="00B21AE1"/>
    <w:rsid w:val="00B22471"/>
    <w:rsid w:val="00B22914"/>
    <w:rsid w:val="00B22E2A"/>
    <w:rsid w:val="00B23307"/>
    <w:rsid w:val="00B24A6F"/>
    <w:rsid w:val="00B25528"/>
    <w:rsid w:val="00B25B94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6890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4CAC"/>
    <w:rsid w:val="00B44EA5"/>
    <w:rsid w:val="00B45468"/>
    <w:rsid w:val="00B47B70"/>
    <w:rsid w:val="00B50044"/>
    <w:rsid w:val="00B5020B"/>
    <w:rsid w:val="00B512BB"/>
    <w:rsid w:val="00B512C0"/>
    <w:rsid w:val="00B514B9"/>
    <w:rsid w:val="00B5193D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4F55"/>
    <w:rsid w:val="00B666C8"/>
    <w:rsid w:val="00B7112D"/>
    <w:rsid w:val="00B71465"/>
    <w:rsid w:val="00B72E76"/>
    <w:rsid w:val="00B731BF"/>
    <w:rsid w:val="00B74799"/>
    <w:rsid w:val="00B75794"/>
    <w:rsid w:val="00B759E7"/>
    <w:rsid w:val="00B76998"/>
    <w:rsid w:val="00B76A6E"/>
    <w:rsid w:val="00B77B83"/>
    <w:rsid w:val="00B80E5C"/>
    <w:rsid w:val="00B81A1A"/>
    <w:rsid w:val="00B81C2E"/>
    <w:rsid w:val="00B82480"/>
    <w:rsid w:val="00B83075"/>
    <w:rsid w:val="00B8320E"/>
    <w:rsid w:val="00B83236"/>
    <w:rsid w:val="00B83E2A"/>
    <w:rsid w:val="00B84F03"/>
    <w:rsid w:val="00B85464"/>
    <w:rsid w:val="00B8714E"/>
    <w:rsid w:val="00B8734E"/>
    <w:rsid w:val="00B87B58"/>
    <w:rsid w:val="00B87DFE"/>
    <w:rsid w:val="00B92F51"/>
    <w:rsid w:val="00B930B1"/>
    <w:rsid w:val="00B9343A"/>
    <w:rsid w:val="00B937BA"/>
    <w:rsid w:val="00B94174"/>
    <w:rsid w:val="00B953A2"/>
    <w:rsid w:val="00B966CA"/>
    <w:rsid w:val="00B96761"/>
    <w:rsid w:val="00B96C72"/>
    <w:rsid w:val="00BA0DE5"/>
    <w:rsid w:val="00BA1257"/>
    <w:rsid w:val="00BA265C"/>
    <w:rsid w:val="00BA30A9"/>
    <w:rsid w:val="00BA38EF"/>
    <w:rsid w:val="00BA393F"/>
    <w:rsid w:val="00BA3BDD"/>
    <w:rsid w:val="00BA50B9"/>
    <w:rsid w:val="00BA51AB"/>
    <w:rsid w:val="00BA5F76"/>
    <w:rsid w:val="00BA6174"/>
    <w:rsid w:val="00BA62B8"/>
    <w:rsid w:val="00BA64B6"/>
    <w:rsid w:val="00BA73C1"/>
    <w:rsid w:val="00BA757E"/>
    <w:rsid w:val="00BA75C1"/>
    <w:rsid w:val="00BA7E30"/>
    <w:rsid w:val="00BB029F"/>
    <w:rsid w:val="00BB2A0F"/>
    <w:rsid w:val="00BB2B9D"/>
    <w:rsid w:val="00BB2D04"/>
    <w:rsid w:val="00BB3A18"/>
    <w:rsid w:val="00BB3D04"/>
    <w:rsid w:val="00BB4331"/>
    <w:rsid w:val="00BB43C3"/>
    <w:rsid w:val="00BB4939"/>
    <w:rsid w:val="00BB54CC"/>
    <w:rsid w:val="00BB651A"/>
    <w:rsid w:val="00BB742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536C"/>
    <w:rsid w:val="00BE57E4"/>
    <w:rsid w:val="00BE6F60"/>
    <w:rsid w:val="00BE70E2"/>
    <w:rsid w:val="00BE7172"/>
    <w:rsid w:val="00BF06B4"/>
    <w:rsid w:val="00BF149A"/>
    <w:rsid w:val="00BF1661"/>
    <w:rsid w:val="00BF31FD"/>
    <w:rsid w:val="00BF336D"/>
    <w:rsid w:val="00BF3778"/>
    <w:rsid w:val="00BF454B"/>
    <w:rsid w:val="00BF4894"/>
    <w:rsid w:val="00BF53D3"/>
    <w:rsid w:val="00BF59BD"/>
    <w:rsid w:val="00BF6801"/>
    <w:rsid w:val="00BF6A4E"/>
    <w:rsid w:val="00BF6E9A"/>
    <w:rsid w:val="00BF6F28"/>
    <w:rsid w:val="00C00E57"/>
    <w:rsid w:val="00C0172C"/>
    <w:rsid w:val="00C01998"/>
    <w:rsid w:val="00C019F2"/>
    <w:rsid w:val="00C01CDC"/>
    <w:rsid w:val="00C03231"/>
    <w:rsid w:val="00C03B7E"/>
    <w:rsid w:val="00C03CBC"/>
    <w:rsid w:val="00C04418"/>
    <w:rsid w:val="00C046FF"/>
    <w:rsid w:val="00C04DE3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563A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0FF"/>
    <w:rsid w:val="00C23E73"/>
    <w:rsid w:val="00C24B6A"/>
    <w:rsid w:val="00C251B8"/>
    <w:rsid w:val="00C25E5F"/>
    <w:rsid w:val="00C269E4"/>
    <w:rsid w:val="00C26AB8"/>
    <w:rsid w:val="00C3025F"/>
    <w:rsid w:val="00C30664"/>
    <w:rsid w:val="00C30AEF"/>
    <w:rsid w:val="00C31376"/>
    <w:rsid w:val="00C31738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37FD9"/>
    <w:rsid w:val="00C4195A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66F"/>
    <w:rsid w:val="00C51825"/>
    <w:rsid w:val="00C5259B"/>
    <w:rsid w:val="00C52D1E"/>
    <w:rsid w:val="00C53042"/>
    <w:rsid w:val="00C534A8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18F5"/>
    <w:rsid w:val="00C6245C"/>
    <w:rsid w:val="00C643AA"/>
    <w:rsid w:val="00C64FE0"/>
    <w:rsid w:val="00C65B2C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3631"/>
    <w:rsid w:val="00C839AB"/>
    <w:rsid w:val="00C83B52"/>
    <w:rsid w:val="00C84C5F"/>
    <w:rsid w:val="00C8541E"/>
    <w:rsid w:val="00C856D9"/>
    <w:rsid w:val="00C859F3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CAF"/>
    <w:rsid w:val="00CA5F2E"/>
    <w:rsid w:val="00CA611A"/>
    <w:rsid w:val="00CA67A5"/>
    <w:rsid w:val="00CA6908"/>
    <w:rsid w:val="00CA7099"/>
    <w:rsid w:val="00CA7A7B"/>
    <w:rsid w:val="00CB0AC7"/>
    <w:rsid w:val="00CB0F52"/>
    <w:rsid w:val="00CB14AD"/>
    <w:rsid w:val="00CB152D"/>
    <w:rsid w:val="00CB22AF"/>
    <w:rsid w:val="00CB2D1A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5E2D"/>
    <w:rsid w:val="00CC65C0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A96"/>
    <w:rsid w:val="00CF0B3A"/>
    <w:rsid w:val="00CF0D6F"/>
    <w:rsid w:val="00CF203C"/>
    <w:rsid w:val="00CF4B09"/>
    <w:rsid w:val="00CF4DED"/>
    <w:rsid w:val="00CF4F9D"/>
    <w:rsid w:val="00CF5B44"/>
    <w:rsid w:val="00CF790F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2953"/>
    <w:rsid w:val="00D140FB"/>
    <w:rsid w:val="00D155F2"/>
    <w:rsid w:val="00D15A4E"/>
    <w:rsid w:val="00D16120"/>
    <w:rsid w:val="00D163A0"/>
    <w:rsid w:val="00D16AFF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3FA8"/>
    <w:rsid w:val="00D241A5"/>
    <w:rsid w:val="00D24484"/>
    <w:rsid w:val="00D24BE5"/>
    <w:rsid w:val="00D24F1D"/>
    <w:rsid w:val="00D253A9"/>
    <w:rsid w:val="00D256A9"/>
    <w:rsid w:val="00D275AB"/>
    <w:rsid w:val="00D2799B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B4F"/>
    <w:rsid w:val="00D42C34"/>
    <w:rsid w:val="00D42CF6"/>
    <w:rsid w:val="00D43EF5"/>
    <w:rsid w:val="00D44CA5"/>
    <w:rsid w:val="00D4589A"/>
    <w:rsid w:val="00D45B7E"/>
    <w:rsid w:val="00D46A76"/>
    <w:rsid w:val="00D46F80"/>
    <w:rsid w:val="00D479F8"/>
    <w:rsid w:val="00D47A1F"/>
    <w:rsid w:val="00D47A7B"/>
    <w:rsid w:val="00D50285"/>
    <w:rsid w:val="00D50725"/>
    <w:rsid w:val="00D5074B"/>
    <w:rsid w:val="00D50DCB"/>
    <w:rsid w:val="00D52050"/>
    <w:rsid w:val="00D5276D"/>
    <w:rsid w:val="00D531E0"/>
    <w:rsid w:val="00D535B0"/>
    <w:rsid w:val="00D53B16"/>
    <w:rsid w:val="00D53CE7"/>
    <w:rsid w:val="00D543DF"/>
    <w:rsid w:val="00D54F7E"/>
    <w:rsid w:val="00D55AE1"/>
    <w:rsid w:val="00D55D89"/>
    <w:rsid w:val="00D57437"/>
    <w:rsid w:val="00D5779C"/>
    <w:rsid w:val="00D57B0F"/>
    <w:rsid w:val="00D60564"/>
    <w:rsid w:val="00D60619"/>
    <w:rsid w:val="00D612EB"/>
    <w:rsid w:val="00D63660"/>
    <w:rsid w:val="00D6369D"/>
    <w:rsid w:val="00D63B12"/>
    <w:rsid w:val="00D644BB"/>
    <w:rsid w:val="00D660B5"/>
    <w:rsid w:val="00D665A8"/>
    <w:rsid w:val="00D66FB1"/>
    <w:rsid w:val="00D67ABA"/>
    <w:rsid w:val="00D71275"/>
    <w:rsid w:val="00D717CD"/>
    <w:rsid w:val="00D72124"/>
    <w:rsid w:val="00D72167"/>
    <w:rsid w:val="00D72357"/>
    <w:rsid w:val="00D7257A"/>
    <w:rsid w:val="00D725D4"/>
    <w:rsid w:val="00D725E3"/>
    <w:rsid w:val="00D734D2"/>
    <w:rsid w:val="00D7366F"/>
    <w:rsid w:val="00D7369A"/>
    <w:rsid w:val="00D74107"/>
    <w:rsid w:val="00D74812"/>
    <w:rsid w:val="00D75C91"/>
    <w:rsid w:val="00D76267"/>
    <w:rsid w:val="00D762B8"/>
    <w:rsid w:val="00D766DD"/>
    <w:rsid w:val="00D7704A"/>
    <w:rsid w:val="00D778B5"/>
    <w:rsid w:val="00D77A76"/>
    <w:rsid w:val="00D80285"/>
    <w:rsid w:val="00D807F8"/>
    <w:rsid w:val="00D808B6"/>
    <w:rsid w:val="00D81716"/>
    <w:rsid w:val="00D825A1"/>
    <w:rsid w:val="00D82A7F"/>
    <w:rsid w:val="00D831E7"/>
    <w:rsid w:val="00D84082"/>
    <w:rsid w:val="00D84189"/>
    <w:rsid w:val="00D8431C"/>
    <w:rsid w:val="00D84334"/>
    <w:rsid w:val="00D8435B"/>
    <w:rsid w:val="00D8481C"/>
    <w:rsid w:val="00D84C0D"/>
    <w:rsid w:val="00D84DBF"/>
    <w:rsid w:val="00D8542A"/>
    <w:rsid w:val="00D854F0"/>
    <w:rsid w:val="00D85E28"/>
    <w:rsid w:val="00D865BC"/>
    <w:rsid w:val="00D86902"/>
    <w:rsid w:val="00D86D42"/>
    <w:rsid w:val="00D8790A"/>
    <w:rsid w:val="00D87AB5"/>
    <w:rsid w:val="00D9028A"/>
    <w:rsid w:val="00D906B0"/>
    <w:rsid w:val="00D90D12"/>
    <w:rsid w:val="00D91C8E"/>
    <w:rsid w:val="00D922C3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5AB9"/>
    <w:rsid w:val="00DA5BA4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C2C"/>
    <w:rsid w:val="00DB799D"/>
    <w:rsid w:val="00DC046F"/>
    <w:rsid w:val="00DC09B9"/>
    <w:rsid w:val="00DC0ED6"/>
    <w:rsid w:val="00DC0FCB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5B"/>
    <w:rsid w:val="00DC76A2"/>
    <w:rsid w:val="00DC7C20"/>
    <w:rsid w:val="00DC7CCB"/>
    <w:rsid w:val="00DD0BDF"/>
    <w:rsid w:val="00DD2A52"/>
    <w:rsid w:val="00DD2A8A"/>
    <w:rsid w:val="00DD2C12"/>
    <w:rsid w:val="00DD48AD"/>
    <w:rsid w:val="00DD53EE"/>
    <w:rsid w:val="00DD5807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8CF"/>
    <w:rsid w:val="00DE590E"/>
    <w:rsid w:val="00DE6C32"/>
    <w:rsid w:val="00DF02EF"/>
    <w:rsid w:val="00DF199B"/>
    <w:rsid w:val="00DF20C6"/>
    <w:rsid w:val="00DF7169"/>
    <w:rsid w:val="00DF7966"/>
    <w:rsid w:val="00DF7CA7"/>
    <w:rsid w:val="00DF7D5B"/>
    <w:rsid w:val="00E005D7"/>
    <w:rsid w:val="00E0061D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3CDA"/>
    <w:rsid w:val="00E14B37"/>
    <w:rsid w:val="00E14C52"/>
    <w:rsid w:val="00E158D0"/>
    <w:rsid w:val="00E16D5D"/>
    <w:rsid w:val="00E20775"/>
    <w:rsid w:val="00E211F1"/>
    <w:rsid w:val="00E2226D"/>
    <w:rsid w:val="00E229C3"/>
    <w:rsid w:val="00E24852"/>
    <w:rsid w:val="00E24A65"/>
    <w:rsid w:val="00E252A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4B6C"/>
    <w:rsid w:val="00E34D5B"/>
    <w:rsid w:val="00E35838"/>
    <w:rsid w:val="00E35D1D"/>
    <w:rsid w:val="00E35FEF"/>
    <w:rsid w:val="00E3697E"/>
    <w:rsid w:val="00E371DB"/>
    <w:rsid w:val="00E37944"/>
    <w:rsid w:val="00E409D0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D06"/>
    <w:rsid w:val="00E5509A"/>
    <w:rsid w:val="00E561A9"/>
    <w:rsid w:val="00E5726F"/>
    <w:rsid w:val="00E57B13"/>
    <w:rsid w:val="00E57C77"/>
    <w:rsid w:val="00E601F4"/>
    <w:rsid w:val="00E60260"/>
    <w:rsid w:val="00E61354"/>
    <w:rsid w:val="00E61A5B"/>
    <w:rsid w:val="00E63699"/>
    <w:rsid w:val="00E638A9"/>
    <w:rsid w:val="00E63A97"/>
    <w:rsid w:val="00E640BE"/>
    <w:rsid w:val="00E64BFC"/>
    <w:rsid w:val="00E64D59"/>
    <w:rsid w:val="00E6543F"/>
    <w:rsid w:val="00E655E4"/>
    <w:rsid w:val="00E65DCD"/>
    <w:rsid w:val="00E669CE"/>
    <w:rsid w:val="00E66DE5"/>
    <w:rsid w:val="00E670A8"/>
    <w:rsid w:val="00E67F77"/>
    <w:rsid w:val="00E7062F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C1E"/>
    <w:rsid w:val="00E81CD6"/>
    <w:rsid w:val="00E822EA"/>
    <w:rsid w:val="00E8292B"/>
    <w:rsid w:val="00E82AE7"/>
    <w:rsid w:val="00E83093"/>
    <w:rsid w:val="00E8367C"/>
    <w:rsid w:val="00E83CAB"/>
    <w:rsid w:val="00E8471F"/>
    <w:rsid w:val="00E8479D"/>
    <w:rsid w:val="00E8550B"/>
    <w:rsid w:val="00E856E8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0FC"/>
    <w:rsid w:val="00E9445E"/>
    <w:rsid w:val="00E94C10"/>
    <w:rsid w:val="00E94D2F"/>
    <w:rsid w:val="00E953BD"/>
    <w:rsid w:val="00E96FD4"/>
    <w:rsid w:val="00EA0136"/>
    <w:rsid w:val="00EA0690"/>
    <w:rsid w:val="00EA1C4E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C58"/>
    <w:rsid w:val="00EB60CB"/>
    <w:rsid w:val="00EB63A4"/>
    <w:rsid w:val="00EB674D"/>
    <w:rsid w:val="00EC0547"/>
    <w:rsid w:val="00EC07F0"/>
    <w:rsid w:val="00EC0D83"/>
    <w:rsid w:val="00EC1DEC"/>
    <w:rsid w:val="00EC1FA7"/>
    <w:rsid w:val="00EC3C9E"/>
    <w:rsid w:val="00EC459B"/>
    <w:rsid w:val="00EC4C8D"/>
    <w:rsid w:val="00EC523E"/>
    <w:rsid w:val="00EC544B"/>
    <w:rsid w:val="00EC55CD"/>
    <w:rsid w:val="00EC641B"/>
    <w:rsid w:val="00EC66B1"/>
    <w:rsid w:val="00EC6749"/>
    <w:rsid w:val="00EC6832"/>
    <w:rsid w:val="00EC6D2C"/>
    <w:rsid w:val="00ED0092"/>
    <w:rsid w:val="00ED043E"/>
    <w:rsid w:val="00ED085E"/>
    <w:rsid w:val="00ED0C88"/>
    <w:rsid w:val="00ED0F56"/>
    <w:rsid w:val="00ED10CB"/>
    <w:rsid w:val="00ED14AE"/>
    <w:rsid w:val="00ED1961"/>
    <w:rsid w:val="00ED1DCE"/>
    <w:rsid w:val="00ED22F9"/>
    <w:rsid w:val="00ED23BD"/>
    <w:rsid w:val="00ED4E8B"/>
    <w:rsid w:val="00ED53F7"/>
    <w:rsid w:val="00ED6001"/>
    <w:rsid w:val="00ED76BF"/>
    <w:rsid w:val="00ED7BCA"/>
    <w:rsid w:val="00EE011F"/>
    <w:rsid w:val="00EE01E4"/>
    <w:rsid w:val="00EE04BB"/>
    <w:rsid w:val="00EE0DF8"/>
    <w:rsid w:val="00EE1361"/>
    <w:rsid w:val="00EE1369"/>
    <w:rsid w:val="00EE27CF"/>
    <w:rsid w:val="00EE32BD"/>
    <w:rsid w:val="00EE3305"/>
    <w:rsid w:val="00EE3967"/>
    <w:rsid w:val="00EE55DD"/>
    <w:rsid w:val="00EE678C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ECD"/>
    <w:rsid w:val="00EF3FA2"/>
    <w:rsid w:val="00EF5898"/>
    <w:rsid w:val="00EF5AE1"/>
    <w:rsid w:val="00EF5BBB"/>
    <w:rsid w:val="00EF6627"/>
    <w:rsid w:val="00EF6B51"/>
    <w:rsid w:val="00EF7620"/>
    <w:rsid w:val="00EF7995"/>
    <w:rsid w:val="00F031AC"/>
    <w:rsid w:val="00F03231"/>
    <w:rsid w:val="00F03262"/>
    <w:rsid w:val="00F035D8"/>
    <w:rsid w:val="00F04549"/>
    <w:rsid w:val="00F045BA"/>
    <w:rsid w:val="00F04673"/>
    <w:rsid w:val="00F04730"/>
    <w:rsid w:val="00F05BAB"/>
    <w:rsid w:val="00F05EF7"/>
    <w:rsid w:val="00F05F0E"/>
    <w:rsid w:val="00F05F5C"/>
    <w:rsid w:val="00F065CE"/>
    <w:rsid w:val="00F06B4B"/>
    <w:rsid w:val="00F06CF3"/>
    <w:rsid w:val="00F07105"/>
    <w:rsid w:val="00F07C1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826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420"/>
    <w:rsid w:val="00F24A07"/>
    <w:rsid w:val="00F254AE"/>
    <w:rsid w:val="00F26119"/>
    <w:rsid w:val="00F272FC"/>
    <w:rsid w:val="00F27AC1"/>
    <w:rsid w:val="00F3012F"/>
    <w:rsid w:val="00F322AD"/>
    <w:rsid w:val="00F33688"/>
    <w:rsid w:val="00F33B60"/>
    <w:rsid w:val="00F33E2C"/>
    <w:rsid w:val="00F3554E"/>
    <w:rsid w:val="00F3595F"/>
    <w:rsid w:val="00F36A76"/>
    <w:rsid w:val="00F36B24"/>
    <w:rsid w:val="00F36E3B"/>
    <w:rsid w:val="00F41275"/>
    <w:rsid w:val="00F41348"/>
    <w:rsid w:val="00F43EDC"/>
    <w:rsid w:val="00F44680"/>
    <w:rsid w:val="00F44CED"/>
    <w:rsid w:val="00F453DC"/>
    <w:rsid w:val="00F45473"/>
    <w:rsid w:val="00F4564B"/>
    <w:rsid w:val="00F45946"/>
    <w:rsid w:val="00F46AE7"/>
    <w:rsid w:val="00F46F1C"/>
    <w:rsid w:val="00F47264"/>
    <w:rsid w:val="00F473D6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0BE7"/>
    <w:rsid w:val="00F61878"/>
    <w:rsid w:val="00F61991"/>
    <w:rsid w:val="00F63636"/>
    <w:rsid w:val="00F64309"/>
    <w:rsid w:val="00F64989"/>
    <w:rsid w:val="00F65A42"/>
    <w:rsid w:val="00F661B7"/>
    <w:rsid w:val="00F70333"/>
    <w:rsid w:val="00F70396"/>
    <w:rsid w:val="00F70A6E"/>
    <w:rsid w:val="00F70AD5"/>
    <w:rsid w:val="00F71CE4"/>
    <w:rsid w:val="00F72802"/>
    <w:rsid w:val="00F74100"/>
    <w:rsid w:val="00F74D24"/>
    <w:rsid w:val="00F7566E"/>
    <w:rsid w:val="00F75E38"/>
    <w:rsid w:val="00F76C95"/>
    <w:rsid w:val="00F76E27"/>
    <w:rsid w:val="00F76FE9"/>
    <w:rsid w:val="00F779D6"/>
    <w:rsid w:val="00F77BD2"/>
    <w:rsid w:val="00F77D13"/>
    <w:rsid w:val="00F802E4"/>
    <w:rsid w:val="00F81339"/>
    <w:rsid w:val="00F8246A"/>
    <w:rsid w:val="00F824AC"/>
    <w:rsid w:val="00F831DA"/>
    <w:rsid w:val="00F83AB8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29E4"/>
    <w:rsid w:val="00F93879"/>
    <w:rsid w:val="00F94C73"/>
    <w:rsid w:val="00F96EC5"/>
    <w:rsid w:val="00F976BF"/>
    <w:rsid w:val="00F97AD8"/>
    <w:rsid w:val="00FA08F2"/>
    <w:rsid w:val="00FA1021"/>
    <w:rsid w:val="00FA2DFA"/>
    <w:rsid w:val="00FA3A52"/>
    <w:rsid w:val="00FA41CE"/>
    <w:rsid w:val="00FA58E7"/>
    <w:rsid w:val="00FA6148"/>
    <w:rsid w:val="00FA6446"/>
    <w:rsid w:val="00FA752D"/>
    <w:rsid w:val="00FB0B2F"/>
    <w:rsid w:val="00FB0F33"/>
    <w:rsid w:val="00FB12CA"/>
    <w:rsid w:val="00FB146C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666C"/>
    <w:rsid w:val="00FB758A"/>
    <w:rsid w:val="00FB7670"/>
    <w:rsid w:val="00FB7CD3"/>
    <w:rsid w:val="00FC045A"/>
    <w:rsid w:val="00FC1C5C"/>
    <w:rsid w:val="00FC219F"/>
    <w:rsid w:val="00FC4ADD"/>
    <w:rsid w:val="00FC514E"/>
    <w:rsid w:val="00FC52A8"/>
    <w:rsid w:val="00FC5A9F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68B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2E17"/>
    <w:rsid w:val="00FE35A0"/>
    <w:rsid w:val="00FE3A92"/>
    <w:rsid w:val="00FE3EF0"/>
    <w:rsid w:val="00FE463F"/>
    <w:rsid w:val="00FE4656"/>
    <w:rsid w:val="00FE46DB"/>
    <w:rsid w:val="00FE50F6"/>
    <w:rsid w:val="00FE5415"/>
    <w:rsid w:val="00FE6441"/>
    <w:rsid w:val="00FE6963"/>
    <w:rsid w:val="00FF0F84"/>
    <w:rsid w:val="00FF12C9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95A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00882D85"/>
    <w:pPr>
      <w:widowControl w:val="0"/>
      <w:autoSpaceDE w:val="0"/>
      <w:autoSpaceDN w:val="0"/>
      <w:adjustRightInd w:val="0"/>
    </w:pPr>
    <w:rPr>
      <w:rFonts w:eastAsia="Times New Roman" w:cs="Times New Roman"/>
      <w:sz w:val="26"/>
      <w:szCs w:val="26"/>
    </w:rPr>
  </w:style>
  <w:style w:type="character" w:customStyle="1" w:styleId="10">
    <w:name w:val="Стиль1 Знак"/>
    <w:basedOn w:val="DefaultParagraphFont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NormalWeb">
    <w:name w:val="Normal (Web)"/>
    <w:basedOn w:val="Normal"/>
    <w:uiPriority w:val="99"/>
    <w:rsid w:val="00C4195A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C4195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C41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4195A"/>
    <w:rPr>
      <w:rFonts w:ascii="Calibri" w:eastAsia="Times New Roman" w:hAnsi="Calibri" w:cs="Calibri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C41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4195A"/>
    <w:rPr>
      <w:rFonts w:ascii="Calibri" w:eastAsia="Times New Roman" w:hAnsi="Calibri" w:cs="Calibri"/>
      <w:lang w:eastAsia="ar-SA" w:bidi="ar-SA"/>
    </w:rPr>
  </w:style>
  <w:style w:type="paragraph" w:styleId="ListParagraph">
    <w:name w:val="List Paragraph"/>
    <w:basedOn w:val="Normal"/>
    <w:uiPriority w:val="99"/>
    <w:qFormat/>
    <w:rsid w:val="004164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195</TotalTime>
  <Pages>1</Pages>
  <Words>230</Words>
  <Characters>1311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Bogdanova</dc:creator>
  <cp:keywords/>
  <dc:description/>
  <cp:lastModifiedBy>Мунуслуги</cp:lastModifiedBy>
  <cp:revision>6</cp:revision>
  <cp:lastPrinted>2014-01-09T03:03:00Z</cp:lastPrinted>
  <dcterms:created xsi:type="dcterms:W3CDTF">2013-12-25T08:50:00Z</dcterms:created>
  <dcterms:modified xsi:type="dcterms:W3CDTF">2014-01-10T04:19:00Z</dcterms:modified>
</cp:coreProperties>
</file>