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6B" w:rsidRPr="00ED37EF" w:rsidRDefault="001D576B" w:rsidP="000243C2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bookmarkStart w:id="0" w:name="Par9910"/>
      <w:bookmarkEnd w:id="0"/>
      <w:r w:rsidRPr="00ED37EF">
        <w:rPr>
          <w:sz w:val="26"/>
          <w:szCs w:val="26"/>
        </w:rPr>
        <w:t>Приложение 3</w:t>
      </w:r>
    </w:p>
    <w:p w:rsidR="001D576B" w:rsidRPr="00ED37EF" w:rsidRDefault="001D576B" w:rsidP="000243C2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D37EF">
        <w:rPr>
          <w:sz w:val="26"/>
          <w:szCs w:val="26"/>
        </w:rPr>
        <w:t>к Программе</w:t>
      </w:r>
    </w:p>
    <w:p w:rsidR="001D576B" w:rsidRPr="00ED37EF" w:rsidRDefault="001D576B" w:rsidP="000243C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D576B" w:rsidRPr="00ED37EF" w:rsidRDefault="001D576B" w:rsidP="000243C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D576B" w:rsidRPr="00ED37EF" w:rsidRDefault="001D576B" w:rsidP="000243C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D576B" w:rsidRPr="00ED37EF" w:rsidRDefault="001D576B" w:rsidP="000243C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ED37EF">
        <w:rPr>
          <w:sz w:val="26"/>
          <w:szCs w:val="26"/>
        </w:rPr>
        <w:t>Комплекс мероприятий</w:t>
      </w:r>
    </w:p>
    <w:p w:rsidR="001D576B" w:rsidRPr="00ED37EF" w:rsidRDefault="001D576B" w:rsidP="000243C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ED37EF">
        <w:rPr>
          <w:sz w:val="26"/>
          <w:szCs w:val="26"/>
        </w:rPr>
        <w:t xml:space="preserve">по совершенствованию нормативно-правовой базы </w:t>
      </w:r>
    </w:p>
    <w:p w:rsidR="001D576B" w:rsidRPr="00ED37EF" w:rsidRDefault="001D576B" w:rsidP="000243C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ED37EF">
        <w:rPr>
          <w:sz w:val="26"/>
          <w:szCs w:val="26"/>
        </w:rPr>
        <w:t>муниципального образования город Сорск</w:t>
      </w:r>
    </w:p>
    <w:p w:rsidR="001D576B" w:rsidRPr="00ED37EF" w:rsidRDefault="001D576B" w:rsidP="000243C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402"/>
        <w:gridCol w:w="1914"/>
        <w:gridCol w:w="1914"/>
        <w:gridCol w:w="1842"/>
      </w:tblGrid>
      <w:tr w:rsidR="001D576B" w:rsidRPr="00AF3743" w:rsidTr="00E92A98">
        <w:trPr>
          <w:trHeight w:val="146"/>
        </w:trPr>
        <w:tc>
          <w:tcPr>
            <w:tcW w:w="567" w:type="dxa"/>
          </w:tcPr>
          <w:p w:rsidR="001D576B" w:rsidRPr="00394454" w:rsidRDefault="001D576B" w:rsidP="00394454">
            <w:pPr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  <w:r w:rsidRPr="00394454">
              <w:rPr>
                <w:sz w:val="22"/>
                <w:szCs w:val="22"/>
              </w:rPr>
              <w:t>№ п/п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Содержание мероприятия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Вид документа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Ответственные исполнители</w:t>
            </w:r>
          </w:p>
        </w:tc>
        <w:tc>
          <w:tcPr>
            <w:tcW w:w="1842" w:type="dxa"/>
          </w:tcPr>
          <w:p w:rsidR="001D576B" w:rsidRDefault="001D576B" w:rsidP="00394454">
            <w:pPr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 xml:space="preserve">Срок </w:t>
            </w:r>
          </w:p>
          <w:p w:rsidR="001D576B" w:rsidRDefault="001D576B" w:rsidP="00394454">
            <w:pPr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 xml:space="preserve">исполнения, </w:t>
            </w:r>
          </w:p>
          <w:p w:rsidR="001D576B" w:rsidRPr="00394454" w:rsidRDefault="001D576B" w:rsidP="00394454">
            <w:pPr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г</w:t>
            </w:r>
            <w:r w:rsidRPr="00394454">
              <w:rPr>
                <w:sz w:val="22"/>
                <w:szCs w:val="22"/>
              </w:rPr>
              <w:t>о</w:t>
            </w:r>
            <w:r w:rsidRPr="00394454">
              <w:rPr>
                <w:sz w:val="22"/>
                <w:szCs w:val="22"/>
              </w:rPr>
              <w:t>ды</w:t>
            </w:r>
          </w:p>
        </w:tc>
      </w:tr>
      <w:tr w:rsidR="001D576B" w:rsidRPr="00AF3743" w:rsidTr="00E92A98">
        <w:trPr>
          <w:trHeight w:val="70"/>
        </w:trPr>
        <w:tc>
          <w:tcPr>
            <w:tcW w:w="567" w:type="dxa"/>
            <w:noWrap/>
          </w:tcPr>
          <w:p w:rsidR="001D576B" w:rsidRPr="00394454" w:rsidRDefault="001D576B" w:rsidP="00394454">
            <w:pPr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3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5</w:t>
            </w:r>
          </w:p>
        </w:tc>
      </w:tr>
      <w:tr w:rsidR="001D576B" w:rsidTr="00E92A98">
        <w:tc>
          <w:tcPr>
            <w:tcW w:w="9639" w:type="dxa"/>
            <w:gridSpan w:val="5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1.Достижение экономического роста и конкурентоспособности в реальном секторе экономики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1.1.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программы «Развитие сельскохозяйственного прои</w:t>
            </w:r>
            <w:r w:rsidRPr="00394454">
              <w:rPr>
                <w:sz w:val="22"/>
                <w:szCs w:val="22"/>
              </w:rPr>
              <w:t>з</w:t>
            </w:r>
            <w:r w:rsidRPr="00394454">
              <w:rPr>
                <w:sz w:val="22"/>
                <w:szCs w:val="22"/>
              </w:rPr>
              <w:t>водства на территории муниц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пального образования город Сорск на 2017-2019 годы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Администрация города Сорска,</w:t>
            </w:r>
          </w:p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Сектор сельского хозяйства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1.2.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программы «Упра</w:t>
            </w:r>
            <w:r w:rsidRPr="00394454">
              <w:rPr>
                <w:sz w:val="22"/>
                <w:szCs w:val="22"/>
              </w:rPr>
              <w:t>в</w:t>
            </w:r>
            <w:r w:rsidRPr="00394454">
              <w:rPr>
                <w:sz w:val="22"/>
                <w:szCs w:val="22"/>
              </w:rPr>
              <w:t>ление муниципальным имущес</w:t>
            </w:r>
            <w:r w:rsidRPr="00394454">
              <w:rPr>
                <w:sz w:val="22"/>
                <w:szCs w:val="22"/>
              </w:rPr>
              <w:t>т</w:t>
            </w:r>
            <w:r w:rsidRPr="00394454">
              <w:rPr>
                <w:sz w:val="22"/>
                <w:szCs w:val="22"/>
              </w:rPr>
              <w:t>вом муниципального образов</w:t>
            </w:r>
            <w:r w:rsidRPr="00394454">
              <w:rPr>
                <w:sz w:val="22"/>
                <w:szCs w:val="22"/>
              </w:rPr>
              <w:t>а</w:t>
            </w:r>
            <w:r w:rsidRPr="00394454">
              <w:rPr>
                <w:sz w:val="22"/>
                <w:szCs w:val="22"/>
              </w:rPr>
              <w:t>ния город Сорск (2017-2019 г</w:t>
            </w:r>
            <w:r w:rsidRPr="00394454">
              <w:rPr>
                <w:sz w:val="22"/>
                <w:szCs w:val="22"/>
              </w:rPr>
              <w:t>о</w:t>
            </w:r>
            <w:r w:rsidRPr="00394454">
              <w:rPr>
                <w:sz w:val="22"/>
                <w:szCs w:val="22"/>
              </w:rPr>
              <w:t>ды)»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  <w:r w:rsidRPr="00394454">
              <w:rPr>
                <w:sz w:val="22"/>
                <w:szCs w:val="22"/>
              </w:rPr>
              <w:tab/>
            </w:r>
            <w:r w:rsidRPr="00394454">
              <w:rPr>
                <w:sz w:val="22"/>
                <w:szCs w:val="22"/>
              </w:rPr>
              <w:tab/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Администрация города Сорска, Отдел правового регулирования и управления м</w:t>
            </w:r>
            <w:r w:rsidRPr="00394454">
              <w:rPr>
                <w:sz w:val="22"/>
                <w:szCs w:val="22"/>
              </w:rPr>
              <w:t>у</w:t>
            </w:r>
            <w:r w:rsidRPr="00394454">
              <w:rPr>
                <w:sz w:val="22"/>
                <w:szCs w:val="22"/>
              </w:rPr>
              <w:t>ниципальным имуществом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1.3.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программы «Развитие субъектов малого и среднего предпринимательства на терр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тории муниципального образов</w:t>
            </w:r>
            <w:r w:rsidRPr="00394454">
              <w:rPr>
                <w:sz w:val="22"/>
                <w:szCs w:val="22"/>
              </w:rPr>
              <w:t>а</w:t>
            </w:r>
            <w:r w:rsidRPr="00394454">
              <w:rPr>
                <w:sz w:val="22"/>
                <w:szCs w:val="22"/>
              </w:rPr>
              <w:t>ния город Сорск на 2017-2019 годы»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Администрация города Сорска, Отдел правово-горегулирова-ния и управле-ниямуници-пальнымиму-ществом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1.4.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программы «Развитие транспортной системы муниц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пального образования город Сорск (2017-2019 годы)»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Управление ЖКХ администрации города Сорска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1.5.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программы «Содейс</w:t>
            </w:r>
            <w:r w:rsidRPr="00394454">
              <w:rPr>
                <w:sz w:val="22"/>
                <w:szCs w:val="22"/>
              </w:rPr>
              <w:t>т</w:t>
            </w:r>
            <w:r w:rsidRPr="00394454">
              <w:rPr>
                <w:sz w:val="22"/>
                <w:szCs w:val="22"/>
              </w:rPr>
              <w:t>вие занятости нас</w:t>
            </w:r>
            <w:r w:rsidRPr="00394454">
              <w:rPr>
                <w:sz w:val="22"/>
                <w:szCs w:val="22"/>
              </w:rPr>
              <w:t>е</w:t>
            </w:r>
            <w:r w:rsidRPr="00394454">
              <w:rPr>
                <w:sz w:val="22"/>
                <w:szCs w:val="22"/>
              </w:rPr>
              <w:t>ления города Сорска Ре</w:t>
            </w:r>
            <w:r w:rsidRPr="00394454">
              <w:rPr>
                <w:sz w:val="22"/>
                <w:szCs w:val="22"/>
              </w:rPr>
              <w:t>с</w:t>
            </w:r>
            <w:r w:rsidRPr="00394454">
              <w:rPr>
                <w:sz w:val="22"/>
                <w:szCs w:val="22"/>
              </w:rPr>
              <w:t>публики Хакасия (2014-2016 годы)»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 xml:space="preserve">Администрация города Сорска, </w:t>
            </w:r>
          </w:p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Центр занятости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72" w:type="dxa"/>
            <w:gridSpan w:val="4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Другие нормативно-правовые акты по мере необходимости</w:t>
            </w:r>
          </w:p>
        </w:tc>
      </w:tr>
      <w:tr w:rsidR="001D576B" w:rsidTr="00E92A98">
        <w:tc>
          <w:tcPr>
            <w:tcW w:w="9639" w:type="dxa"/>
            <w:gridSpan w:val="5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2. Развитие человеческого потенциала при достижении оптимального уровня обеспеченности нас</w:t>
            </w:r>
            <w:r w:rsidRPr="00394454">
              <w:rPr>
                <w:sz w:val="22"/>
                <w:szCs w:val="22"/>
              </w:rPr>
              <w:t>е</w:t>
            </w:r>
            <w:r w:rsidRPr="00394454">
              <w:rPr>
                <w:sz w:val="22"/>
                <w:szCs w:val="22"/>
              </w:rPr>
              <w:t>ления социальными услугами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2.1.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программы "Перес</w:t>
            </w:r>
            <w:r w:rsidRPr="00394454">
              <w:rPr>
                <w:sz w:val="22"/>
                <w:szCs w:val="22"/>
              </w:rPr>
              <w:t>е</w:t>
            </w:r>
            <w:r w:rsidRPr="00394454">
              <w:rPr>
                <w:sz w:val="22"/>
                <w:szCs w:val="22"/>
              </w:rPr>
              <w:t>ление жителей м</w:t>
            </w:r>
            <w:r w:rsidRPr="00394454">
              <w:rPr>
                <w:sz w:val="22"/>
                <w:szCs w:val="22"/>
              </w:rPr>
              <w:t>у</w:t>
            </w:r>
            <w:r w:rsidRPr="00394454">
              <w:rPr>
                <w:sz w:val="22"/>
                <w:szCs w:val="22"/>
              </w:rPr>
              <w:t>ниципального образования город Сорск из ав</w:t>
            </w:r>
            <w:r w:rsidRPr="00394454">
              <w:rPr>
                <w:sz w:val="22"/>
                <w:szCs w:val="22"/>
              </w:rPr>
              <w:t>а</w:t>
            </w:r>
            <w:r w:rsidRPr="00394454">
              <w:rPr>
                <w:sz w:val="22"/>
                <w:szCs w:val="22"/>
              </w:rPr>
              <w:t>рийного и непригодного для прожив</w:t>
            </w:r>
            <w:r w:rsidRPr="00394454">
              <w:rPr>
                <w:sz w:val="22"/>
                <w:szCs w:val="22"/>
              </w:rPr>
              <w:t>а</w:t>
            </w:r>
            <w:r w:rsidRPr="00394454">
              <w:rPr>
                <w:sz w:val="22"/>
                <w:szCs w:val="22"/>
              </w:rPr>
              <w:t>ния жилищного фонда на 2016-2019 годы"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  <w:r w:rsidRPr="00394454">
              <w:rPr>
                <w:sz w:val="22"/>
                <w:szCs w:val="22"/>
              </w:rPr>
              <w:tab/>
            </w:r>
            <w:r w:rsidRPr="00394454">
              <w:rPr>
                <w:sz w:val="22"/>
                <w:szCs w:val="22"/>
              </w:rPr>
              <w:tab/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Управление ЖКХ админи-страции города Сорска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2015</w:t>
            </w:r>
          </w:p>
        </w:tc>
      </w:tr>
      <w:tr w:rsidR="001D576B" w:rsidTr="00E92A98">
        <w:trPr>
          <w:trHeight w:val="2050"/>
        </w:trPr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2.2.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программы "Повыш</w:t>
            </w:r>
            <w:r w:rsidRPr="00394454">
              <w:rPr>
                <w:sz w:val="22"/>
                <w:szCs w:val="22"/>
              </w:rPr>
              <w:t>е</w:t>
            </w:r>
            <w:r w:rsidRPr="00394454">
              <w:rPr>
                <w:sz w:val="22"/>
                <w:szCs w:val="22"/>
              </w:rPr>
              <w:t>ние устойчивости жилых домов, основных объектов и систем жизнеобеспечения в сейсмич</w:t>
            </w:r>
            <w:r w:rsidRPr="00394454">
              <w:rPr>
                <w:sz w:val="22"/>
                <w:szCs w:val="22"/>
              </w:rPr>
              <w:t>е</w:t>
            </w:r>
            <w:r w:rsidRPr="00394454">
              <w:rPr>
                <w:sz w:val="22"/>
                <w:szCs w:val="22"/>
              </w:rPr>
              <w:t>ских районах муниципального образования город Сорск на 2016-2019 годы"</w:t>
            </w:r>
            <w:r w:rsidRPr="00394454">
              <w:rPr>
                <w:sz w:val="22"/>
                <w:szCs w:val="22"/>
              </w:rPr>
              <w:tab/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Управление ЖКХ админи-страции города Сорска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2015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2.3.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программы "Развитие системы образования в муниц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пальном о</w:t>
            </w:r>
            <w:r w:rsidRPr="00394454">
              <w:rPr>
                <w:sz w:val="22"/>
                <w:szCs w:val="22"/>
              </w:rPr>
              <w:t>б</w:t>
            </w:r>
            <w:r w:rsidRPr="00394454">
              <w:rPr>
                <w:sz w:val="22"/>
                <w:szCs w:val="22"/>
              </w:rPr>
              <w:t>разовании г.Сорск на 2017-2019 годы"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Отдел образов</w:t>
            </w:r>
            <w:r w:rsidRPr="00394454">
              <w:rPr>
                <w:sz w:val="22"/>
                <w:szCs w:val="22"/>
              </w:rPr>
              <w:t>а</w:t>
            </w:r>
            <w:r w:rsidRPr="00394454">
              <w:rPr>
                <w:sz w:val="22"/>
                <w:szCs w:val="22"/>
              </w:rPr>
              <w:t>ния администр</w:t>
            </w:r>
            <w:r w:rsidRPr="00394454">
              <w:rPr>
                <w:sz w:val="22"/>
                <w:szCs w:val="22"/>
              </w:rPr>
              <w:t>а</w:t>
            </w:r>
            <w:r w:rsidRPr="00394454">
              <w:rPr>
                <w:sz w:val="22"/>
                <w:szCs w:val="22"/>
              </w:rPr>
              <w:t>ции города Со</w:t>
            </w:r>
            <w:r w:rsidRPr="00394454">
              <w:rPr>
                <w:sz w:val="22"/>
                <w:szCs w:val="22"/>
              </w:rPr>
              <w:t>р</w:t>
            </w:r>
            <w:r w:rsidRPr="00394454">
              <w:rPr>
                <w:sz w:val="22"/>
                <w:szCs w:val="22"/>
              </w:rPr>
              <w:t>ска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2.4.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программы "Развитие культуры муниципального обр</w:t>
            </w:r>
            <w:r w:rsidRPr="00394454">
              <w:rPr>
                <w:sz w:val="22"/>
                <w:szCs w:val="22"/>
              </w:rPr>
              <w:t>а</w:t>
            </w:r>
            <w:r w:rsidRPr="00394454">
              <w:rPr>
                <w:sz w:val="22"/>
                <w:szCs w:val="22"/>
              </w:rPr>
              <w:t>зования г.Сорск на 2017-2019 годы"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Управление культуры, спорта, молодежной п</w:t>
            </w:r>
            <w:r w:rsidRPr="00394454">
              <w:rPr>
                <w:sz w:val="22"/>
                <w:szCs w:val="22"/>
              </w:rPr>
              <w:t>о</w:t>
            </w:r>
            <w:r w:rsidRPr="00394454">
              <w:rPr>
                <w:sz w:val="22"/>
                <w:szCs w:val="22"/>
              </w:rPr>
              <w:t>литики админ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страции города Сорска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2.5.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</w:t>
            </w:r>
            <w:r w:rsidRPr="00394454">
              <w:rPr>
                <w:sz w:val="22"/>
                <w:szCs w:val="22"/>
              </w:rPr>
              <w:t>м</w:t>
            </w:r>
            <w:r w:rsidRPr="00394454">
              <w:rPr>
                <w:sz w:val="22"/>
                <w:szCs w:val="22"/>
              </w:rPr>
              <w:t>мы"Дети-сироты" (2017-2019гг.)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Отдел образо-ванияадмини-страции города Сорска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2.6.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программы "Развитие физической кул</w:t>
            </w:r>
            <w:r w:rsidRPr="00394454">
              <w:rPr>
                <w:sz w:val="22"/>
                <w:szCs w:val="22"/>
              </w:rPr>
              <w:t>ь</w:t>
            </w:r>
            <w:r w:rsidRPr="00394454">
              <w:rPr>
                <w:sz w:val="22"/>
                <w:szCs w:val="22"/>
              </w:rPr>
              <w:t>туры, спорта, молодежной политики, в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ципальном образовании город Сорск на 2017-2019 годы"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Управление культуры, спор-та, молодежной политики адми-нистрацииго-рода Сорска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rPr>
          <w:trHeight w:val="2204"/>
        </w:trPr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2.7.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</w:t>
            </w:r>
            <w:r w:rsidRPr="00394454">
              <w:rPr>
                <w:sz w:val="22"/>
                <w:szCs w:val="22"/>
              </w:rPr>
              <w:t>м</w:t>
            </w:r>
            <w:r w:rsidRPr="00394454">
              <w:rPr>
                <w:sz w:val="22"/>
                <w:szCs w:val="22"/>
              </w:rPr>
              <w:t>мы"Противодействие незаконн</w:t>
            </w:r>
            <w:r w:rsidRPr="00394454">
              <w:rPr>
                <w:sz w:val="22"/>
                <w:szCs w:val="22"/>
              </w:rPr>
              <w:t>о</w:t>
            </w:r>
            <w:r w:rsidRPr="00394454">
              <w:rPr>
                <w:sz w:val="22"/>
                <w:szCs w:val="22"/>
              </w:rPr>
              <w:t>му обороту наркотиков, сниж</w:t>
            </w:r>
            <w:r w:rsidRPr="00394454">
              <w:rPr>
                <w:sz w:val="22"/>
                <w:szCs w:val="22"/>
              </w:rPr>
              <w:t>е</w:t>
            </w:r>
            <w:r w:rsidRPr="00394454">
              <w:rPr>
                <w:sz w:val="22"/>
                <w:szCs w:val="22"/>
              </w:rPr>
              <w:t>ние масштабов наркотизации и алкоголизации населения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</w:t>
            </w:r>
            <w:r w:rsidRPr="00394454">
              <w:rPr>
                <w:sz w:val="22"/>
                <w:szCs w:val="22"/>
              </w:rPr>
              <w:t>ь</w:t>
            </w:r>
            <w:r w:rsidRPr="00394454">
              <w:rPr>
                <w:sz w:val="22"/>
                <w:szCs w:val="22"/>
              </w:rPr>
              <w:t>ного образования город Сорск (2017-2019 годы)"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Администрация города Сорска, администрати</w:t>
            </w:r>
            <w:r w:rsidRPr="00394454">
              <w:rPr>
                <w:sz w:val="22"/>
                <w:szCs w:val="22"/>
              </w:rPr>
              <w:t>в</w:t>
            </w:r>
            <w:r w:rsidRPr="00394454">
              <w:rPr>
                <w:sz w:val="22"/>
                <w:szCs w:val="22"/>
              </w:rPr>
              <w:t>ная комиссия, КДН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2.8.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програм-мы "Соц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альная политика на территории муниципального образования город Сорск на 2017-2019 годы"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Администрация города Сорска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c>
          <w:tcPr>
            <w:tcW w:w="9639" w:type="dxa"/>
            <w:gridSpan w:val="5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3. Организация туристских и рекреационных зон</w:t>
            </w:r>
            <w:r w:rsidRPr="00394454">
              <w:rPr>
                <w:sz w:val="22"/>
                <w:szCs w:val="22"/>
              </w:rPr>
              <w:tab/>
            </w:r>
            <w:r w:rsidRPr="00394454">
              <w:rPr>
                <w:sz w:val="22"/>
                <w:szCs w:val="22"/>
              </w:rPr>
              <w:tab/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3.1.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ципальнойпрограм-мы «Развитие туризма в муниципальном обр</w:t>
            </w:r>
            <w:r w:rsidRPr="00394454">
              <w:rPr>
                <w:sz w:val="22"/>
                <w:szCs w:val="22"/>
              </w:rPr>
              <w:t>а</w:t>
            </w:r>
            <w:r w:rsidRPr="00394454">
              <w:rPr>
                <w:sz w:val="22"/>
                <w:szCs w:val="22"/>
              </w:rPr>
              <w:t>зовании г</w:t>
            </w:r>
            <w:r w:rsidRPr="00394454">
              <w:rPr>
                <w:sz w:val="22"/>
                <w:szCs w:val="22"/>
              </w:rPr>
              <w:t>о</w:t>
            </w:r>
            <w:r w:rsidRPr="00394454">
              <w:rPr>
                <w:sz w:val="22"/>
                <w:szCs w:val="22"/>
              </w:rPr>
              <w:t>род Сорск на 2017-2019 г</w:t>
            </w:r>
            <w:r w:rsidRPr="00394454">
              <w:rPr>
                <w:sz w:val="22"/>
                <w:szCs w:val="22"/>
              </w:rPr>
              <w:t>о</w:t>
            </w:r>
            <w:r w:rsidRPr="00394454">
              <w:rPr>
                <w:sz w:val="22"/>
                <w:szCs w:val="22"/>
              </w:rPr>
              <w:t>ды»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Администрация города Сорска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c>
          <w:tcPr>
            <w:tcW w:w="9639" w:type="dxa"/>
            <w:gridSpan w:val="5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4. Обеспечение безопасной жизни населения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4.1.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програм-мы"Обеспечение общес</w:t>
            </w:r>
            <w:r w:rsidRPr="00394454">
              <w:rPr>
                <w:sz w:val="22"/>
                <w:szCs w:val="22"/>
              </w:rPr>
              <w:t>т</w:t>
            </w:r>
            <w:r w:rsidRPr="00394454">
              <w:rPr>
                <w:sz w:val="22"/>
                <w:szCs w:val="22"/>
              </w:rPr>
              <w:t>венного порядка и противодействия пр</w:t>
            </w:r>
            <w:r w:rsidRPr="00394454">
              <w:rPr>
                <w:sz w:val="22"/>
                <w:szCs w:val="22"/>
              </w:rPr>
              <w:t>е</w:t>
            </w:r>
            <w:r w:rsidRPr="00394454">
              <w:rPr>
                <w:sz w:val="22"/>
                <w:szCs w:val="22"/>
              </w:rPr>
              <w:t>ступности на территории горо</w:t>
            </w:r>
            <w:r w:rsidRPr="00394454">
              <w:rPr>
                <w:sz w:val="22"/>
                <w:szCs w:val="22"/>
              </w:rPr>
              <w:t>д</w:t>
            </w:r>
            <w:r w:rsidRPr="00394454">
              <w:rPr>
                <w:sz w:val="22"/>
                <w:szCs w:val="22"/>
              </w:rPr>
              <w:t>ского о</w:t>
            </w:r>
            <w:r w:rsidRPr="00394454">
              <w:rPr>
                <w:sz w:val="22"/>
                <w:szCs w:val="22"/>
              </w:rPr>
              <w:t>к</w:t>
            </w:r>
            <w:r w:rsidRPr="00394454">
              <w:rPr>
                <w:sz w:val="22"/>
                <w:szCs w:val="22"/>
              </w:rPr>
              <w:t>руга г.Сорск (2017-2019 г</w:t>
            </w:r>
            <w:r w:rsidRPr="00394454">
              <w:rPr>
                <w:sz w:val="22"/>
                <w:szCs w:val="22"/>
              </w:rPr>
              <w:t>о</w:t>
            </w:r>
            <w:r w:rsidRPr="00394454">
              <w:rPr>
                <w:sz w:val="22"/>
                <w:szCs w:val="22"/>
              </w:rPr>
              <w:t>ды)"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Администрация города Сорска, административ-ная комиссия, КДН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4.2.</w:t>
            </w:r>
          </w:p>
        </w:tc>
        <w:tc>
          <w:tcPr>
            <w:tcW w:w="340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Разработка и утверждение мун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ципальной программы "Защита населения и территории муниц</w:t>
            </w:r>
            <w:r w:rsidRPr="00394454">
              <w:rPr>
                <w:sz w:val="22"/>
                <w:szCs w:val="22"/>
              </w:rPr>
              <w:t>и</w:t>
            </w:r>
            <w:r w:rsidRPr="00394454">
              <w:rPr>
                <w:sz w:val="22"/>
                <w:szCs w:val="22"/>
              </w:rPr>
              <w:t>пального обр</w:t>
            </w:r>
            <w:r w:rsidRPr="00394454">
              <w:rPr>
                <w:sz w:val="22"/>
                <w:szCs w:val="22"/>
              </w:rPr>
              <w:t>а</w:t>
            </w:r>
            <w:r w:rsidRPr="00394454">
              <w:rPr>
                <w:sz w:val="22"/>
                <w:szCs w:val="22"/>
              </w:rPr>
              <w:t>зования город Сорск от чрезвычайных ситу</w:t>
            </w:r>
            <w:r w:rsidRPr="00394454">
              <w:rPr>
                <w:sz w:val="22"/>
                <w:szCs w:val="22"/>
              </w:rPr>
              <w:t>а</w:t>
            </w:r>
            <w:r w:rsidRPr="00394454">
              <w:rPr>
                <w:sz w:val="22"/>
                <w:szCs w:val="22"/>
              </w:rPr>
              <w:t>ций, обеспечение пожарной без</w:t>
            </w:r>
            <w:r w:rsidRPr="00394454">
              <w:rPr>
                <w:sz w:val="22"/>
                <w:szCs w:val="22"/>
              </w:rPr>
              <w:t>о</w:t>
            </w:r>
            <w:r w:rsidRPr="00394454">
              <w:rPr>
                <w:sz w:val="22"/>
                <w:szCs w:val="22"/>
              </w:rPr>
              <w:t>пасности и безопасности людей на водных объектах на 2017-2019 годы"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Постановление администрации города Сорска</w:t>
            </w:r>
          </w:p>
        </w:tc>
        <w:tc>
          <w:tcPr>
            <w:tcW w:w="1914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Администрация города Сорска</w:t>
            </w:r>
          </w:p>
        </w:tc>
        <w:tc>
          <w:tcPr>
            <w:tcW w:w="1842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2016</w:t>
            </w:r>
          </w:p>
        </w:tc>
      </w:tr>
      <w:tr w:rsidR="001D576B" w:rsidTr="00E92A98">
        <w:tc>
          <w:tcPr>
            <w:tcW w:w="567" w:type="dxa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072" w:type="dxa"/>
            <w:gridSpan w:val="4"/>
          </w:tcPr>
          <w:p w:rsidR="001D576B" w:rsidRPr="00394454" w:rsidRDefault="001D576B" w:rsidP="0039445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454">
              <w:rPr>
                <w:sz w:val="22"/>
                <w:szCs w:val="22"/>
              </w:rPr>
              <w:t>Другие нормативно-правовые акты по мере необходимости</w:t>
            </w:r>
          </w:p>
        </w:tc>
      </w:tr>
    </w:tbl>
    <w:p w:rsidR="001D576B" w:rsidRDefault="001D576B" w:rsidP="000243C2">
      <w:pPr>
        <w:widowControl w:val="0"/>
        <w:autoSpaceDE w:val="0"/>
        <w:autoSpaceDN w:val="0"/>
        <w:adjustRightInd w:val="0"/>
        <w:jc w:val="center"/>
      </w:pPr>
    </w:p>
    <w:p w:rsidR="001D576B" w:rsidRDefault="001D576B" w:rsidP="000243C2">
      <w:pPr>
        <w:widowControl w:val="0"/>
        <w:autoSpaceDE w:val="0"/>
        <w:autoSpaceDN w:val="0"/>
        <w:adjustRightInd w:val="0"/>
        <w:jc w:val="center"/>
      </w:pPr>
    </w:p>
    <w:p w:rsidR="001D576B" w:rsidRDefault="001D576B" w:rsidP="000243C2"/>
    <w:sectPr w:rsidR="001D576B" w:rsidSect="00675320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567"/>
  <w:drawingGridVerticalSpacing w:val="567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F98"/>
    <w:rsid w:val="000243C2"/>
    <w:rsid w:val="0002681F"/>
    <w:rsid w:val="00044F98"/>
    <w:rsid w:val="00067110"/>
    <w:rsid w:val="00157CDA"/>
    <w:rsid w:val="001D576B"/>
    <w:rsid w:val="002C2D0E"/>
    <w:rsid w:val="002D3D4D"/>
    <w:rsid w:val="003724E9"/>
    <w:rsid w:val="00394454"/>
    <w:rsid w:val="004375AB"/>
    <w:rsid w:val="00440C03"/>
    <w:rsid w:val="00456427"/>
    <w:rsid w:val="00675320"/>
    <w:rsid w:val="008516AC"/>
    <w:rsid w:val="008A36FB"/>
    <w:rsid w:val="00916F3A"/>
    <w:rsid w:val="00985009"/>
    <w:rsid w:val="00AD7744"/>
    <w:rsid w:val="00AF3743"/>
    <w:rsid w:val="00B22670"/>
    <w:rsid w:val="00B461B2"/>
    <w:rsid w:val="00C66F4F"/>
    <w:rsid w:val="00D8348B"/>
    <w:rsid w:val="00E640FA"/>
    <w:rsid w:val="00E92A98"/>
    <w:rsid w:val="00ED3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3C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43C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0243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2A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883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3</Pages>
  <Words>737</Words>
  <Characters>4202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Kalbina</cp:lastModifiedBy>
  <cp:revision>18</cp:revision>
  <cp:lastPrinted>2014-08-18T01:41:00Z</cp:lastPrinted>
  <dcterms:created xsi:type="dcterms:W3CDTF">2014-08-17T16:57:00Z</dcterms:created>
  <dcterms:modified xsi:type="dcterms:W3CDTF">2014-08-18T01:43:00Z</dcterms:modified>
</cp:coreProperties>
</file>