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FDD" w:rsidRPr="00C30C5B" w:rsidRDefault="00B02FDD" w:rsidP="000F24F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1</w:t>
      </w:r>
    </w:p>
    <w:p w:rsidR="00B02FDD" w:rsidRDefault="00B02FDD" w:rsidP="000F24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:rsidR="00B02FDD" w:rsidRPr="00C30C5B" w:rsidRDefault="00B02FDD" w:rsidP="000F24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города Сорска от  01.09.2014 года № 363-п</w:t>
      </w:r>
    </w:p>
    <w:p w:rsidR="00B02FDD" w:rsidRPr="00BC7099" w:rsidRDefault="00B02FDD" w:rsidP="00F03D6F">
      <w:pPr>
        <w:spacing w:after="0" w:line="240" w:lineRule="auto"/>
        <w:jc w:val="right"/>
        <w:rPr>
          <w:rFonts w:ascii="Times New Roman" w:hAnsi="Times New Roman"/>
          <w:sz w:val="26"/>
          <w:szCs w:val="24"/>
        </w:rPr>
      </w:pPr>
      <w:r w:rsidRPr="00C30C5B">
        <w:rPr>
          <w:rFonts w:ascii="Times New Roman" w:hAnsi="Times New Roman"/>
          <w:sz w:val="26"/>
          <w:szCs w:val="26"/>
        </w:rPr>
        <w:t>"</w:t>
      </w:r>
      <w:r w:rsidRPr="00BC7099">
        <w:rPr>
          <w:rFonts w:ascii="Times New Roman" w:hAnsi="Times New Roman"/>
          <w:sz w:val="26"/>
          <w:szCs w:val="24"/>
        </w:rPr>
        <w:t xml:space="preserve">О внесении изменений в муниципальную </w:t>
      </w:r>
    </w:p>
    <w:p w:rsidR="00B02FDD" w:rsidRDefault="00B02FDD" w:rsidP="00F03D6F">
      <w:pPr>
        <w:pStyle w:val="BodyTextIndent"/>
        <w:spacing w:after="0"/>
        <w:ind w:left="0"/>
        <w:jc w:val="right"/>
        <w:rPr>
          <w:rFonts w:ascii="Times New Roman" w:hAnsi="Times New Roman" w:cs="Times New Roman"/>
          <w:sz w:val="26"/>
          <w:szCs w:val="26"/>
        </w:rPr>
      </w:pPr>
      <w:r w:rsidRPr="00BC7099">
        <w:rPr>
          <w:rFonts w:ascii="Times New Roman" w:hAnsi="Times New Roman" w:cs="Times New Roman"/>
          <w:sz w:val="26"/>
          <w:szCs w:val="24"/>
        </w:rPr>
        <w:t xml:space="preserve">программу </w:t>
      </w:r>
      <w:r w:rsidRPr="00BC7099">
        <w:rPr>
          <w:rFonts w:ascii="Times New Roman" w:hAnsi="Times New Roman" w:cs="Times New Roman"/>
          <w:sz w:val="26"/>
          <w:szCs w:val="26"/>
        </w:rPr>
        <w:t>«</w:t>
      </w:r>
      <w:r w:rsidRPr="00107C9E">
        <w:rPr>
          <w:rFonts w:ascii="Times New Roman" w:hAnsi="Times New Roman" w:cs="Times New Roman"/>
          <w:sz w:val="26"/>
          <w:szCs w:val="26"/>
        </w:rPr>
        <w:t xml:space="preserve">Энергосбережение и повышение </w:t>
      </w:r>
    </w:p>
    <w:p w:rsidR="00B02FDD" w:rsidRDefault="00B02FDD" w:rsidP="00F03D6F">
      <w:pPr>
        <w:pStyle w:val="BodyTextIndent"/>
        <w:spacing w:after="0"/>
        <w:ind w:left="0"/>
        <w:jc w:val="right"/>
        <w:rPr>
          <w:rFonts w:ascii="Times New Roman" w:hAnsi="Times New Roman" w:cs="Times New Roman"/>
          <w:sz w:val="26"/>
          <w:szCs w:val="26"/>
        </w:rPr>
      </w:pPr>
      <w:r w:rsidRPr="00107C9E">
        <w:rPr>
          <w:rFonts w:ascii="Times New Roman" w:hAnsi="Times New Roman" w:cs="Times New Roman"/>
          <w:sz w:val="26"/>
          <w:szCs w:val="26"/>
        </w:rPr>
        <w:t xml:space="preserve">энергоэффективности в муниципальном </w:t>
      </w:r>
    </w:p>
    <w:p w:rsidR="00B02FDD" w:rsidRDefault="00B02FDD" w:rsidP="00F03D6F">
      <w:pPr>
        <w:pStyle w:val="BodyTextIndent"/>
        <w:spacing w:after="0"/>
        <w:ind w:left="0"/>
        <w:jc w:val="right"/>
        <w:rPr>
          <w:rFonts w:ascii="Times New Roman" w:hAnsi="Times New Roman" w:cs="Times New Roman"/>
          <w:sz w:val="26"/>
          <w:szCs w:val="26"/>
        </w:rPr>
      </w:pPr>
      <w:r w:rsidRPr="00107C9E">
        <w:rPr>
          <w:rFonts w:ascii="Times New Roman" w:hAnsi="Times New Roman" w:cs="Times New Roman"/>
          <w:sz w:val="26"/>
          <w:szCs w:val="26"/>
        </w:rPr>
        <w:t xml:space="preserve">образовании город Сорск на 2011 - 2015 годы </w:t>
      </w:r>
    </w:p>
    <w:p w:rsidR="00B02FDD" w:rsidRDefault="00B02FDD" w:rsidP="00F03D6F">
      <w:pPr>
        <w:pStyle w:val="BodyTextIndent"/>
        <w:spacing w:after="0"/>
        <w:ind w:left="0"/>
        <w:jc w:val="right"/>
        <w:rPr>
          <w:rFonts w:ascii="Times New Roman" w:hAnsi="Times New Roman" w:cs="Times New Roman"/>
          <w:sz w:val="26"/>
          <w:szCs w:val="26"/>
        </w:rPr>
      </w:pPr>
      <w:r w:rsidRPr="00107C9E">
        <w:rPr>
          <w:rFonts w:ascii="Times New Roman" w:hAnsi="Times New Roman" w:cs="Times New Roman"/>
          <w:sz w:val="26"/>
          <w:szCs w:val="26"/>
        </w:rPr>
        <w:t>и на перспективу до 2020 года</w:t>
      </w:r>
      <w:r w:rsidRPr="00BC7099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, утвержденную </w:t>
      </w:r>
    </w:p>
    <w:p w:rsidR="00B02FDD" w:rsidRDefault="00B02FDD" w:rsidP="00F03D6F">
      <w:pPr>
        <w:pStyle w:val="BodyTextIndent"/>
        <w:spacing w:after="0"/>
        <w:ind w:left="0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постановлением </w:t>
      </w:r>
      <w:r>
        <w:rPr>
          <w:rFonts w:ascii="Times New Roman" w:hAnsi="Times New Roman" w:cs="Times New Roman"/>
          <w:sz w:val="26"/>
          <w:szCs w:val="24"/>
        </w:rPr>
        <w:t>администрации</w:t>
      </w:r>
    </w:p>
    <w:p w:rsidR="00B02FDD" w:rsidRDefault="00B02FDD" w:rsidP="00860C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 xml:space="preserve"> города Сорска от 29.10.2012г №589-п </w:t>
      </w:r>
      <w:r w:rsidRPr="00C30C5B">
        <w:rPr>
          <w:rFonts w:ascii="Times New Roman" w:hAnsi="Times New Roman"/>
          <w:sz w:val="26"/>
          <w:szCs w:val="26"/>
        </w:rPr>
        <w:t>"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B02FDD" w:rsidRDefault="00B02FDD" w:rsidP="00B52B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(с изменениями от 26.03.2013 г. № 100-п, 28.06.2013 № 333-п, </w:t>
      </w:r>
    </w:p>
    <w:p w:rsidR="00B02FDD" w:rsidRDefault="00B02FDD" w:rsidP="00B52B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10.07.2013 № 359-п, от 24.10.2013 № 588-п, </w:t>
      </w:r>
    </w:p>
    <w:p w:rsidR="00B02FDD" w:rsidRPr="00C30C5B" w:rsidRDefault="00B02FDD" w:rsidP="005A4C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02.12.2013 № 569-п, от 23.06.2014 № 260-п))</w:t>
      </w:r>
    </w:p>
    <w:p w:rsidR="00B02FDD" w:rsidRDefault="00B02FDD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02FDD" w:rsidRDefault="00B02FDD" w:rsidP="00A9174B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B02FDD" w:rsidRDefault="00B02FDD" w:rsidP="00A9174B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B02FDD" w:rsidRDefault="00B02FDD" w:rsidP="00A9174B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B02FDD" w:rsidRPr="00107C9E" w:rsidRDefault="00B02FDD" w:rsidP="00A9174B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107C9E">
        <w:rPr>
          <w:rFonts w:ascii="Times New Roman" w:hAnsi="Times New Roman" w:cs="Times New Roman"/>
          <w:bCs/>
          <w:sz w:val="26"/>
          <w:szCs w:val="26"/>
        </w:rPr>
        <w:t>Объем и источники финансирования</w:t>
      </w:r>
    </w:p>
    <w:p w:rsidR="00B02FDD" w:rsidRPr="00107C9E" w:rsidRDefault="00B02FDD" w:rsidP="00A9174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5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14"/>
        <w:gridCol w:w="995"/>
        <w:gridCol w:w="1309"/>
        <w:gridCol w:w="1302"/>
        <w:gridCol w:w="1172"/>
        <w:gridCol w:w="968"/>
        <w:gridCol w:w="1535"/>
      </w:tblGrid>
      <w:tr w:rsidR="00B02FDD" w:rsidRPr="00025BD0" w:rsidTr="00ED0360">
        <w:trPr>
          <w:trHeight w:val="334"/>
          <w:jc w:val="center"/>
        </w:trPr>
        <w:tc>
          <w:tcPr>
            <w:tcW w:w="2314" w:type="dxa"/>
            <w:vMerge w:val="restart"/>
            <w:vAlign w:val="center"/>
          </w:tcPr>
          <w:p w:rsidR="00B02FDD" w:rsidRPr="00107C9E" w:rsidRDefault="00B02FDD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7281" w:type="dxa"/>
            <w:gridSpan w:val="6"/>
            <w:vAlign w:val="center"/>
          </w:tcPr>
          <w:p w:rsidR="00B02FDD" w:rsidRPr="00107C9E" w:rsidRDefault="00B02FDD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Финансовые затраты на реализацию (тыс. рублей)</w:t>
            </w:r>
          </w:p>
        </w:tc>
      </w:tr>
      <w:tr w:rsidR="00B02FDD" w:rsidRPr="00025BD0" w:rsidTr="00ED0360">
        <w:trPr>
          <w:trHeight w:val="160"/>
          <w:jc w:val="center"/>
        </w:trPr>
        <w:tc>
          <w:tcPr>
            <w:tcW w:w="2314" w:type="dxa"/>
            <w:vMerge/>
            <w:vAlign w:val="center"/>
          </w:tcPr>
          <w:p w:rsidR="00B02FDD" w:rsidRPr="00107C9E" w:rsidRDefault="00B02FDD" w:rsidP="0023167E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5746" w:type="dxa"/>
            <w:gridSpan w:val="5"/>
            <w:vAlign w:val="center"/>
          </w:tcPr>
          <w:p w:rsidR="00B02FDD" w:rsidRPr="00107C9E" w:rsidRDefault="00B02FDD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В том числе</w:t>
            </w:r>
          </w:p>
        </w:tc>
        <w:tc>
          <w:tcPr>
            <w:tcW w:w="1535" w:type="dxa"/>
            <w:vMerge w:val="restart"/>
            <w:vAlign w:val="center"/>
          </w:tcPr>
          <w:p w:rsidR="00B02FDD" w:rsidRPr="00107C9E" w:rsidRDefault="00B02FDD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Всего</w:t>
            </w:r>
          </w:p>
        </w:tc>
      </w:tr>
      <w:tr w:rsidR="00B02FDD" w:rsidRPr="00025BD0" w:rsidTr="00ED0360">
        <w:trPr>
          <w:trHeight w:val="160"/>
          <w:jc w:val="center"/>
        </w:trPr>
        <w:tc>
          <w:tcPr>
            <w:tcW w:w="2314" w:type="dxa"/>
            <w:vMerge/>
            <w:vAlign w:val="center"/>
          </w:tcPr>
          <w:p w:rsidR="00B02FDD" w:rsidRPr="00107C9E" w:rsidRDefault="00B02FDD" w:rsidP="0023167E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995" w:type="dxa"/>
            <w:vAlign w:val="center"/>
          </w:tcPr>
          <w:p w:rsidR="00B02FDD" w:rsidRPr="00107C9E" w:rsidRDefault="00B02FDD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2011</w:t>
            </w:r>
          </w:p>
        </w:tc>
        <w:tc>
          <w:tcPr>
            <w:tcW w:w="1309" w:type="dxa"/>
            <w:vAlign w:val="center"/>
          </w:tcPr>
          <w:p w:rsidR="00B02FDD" w:rsidRPr="00107C9E" w:rsidRDefault="00B02FDD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2012</w:t>
            </w:r>
          </w:p>
        </w:tc>
        <w:tc>
          <w:tcPr>
            <w:tcW w:w="1302" w:type="dxa"/>
            <w:vAlign w:val="center"/>
          </w:tcPr>
          <w:p w:rsidR="00B02FDD" w:rsidRPr="00107C9E" w:rsidRDefault="00B02FDD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2013</w:t>
            </w:r>
          </w:p>
        </w:tc>
        <w:tc>
          <w:tcPr>
            <w:tcW w:w="1172" w:type="dxa"/>
            <w:vAlign w:val="center"/>
          </w:tcPr>
          <w:p w:rsidR="00B02FDD" w:rsidRPr="00107C9E" w:rsidRDefault="00B02FDD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2014</w:t>
            </w:r>
          </w:p>
        </w:tc>
        <w:tc>
          <w:tcPr>
            <w:tcW w:w="968" w:type="dxa"/>
            <w:vAlign w:val="center"/>
          </w:tcPr>
          <w:p w:rsidR="00B02FDD" w:rsidRPr="00107C9E" w:rsidRDefault="00B02FDD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2015</w:t>
            </w:r>
          </w:p>
        </w:tc>
        <w:tc>
          <w:tcPr>
            <w:tcW w:w="1535" w:type="dxa"/>
            <w:vMerge/>
            <w:vAlign w:val="center"/>
          </w:tcPr>
          <w:p w:rsidR="00B02FDD" w:rsidRPr="00107C9E" w:rsidRDefault="00B02FDD" w:rsidP="0023167E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</w:tr>
      <w:tr w:rsidR="00B02FDD" w:rsidRPr="00025BD0" w:rsidTr="00ED0360">
        <w:trPr>
          <w:trHeight w:val="447"/>
          <w:jc w:val="center"/>
        </w:trPr>
        <w:tc>
          <w:tcPr>
            <w:tcW w:w="2314" w:type="dxa"/>
            <w:vAlign w:val="center"/>
          </w:tcPr>
          <w:p w:rsidR="00B02FDD" w:rsidRPr="00107C9E" w:rsidRDefault="00B02FDD" w:rsidP="0023167E">
            <w:pPr>
              <w:pStyle w:val="NoSpacing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Всего</w:t>
            </w:r>
          </w:p>
        </w:tc>
        <w:tc>
          <w:tcPr>
            <w:tcW w:w="995" w:type="dxa"/>
            <w:vAlign w:val="center"/>
          </w:tcPr>
          <w:p w:rsidR="00B02FDD" w:rsidRPr="00025BD0" w:rsidRDefault="00B02FDD" w:rsidP="002316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25BD0">
              <w:rPr>
                <w:rFonts w:ascii="Times New Roman" w:hAnsi="Times New Roman"/>
                <w:color w:val="000000"/>
                <w:sz w:val="26"/>
                <w:szCs w:val="26"/>
              </w:rPr>
              <w:t>1050,0</w:t>
            </w:r>
          </w:p>
        </w:tc>
        <w:tc>
          <w:tcPr>
            <w:tcW w:w="1309" w:type="dxa"/>
            <w:vAlign w:val="center"/>
          </w:tcPr>
          <w:p w:rsidR="00B02FDD" w:rsidRPr="00025BD0" w:rsidRDefault="00B02FDD" w:rsidP="002316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25BD0">
              <w:rPr>
                <w:rFonts w:ascii="Times New Roman" w:hAnsi="Times New Roman"/>
                <w:color w:val="000000"/>
                <w:sz w:val="26"/>
                <w:szCs w:val="26"/>
              </w:rPr>
              <w:t>36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025BD0">
              <w:rPr>
                <w:rFonts w:ascii="Times New Roman" w:hAnsi="Times New Roman"/>
                <w:color w:val="000000"/>
                <w:sz w:val="26"/>
                <w:szCs w:val="26"/>
              </w:rPr>
              <w:t>688,0</w:t>
            </w:r>
          </w:p>
        </w:tc>
        <w:tc>
          <w:tcPr>
            <w:tcW w:w="1302" w:type="dxa"/>
            <w:vAlign w:val="center"/>
          </w:tcPr>
          <w:p w:rsidR="00B02FDD" w:rsidRPr="00025BD0" w:rsidRDefault="00B02FDD" w:rsidP="002316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53 388,47</w:t>
            </w:r>
          </w:p>
        </w:tc>
        <w:tc>
          <w:tcPr>
            <w:tcW w:w="1172" w:type="dxa"/>
            <w:vAlign w:val="center"/>
          </w:tcPr>
          <w:p w:rsidR="00B02FDD" w:rsidRPr="00025BD0" w:rsidRDefault="00B02FDD" w:rsidP="002316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23 190,9</w:t>
            </w:r>
          </w:p>
        </w:tc>
        <w:tc>
          <w:tcPr>
            <w:tcW w:w="968" w:type="dxa"/>
            <w:vAlign w:val="center"/>
          </w:tcPr>
          <w:p w:rsidR="00B02FDD" w:rsidRPr="00025BD0" w:rsidRDefault="00B02FDD" w:rsidP="002316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25BD0">
              <w:rPr>
                <w:rFonts w:ascii="Times New Roman" w:hAnsi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535" w:type="dxa"/>
            <w:vAlign w:val="center"/>
          </w:tcPr>
          <w:p w:rsidR="00B02FDD" w:rsidRPr="00025BD0" w:rsidRDefault="00B02FDD" w:rsidP="002316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115 017,37</w:t>
            </w:r>
          </w:p>
        </w:tc>
      </w:tr>
      <w:tr w:rsidR="00B02FDD" w:rsidRPr="00025BD0" w:rsidTr="00ED0360">
        <w:trPr>
          <w:trHeight w:val="668"/>
          <w:jc w:val="center"/>
        </w:trPr>
        <w:tc>
          <w:tcPr>
            <w:tcW w:w="2314" w:type="dxa"/>
            <w:vAlign w:val="center"/>
          </w:tcPr>
          <w:p w:rsidR="00B02FDD" w:rsidRPr="00107C9E" w:rsidRDefault="00B02FDD" w:rsidP="0023167E">
            <w:pPr>
              <w:pStyle w:val="NoSpacing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Республиканский бюджет</w:t>
            </w:r>
          </w:p>
        </w:tc>
        <w:tc>
          <w:tcPr>
            <w:tcW w:w="995" w:type="dxa"/>
            <w:vAlign w:val="center"/>
          </w:tcPr>
          <w:p w:rsidR="00B02FDD" w:rsidRPr="00107C9E" w:rsidRDefault="00B02FDD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-</w:t>
            </w:r>
          </w:p>
        </w:tc>
        <w:tc>
          <w:tcPr>
            <w:tcW w:w="1309" w:type="dxa"/>
            <w:vAlign w:val="center"/>
          </w:tcPr>
          <w:p w:rsidR="00B02FDD" w:rsidRPr="00107C9E" w:rsidRDefault="00B02FDD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34</w:t>
            </w:r>
            <w:r>
              <w:rPr>
                <w:sz w:val="26"/>
                <w:szCs w:val="26"/>
              </w:rPr>
              <w:t xml:space="preserve"> </w:t>
            </w:r>
            <w:r w:rsidRPr="00107C9E">
              <w:rPr>
                <w:sz w:val="26"/>
                <w:szCs w:val="26"/>
              </w:rPr>
              <w:t>203,0</w:t>
            </w:r>
          </w:p>
        </w:tc>
        <w:tc>
          <w:tcPr>
            <w:tcW w:w="1302" w:type="dxa"/>
            <w:vAlign w:val="center"/>
          </w:tcPr>
          <w:p w:rsidR="00B02FDD" w:rsidRPr="00107C9E" w:rsidRDefault="00B02FDD" w:rsidP="00FE4A54">
            <w:pPr>
              <w:pStyle w:val="NoSpacing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44 136,67</w:t>
            </w:r>
          </w:p>
        </w:tc>
        <w:tc>
          <w:tcPr>
            <w:tcW w:w="1172" w:type="dxa"/>
            <w:vAlign w:val="center"/>
          </w:tcPr>
          <w:p w:rsidR="00B02FDD" w:rsidRPr="00107C9E" w:rsidRDefault="00B02FDD" w:rsidP="0023167E">
            <w:pPr>
              <w:pStyle w:val="NoSpacing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19 629,0</w:t>
            </w:r>
          </w:p>
        </w:tc>
        <w:tc>
          <w:tcPr>
            <w:tcW w:w="968" w:type="dxa"/>
            <w:vAlign w:val="center"/>
          </w:tcPr>
          <w:p w:rsidR="00B02FDD" w:rsidRPr="00107C9E" w:rsidRDefault="00B02FDD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  <w:vAlign w:val="center"/>
          </w:tcPr>
          <w:p w:rsidR="00B02FDD" w:rsidRPr="00107C9E" w:rsidRDefault="00B02FDD" w:rsidP="0023167E">
            <w:pPr>
              <w:pStyle w:val="NoSpacing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97 968,67</w:t>
            </w:r>
          </w:p>
        </w:tc>
      </w:tr>
      <w:tr w:rsidR="00B02FDD" w:rsidRPr="00025BD0" w:rsidTr="00ED0360">
        <w:trPr>
          <w:trHeight w:val="510"/>
          <w:jc w:val="center"/>
        </w:trPr>
        <w:tc>
          <w:tcPr>
            <w:tcW w:w="2314" w:type="dxa"/>
            <w:vAlign w:val="center"/>
          </w:tcPr>
          <w:p w:rsidR="00B02FDD" w:rsidRDefault="00B02FDD" w:rsidP="0023167E">
            <w:pPr>
              <w:pStyle w:val="NoSpacing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 xml:space="preserve">Бюджет МО </w:t>
            </w:r>
          </w:p>
          <w:p w:rsidR="00B02FDD" w:rsidRPr="00107C9E" w:rsidRDefault="00B02FDD" w:rsidP="0023167E">
            <w:pPr>
              <w:pStyle w:val="NoSpacing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г. Сорск</w:t>
            </w:r>
          </w:p>
        </w:tc>
        <w:tc>
          <w:tcPr>
            <w:tcW w:w="995" w:type="dxa"/>
            <w:vAlign w:val="center"/>
          </w:tcPr>
          <w:p w:rsidR="00B02FDD" w:rsidRPr="00107C9E" w:rsidRDefault="00B02FDD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1050,0</w:t>
            </w:r>
          </w:p>
        </w:tc>
        <w:tc>
          <w:tcPr>
            <w:tcW w:w="1309" w:type="dxa"/>
            <w:vAlign w:val="center"/>
          </w:tcPr>
          <w:p w:rsidR="00B02FDD" w:rsidRPr="00107C9E" w:rsidRDefault="00B02FDD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107C9E">
              <w:rPr>
                <w:sz w:val="26"/>
                <w:szCs w:val="26"/>
              </w:rPr>
              <w:t>485,0</w:t>
            </w:r>
          </w:p>
        </w:tc>
        <w:tc>
          <w:tcPr>
            <w:tcW w:w="1302" w:type="dxa"/>
            <w:vAlign w:val="center"/>
          </w:tcPr>
          <w:p w:rsidR="00B02FDD" w:rsidRPr="00107C9E" w:rsidRDefault="00B02FDD" w:rsidP="0023167E">
            <w:pPr>
              <w:pStyle w:val="NoSpacing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9 251,8</w:t>
            </w:r>
          </w:p>
        </w:tc>
        <w:tc>
          <w:tcPr>
            <w:tcW w:w="1172" w:type="dxa"/>
            <w:vAlign w:val="center"/>
          </w:tcPr>
          <w:p w:rsidR="00B02FDD" w:rsidRPr="00107C9E" w:rsidRDefault="00B02FDD" w:rsidP="0023167E">
            <w:pPr>
              <w:pStyle w:val="NoSpacing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3 561,9</w:t>
            </w:r>
          </w:p>
        </w:tc>
        <w:tc>
          <w:tcPr>
            <w:tcW w:w="968" w:type="dxa"/>
            <w:vAlign w:val="center"/>
          </w:tcPr>
          <w:p w:rsidR="00B02FDD" w:rsidRPr="00107C9E" w:rsidRDefault="00B02FDD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700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535" w:type="dxa"/>
            <w:vAlign w:val="center"/>
          </w:tcPr>
          <w:p w:rsidR="00B02FDD" w:rsidRPr="00107C9E" w:rsidRDefault="00B02FDD" w:rsidP="00FE4A54">
            <w:pPr>
              <w:pStyle w:val="NoSpacing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17 048,7</w:t>
            </w:r>
          </w:p>
        </w:tc>
      </w:tr>
    </w:tbl>
    <w:p w:rsidR="00B02FDD" w:rsidRPr="00107C9E" w:rsidRDefault="00B02FDD" w:rsidP="00A9174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02FDD" w:rsidRDefault="00B02FDD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02FDD" w:rsidRDefault="00B02FDD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02FDD" w:rsidRDefault="00B02FDD" w:rsidP="00474D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И.о. первого заместителя</w:t>
      </w:r>
    </w:p>
    <w:p w:rsidR="00B02FDD" w:rsidRPr="009A41B9" w:rsidRDefault="00B02FDD" w:rsidP="00474D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главы города                                                                                             О.В. Шлапунова</w:t>
      </w:r>
    </w:p>
    <w:p w:rsidR="00B02FDD" w:rsidRDefault="00B02FDD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sectPr w:rsidR="00B02FDD" w:rsidSect="00474D0F">
      <w:pgSz w:w="11906" w:h="16838"/>
      <w:pgMar w:top="1134" w:right="70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219EF"/>
    <w:multiLevelType w:val="hybridMultilevel"/>
    <w:tmpl w:val="D93A307E"/>
    <w:lvl w:ilvl="0" w:tplc="FB50D53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24FF"/>
    <w:rsid w:val="0000026F"/>
    <w:rsid w:val="000009C5"/>
    <w:rsid w:val="00001A6A"/>
    <w:rsid w:val="00002099"/>
    <w:rsid w:val="000026FC"/>
    <w:rsid w:val="00003C30"/>
    <w:rsid w:val="0000528E"/>
    <w:rsid w:val="00005A23"/>
    <w:rsid w:val="00005AFB"/>
    <w:rsid w:val="000068B8"/>
    <w:rsid w:val="00007808"/>
    <w:rsid w:val="000123A0"/>
    <w:rsid w:val="00015AD9"/>
    <w:rsid w:val="00016141"/>
    <w:rsid w:val="00016B9E"/>
    <w:rsid w:val="00016E1F"/>
    <w:rsid w:val="0001783F"/>
    <w:rsid w:val="00017F61"/>
    <w:rsid w:val="0002093B"/>
    <w:rsid w:val="000215F9"/>
    <w:rsid w:val="000230ED"/>
    <w:rsid w:val="00023542"/>
    <w:rsid w:val="00024177"/>
    <w:rsid w:val="00025BD0"/>
    <w:rsid w:val="000268CB"/>
    <w:rsid w:val="00026A68"/>
    <w:rsid w:val="00026E6B"/>
    <w:rsid w:val="00030D7E"/>
    <w:rsid w:val="00031824"/>
    <w:rsid w:val="00032467"/>
    <w:rsid w:val="0003292F"/>
    <w:rsid w:val="00033A06"/>
    <w:rsid w:val="00034DE9"/>
    <w:rsid w:val="000359C9"/>
    <w:rsid w:val="00035FCA"/>
    <w:rsid w:val="0003609F"/>
    <w:rsid w:val="0003694E"/>
    <w:rsid w:val="0003768B"/>
    <w:rsid w:val="00037755"/>
    <w:rsid w:val="00037A66"/>
    <w:rsid w:val="00037C32"/>
    <w:rsid w:val="00040BE2"/>
    <w:rsid w:val="00040F58"/>
    <w:rsid w:val="00040F87"/>
    <w:rsid w:val="0004264F"/>
    <w:rsid w:val="00042E49"/>
    <w:rsid w:val="000430B1"/>
    <w:rsid w:val="000441EF"/>
    <w:rsid w:val="00044777"/>
    <w:rsid w:val="00044B94"/>
    <w:rsid w:val="00044CDD"/>
    <w:rsid w:val="00044FB3"/>
    <w:rsid w:val="00046A5D"/>
    <w:rsid w:val="0004742C"/>
    <w:rsid w:val="00047A4F"/>
    <w:rsid w:val="00050189"/>
    <w:rsid w:val="000509A7"/>
    <w:rsid w:val="00050E36"/>
    <w:rsid w:val="00051A8A"/>
    <w:rsid w:val="00052370"/>
    <w:rsid w:val="000530D8"/>
    <w:rsid w:val="00053349"/>
    <w:rsid w:val="00053844"/>
    <w:rsid w:val="000544F9"/>
    <w:rsid w:val="00054533"/>
    <w:rsid w:val="00054913"/>
    <w:rsid w:val="00055944"/>
    <w:rsid w:val="00055E67"/>
    <w:rsid w:val="0005730E"/>
    <w:rsid w:val="00057563"/>
    <w:rsid w:val="0005770F"/>
    <w:rsid w:val="00057AD8"/>
    <w:rsid w:val="0006052E"/>
    <w:rsid w:val="00060EE5"/>
    <w:rsid w:val="000625BD"/>
    <w:rsid w:val="000629FD"/>
    <w:rsid w:val="0006321B"/>
    <w:rsid w:val="0006548C"/>
    <w:rsid w:val="00065B8A"/>
    <w:rsid w:val="00065D5A"/>
    <w:rsid w:val="00066A3A"/>
    <w:rsid w:val="00066D58"/>
    <w:rsid w:val="000674F5"/>
    <w:rsid w:val="00067603"/>
    <w:rsid w:val="00070413"/>
    <w:rsid w:val="00070663"/>
    <w:rsid w:val="00070F7E"/>
    <w:rsid w:val="000720A5"/>
    <w:rsid w:val="000727B0"/>
    <w:rsid w:val="00072D69"/>
    <w:rsid w:val="00072E16"/>
    <w:rsid w:val="0007397E"/>
    <w:rsid w:val="00073A3A"/>
    <w:rsid w:val="00073ED4"/>
    <w:rsid w:val="000742DE"/>
    <w:rsid w:val="00074A62"/>
    <w:rsid w:val="00075409"/>
    <w:rsid w:val="00075681"/>
    <w:rsid w:val="000759ED"/>
    <w:rsid w:val="00075A7E"/>
    <w:rsid w:val="00075D37"/>
    <w:rsid w:val="00075F8B"/>
    <w:rsid w:val="00075FB3"/>
    <w:rsid w:val="00076AD7"/>
    <w:rsid w:val="000774E4"/>
    <w:rsid w:val="00077659"/>
    <w:rsid w:val="00081BE6"/>
    <w:rsid w:val="00082B2B"/>
    <w:rsid w:val="0008372D"/>
    <w:rsid w:val="0008444A"/>
    <w:rsid w:val="00084492"/>
    <w:rsid w:val="00084D1F"/>
    <w:rsid w:val="0008567B"/>
    <w:rsid w:val="00085AD6"/>
    <w:rsid w:val="00086AFD"/>
    <w:rsid w:val="00086ECC"/>
    <w:rsid w:val="000873D9"/>
    <w:rsid w:val="00090F03"/>
    <w:rsid w:val="00092D80"/>
    <w:rsid w:val="00093018"/>
    <w:rsid w:val="000931F5"/>
    <w:rsid w:val="000939A1"/>
    <w:rsid w:val="00093BE2"/>
    <w:rsid w:val="00093D71"/>
    <w:rsid w:val="00094DE8"/>
    <w:rsid w:val="00094F3E"/>
    <w:rsid w:val="0009615E"/>
    <w:rsid w:val="0009633F"/>
    <w:rsid w:val="0009638C"/>
    <w:rsid w:val="000963E6"/>
    <w:rsid w:val="00096771"/>
    <w:rsid w:val="00096818"/>
    <w:rsid w:val="00096AB7"/>
    <w:rsid w:val="00096C0D"/>
    <w:rsid w:val="000A0132"/>
    <w:rsid w:val="000A0C89"/>
    <w:rsid w:val="000A11D3"/>
    <w:rsid w:val="000A1B48"/>
    <w:rsid w:val="000A1C7E"/>
    <w:rsid w:val="000A235B"/>
    <w:rsid w:val="000A3452"/>
    <w:rsid w:val="000A36F9"/>
    <w:rsid w:val="000A4266"/>
    <w:rsid w:val="000A52E6"/>
    <w:rsid w:val="000A5A53"/>
    <w:rsid w:val="000A5C9A"/>
    <w:rsid w:val="000A5E95"/>
    <w:rsid w:val="000A6487"/>
    <w:rsid w:val="000A7A06"/>
    <w:rsid w:val="000A7FE3"/>
    <w:rsid w:val="000B05E3"/>
    <w:rsid w:val="000B06CA"/>
    <w:rsid w:val="000B0942"/>
    <w:rsid w:val="000B1001"/>
    <w:rsid w:val="000B1303"/>
    <w:rsid w:val="000B1E11"/>
    <w:rsid w:val="000B20C7"/>
    <w:rsid w:val="000B3FB3"/>
    <w:rsid w:val="000B48D1"/>
    <w:rsid w:val="000B5231"/>
    <w:rsid w:val="000B55E5"/>
    <w:rsid w:val="000B69F5"/>
    <w:rsid w:val="000B7641"/>
    <w:rsid w:val="000B77FD"/>
    <w:rsid w:val="000C0F1D"/>
    <w:rsid w:val="000C203F"/>
    <w:rsid w:val="000C3861"/>
    <w:rsid w:val="000C45FA"/>
    <w:rsid w:val="000C4715"/>
    <w:rsid w:val="000C4E81"/>
    <w:rsid w:val="000C5928"/>
    <w:rsid w:val="000C6F1C"/>
    <w:rsid w:val="000C7C4D"/>
    <w:rsid w:val="000D027D"/>
    <w:rsid w:val="000D143E"/>
    <w:rsid w:val="000D28F4"/>
    <w:rsid w:val="000D2D7A"/>
    <w:rsid w:val="000D3FCF"/>
    <w:rsid w:val="000D3FD0"/>
    <w:rsid w:val="000D40DA"/>
    <w:rsid w:val="000D4A21"/>
    <w:rsid w:val="000D50FB"/>
    <w:rsid w:val="000D58A3"/>
    <w:rsid w:val="000D5CD0"/>
    <w:rsid w:val="000D5DF1"/>
    <w:rsid w:val="000D6A2D"/>
    <w:rsid w:val="000D7AFF"/>
    <w:rsid w:val="000E183E"/>
    <w:rsid w:val="000E2901"/>
    <w:rsid w:val="000E38D8"/>
    <w:rsid w:val="000E4187"/>
    <w:rsid w:val="000E4C58"/>
    <w:rsid w:val="000E505A"/>
    <w:rsid w:val="000E5243"/>
    <w:rsid w:val="000E6839"/>
    <w:rsid w:val="000F0131"/>
    <w:rsid w:val="000F02B5"/>
    <w:rsid w:val="000F0EA9"/>
    <w:rsid w:val="000F106E"/>
    <w:rsid w:val="000F24FF"/>
    <w:rsid w:val="000F28EA"/>
    <w:rsid w:val="0010180C"/>
    <w:rsid w:val="001018C0"/>
    <w:rsid w:val="00102D25"/>
    <w:rsid w:val="00103232"/>
    <w:rsid w:val="00104A00"/>
    <w:rsid w:val="00104EEC"/>
    <w:rsid w:val="00106005"/>
    <w:rsid w:val="001075DD"/>
    <w:rsid w:val="00107C9E"/>
    <w:rsid w:val="00107E54"/>
    <w:rsid w:val="00110118"/>
    <w:rsid w:val="001101D1"/>
    <w:rsid w:val="0011090D"/>
    <w:rsid w:val="001118B3"/>
    <w:rsid w:val="0011263A"/>
    <w:rsid w:val="001134FA"/>
    <w:rsid w:val="001135FE"/>
    <w:rsid w:val="0011397B"/>
    <w:rsid w:val="00114ED3"/>
    <w:rsid w:val="00114F35"/>
    <w:rsid w:val="001152D8"/>
    <w:rsid w:val="0011535F"/>
    <w:rsid w:val="0011566F"/>
    <w:rsid w:val="00115B41"/>
    <w:rsid w:val="00115C36"/>
    <w:rsid w:val="001161C4"/>
    <w:rsid w:val="001165C8"/>
    <w:rsid w:val="00116BBC"/>
    <w:rsid w:val="00116E46"/>
    <w:rsid w:val="0011720A"/>
    <w:rsid w:val="00117728"/>
    <w:rsid w:val="00117E52"/>
    <w:rsid w:val="001227F7"/>
    <w:rsid w:val="00122DC6"/>
    <w:rsid w:val="0012413E"/>
    <w:rsid w:val="001242A8"/>
    <w:rsid w:val="00124B2B"/>
    <w:rsid w:val="00124D59"/>
    <w:rsid w:val="001255D8"/>
    <w:rsid w:val="00125B5D"/>
    <w:rsid w:val="00125F36"/>
    <w:rsid w:val="00126D48"/>
    <w:rsid w:val="001271EB"/>
    <w:rsid w:val="00130D4E"/>
    <w:rsid w:val="001312A8"/>
    <w:rsid w:val="001316E6"/>
    <w:rsid w:val="00133067"/>
    <w:rsid w:val="00133533"/>
    <w:rsid w:val="00133783"/>
    <w:rsid w:val="00134647"/>
    <w:rsid w:val="001346BA"/>
    <w:rsid w:val="00135426"/>
    <w:rsid w:val="00137C5E"/>
    <w:rsid w:val="00137DD5"/>
    <w:rsid w:val="00140A5C"/>
    <w:rsid w:val="00140BCE"/>
    <w:rsid w:val="00141370"/>
    <w:rsid w:val="00143062"/>
    <w:rsid w:val="001445EC"/>
    <w:rsid w:val="001449B9"/>
    <w:rsid w:val="00144CCB"/>
    <w:rsid w:val="00145271"/>
    <w:rsid w:val="00145A19"/>
    <w:rsid w:val="00147118"/>
    <w:rsid w:val="00147C8F"/>
    <w:rsid w:val="0015041E"/>
    <w:rsid w:val="00150E82"/>
    <w:rsid w:val="00151033"/>
    <w:rsid w:val="00151DA7"/>
    <w:rsid w:val="00152142"/>
    <w:rsid w:val="0015256A"/>
    <w:rsid w:val="00154C32"/>
    <w:rsid w:val="00154C47"/>
    <w:rsid w:val="00154EA8"/>
    <w:rsid w:val="00155221"/>
    <w:rsid w:val="001561F3"/>
    <w:rsid w:val="00157DAC"/>
    <w:rsid w:val="00160DB0"/>
    <w:rsid w:val="0016108B"/>
    <w:rsid w:val="00161247"/>
    <w:rsid w:val="00163A11"/>
    <w:rsid w:val="001646C4"/>
    <w:rsid w:val="00164743"/>
    <w:rsid w:val="00164BB2"/>
    <w:rsid w:val="00166579"/>
    <w:rsid w:val="00166934"/>
    <w:rsid w:val="00167E4C"/>
    <w:rsid w:val="00171557"/>
    <w:rsid w:val="00171638"/>
    <w:rsid w:val="0017195D"/>
    <w:rsid w:val="00171D54"/>
    <w:rsid w:val="00172F6B"/>
    <w:rsid w:val="00172FFB"/>
    <w:rsid w:val="00173580"/>
    <w:rsid w:val="001757B3"/>
    <w:rsid w:val="00176BAF"/>
    <w:rsid w:val="00176BC9"/>
    <w:rsid w:val="00176F07"/>
    <w:rsid w:val="001776D3"/>
    <w:rsid w:val="00177CD2"/>
    <w:rsid w:val="001802B9"/>
    <w:rsid w:val="001803ED"/>
    <w:rsid w:val="0018097A"/>
    <w:rsid w:val="00181234"/>
    <w:rsid w:val="001819EE"/>
    <w:rsid w:val="00183107"/>
    <w:rsid w:val="00185121"/>
    <w:rsid w:val="00186F70"/>
    <w:rsid w:val="00187C74"/>
    <w:rsid w:val="00190EA1"/>
    <w:rsid w:val="0019100B"/>
    <w:rsid w:val="0019318F"/>
    <w:rsid w:val="00193FEC"/>
    <w:rsid w:val="00194C83"/>
    <w:rsid w:val="00195DD5"/>
    <w:rsid w:val="001971A3"/>
    <w:rsid w:val="00197376"/>
    <w:rsid w:val="0019789D"/>
    <w:rsid w:val="001A032C"/>
    <w:rsid w:val="001A0CB9"/>
    <w:rsid w:val="001A2E07"/>
    <w:rsid w:val="001A433E"/>
    <w:rsid w:val="001A502A"/>
    <w:rsid w:val="001A56E0"/>
    <w:rsid w:val="001A573F"/>
    <w:rsid w:val="001A5EB8"/>
    <w:rsid w:val="001A6814"/>
    <w:rsid w:val="001A6883"/>
    <w:rsid w:val="001A733F"/>
    <w:rsid w:val="001A743A"/>
    <w:rsid w:val="001B0AFD"/>
    <w:rsid w:val="001B0CD4"/>
    <w:rsid w:val="001B2BBB"/>
    <w:rsid w:val="001B2C4F"/>
    <w:rsid w:val="001B42FB"/>
    <w:rsid w:val="001B4DC0"/>
    <w:rsid w:val="001B5B22"/>
    <w:rsid w:val="001B5FA4"/>
    <w:rsid w:val="001B73E1"/>
    <w:rsid w:val="001C0541"/>
    <w:rsid w:val="001C2CCD"/>
    <w:rsid w:val="001C3388"/>
    <w:rsid w:val="001C443C"/>
    <w:rsid w:val="001C4975"/>
    <w:rsid w:val="001C5237"/>
    <w:rsid w:val="001C5398"/>
    <w:rsid w:val="001C59EF"/>
    <w:rsid w:val="001C5CB6"/>
    <w:rsid w:val="001C6DD0"/>
    <w:rsid w:val="001D00B4"/>
    <w:rsid w:val="001D1A3D"/>
    <w:rsid w:val="001D2193"/>
    <w:rsid w:val="001D30F2"/>
    <w:rsid w:val="001D33E1"/>
    <w:rsid w:val="001D3728"/>
    <w:rsid w:val="001D37DC"/>
    <w:rsid w:val="001D446C"/>
    <w:rsid w:val="001D4C94"/>
    <w:rsid w:val="001D59D9"/>
    <w:rsid w:val="001D60C2"/>
    <w:rsid w:val="001D67B3"/>
    <w:rsid w:val="001D7D69"/>
    <w:rsid w:val="001D7DEB"/>
    <w:rsid w:val="001E07BA"/>
    <w:rsid w:val="001E23F8"/>
    <w:rsid w:val="001E275C"/>
    <w:rsid w:val="001E364D"/>
    <w:rsid w:val="001E4545"/>
    <w:rsid w:val="001E4658"/>
    <w:rsid w:val="001E5421"/>
    <w:rsid w:val="001E6CEF"/>
    <w:rsid w:val="001E70A8"/>
    <w:rsid w:val="001F00CE"/>
    <w:rsid w:val="001F0A01"/>
    <w:rsid w:val="001F187B"/>
    <w:rsid w:val="001F225A"/>
    <w:rsid w:val="001F2B06"/>
    <w:rsid w:val="001F2C9D"/>
    <w:rsid w:val="001F320D"/>
    <w:rsid w:val="001F33C7"/>
    <w:rsid w:val="001F34A9"/>
    <w:rsid w:val="001F3F67"/>
    <w:rsid w:val="001F569A"/>
    <w:rsid w:val="001F5E43"/>
    <w:rsid w:val="001F63FA"/>
    <w:rsid w:val="001F6D85"/>
    <w:rsid w:val="001F7180"/>
    <w:rsid w:val="00200B7A"/>
    <w:rsid w:val="002012A8"/>
    <w:rsid w:val="00201981"/>
    <w:rsid w:val="002022EC"/>
    <w:rsid w:val="002025BA"/>
    <w:rsid w:val="002027DE"/>
    <w:rsid w:val="00202B84"/>
    <w:rsid w:val="00203060"/>
    <w:rsid w:val="00203F13"/>
    <w:rsid w:val="00204311"/>
    <w:rsid w:val="0020431F"/>
    <w:rsid w:val="002047EF"/>
    <w:rsid w:val="00206427"/>
    <w:rsid w:val="00206830"/>
    <w:rsid w:val="00210067"/>
    <w:rsid w:val="00210102"/>
    <w:rsid w:val="00210C93"/>
    <w:rsid w:val="0021107C"/>
    <w:rsid w:val="0021177D"/>
    <w:rsid w:val="00211F6C"/>
    <w:rsid w:val="002124F9"/>
    <w:rsid w:val="002127D5"/>
    <w:rsid w:val="002127D6"/>
    <w:rsid w:val="00212800"/>
    <w:rsid w:val="0021492D"/>
    <w:rsid w:val="0021754D"/>
    <w:rsid w:val="002208CC"/>
    <w:rsid w:val="00221725"/>
    <w:rsid w:val="002217D3"/>
    <w:rsid w:val="00221ACB"/>
    <w:rsid w:val="00221F03"/>
    <w:rsid w:val="00221FFB"/>
    <w:rsid w:val="00222495"/>
    <w:rsid w:val="0022360B"/>
    <w:rsid w:val="00223AB5"/>
    <w:rsid w:val="00223CCD"/>
    <w:rsid w:val="002246F8"/>
    <w:rsid w:val="00224A75"/>
    <w:rsid w:val="002251BB"/>
    <w:rsid w:val="002255A4"/>
    <w:rsid w:val="002259CE"/>
    <w:rsid w:val="0022694C"/>
    <w:rsid w:val="00226B4D"/>
    <w:rsid w:val="00226BA6"/>
    <w:rsid w:val="0023167E"/>
    <w:rsid w:val="00231AA3"/>
    <w:rsid w:val="00232604"/>
    <w:rsid w:val="002333E1"/>
    <w:rsid w:val="00234FE7"/>
    <w:rsid w:val="00236BCB"/>
    <w:rsid w:val="00237D31"/>
    <w:rsid w:val="00240AE0"/>
    <w:rsid w:val="00240BC9"/>
    <w:rsid w:val="00240E46"/>
    <w:rsid w:val="00241A8C"/>
    <w:rsid w:val="0024219D"/>
    <w:rsid w:val="0024388E"/>
    <w:rsid w:val="00243B35"/>
    <w:rsid w:val="00243FEB"/>
    <w:rsid w:val="002441C5"/>
    <w:rsid w:val="00244321"/>
    <w:rsid w:val="00244383"/>
    <w:rsid w:val="00244A7D"/>
    <w:rsid w:val="00244C5A"/>
    <w:rsid w:val="00244DF3"/>
    <w:rsid w:val="002450EE"/>
    <w:rsid w:val="002462FA"/>
    <w:rsid w:val="0024631D"/>
    <w:rsid w:val="00246CA3"/>
    <w:rsid w:val="00247B23"/>
    <w:rsid w:val="00247BB0"/>
    <w:rsid w:val="002518BB"/>
    <w:rsid w:val="00251DFB"/>
    <w:rsid w:val="00251F8F"/>
    <w:rsid w:val="002543D1"/>
    <w:rsid w:val="00254904"/>
    <w:rsid w:val="0025492E"/>
    <w:rsid w:val="0025586B"/>
    <w:rsid w:val="002559B8"/>
    <w:rsid w:val="00256979"/>
    <w:rsid w:val="002569E6"/>
    <w:rsid w:val="002601E0"/>
    <w:rsid w:val="0026020C"/>
    <w:rsid w:val="0026044D"/>
    <w:rsid w:val="002605D3"/>
    <w:rsid w:val="00261A56"/>
    <w:rsid w:val="00261DCA"/>
    <w:rsid w:val="00262089"/>
    <w:rsid w:val="002639F1"/>
    <w:rsid w:val="00264B8E"/>
    <w:rsid w:val="002651D6"/>
    <w:rsid w:val="00265825"/>
    <w:rsid w:val="00265B5D"/>
    <w:rsid w:val="00265DAC"/>
    <w:rsid w:val="00266C48"/>
    <w:rsid w:val="00267167"/>
    <w:rsid w:val="00267FA9"/>
    <w:rsid w:val="0027015E"/>
    <w:rsid w:val="0027031D"/>
    <w:rsid w:val="0027040E"/>
    <w:rsid w:val="002709E7"/>
    <w:rsid w:val="00271F35"/>
    <w:rsid w:val="00272691"/>
    <w:rsid w:val="00272C8D"/>
    <w:rsid w:val="00274B17"/>
    <w:rsid w:val="00274BBD"/>
    <w:rsid w:val="00276155"/>
    <w:rsid w:val="00276B9F"/>
    <w:rsid w:val="00277A97"/>
    <w:rsid w:val="00277EEC"/>
    <w:rsid w:val="0028006C"/>
    <w:rsid w:val="00280A23"/>
    <w:rsid w:val="00280EEF"/>
    <w:rsid w:val="00282987"/>
    <w:rsid w:val="00283242"/>
    <w:rsid w:val="00283306"/>
    <w:rsid w:val="00283412"/>
    <w:rsid w:val="00283F93"/>
    <w:rsid w:val="002840BB"/>
    <w:rsid w:val="0028430C"/>
    <w:rsid w:val="002843C0"/>
    <w:rsid w:val="00284796"/>
    <w:rsid w:val="00285585"/>
    <w:rsid w:val="002855E2"/>
    <w:rsid w:val="0029006B"/>
    <w:rsid w:val="002913FF"/>
    <w:rsid w:val="00291EF0"/>
    <w:rsid w:val="00292187"/>
    <w:rsid w:val="002928A5"/>
    <w:rsid w:val="002934CC"/>
    <w:rsid w:val="002935B7"/>
    <w:rsid w:val="00294A6F"/>
    <w:rsid w:val="002956E0"/>
    <w:rsid w:val="00296059"/>
    <w:rsid w:val="002965E6"/>
    <w:rsid w:val="00296B23"/>
    <w:rsid w:val="002971B6"/>
    <w:rsid w:val="002A2D20"/>
    <w:rsid w:val="002A3905"/>
    <w:rsid w:val="002A3DA5"/>
    <w:rsid w:val="002A50A1"/>
    <w:rsid w:val="002A589C"/>
    <w:rsid w:val="002A7E19"/>
    <w:rsid w:val="002B027B"/>
    <w:rsid w:val="002B07F9"/>
    <w:rsid w:val="002B08EA"/>
    <w:rsid w:val="002B17F1"/>
    <w:rsid w:val="002B1837"/>
    <w:rsid w:val="002B18C0"/>
    <w:rsid w:val="002B2CB4"/>
    <w:rsid w:val="002B30C4"/>
    <w:rsid w:val="002B3CAC"/>
    <w:rsid w:val="002B54B7"/>
    <w:rsid w:val="002B616C"/>
    <w:rsid w:val="002B64CD"/>
    <w:rsid w:val="002B68A0"/>
    <w:rsid w:val="002C3261"/>
    <w:rsid w:val="002C39CF"/>
    <w:rsid w:val="002C3CC2"/>
    <w:rsid w:val="002C44DC"/>
    <w:rsid w:val="002C4FB6"/>
    <w:rsid w:val="002C6132"/>
    <w:rsid w:val="002C6446"/>
    <w:rsid w:val="002C65CA"/>
    <w:rsid w:val="002C74D8"/>
    <w:rsid w:val="002D0048"/>
    <w:rsid w:val="002D1DA0"/>
    <w:rsid w:val="002D2991"/>
    <w:rsid w:val="002D2DDB"/>
    <w:rsid w:val="002D32A9"/>
    <w:rsid w:val="002D336E"/>
    <w:rsid w:val="002D3BC8"/>
    <w:rsid w:val="002D3F0F"/>
    <w:rsid w:val="002D5910"/>
    <w:rsid w:val="002D5CB6"/>
    <w:rsid w:val="002D5F14"/>
    <w:rsid w:val="002D6336"/>
    <w:rsid w:val="002D6F84"/>
    <w:rsid w:val="002D7C85"/>
    <w:rsid w:val="002E02FE"/>
    <w:rsid w:val="002E1990"/>
    <w:rsid w:val="002E2097"/>
    <w:rsid w:val="002E3C01"/>
    <w:rsid w:val="002E45B0"/>
    <w:rsid w:val="002E48B0"/>
    <w:rsid w:val="002E4FC9"/>
    <w:rsid w:val="002E52B3"/>
    <w:rsid w:val="002E5421"/>
    <w:rsid w:val="002E5433"/>
    <w:rsid w:val="002E59D3"/>
    <w:rsid w:val="002E7A48"/>
    <w:rsid w:val="002F1731"/>
    <w:rsid w:val="002F1CC0"/>
    <w:rsid w:val="002F3235"/>
    <w:rsid w:val="002F5081"/>
    <w:rsid w:val="002F5F0E"/>
    <w:rsid w:val="002F687E"/>
    <w:rsid w:val="003016D3"/>
    <w:rsid w:val="00301FB6"/>
    <w:rsid w:val="00302072"/>
    <w:rsid w:val="003024D7"/>
    <w:rsid w:val="0030292A"/>
    <w:rsid w:val="0030315B"/>
    <w:rsid w:val="003041CF"/>
    <w:rsid w:val="00304482"/>
    <w:rsid w:val="00304B16"/>
    <w:rsid w:val="00306049"/>
    <w:rsid w:val="003069DB"/>
    <w:rsid w:val="00310064"/>
    <w:rsid w:val="00310487"/>
    <w:rsid w:val="00313137"/>
    <w:rsid w:val="00313B04"/>
    <w:rsid w:val="0031404A"/>
    <w:rsid w:val="00314BD7"/>
    <w:rsid w:val="00314BFC"/>
    <w:rsid w:val="00320C2C"/>
    <w:rsid w:val="003213F2"/>
    <w:rsid w:val="00321641"/>
    <w:rsid w:val="00321C71"/>
    <w:rsid w:val="00322FCC"/>
    <w:rsid w:val="0032338E"/>
    <w:rsid w:val="003250D9"/>
    <w:rsid w:val="00327DEC"/>
    <w:rsid w:val="00327F22"/>
    <w:rsid w:val="0033029A"/>
    <w:rsid w:val="0033052C"/>
    <w:rsid w:val="0033094B"/>
    <w:rsid w:val="00331C43"/>
    <w:rsid w:val="00331F58"/>
    <w:rsid w:val="00333250"/>
    <w:rsid w:val="00333726"/>
    <w:rsid w:val="00333A23"/>
    <w:rsid w:val="00333A37"/>
    <w:rsid w:val="003369CA"/>
    <w:rsid w:val="003378E5"/>
    <w:rsid w:val="003422E2"/>
    <w:rsid w:val="003431AE"/>
    <w:rsid w:val="00343C1B"/>
    <w:rsid w:val="00343FBA"/>
    <w:rsid w:val="00344CFA"/>
    <w:rsid w:val="00345068"/>
    <w:rsid w:val="003453DC"/>
    <w:rsid w:val="0034624B"/>
    <w:rsid w:val="00350373"/>
    <w:rsid w:val="00351328"/>
    <w:rsid w:val="00351843"/>
    <w:rsid w:val="00352B19"/>
    <w:rsid w:val="003534BE"/>
    <w:rsid w:val="00354147"/>
    <w:rsid w:val="00354491"/>
    <w:rsid w:val="00354D77"/>
    <w:rsid w:val="00355040"/>
    <w:rsid w:val="00355272"/>
    <w:rsid w:val="003552D6"/>
    <w:rsid w:val="00355E32"/>
    <w:rsid w:val="003561E3"/>
    <w:rsid w:val="0035736F"/>
    <w:rsid w:val="003606E5"/>
    <w:rsid w:val="0036110E"/>
    <w:rsid w:val="00361288"/>
    <w:rsid w:val="003614EC"/>
    <w:rsid w:val="00364668"/>
    <w:rsid w:val="0036577C"/>
    <w:rsid w:val="0036585A"/>
    <w:rsid w:val="00365965"/>
    <w:rsid w:val="00365FD3"/>
    <w:rsid w:val="00366316"/>
    <w:rsid w:val="003668EF"/>
    <w:rsid w:val="00366BB7"/>
    <w:rsid w:val="0037096F"/>
    <w:rsid w:val="00371053"/>
    <w:rsid w:val="003712E5"/>
    <w:rsid w:val="00371ACC"/>
    <w:rsid w:val="00371CD5"/>
    <w:rsid w:val="00371E36"/>
    <w:rsid w:val="003723F4"/>
    <w:rsid w:val="003724BF"/>
    <w:rsid w:val="00373123"/>
    <w:rsid w:val="00373E2B"/>
    <w:rsid w:val="003747E2"/>
    <w:rsid w:val="00374BDA"/>
    <w:rsid w:val="00374D10"/>
    <w:rsid w:val="0037590A"/>
    <w:rsid w:val="00375AF4"/>
    <w:rsid w:val="00376A1C"/>
    <w:rsid w:val="00377A04"/>
    <w:rsid w:val="003802C6"/>
    <w:rsid w:val="00380EE4"/>
    <w:rsid w:val="00381A78"/>
    <w:rsid w:val="00381B9B"/>
    <w:rsid w:val="00382100"/>
    <w:rsid w:val="003840BD"/>
    <w:rsid w:val="003843B9"/>
    <w:rsid w:val="003848B0"/>
    <w:rsid w:val="003866AB"/>
    <w:rsid w:val="00386F49"/>
    <w:rsid w:val="0038735E"/>
    <w:rsid w:val="0038744C"/>
    <w:rsid w:val="0039157E"/>
    <w:rsid w:val="0039425A"/>
    <w:rsid w:val="00394D45"/>
    <w:rsid w:val="003950BA"/>
    <w:rsid w:val="00396585"/>
    <w:rsid w:val="00396728"/>
    <w:rsid w:val="00397245"/>
    <w:rsid w:val="003A06EB"/>
    <w:rsid w:val="003A0DFD"/>
    <w:rsid w:val="003A2B36"/>
    <w:rsid w:val="003A4960"/>
    <w:rsid w:val="003A64E5"/>
    <w:rsid w:val="003A7F8F"/>
    <w:rsid w:val="003B24E1"/>
    <w:rsid w:val="003B29C9"/>
    <w:rsid w:val="003B39D3"/>
    <w:rsid w:val="003B6DC5"/>
    <w:rsid w:val="003B6F00"/>
    <w:rsid w:val="003B7A47"/>
    <w:rsid w:val="003B7C81"/>
    <w:rsid w:val="003C0AFE"/>
    <w:rsid w:val="003C237D"/>
    <w:rsid w:val="003C2D52"/>
    <w:rsid w:val="003C326A"/>
    <w:rsid w:val="003C34BA"/>
    <w:rsid w:val="003C418C"/>
    <w:rsid w:val="003C4B07"/>
    <w:rsid w:val="003C6D7E"/>
    <w:rsid w:val="003C74A5"/>
    <w:rsid w:val="003C7762"/>
    <w:rsid w:val="003D0037"/>
    <w:rsid w:val="003D0CB9"/>
    <w:rsid w:val="003D0D2F"/>
    <w:rsid w:val="003D12FF"/>
    <w:rsid w:val="003D3541"/>
    <w:rsid w:val="003D590F"/>
    <w:rsid w:val="003D5E9A"/>
    <w:rsid w:val="003D6053"/>
    <w:rsid w:val="003D6420"/>
    <w:rsid w:val="003D7D62"/>
    <w:rsid w:val="003E00E8"/>
    <w:rsid w:val="003E01B5"/>
    <w:rsid w:val="003E025A"/>
    <w:rsid w:val="003E29CC"/>
    <w:rsid w:val="003E2EEC"/>
    <w:rsid w:val="003E34AC"/>
    <w:rsid w:val="003E3810"/>
    <w:rsid w:val="003E4013"/>
    <w:rsid w:val="003E4E20"/>
    <w:rsid w:val="003E4F20"/>
    <w:rsid w:val="003E5B9C"/>
    <w:rsid w:val="003E75A1"/>
    <w:rsid w:val="003E7701"/>
    <w:rsid w:val="003F0035"/>
    <w:rsid w:val="003F0992"/>
    <w:rsid w:val="003F1403"/>
    <w:rsid w:val="003F14CD"/>
    <w:rsid w:val="003F2357"/>
    <w:rsid w:val="003F2738"/>
    <w:rsid w:val="003F351D"/>
    <w:rsid w:val="003F35D9"/>
    <w:rsid w:val="003F3B27"/>
    <w:rsid w:val="003F3B5A"/>
    <w:rsid w:val="003F3D67"/>
    <w:rsid w:val="003F46A3"/>
    <w:rsid w:val="003F5239"/>
    <w:rsid w:val="003F56A7"/>
    <w:rsid w:val="003F5A43"/>
    <w:rsid w:val="003F5E35"/>
    <w:rsid w:val="003F5ED8"/>
    <w:rsid w:val="003F6089"/>
    <w:rsid w:val="003F6B5F"/>
    <w:rsid w:val="003F6F16"/>
    <w:rsid w:val="003F7C81"/>
    <w:rsid w:val="00400B2A"/>
    <w:rsid w:val="00400F0F"/>
    <w:rsid w:val="004029E9"/>
    <w:rsid w:val="00403598"/>
    <w:rsid w:val="0040360F"/>
    <w:rsid w:val="00403CD5"/>
    <w:rsid w:val="0040571A"/>
    <w:rsid w:val="00405B70"/>
    <w:rsid w:val="004065F3"/>
    <w:rsid w:val="004070FA"/>
    <w:rsid w:val="00407751"/>
    <w:rsid w:val="004100B0"/>
    <w:rsid w:val="004108B5"/>
    <w:rsid w:val="00411850"/>
    <w:rsid w:val="00411BE9"/>
    <w:rsid w:val="004125E9"/>
    <w:rsid w:val="00412ADD"/>
    <w:rsid w:val="00412D5D"/>
    <w:rsid w:val="0041348F"/>
    <w:rsid w:val="00413B9D"/>
    <w:rsid w:val="00413BC7"/>
    <w:rsid w:val="00414921"/>
    <w:rsid w:val="00414AFE"/>
    <w:rsid w:val="00415844"/>
    <w:rsid w:val="00416049"/>
    <w:rsid w:val="004206D3"/>
    <w:rsid w:val="00421058"/>
    <w:rsid w:val="0042111B"/>
    <w:rsid w:val="00421560"/>
    <w:rsid w:val="00422124"/>
    <w:rsid w:val="00422F97"/>
    <w:rsid w:val="00425271"/>
    <w:rsid w:val="0043001B"/>
    <w:rsid w:val="00430323"/>
    <w:rsid w:val="00431821"/>
    <w:rsid w:val="00431FE1"/>
    <w:rsid w:val="004327EB"/>
    <w:rsid w:val="00432862"/>
    <w:rsid w:val="00432E37"/>
    <w:rsid w:val="00433B87"/>
    <w:rsid w:val="00434D89"/>
    <w:rsid w:val="00434F89"/>
    <w:rsid w:val="004353CE"/>
    <w:rsid w:val="0043643A"/>
    <w:rsid w:val="00440FDB"/>
    <w:rsid w:val="004417B9"/>
    <w:rsid w:val="004425A3"/>
    <w:rsid w:val="00442B30"/>
    <w:rsid w:val="00442B9C"/>
    <w:rsid w:val="004430CF"/>
    <w:rsid w:val="0044438F"/>
    <w:rsid w:val="0044459B"/>
    <w:rsid w:val="00444BDB"/>
    <w:rsid w:val="004463DA"/>
    <w:rsid w:val="00446FA4"/>
    <w:rsid w:val="00447AA5"/>
    <w:rsid w:val="004505B4"/>
    <w:rsid w:val="00450FD5"/>
    <w:rsid w:val="0045476E"/>
    <w:rsid w:val="00455C50"/>
    <w:rsid w:val="0045614B"/>
    <w:rsid w:val="00456717"/>
    <w:rsid w:val="004573B9"/>
    <w:rsid w:val="00457748"/>
    <w:rsid w:val="00457DD7"/>
    <w:rsid w:val="00460591"/>
    <w:rsid w:val="0046169C"/>
    <w:rsid w:val="0046239B"/>
    <w:rsid w:val="004636D0"/>
    <w:rsid w:val="0046386B"/>
    <w:rsid w:val="00464B93"/>
    <w:rsid w:val="00464D6C"/>
    <w:rsid w:val="004656B1"/>
    <w:rsid w:val="00465EF6"/>
    <w:rsid w:val="00466BC5"/>
    <w:rsid w:val="00467561"/>
    <w:rsid w:val="00470F2E"/>
    <w:rsid w:val="00471212"/>
    <w:rsid w:val="00471B82"/>
    <w:rsid w:val="00471D69"/>
    <w:rsid w:val="00473156"/>
    <w:rsid w:val="00473617"/>
    <w:rsid w:val="00474A06"/>
    <w:rsid w:val="00474D0F"/>
    <w:rsid w:val="00474F08"/>
    <w:rsid w:val="00475405"/>
    <w:rsid w:val="004760D5"/>
    <w:rsid w:val="00476403"/>
    <w:rsid w:val="00476D92"/>
    <w:rsid w:val="00476FD5"/>
    <w:rsid w:val="004770D2"/>
    <w:rsid w:val="00477AFB"/>
    <w:rsid w:val="00481C4B"/>
    <w:rsid w:val="00482623"/>
    <w:rsid w:val="004850FB"/>
    <w:rsid w:val="00485705"/>
    <w:rsid w:val="00485AE6"/>
    <w:rsid w:val="00486014"/>
    <w:rsid w:val="00486142"/>
    <w:rsid w:val="00486AE3"/>
    <w:rsid w:val="004906BC"/>
    <w:rsid w:val="0049105E"/>
    <w:rsid w:val="00491756"/>
    <w:rsid w:val="00491778"/>
    <w:rsid w:val="00491A59"/>
    <w:rsid w:val="00491AB0"/>
    <w:rsid w:val="00492419"/>
    <w:rsid w:val="00494AB3"/>
    <w:rsid w:val="004964B0"/>
    <w:rsid w:val="004965B8"/>
    <w:rsid w:val="00497967"/>
    <w:rsid w:val="004A1225"/>
    <w:rsid w:val="004A20B0"/>
    <w:rsid w:val="004A20D4"/>
    <w:rsid w:val="004A2455"/>
    <w:rsid w:val="004A2E5B"/>
    <w:rsid w:val="004A4396"/>
    <w:rsid w:val="004A460D"/>
    <w:rsid w:val="004A4BD1"/>
    <w:rsid w:val="004A5019"/>
    <w:rsid w:val="004A5629"/>
    <w:rsid w:val="004A5860"/>
    <w:rsid w:val="004A5A1E"/>
    <w:rsid w:val="004A5A65"/>
    <w:rsid w:val="004A5E90"/>
    <w:rsid w:val="004A7A3F"/>
    <w:rsid w:val="004A7F4D"/>
    <w:rsid w:val="004B0273"/>
    <w:rsid w:val="004B0299"/>
    <w:rsid w:val="004B124C"/>
    <w:rsid w:val="004B1FCA"/>
    <w:rsid w:val="004B37F1"/>
    <w:rsid w:val="004B48AB"/>
    <w:rsid w:val="004B4C10"/>
    <w:rsid w:val="004B4E24"/>
    <w:rsid w:val="004B7CCA"/>
    <w:rsid w:val="004C1EA0"/>
    <w:rsid w:val="004C287F"/>
    <w:rsid w:val="004C2FA4"/>
    <w:rsid w:val="004C4228"/>
    <w:rsid w:val="004C5D59"/>
    <w:rsid w:val="004C61E0"/>
    <w:rsid w:val="004C626C"/>
    <w:rsid w:val="004C6532"/>
    <w:rsid w:val="004C6EF6"/>
    <w:rsid w:val="004C7C2B"/>
    <w:rsid w:val="004C7C81"/>
    <w:rsid w:val="004C7DAD"/>
    <w:rsid w:val="004D1CFB"/>
    <w:rsid w:val="004D2967"/>
    <w:rsid w:val="004D314D"/>
    <w:rsid w:val="004D32C7"/>
    <w:rsid w:val="004D486D"/>
    <w:rsid w:val="004D48CB"/>
    <w:rsid w:val="004D50DC"/>
    <w:rsid w:val="004D5EF0"/>
    <w:rsid w:val="004D5F10"/>
    <w:rsid w:val="004D60F6"/>
    <w:rsid w:val="004D7BA2"/>
    <w:rsid w:val="004E066B"/>
    <w:rsid w:val="004E4DC9"/>
    <w:rsid w:val="004E5F8E"/>
    <w:rsid w:val="004E747B"/>
    <w:rsid w:val="004F07E7"/>
    <w:rsid w:val="004F1091"/>
    <w:rsid w:val="004F12DB"/>
    <w:rsid w:val="004F1F61"/>
    <w:rsid w:val="004F2210"/>
    <w:rsid w:val="004F2781"/>
    <w:rsid w:val="004F34AE"/>
    <w:rsid w:val="004F3A0B"/>
    <w:rsid w:val="004F3A51"/>
    <w:rsid w:val="004F53AD"/>
    <w:rsid w:val="004F583A"/>
    <w:rsid w:val="004F74B8"/>
    <w:rsid w:val="004F7514"/>
    <w:rsid w:val="004F7821"/>
    <w:rsid w:val="004F7FFA"/>
    <w:rsid w:val="005014B3"/>
    <w:rsid w:val="00502E30"/>
    <w:rsid w:val="00504D33"/>
    <w:rsid w:val="00504D6B"/>
    <w:rsid w:val="00504FD0"/>
    <w:rsid w:val="00505686"/>
    <w:rsid w:val="00506E58"/>
    <w:rsid w:val="005071EE"/>
    <w:rsid w:val="0050757D"/>
    <w:rsid w:val="00507602"/>
    <w:rsid w:val="00507C57"/>
    <w:rsid w:val="005100E8"/>
    <w:rsid w:val="005116AA"/>
    <w:rsid w:val="0051218E"/>
    <w:rsid w:val="00512F42"/>
    <w:rsid w:val="00513B72"/>
    <w:rsid w:val="00514B9D"/>
    <w:rsid w:val="00514EB1"/>
    <w:rsid w:val="00514EBE"/>
    <w:rsid w:val="0051635F"/>
    <w:rsid w:val="0051660B"/>
    <w:rsid w:val="00516682"/>
    <w:rsid w:val="00517551"/>
    <w:rsid w:val="00517778"/>
    <w:rsid w:val="005204F2"/>
    <w:rsid w:val="0052144E"/>
    <w:rsid w:val="005229F5"/>
    <w:rsid w:val="00523458"/>
    <w:rsid w:val="00523594"/>
    <w:rsid w:val="0052373D"/>
    <w:rsid w:val="00523B88"/>
    <w:rsid w:val="00524EE0"/>
    <w:rsid w:val="00525486"/>
    <w:rsid w:val="00525AAB"/>
    <w:rsid w:val="005278B4"/>
    <w:rsid w:val="0053097D"/>
    <w:rsid w:val="00530F59"/>
    <w:rsid w:val="005314C4"/>
    <w:rsid w:val="00531EA0"/>
    <w:rsid w:val="00531F96"/>
    <w:rsid w:val="0053237C"/>
    <w:rsid w:val="00532D36"/>
    <w:rsid w:val="00532E7E"/>
    <w:rsid w:val="00533EE5"/>
    <w:rsid w:val="00534575"/>
    <w:rsid w:val="00535222"/>
    <w:rsid w:val="005352C2"/>
    <w:rsid w:val="005360D9"/>
    <w:rsid w:val="00536356"/>
    <w:rsid w:val="0053645B"/>
    <w:rsid w:val="00540457"/>
    <w:rsid w:val="00540B76"/>
    <w:rsid w:val="00541CAC"/>
    <w:rsid w:val="00542CC8"/>
    <w:rsid w:val="0054443A"/>
    <w:rsid w:val="005446CB"/>
    <w:rsid w:val="005448ED"/>
    <w:rsid w:val="0054552F"/>
    <w:rsid w:val="00545D2D"/>
    <w:rsid w:val="00545F83"/>
    <w:rsid w:val="005460BF"/>
    <w:rsid w:val="005464D4"/>
    <w:rsid w:val="00546BE1"/>
    <w:rsid w:val="0054767D"/>
    <w:rsid w:val="00550111"/>
    <w:rsid w:val="00550F3F"/>
    <w:rsid w:val="00551546"/>
    <w:rsid w:val="00551744"/>
    <w:rsid w:val="0055210C"/>
    <w:rsid w:val="00553A81"/>
    <w:rsid w:val="00554AAF"/>
    <w:rsid w:val="00554EDA"/>
    <w:rsid w:val="0055584D"/>
    <w:rsid w:val="00555C30"/>
    <w:rsid w:val="00556596"/>
    <w:rsid w:val="00556ACA"/>
    <w:rsid w:val="00557338"/>
    <w:rsid w:val="00557361"/>
    <w:rsid w:val="005579E4"/>
    <w:rsid w:val="00560409"/>
    <w:rsid w:val="0056042B"/>
    <w:rsid w:val="00560B2E"/>
    <w:rsid w:val="005614ED"/>
    <w:rsid w:val="00562BA3"/>
    <w:rsid w:val="00563607"/>
    <w:rsid w:val="00564107"/>
    <w:rsid w:val="005645D9"/>
    <w:rsid w:val="00564A1E"/>
    <w:rsid w:val="00564BB9"/>
    <w:rsid w:val="00565988"/>
    <w:rsid w:val="00565FF4"/>
    <w:rsid w:val="00566162"/>
    <w:rsid w:val="005668AA"/>
    <w:rsid w:val="005668CE"/>
    <w:rsid w:val="00567125"/>
    <w:rsid w:val="00567B5A"/>
    <w:rsid w:val="00570A09"/>
    <w:rsid w:val="00570D7A"/>
    <w:rsid w:val="005713C8"/>
    <w:rsid w:val="00571690"/>
    <w:rsid w:val="00572219"/>
    <w:rsid w:val="00572A5B"/>
    <w:rsid w:val="005731AE"/>
    <w:rsid w:val="005739BC"/>
    <w:rsid w:val="00573B46"/>
    <w:rsid w:val="00574819"/>
    <w:rsid w:val="00574AEF"/>
    <w:rsid w:val="00574B96"/>
    <w:rsid w:val="00574D1C"/>
    <w:rsid w:val="00576C3B"/>
    <w:rsid w:val="005839FE"/>
    <w:rsid w:val="00583CD7"/>
    <w:rsid w:val="005858BD"/>
    <w:rsid w:val="005869D5"/>
    <w:rsid w:val="00587371"/>
    <w:rsid w:val="00587F3F"/>
    <w:rsid w:val="005913C5"/>
    <w:rsid w:val="00592915"/>
    <w:rsid w:val="005930E9"/>
    <w:rsid w:val="005932F8"/>
    <w:rsid w:val="00593478"/>
    <w:rsid w:val="00593CAA"/>
    <w:rsid w:val="00593F4C"/>
    <w:rsid w:val="00594A78"/>
    <w:rsid w:val="00595731"/>
    <w:rsid w:val="00595831"/>
    <w:rsid w:val="00596616"/>
    <w:rsid w:val="005A0C40"/>
    <w:rsid w:val="005A144E"/>
    <w:rsid w:val="005A14E6"/>
    <w:rsid w:val="005A17AC"/>
    <w:rsid w:val="005A194E"/>
    <w:rsid w:val="005A3231"/>
    <w:rsid w:val="005A353E"/>
    <w:rsid w:val="005A3587"/>
    <w:rsid w:val="005A4150"/>
    <w:rsid w:val="005A4C91"/>
    <w:rsid w:val="005A5319"/>
    <w:rsid w:val="005A5D7A"/>
    <w:rsid w:val="005A6685"/>
    <w:rsid w:val="005A688D"/>
    <w:rsid w:val="005A6F82"/>
    <w:rsid w:val="005A72BF"/>
    <w:rsid w:val="005B172F"/>
    <w:rsid w:val="005B1748"/>
    <w:rsid w:val="005B3211"/>
    <w:rsid w:val="005B4E71"/>
    <w:rsid w:val="005B4EA6"/>
    <w:rsid w:val="005B5D78"/>
    <w:rsid w:val="005B6D4F"/>
    <w:rsid w:val="005B7003"/>
    <w:rsid w:val="005B785B"/>
    <w:rsid w:val="005C0C67"/>
    <w:rsid w:val="005C18E2"/>
    <w:rsid w:val="005C222B"/>
    <w:rsid w:val="005C2C9D"/>
    <w:rsid w:val="005C3BC4"/>
    <w:rsid w:val="005C63B3"/>
    <w:rsid w:val="005C6C88"/>
    <w:rsid w:val="005C7997"/>
    <w:rsid w:val="005D1FAE"/>
    <w:rsid w:val="005D20D6"/>
    <w:rsid w:val="005D351D"/>
    <w:rsid w:val="005D3BBC"/>
    <w:rsid w:val="005D406D"/>
    <w:rsid w:val="005D5E78"/>
    <w:rsid w:val="005D6936"/>
    <w:rsid w:val="005D6C44"/>
    <w:rsid w:val="005E0C83"/>
    <w:rsid w:val="005E15BA"/>
    <w:rsid w:val="005E1DB4"/>
    <w:rsid w:val="005E1F2E"/>
    <w:rsid w:val="005E2749"/>
    <w:rsid w:val="005E37A4"/>
    <w:rsid w:val="005E3C92"/>
    <w:rsid w:val="005E6120"/>
    <w:rsid w:val="005E73EF"/>
    <w:rsid w:val="005E7617"/>
    <w:rsid w:val="005E77DB"/>
    <w:rsid w:val="005F0348"/>
    <w:rsid w:val="005F07AF"/>
    <w:rsid w:val="005F0D6D"/>
    <w:rsid w:val="005F1FA1"/>
    <w:rsid w:val="005F223D"/>
    <w:rsid w:val="005F28B3"/>
    <w:rsid w:val="005F2B27"/>
    <w:rsid w:val="005F3000"/>
    <w:rsid w:val="005F3438"/>
    <w:rsid w:val="005F3740"/>
    <w:rsid w:val="005F437D"/>
    <w:rsid w:val="005F6578"/>
    <w:rsid w:val="005F7E12"/>
    <w:rsid w:val="00600DE5"/>
    <w:rsid w:val="00600E01"/>
    <w:rsid w:val="00601931"/>
    <w:rsid w:val="006024A2"/>
    <w:rsid w:val="0060536D"/>
    <w:rsid w:val="006053EE"/>
    <w:rsid w:val="00605739"/>
    <w:rsid w:val="00605A5F"/>
    <w:rsid w:val="006062F8"/>
    <w:rsid w:val="006066CC"/>
    <w:rsid w:val="006074D7"/>
    <w:rsid w:val="00607B07"/>
    <w:rsid w:val="00610093"/>
    <w:rsid w:val="0061117F"/>
    <w:rsid w:val="00611CA0"/>
    <w:rsid w:val="00611DDF"/>
    <w:rsid w:val="0061252B"/>
    <w:rsid w:val="0061259E"/>
    <w:rsid w:val="00612CE1"/>
    <w:rsid w:val="006144D2"/>
    <w:rsid w:val="00615B4B"/>
    <w:rsid w:val="00615F0C"/>
    <w:rsid w:val="006164A9"/>
    <w:rsid w:val="00620961"/>
    <w:rsid w:val="006209D1"/>
    <w:rsid w:val="0062261D"/>
    <w:rsid w:val="00624D58"/>
    <w:rsid w:val="00624F16"/>
    <w:rsid w:val="00624F1C"/>
    <w:rsid w:val="0062506D"/>
    <w:rsid w:val="00625115"/>
    <w:rsid w:val="0062561E"/>
    <w:rsid w:val="00625ABF"/>
    <w:rsid w:val="00626A5C"/>
    <w:rsid w:val="00626BC9"/>
    <w:rsid w:val="00626C17"/>
    <w:rsid w:val="0062734B"/>
    <w:rsid w:val="006316FC"/>
    <w:rsid w:val="0063225C"/>
    <w:rsid w:val="00632C0B"/>
    <w:rsid w:val="00633F3A"/>
    <w:rsid w:val="0063469F"/>
    <w:rsid w:val="00635A25"/>
    <w:rsid w:val="0063647C"/>
    <w:rsid w:val="00636538"/>
    <w:rsid w:val="00636B31"/>
    <w:rsid w:val="006371A4"/>
    <w:rsid w:val="00637623"/>
    <w:rsid w:val="00640594"/>
    <w:rsid w:val="0064073E"/>
    <w:rsid w:val="00640D8B"/>
    <w:rsid w:val="006414E9"/>
    <w:rsid w:val="00641C7A"/>
    <w:rsid w:val="006430ED"/>
    <w:rsid w:val="00643162"/>
    <w:rsid w:val="00643A58"/>
    <w:rsid w:val="00643D63"/>
    <w:rsid w:val="0064505F"/>
    <w:rsid w:val="0064547D"/>
    <w:rsid w:val="00645997"/>
    <w:rsid w:val="006463A7"/>
    <w:rsid w:val="006463EF"/>
    <w:rsid w:val="006468D6"/>
    <w:rsid w:val="00650B56"/>
    <w:rsid w:val="00652735"/>
    <w:rsid w:val="00652BB9"/>
    <w:rsid w:val="00655075"/>
    <w:rsid w:val="00655DE5"/>
    <w:rsid w:val="00655F5C"/>
    <w:rsid w:val="006563CF"/>
    <w:rsid w:val="00656A85"/>
    <w:rsid w:val="00656B22"/>
    <w:rsid w:val="00656E53"/>
    <w:rsid w:val="00657433"/>
    <w:rsid w:val="00657FF6"/>
    <w:rsid w:val="00660B13"/>
    <w:rsid w:val="00663556"/>
    <w:rsid w:val="006643E1"/>
    <w:rsid w:val="00664544"/>
    <w:rsid w:val="00664950"/>
    <w:rsid w:val="00664B08"/>
    <w:rsid w:val="00667A66"/>
    <w:rsid w:val="00670BF0"/>
    <w:rsid w:val="00671255"/>
    <w:rsid w:val="00671284"/>
    <w:rsid w:val="006746FD"/>
    <w:rsid w:val="006751D4"/>
    <w:rsid w:val="00676C15"/>
    <w:rsid w:val="00677078"/>
    <w:rsid w:val="00680E63"/>
    <w:rsid w:val="006812C0"/>
    <w:rsid w:val="00683326"/>
    <w:rsid w:val="00683450"/>
    <w:rsid w:val="0068446D"/>
    <w:rsid w:val="00684FEB"/>
    <w:rsid w:val="00685390"/>
    <w:rsid w:val="00685619"/>
    <w:rsid w:val="006866E4"/>
    <w:rsid w:val="00686C28"/>
    <w:rsid w:val="006874A4"/>
    <w:rsid w:val="00687970"/>
    <w:rsid w:val="00690450"/>
    <w:rsid w:val="00691680"/>
    <w:rsid w:val="00691CC0"/>
    <w:rsid w:val="006923B1"/>
    <w:rsid w:val="0069324F"/>
    <w:rsid w:val="006938AD"/>
    <w:rsid w:val="006946B4"/>
    <w:rsid w:val="00695581"/>
    <w:rsid w:val="006969B2"/>
    <w:rsid w:val="00697019"/>
    <w:rsid w:val="006A0033"/>
    <w:rsid w:val="006A02FE"/>
    <w:rsid w:val="006A0B0C"/>
    <w:rsid w:val="006A0CED"/>
    <w:rsid w:val="006A1586"/>
    <w:rsid w:val="006A1B58"/>
    <w:rsid w:val="006A306C"/>
    <w:rsid w:val="006A3080"/>
    <w:rsid w:val="006A36EF"/>
    <w:rsid w:val="006A3738"/>
    <w:rsid w:val="006A4469"/>
    <w:rsid w:val="006A597E"/>
    <w:rsid w:val="006A64B8"/>
    <w:rsid w:val="006A6AD2"/>
    <w:rsid w:val="006A6FA2"/>
    <w:rsid w:val="006A7278"/>
    <w:rsid w:val="006A754B"/>
    <w:rsid w:val="006A761F"/>
    <w:rsid w:val="006B1C6B"/>
    <w:rsid w:val="006B4387"/>
    <w:rsid w:val="006B4BEE"/>
    <w:rsid w:val="006B4ECF"/>
    <w:rsid w:val="006B5667"/>
    <w:rsid w:val="006B78F5"/>
    <w:rsid w:val="006C0257"/>
    <w:rsid w:val="006C0517"/>
    <w:rsid w:val="006C0BA6"/>
    <w:rsid w:val="006C386E"/>
    <w:rsid w:val="006C41EF"/>
    <w:rsid w:val="006C42C8"/>
    <w:rsid w:val="006C447D"/>
    <w:rsid w:val="006C5EBD"/>
    <w:rsid w:val="006C6A31"/>
    <w:rsid w:val="006C7197"/>
    <w:rsid w:val="006D05BC"/>
    <w:rsid w:val="006D10E2"/>
    <w:rsid w:val="006D12F6"/>
    <w:rsid w:val="006D202D"/>
    <w:rsid w:val="006D2190"/>
    <w:rsid w:val="006D2249"/>
    <w:rsid w:val="006D2390"/>
    <w:rsid w:val="006D2A58"/>
    <w:rsid w:val="006D3E7C"/>
    <w:rsid w:val="006D4054"/>
    <w:rsid w:val="006D439C"/>
    <w:rsid w:val="006D458F"/>
    <w:rsid w:val="006D45D9"/>
    <w:rsid w:val="006D4C14"/>
    <w:rsid w:val="006D5545"/>
    <w:rsid w:val="006D55B9"/>
    <w:rsid w:val="006D569D"/>
    <w:rsid w:val="006D6FDF"/>
    <w:rsid w:val="006D73BC"/>
    <w:rsid w:val="006D75FC"/>
    <w:rsid w:val="006D76F4"/>
    <w:rsid w:val="006D7A04"/>
    <w:rsid w:val="006E06FB"/>
    <w:rsid w:val="006E13F1"/>
    <w:rsid w:val="006E1A74"/>
    <w:rsid w:val="006E2107"/>
    <w:rsid w:val="006E2303"/>
    <w:rsid w:val="006E25DD"/>
    <w:rsid w:val="006E26BB"/>
    <w:rsid w:val="006E3167"/>
    <w:rsid w:val="006E4253"/>
    <w:rsid w:val="006E49A6"/>
    <w:rsid w:val="006E5EDA"/>
    <w:rsid w:val="006E71D5"/>
    <w:rsid w:val="006E7248"/>
    <w:rsid w:val="006E7273"/>
    <w:rsid w:val="006E7AA3"/>
    <w:rsid w:val="006E7B66"/>
    <w:rsid w:val="006F0D1D"/>
    <w:rsid w:val="006F35E3"/>
    <w:rsid w:val="006F4A9A"/>
    <w:rsid w:val="006F4C00"/>
    <w:rsid w:val="006F5660"/>
    <w:rsid w:val="006F6075"/>
    <w:rsid w:val="006F6AF8"/>
    <w:rsid w:val="006F6E5C"/>
    <w:rsid w:val="00700050"/>
    <w:rsid w:val="007004EF"/>
    <w:rsid w:val="00701876"/>
    <w:rsid w:val="007025E2"/>
    <w:rsid w:val="007036B9"/>
    <w:rsid w:val="007037DD"/>
    <w:rsid w:val="007039D3"/>
    <w:rsid w:val="00703E68"/>
    <w:rsid w:val="0070411F"/>
    <w:rsid w:val="007053CB"/>
    <w:rsid w:val="00705A41"/>
    <w:rsid w:val="007062B1"/>
    <w:rsid w:val="00707D40"/>
    <w:rsid w:val="0071113D"/>
    <w:rsid w:val="00711492"/>
    <w:rsid w:val="007119F8"/>
    <w:rsid w:val="00712F6C"/>
    <w:rsid w:val="00713F16"/>
    <w:rsid w:val="00714066"/>
    <w:rsid w:val="00714999"/>
    <w:rsid w:val="00714E0C"/>
    <w:rsid w:val="007159F5"/>
    <w:rsid w:val="007174ED"/>
    <w:rsid w:val="00717B69"/>
    <w:rsid w:val="00717E7B"/>
    <w:rsid w:val="00720792"/>
    <w:rsid w:val="00720B0B"/>
    <w:rsid w:val="007223AA"/>
    <w:rsid w:val="0072294C"/>
    <w:rsid w:val="00726CD4"/>
    <w:rsid w:val="0072762D"/>
    <w:rsid w:val="00731C3B"/>
    <w:rsid w:val="00732E52"/>
    <w:rsid w:val="00733228"/>
    <w:rsid w:val="00735081"/>
    <w:rsid w:val="007352D8"/>
    <w:rsid w:val="00735691"/>
    <w:rsid w:val="00735C02"/>
    <w:rsid w:val="00735D4E"/>
    <w:rsid w:val="00737F8B"/>
    <w:rsid w:val="00740B52"/>
    <w:rsid w:val="007411F9"/>
    <w:rsid w:val="00741FCF"/>
    <w:rsid w:val="007425D7"/>
    <w:rsid w:val="007426AD"/>
    <w:rsid w:val="00742D6B"/>
    <w:rsid w:val="00742F19"/>
    <w:rsid w:val="0074454D"/>
    <w:rsid w:val="0074592F"/>
    <w:rsid w:val="00745B65"/>
    <w:rsid w:val="00746029"/>
    <w:rsid w:val="007477AA"/>
    <w:rsid w:val="00747BDE"/>
    <w:rsid w:val="00747E88"/>
    <w:rsid w:val="00750668"/>
    <w:rsid w:val="0075150B"/>
    <w:rsid w:val="0075185A"/>
    <w:rsid w:val="00752B6B"/>
    <w:rsid w:val="00752F26"/>
    <w:rsid w:val="00753436"/>
    <w:rsid w:val="007546D9"/>
    <w:rsid w:val="007547AC"/>
    <w:rsid w:val="00755CB6"/>
    <w:rsid w:val="00756D1D"/>
    <w:rsid w:val="00760DEE"/>
    <w:rsid w:val="007614E9"/>
    <w:rsid w:val="00761BB4"/>
    <w:rsid w:val="007620CC"/>
    <w:rsid w:val="0076216C"/>
    <w:rsid w:val="007625DF"/>
    <w:rsid w:val="00762F7F"/>
    <w:rsid w:val="007651B2"/>
    <w:rsid w:val="007658AF"/>
    <w:rsid w:val="0076618B"/>
    <w:rsid w:val="00766483"/>
    <w:rsid w:val="00766B99"/>
    <w:rsid w:val="007674F8"/>
    <w:rsid w:val="0076750D"/>
    <w:rsid w:val="0077002D"/>
    <w:rsid w:val="00770ADD"/>
    <w:rsid w:val="007719AD"/>
    <w:rsid w:val="00772BB1"/>
    <w:rsid w:val="00773AF0"/>
    <w:rsid w:val="00774E75"/>
    <w:rsid w:val="00776DBF"/>
    <w:rsid w:val="00777422"/>
    <w:rsid w:val="00777A75"/>
    <w:rsid w:val="0078071E"/>
    <w:rsid w:val="00781259"/>
    <w:rsid w:val="00783607"/>
    <w:rsid w:val="00783E73"/>
    <w:rsid w:val="007855B1"/>
    <w:rsid w:val="00785921"/>
    <w:rsid w:val="007864C0"/>
    <w:rsid w:val="00786782"/>
    <w:rsid w:val="00786CBD"/>
    <w:rsid w:val="007904E4"/>
    <w:rsid w:val="00790C82"/>
    <w:rsid w:val="0079174A"/>
    <w:rsid w:val="00792787"/>
    <w:rsid w:val="007943A3"/>
    <w:rsid w:val="00794DD4"/>
    <w:rsid w:val="00797BF9"/>
    <w:rsid w:val="00797EC9"/>
    <w:rsid w:val="007A0E79"/>
    <w:rsid w:val="007A2908"/>
    <w:rsid w:val="007A2F77"/>
    <w:rsid w:val="007A30D3"/>
    <w:rsid w:val="007A3401"/>
    <w:rsid w:val="007A42DC"/>
    <w:rsid w:val="007A5547"/>
    <w:rsid w:val="007B0F07"/>
    <w:rsid w:val="007B15C1"/>
    <w:rsid w:val="007B18F4"/>
    <w:rsid w:val="007B2DE8"/>
    <w:rsid w:val="007B2F4A"/>
    <w:rsid w:val="007B30ED"/>
    <w:rsid w:val="007B3C40"/>
    <w:rsid w:val="007B5373"/>
    <w:rsid w:val="007B5477"/>
    <w:rsid w:val="007B54A3"/>
    <w:rsid w:val="007B78E1"/>
    <w:rsid w:val="007B7B71"/>
    <w:rsid w:val="007C0767"/>
    <w:rsid w:val="007C0BA0"/>
    <w:rsid w:val="007C0BAB"/>
    <w:rsid w:val="007C12AF"/>
    <w:rsid w:val="007C1690"/>
    <w:rsid w:val="007C17D4"/>
    <w:rsid w:val="007C192F"/>
    <w:rsid w:val="007C2119"/>
    <w:rsid w:val="007C255F"/>
    <w:rsid w:val="007C434F"/>
    <w:rsid w:val="007C5916"/>
    <w:rsid w:val="007C60D0"/>
    <w:rsid w:val="007C6E77"/>
    <w:rsid w:val="007C6F31"/>
    <w:rsid w:val="007C76D2"/>
    <w:rsid w:val="007D00BB"/>
    <w:rsid w:val="007D11AA"/>
    <w:rsid w:val="007D1368"/>
    <w:rsid w:val="007D254B"/>
    <w:rsid w:val="007D2B05"/>
    <w:rsid w:val="007D2B85"/>
    <w:rsid w:val="007D3086"/>
    <w:rsid w:val="007D34BB"/>
    <w:rsid w:val="007D41BE"/>
    <w:rsid w:val="007D4490"/>
    <w:rsid w:val="007D52D6"/>
    <w:rsid w:val="007D5510"/>
    <w:rsid w:val="007D5661"/>
    <w:rsid w:val="007D667C"/>
    <w:rsid w:val="007E0075"/>
    <w:rsid w:val="007E02D4"/>
    <w:rsid w:val="007E03A6"/>
    <w:rsid w:val="007E0944"/>
    <w:rsid w:val="007E0FB2"/>
    <w:rsid w:val="007E0FEF"/>
    <w:rsid w:val="007E16FF"/>
    <w:rsid w:val="007E2DCE"/>
    <w:rsid w:val="007E3676"/>
    <w:rsid w:val="007E3784"/>
    <w:rsid w:val="007E3AAB"/>
    <w:rsid w:val="007E51C4"/>
    <w:rsid w:val="007E5458"/>
    <w:rsid w:val="007E577C"/>
    <w:rsid w:val="007F0B1D"/>
    <w:rsid w:val="007F1030"/>
    <w:rsid w:val="007F113F"/>
    <w:rsid w:val="007F1942"/>
    <w:rsid w:val="007F1A90"/>
    <w:rsid w:val="007F2376"/>
    <w:rsid w:val="007F2D56"/>
    <w:rsid w:val="007F3281"/>
    <w:rsid w:val="007F3BA4"/>
    <w:rsid w:val="007F5B1B"/>
    <w:rsid w:val="007F7102"/>
    <w:rsid w:val="008010F3"/>
    <w:rsid w:val="0080242F"/>
    <w:rsid w:val="0080288E"/>
    <w:rsid w:val="008030F3"/>
    <w:rsid w:val="00803FD8"/>
    <w:rsid w:val="0080516B"/>
    <w:rsid w:val="008075D1"/>
    <w:rsid w:val="00810241"/>
    <w:rsid w:val="0081140D"/>
    <w:rsid w:val="00817A31"/>
    <w:rsid w:val="00817A60"/>
    <w:rsid w:val="008209BF"/>
    <w:rsid w:val="00820B89"/>
    <w:rsid w:val="0082106C"/>
    <w:rsid w:val="00821D9F"/>
    <w:rsid w:val="00822149"/>
    <w:rsid w:val="00822D8A"/>
    <w:rsid w:val="00824C87"/>
    <w:rsid w:val="00825722"/>
    <w:rsid w:val="00826980"/>
    <w:rsid w:val="00826CD6"/>
    <w:rsid w:val="00830561"/>
    <w:rsid w:val="00830F87"/>
    <w:rsid w:val="0083132C"/>
    <w:rsid w:val="00831A3D"/>
    <w:rsid w:val="0083323A"/>
    <w:rsid w:val="008339F0"/>
    <w:rsid w:val="00833CD9"/>
    <w:rsid w:val="00835398"/>
    <w:rsid w:val="00835902"/>
    <w:rsid w:val="00835D97"/>
    <w:rsid w:val="00836640"/>
    <w:rsid w:val="008366DD"/>
    <w:rsid w:val="00836852"/>
    <w:rsid w:val="00836EDB"/>
    <w:rsid w:val="008378A3"/>
    <w:rsid w:val="00840EA3"/>
    <w:rsid w:val="008414DE"/>
    <w:rsid w:val="00841518"/>
    <w:rsid w:val="00841CDE"/>
    <w:rsid w:val="008422FB"/>
    <w:rsid w:val="00842ADC"/>
    <w:rsid w:val="00843973"/>
    <w:rsid w:val="00843D4A"/>
    <w:rsid w:val="00844B61"/>
    <w:rsid w:val="008452BD"/>
    <w:rsid w:val="00845776"/>
    <w:rsid w:val="00845901"/>
    <w:rsid w:val="00845BDA"/>
    <w:rsid w:val="008460BF"/>
    <w:rsid w:val="008461F0"/>
    <w:rsid w:val="008461F8"/>
    <w:rsid w:val="00847E9D"/>
    <w:rsid w:val="008503E2"/>
    <w:rsid w:val="00850D55"/>
    <w:rsid w:val="0085171A"/>
    <w:rsid w:val="008525BA"/>
    <w:rsid w:val="0085261A"/>
    <w:rsid w:val="00852D4E"/>
    <w:rsid w:val="00853B74"/>
    <w:rsid w:val="00854771"/>
    <w:rsid w:val="00855635"/>
    <w:rsid w:val="00856721"/>
    <w:rsid w:val="00856D44"/>
    <w:rsid w:val="00860C7C"/>
    <w:rsid w:val="008616CC"/>
    <w:rsid w:val="0086227F"/>
    <w:rsid w:val="00862384"/>
    <w:rsid w:val="00863128"/>
    <w:rsid w:val="00864246"/>
    <w:rsid w:val="00864673"/>
    <w:rsid w:val="00864A20"/>
    <w:rsid w:val="00864FEB"/>
    <w:rsid w:val="00865B06"/>
    <w:rsid w:val="00866A81"/>
    <w:rsid w:val="008674D9"/>
    <w:rsid w:val="00870134"/>
    <w:rsid w:val="008702D2"/>
    <w:rsid w:val="00871E9A"/>
    <w:rsid w:val="00873B16"/>
    <w:rsid w:val="0087489E"/>
    <w:rsid w:val="00874F31"/>
    <w:rsid w:val="00875C48"/>
    <w:rsid w:val="0087699D"/>
    <w:rsid w:val="00876E88"/>
    <w:rsid w:val="0087760F"/>
    <w:rsid w:val="00877714"/>
    <w:rsid w:val="00877750"/>
    <w:rsid w:val="008802F9"/>
    <w:rsid w:val="00881414"/>
    <w:rsid w:val="008821EB"/>
    <w:rsid w:val="00882CAA"/>
    <w:rsid w:val="00882D85"/>
    <w:rsid w:val="008834B7"/>
    <w:rsid w:val="00883816"/>
    <w:rsid w:val="00883CA6"/>
    <w:rsid w:val="008856C1"/>
    <w:rsid w:val="008858DB"/>
    <w:rsid w:val="00886027"/>
    <w:rsid w:val="00887209"/>
    <w:rsid w:val="00891070"/>
    <w:rsid w:val="0089254B"/>
    <w:rsid w:val="0089344A"/>
    <w:rsid w:val="0089436F"/>
    <w:rsid w:val="00894988"/>
    <w:rsid w:val="008A1597"/>
    <w:rsid w:val="008A1670"/>
    <w:rsid w:val="008A1B03"/>
    <w:rsid w:val="008A3199"/>
    <w:rsid w:val="008A3519"/>
    <w:rsid w:val="008A37F5"/>
    <w:rsid w:val="008A3AD0"/>
    <w:rsid w:val="008A527E"/>
    <w:rsid w:val="008A6F2A"/>
    <w:rsid w:val="008B0D7E"/>
    <w:rsid w:val="008B1621"/>
    <w:rsid w:val="008B39AE"/>
    <w:rsid w:val="008B409A"/>
    <w:rsid w:val="008B460F"/>
    <w:rsid w:val="008B4A03"/>
    <w:rsid w:val="008B57FD"/>
    <w:rsid w:val="008B67E8"/>
    <w:rsid w:val="008B783D"/>
    <w:rsid w:val="008B7DB6"/>
    <w:rsid w:val="008B7FFE"/>
    <w:rsid w:val="008C00F1"/>
    <w:rsid w:val="008C1774"/>
    <w:rsid w:val="008C2028"/>
    <w:rsid w:val="008C2127"/>
    <w:rsid w:val="008C3F47"/>
    <w:rsid w:val="008C4452"/>
    <w:rsid w:val="008C5C51"/>
    <w:rsid w:val="008C6A77"/>
    <w:rsid w:val="008C711F"/>
    <w:rsid w:val="008C7F66"/>
    <w:rsid w:val="008D01E1"/>
    <w:rsid w:val="008D03CA"/>
    <w:rsid w:val="008D0C30"/>
    <w:rsid w:val="008D0F65"/>
    <w:rsid w:val="008D1533"/>
    <w:rsid w:val="008D1E1C"/>
    <w:rsid w:val="008D3027"/>
    <w:rsid w:val="008D3AC9"/>
    <w:rsid w:val="008D3DC9"/>
    <w:rsid w:val="008D4367"/>
    <w:rsid w:val="008D4812"/>
    <w:rsid w:val="008D56A4"/>
    <w:rsid w:val="008D5ED9"/>
    <w:rsid w:val="008D61F0"/>
    <w:rsid w:val="008D691D"/>
    <w:rsid w:val="008D6930"/>
    <w:rsid w:val="008D7521"/>
    <w:rsid w:val="008E04F6"/>
    <w:rsid w:val="008E1297"/>
    <w:rsid w:val="008E1474"/>
    <w:rsid w:val="008E16E9"/>
    <w:rsid w:val="008E1BBE"/>
    <w:rsid w:val="008E2148"/>
    <w:rsid w:val="008E2C4D"/>
    <w:rsid w:val="008E3AFE"/>
    <w:rsid w:val="008E52A0"/>
    <w:rsid w:val="008E7119"/>
    <w:rsid w:val="008E7B7A"/>
    <w:rsid w:val="008F020F"/>
    <w:rsid w:val="008F0AB2"/>
    <w:rsid w:val="008F1659"/>
    <w:rsid w:val="008F1D29"/>
    <w:rsid w:val="008F2748"/>
    <w:rsid w:val="008F3C2A"/>
    <w:rsid w:val="008F5719"/>
    <w:rsid w:val="008F5F8E"/>
    <w:rsid w:val="008F66AF"/>
    <w:rsid w:val="008F7217"/>
    <w:rsid w:val="008F7FE6"/>
    <w:rsid w:val="00900F02"/>
    <w:rsid w:val="00900F34"/>
    <w:rsid w:val="00902A11"/>
    <w:rsid w:val="00903207"/>
    <w:rsid w:val="00903EB1"/>
    <w:rsid w:val="00904FC5"/>
    <w:rsid w:val="00905036"/>
    <w:rsid w:val="00905296"/>
    <w:rsid w:val="00907777"/>
    <w:rsid w:val="00907E92"/>
    <w:rsid w:val="00912092"/>
    <w:rsid w:val="009126F2"/>
    <w:rsid w:val="009132A5"/>
    <w:rsid w:val="00914387"/>
    <w:rsid w:val="00915AC7"/>
    <w:rsid w:val="00920D3B"/>
    <w:rsid w:val="00921509"/>
    <w:rsid w:val="00923957"/>
    <w:rsid w:val="00924224"/>
    <w:rsid w:val="00924301"/>
    <w:rsid w:val="00924A4E"/>
    <w:rsid w:val="00925331"/>
    <w:rsid w:val="00925529"/>
    <w:rsid w:val="009256EC"/>
    <w:rsid w:val="00925BFC"/>
    <w:rsid w:val="00925D89"/>
    <w:rsid w:val="009262E6"/>
    <w:rsid w:val="00930472"/>
    <w:rsid w:val="00930DCD"/>
    <w:rsid w:val="00931503"/>
    <w:rsid w:val="0093170A"/>
    <w:rsid w:val="0093231D"/>
    <w:rsid w:val="009323B8"/>
    <w:rsid w:val="009329BD"/>
    <w:rsid w:val="00933841"/>
    <w:rsid w:val="00935055"/>
    <w:rsid w:val="00936392"/>
    <w:rsid w:val="00936D51"/>
    <w:rsid w:val="00937B33"/>
    <w:rsid w:val="009405E3"/>
    <w:rsid w:val="009407EB"/>
    <w:rsid w:val="00940804"/>
    <w:rsid w:val="0094189A"/>
    <w:rsid w:val="0094395B"/>
    <w:rsid w:val="0094406B"/>
    <w:rsid w:val="00945367"/>
    <w:rsid w:val="00945BD6"/>
    <w:rsid w:val="009469B2"/>
    <w:rsid w:val="0094757B"/>
    <w:rsid w:val="00950370"/>
    <w:rsid w:val="00951FE8"/>
    <w:rsid w:val="00952D6E"/>
    <w:rsid w:val="00953196"/>
    <w:rsid w:val="009546A4"/>
    <w:rsid w:val="0095519C"/>
    <w:rsid w:val="0095704C"/>
    <w:rsid w:val="00957D1A"/>
    <w:rsid w:val="00957E18"/>
    <w:rsid w:val="00960FB3"/>
    <w:rsid w:val="00961F8D"/>
    <w:rsid w:val="00962B2D"/>
    <w:rsid w:val="00962F05"/>
    <w:rsid w:val="00962F6E"/>
    <w:rsid w:val="00963612"/>
    <w:rsid w:val="0096578B"/>
    <w:rsid w:val="009667D7"/>
    <w:rsid w:val="0096775A"/>
    <w:rsid w:val="00970032"/>
    <w:rsid w:val="00970443"/>
    <w:rsid w:val="00970DB8"/>
    <w:rsid w:val="00970F50"/>
    <w:rsid w:val="00971444"/>
    <w:rsid w:val="00971898"/>
    <w:rsid w:val="00971B1D"/>
    <w:rsid w:val="009724FC"/>
    <w:rsid w:val="00972C6C"/>
    <w:rsid w:val="0097333E"/>
    <w:rsid w:val="00974578"/>
    <w:rsid w:val="0097469D"/>
    <w:rsid w:val="00975BD3"/>
    <w:rsid w:val="00976339"/>
    <w:rsid w:val="00980139"/>
    <w:rsid w:val="00980427"/>
    <w:rsid w:val="00980B58"/>
    <w:rsid w:val="00980F78"/>
    <w:rsid w:val="00981A95"/>
    <w:rsid w:val="00981D10"/>
    <w:rsid w:val="00982226"/>
    <w:rsid w:val="00982910"/>
    <w:rsid w:val="00982B08"/>
    <w:rsid w:val="00984721"/>
    <w:rsid w:val="009847DB"/>
    <w:rsid w:val="009855EE"/>
    <w:rsid w:val="0098575A"/>
    <w:rsid w:val="00985913"/>
    <w:rsid w:val="009873BF"/>
    <w:rsid w:val="00987B8E"/>
    <w:rsid w:val="0099043B"/>
    <w:rsid w:val="00990A57"/>
    <w:rsid w:val="00992B73"/>
    <w:rsid w:val="00992C1F"/>
    <w:rsid w:val="00993C32"/>
    <w:rsid w:val="00996ACD"/>
    <w:rsid w:val="009979E4"/>
    <w:rsid w:val="009A01CB"/>
    <w:rsid w:val="009A03E7"/>
    <w:rsid w:val="009A0F68"/>
    <w:rsid w:val="009A0F88"/>
    <w:rsid w:val="009A267A"/>
    <w:rsid w:val="009A2E7F"/>
    <w:rsid w:val="009A316D"/>
    <w:rsid w:val="009A41B9"/>
    <w:rsid w:val="009A45CB"/>
    <w:rsid w:val="009A48AC"/>
    <w:rsid w:val="009A49CA"/>
    <w:rsid w:val="009A729C"/>
    <w:rsid w:val="009A7326"/>
    <w:rsid w:val="009A7C58"/>
    <w:rsid w:val="009B02AA"/>
    <w:rsid w:val="009B07C3"/>
    <w:rsid w:val="009B279D"/>
    <w:rsid w:val="009B283A"/>
    <w:rsid w:val="009B2A53"/>
    <w:rsid w:val="009B3A59"/>
    <w:rsid w:val="009B43FE"/>
    <w:rsid w:val="009B4738"/>
    <w:rsid w:val="009B668F"/>
    <w:rsid w:val="009B6C75"/>
    <w:rsid w:val="009B6F91"/>
    <w:rsid w:val="009B70B7"/>
    <w:rsid w:val="009B74DF"/>
    <w:rsid w:val="009B780A"/>
    <w:rsid w:val="009C04E3"/>
    <w:rsid w:val="009C1916"/>
    <w:rsid w:val="009C29B1"/>
    <w:rsid w:val="009C384A"/>
    <w:rsid w:val="009C3AA4"/>
    <w:rsid w:val="009C405C"/>
    <w:rsid w:val="009C4AC2"/>
    <w:rsid w:val="009C4B2F"/>
    <w:rsid w:val="009C525B"/>
    <w:rsid w:val="009C696F"/>
    <w:rsid w:val="009C6D68"/>
    <w:rsid w:val="009C70CF"/>
    <w:rsid w:val="009C74F6"/>
    <w:rsid w:val="009C7A12"/>
    <w:rsid w:val="009C7B4B"/>
    <w:rsid w:val="009D001E"/>
    <w:rsid w:val="009D03CD"/>
    <w:rsid w:val="009D1649"/>
    <w:rsid w:val="009D1C45"/>
    <w:rsid w:val="009D20CE"/>
    <w:rsid w:val="009D2754"/>
    <w:rsid w:val="009D2782"/>
    <w:rsid w:val="009D3912"/>
    <w:rsid w:val="009D3D9A"/>
    <w:rsid w:val="009D46B2"/>
    <w:rsid w:val="009D5396"/>
    <w:rsid w:val="009D5FA8"/>
    <w:rsid w:val="009D7222"/>
    <w:rsid w:val="009E0584"/>
    <w:rsid w:val="009E2955"/>
    <w:rsid w:val="009E3D74"/>
    <w:rsid w:val="009E4E14"/>
    <w:rsid w:val="009E59DC"/>
    <w:rsid w:val="009E5CEE"/>
    <w:rsid w:val="009E7018"/>
    <w:rsid w:val="009E7E8B"/>
    <w:rsid w:val="009F5184"/>
    <w:rsid w:val="009F5E72"/>
    <w:rsid w:val="00A0023C"/>
    <w:rsid w:val="00A00255"/>
    <w:rsid w:val="00A009A4"/>
    <w:rsid w:val="00A00BB5"/>
    <w:rsid w:val="00A03713"/>
    <w:rsid w:val="00A03AF5"/>
    <w:rsid w:val="00A03B27"/>
    <w:rsid w:val="00A03E94"/>
    <w:rsid w:val="00A046B2"/>
    <w:rsid w:val="00A04DDC"/>
    <w:rsid w:val="00A04FDC"/>
    <w:rsid w:val="00A05801"/>
    <w:rsid w:val="00A06117"/>
    <w:rsid w:val="00A06C23"/>
    <w:rsid w:val="00A071C9"/>
    <w:rsid w:val="00A0735F"/>
    <w:rsid w:val="00A07F67"/>
    <w:rsid w:val="00A10261"/>
    <w:rsid w:val="00A1100F"/>
    <w:rsid w:val="00A119C6"/>
    <w:rsid w:val="00A13129"/>
    <w:rsid w:val="00A136C2"/>
    <w:rsid w:val="00A14080"/>
    <w:rsid w:val="00A15F95"/>
    <w:rsid w:val="00A162F0"/>
    <w:rsid w:val="00A20429"/>
    <w:rsid w:val="00A21EB3"/>
    <w:rsid w:val="00A21FC1"/>
    <w:rsid w:val="00A226E8"/>
    <w:rsid w:val="00A229BA"/>
    <w:rsid w:val="00A22E32"/>
    <w:rsid w:val="00A22E37"/>
    <w:rsid w:val="00A23C2A"/>
    <w:rsid w:val="00A272B5"/>
    <w:rsid w:val="00A27402"/>
    <w:rsid w:val="00A27458"/>
    <w:rsid w:val="00A311E8"/>
    <w:rsid w:val="00A31865"/>
    <w:rsid w:val="00A32717"/>
    <w:rsid w:val="00A32C20"/>
    <w:rsid w:val="00A33115"/>
    <w:rsid w:val="00A338F7"/>
    <w:rsid w:val="00A34620"/>
    <w:rsid w:val="00A3469C"/>
    <w:rsid w:val="00A34D4D"/>
    <w:rsid w:val="00A357B4"/>
    <w:rsid w:val="00A35873"/>
    <w:rsid w:val="00A36EF7"/>
    <w:rsid w:val="00A41DB7"/>
    <w:rsid w:val="00A42AA6"/>
    <w:rsid w:val="00A42C00"/>
    <w:rsid w:val="00A43A5B"/>
    <w:rsid w:val="00A43D89"/>
    <w:rsid w:val="00A44D66"/>
    <w:rsid w:val="00A457C3"/>
    <w:rsid w:val="00A460D2"/>
    <w:rsid w:val="00A465E5"/>
    <w:rsid w:val="00A47DE0"/>
    <w:rsid w:val="00A50FEF"/>
    <w:rsid w:val="00A519DF"/>
    <w:rsid w:val="00A51DCF"/>
    <w:rsid w:val="00A53406"/>
    <w:rsid w:val="00A53434"/>
    <w:rsid w:val="00A5496D"/>
    <w:rsid w:val="00A55A7E"/>
    <w:rsid w:val="00A55B0E"/>
    <w:rsid w:val="00A56F1E"/>
    <w:rsid w:val="00A57136"/>
    <w:rsid w:val="00A6006D"/>
    <w:rsid w:val="00A61216"/>
    <w:rsid w:val="00A61516"/>
    <w:rsid w:val="00A6193E"/>
    <w:rsid w:val="00A62A98"/>
    <w:rsid w:val="00A63860"/>
    <w:rsid w:val="00A64886"/>
    <w:rsid w:val="00A648D2"/>
    <w:rsid w:val="00A65ACE"/>
    <w:rsid w:val="00A66057"/>
    <w:rsid w:val="00A6613D"/>
    <w:rsid w:val="00A66FF7"/>
    <w:rsid w:val="00A67F10"/>
    <w:rsid w:val="00A71519"/>
    <w:rsid w:val="00A71756"/>
    <w:rsid w:val="00A719DE"/>
    <w:rsid w:val="00A71E8A"/>
    <w:rsid w:val="00A7227F"/>
    <w:rsid w:val="00A72BED"/>
    <w:rsid w:val="00A72E1E"/>
    <w:rsid w:val="00A73172"/>
    <w:rsid w:val="00A744DF"/>
    <w:rsid w:val="00A748FC"/>
    <w:rsid w:val="00A75D62"/>
    <w:rsid w:val="00A7646F"/>
    <w:rsid w:val="00A76A25"/>
    <w:rsid w:val="00A76FC2"/>
    <w:rsid w:val="00A778C1"/>
    <w:rsid w:val="00A8007F"/>
    <w:rsid w:val="00A810BA"/>
    <w:rsid w:val="00A81A9F"/>
    <w:rsid w:val="00A82EE6"/>
    <w:rsid w:val="00A830AE"/>
    <w:rsid w:val="00A830D9"/>
    <w:rsid w:val="00A8391A"/>
    <w:rsid w:val="00A84531"/>
    <w:rsid w:val="00A84ECE"/>
    <w:rsid w:val="00A853D1"/>
    <w:rsid w:val="00A85D50"/>
    <w:rsid w:val="00A87175"/>
    <w:rsid w:val="00A9174B"/>
    <w:rsid w:val="00A92FC9"/>
    <w:rsid w:val="00A9301A"/>
    <w:rsid w:val="00A945BF"/>
    <w:rsid w:val="00A95ADF"/>
    <w:rsid w:val="00A95F1A"/>
    <w:rsid w:val="00A9663F"/>
    <w:rsid w:val="00AA07D7"/>
    <w:rsid w:val="00AA09BC"/>
    <w:rsid w:val="00AA14F1"/>
    <w:rsid w:val="00AA1DDB"/>
    <w:rsid w:val="00AA28D5"/>
    <w:rsid w:val="00AA2E62"/>
    <w:rsid w:val="00AA3A94"/>
    <w:rsid w:val="00AA5D25"/>
    <w:rsid w:val="00AA64B8"/>
    <w:rsid w:val="00AA7DAD"/>
    <w:rsid w:val="00AA7DFF"/>
    <w:rsid w:val="00AB0A06"/>
    <w:rsid w:val="00AB16B7"/>
    <w:rsid w:val="00AB1A26"/>
    <w:rsid w:val="00AB233B"/>
    <w:rsid w:val="00AB4741"/>
    <w:rsid w:val="00AB4ECC"/>
    <w:rsid w:val="00AB5290"/>
    <w:rsid w:val="00AB6A29"/>
    <w:rsid w:val="00AB77DB"/>
    <w:rsid w:val="00AC0968"/>
    <w:rsid w:val="00AC15C9"/>
    <w:rsid w:val="00AC1674"/>
    <w:rsid w:val="00AC2A03"/>
    <w:rsid w:val="00AC4EE4"/>
    <w:rsid w:val="00AC6376"/>
    <w:rsid w:val="00AC6A0E"/>
    <w:rsid w:val="00AC7391"/>
    <w:rsid w:val="00AD12F6"/>
    <w:rsid w:val="00AD1622"/>
    <w:rsid w:val="00AD5552"/>
    <w:rsid w:val="00AD5F5B"/>
    <w:rsid w:val="00AD64DD"/>
    <w:rsid w:val="00AE3983"/>
    <w:rsid w:val="00AE5B6F"/>
    <w:rsid w:val="00AE6521"/>
    <w:rsid w:val="00AE6E8C"/>
    <w:rsid w:val="00AE7249"/>
    <w:rsid w:val="00AE7428"/>
    <w:rsid w:val="00AE751F"/>
    <w:rsid w:val="00AE79B3"/>
    <w:rsid w:val="00AE7B8E"/>
    <w:rsid w:val="00AE7DF3"/>
    <w:rsid w:val="00AF008F"/>
    <w:rsid w:val="00AF0288"/>
    <w:rsid w:val="00AF04CB"/>
    <w:rsid w:val="00AF18C9"/>
    <w:rsid w:val="00AF2011"/>
    <w:rsid w:val="00AF2094"/>
    <w:rsid w:val="00AF218F"/>
    <w:rsid w:val="00AF2BC9"/>
    <w:rsid w:val="00AF2D34"/>
    <w:rsid w:val="00AF5055"/>
    <w:rsid w:val="00AF6894"/>
    <w:rsid w:val="00AF7513"/>
    <w:rsid w:val="00B00551"/>
    <w:rsid w:val="00B00A44"/>
    <w:rsid w:val="00B00F73"/>
    <w:rsid w:val="00B011A5"/>
    <w:rsid w:val="00B02595"/>
    <w:rsid w:val="00B02605"/>
    <w:rsid w:val="00B026E8"/>
    <w:rsid w:val="00B029EA"/>
    <w:rsid w:val="00B02FDD"/>
    <w:rsid w:val="00B03ED2"/>
    <w:rsid w:val="00B060D5"/>
    <w:rsid w:val="00B06956"/>
    <w:rsid w:val="00B06F4F"/>
    <w:rsid w:val="00B0785F"/>
    <w:rsid w:val="00B10146"/>
    <w:rsid w:val="00B1054E"/>
    <w:rsid w:val="00B11362"/>
    <w:rsid w:val="00B12123"/>
    <w:rsid w:val="00B13FD7"/>
    <w:rsid w:val="00B1501B"/>
    <w:rsid w:val="00B16045"/>
    <w:rsid w:val="00B1660A"/>
    <w:rsid w:val="00B1727F"/>
    <w:rsid w:val="00B21AE1"/>
    <w:rsid w:val="00B22471"/>
    <w:rsid w:val="00B22914"/>
    <w:rsid w:val="00B22E2A"/>
    <w:rsid w:val="00B23307"/>
    <w:rsid w:val="00B24A6F"/>
    <w:rsid w:val="00B25DB0"/>
    <w:rsid w:val="00B2646A"/>
    <w:rsid w:val="00B2691A"/>
    <w:rsid w:val="00B26BBC"/>
    <w:rsid w:val="00B3212B"/>
    <w:rsid w:val="00B327E1"/>
    <w:rsid w:val="00B32CB3"/>
    <w:rsid w:val="00B33479"/>
    <w:rsid w:val="00B33A93"/>
    <w:rsid w:val="00B33D54"/>
    <w:rsid w:val="00B34610"/>
    <w:rsid w:val="00B3506C"/>
    <w:rsid w:val="00B354FB"/>
    <w:rsid w:val="00B356FB"/>
    <w:rsid w:val="00B35C67"/>
    <w:rsid w:val="00B36290"/>
    <w:rsid w:val="00B366AC"/>
    <w:rsid w:val="00B378B5"/>
    <w:rsid w:val="00B407C7"/>
    <w:rsid w:val="00B40D83"/>
    <w:rsid w:val="00B41402"/>
    <w:rsid w:val="00B41E21"/>
    <w:rsid w:val="00B43050"/>
    <w:rsid w:val="00B43361"/>
    <w:rsid w:val="00B436DC"/>
    <w:rsid w:val="00B43A73"/>
    <w:rsid w:val="00B43B02"/>
    <w:rsid w:val="00B43B71"/>
    <w:rsid w:val="00B44EA5"/>
    <w:rsid w:val="00B45468"/>
    <w:rsid w:val="00B47B70"/>
    <w:rsid w:val="00B50044"/>
    <w:rsid w:val="00B5020B"/>
    <w:rsid w:val="00B512BB"/>
    <w:rsid w:val="00B512C0"/>
    <w:rsid w:val="00B514B9"/>
    <w:rsid w:val="00B5193D"/>
    <w:rsid w:val="00B52BAF"/>
    <w:rsid w:val="00B53846"/>
    <w:rsid w:val="00B53E65"/>
    <w:rsid w:val="00B5400F"/>
    <w:rsid w:val="00B54539"/>
    <w:rsid w:val="00B55821"/>
    <w:rsid w:val="00B56543"/>
    <w:rsid w:val="00B565BC"/>
    <w:rsid w:val="00B600EA"/>
    <w:rsid w:val="00B602A6"/>
    <w:rsid w:val="00B60831"/>
    <w:rsid w:val="00B60F0F"/>
    <w:rsid w:val="00B618D8"/>
    <w:rsid w:val="00B620BB"/>
    <w:rsid w:val="00B624F5"/>
    <w:rsid w:val="00B636B6"/>
    <w:rsid w:val="00B64327"/>
    <w:rsid w:val="00B666C8"/>
    <w:rsid w:val="00B7112D"/>
    <w:rsid w:val="00B71465"/>
    <w:rsid w:val="00B72E76"/>
    <w:rsid w:val="00B731BF"/>
    <w:rsid w:val="00B75794"/>
    <w:rsid w:val="00B759E7"/>
    <w:rsid w:val="00B80E5C"/>
    <w:rsid w:val="00B82480"/>
    <w:rsid w:val="00B8320E"/>
    <w:rsid w:val="00B83236"/>
    <w:rsid w:val="00B83E2A"/>
    <w:rsid w:val="00B84F03"/>
    <w:rsid w:val="00B85464"/>
    <w:rsid w:val="00B8714E"/>
    <w:rsid w:val="00B8734E"/>
    <w:rsid w:val="00B87B58"/>
    <w:rsid w:val="00B92F51"/>
    <w:rsid w:val="00B930B1"/>
    <w:rsid w:val="00B9343A"/>
    <w:rsid w:val="00B937BA"/>
    <w:rsid w:val="00B94174"/>
    <w:rsid w:val="00B953A2"/>
    <w:rsid w:val="00B96761"/>
    <w:rsid w:val="00B96C72"/>
    <w:rsid w:val="00BA0332"/>
    <w:rsid w:val="00BA0DE5"/>
    <w:rsid w:val="00BA265C"/>
    <w:rsid w:val="00BA38EF"/>
    <w:rsid w:val="00BA393F"/>
    <w:rsid w:val="00BA3BDD"/>
    <w:rsid w:val="00BA50B9"/>
    <w:rsid w:val="00BA51AB"/>
    <w:rsid w:val="00BA5F76"/>
    <w:rsid w:val="00BA6174"/>
    <w:rsid w:val="00BA64B6"/>
    <w:rsid w:val="00BA73C1"/>
    <w:rsid w:val="00BA757E"/>
    <w:rsid w:val="00BA7E30"/>
    <w:rsid w:val="00BB029F"/>
    <w:rsid w:val="00BB2A0F"/>
    <w:rsid w:val="00BB2B9D"/>
    <w:rsid w:val="00BB3A18"/>
    <w:rsid w:val="00BB4331"/>
    <w:rsid w:val="00BB43C3"/>
    <w:rsid w:val="00BB4939"/>
    <w:rsid w:val="00BB54CC"/>
    <w:rsid w:val="00BB651A"/>
    <w:rsid w:val="00BB7C66"/>
    <w:rsid w:val="00BB7FE7"/>
    <w:rsid w:val="00BC222F"/>
    <w:rsid w:val="00BC25AF"/>
    <w:rsid w:val="00BC42B2"/>
    <w:rsid w:val="00BC46CB"/>
    <w:rsid w:val="00BC550B"/>
    <w:rsid w:val="00BC5F92"/>
    <w:rsid w:val="00BC6808"/>
    <w:rsid w:val="00BC6F47"/>
    <w:rsid w:val="00BC7099"/>
    <w:rsid w:val="00BC74ED"/>
    <w:rsid w:val="00BC79A2"/>
    <w:rsid w:val="00BC7B79"/>
    <w:rsid w:val="00BD063C"/>
    <w:rsid w:val="00BD0BC4"/>
    <w:rsid w:val="00BD4719"/>
    <w:rsid w:val="00BD4FEF"/>
    <w:rsid w:val="00BD59CC"/>
    <w:rsid w:val="00BD5DE0"/>
    <w:rsid w:val="00BD7911"/>
    <w:rsid w:val="00BE04D5"/>
    <w:rsid w:val="00BE1BA5"/>
    <w:rsid w:val="00BE212C"/>
    <w:rsid w:val="00BE302F"/>
    <w:rsid w:val="00BE456B"/>
    <w:rsid w:val="00BE536C"/>
    <w:rsid w:val="00BE57E4"/>
    <w:rsid w:val="00BE6F60"/>
    <w:rsid w:val="00BE70E2"/>
    <w:rsid w:val="00BE7172"/>
    <w:rsid w:val="00BF06B4"/>
    <w:rsid w:val="00BF149A"/>
    <w:rsid w:val="00BF1661"/>
    <w:rsid w:val="00BF336D"/>
    <w:rsid w:val="00BF3778"/>
    <w:rsid w:val="00BF454B"/>
    <w:rsid w:val="00BF4894"/>
    <w:rsid w:val="00BF53D3"/>
    <w:rsid w:val="00BF59BD"/>
    <w:rsid w:val="00BF6801"/>
    <w:rsid w:val="00BF6E9A"/>
    <w:rsid w:val="00BF6F28"/>
    <w:rsid w:val="00C0172C"/>
    <w:rsid w:val="00C01998"/>
    <w:rsid w:val="00C019F2"/>
    <w:rsid w:val="00C01CDC"/>
    <w:rsid w:val="00C03231"/>
    <w:rsid w:val="00C03B7E"/>
    <w:rsid w:val="00C03CBC"/>
    <w:rsid w:val="00C04418"/>
    <w:rsid w:val="00C04DE3"/>
    <w:rsid w:val="00C05492"/>
    <w:rsid w:val="00C05C9E"/>
    <w:rsid w:val="00C067BB"/>
    <w:rsid w:val="00C074D3"/>
    <w:rsid w:val="00C10230"/>
    <w:rsid w:val="00C11256"/>
    <w:rsid w:val="00C11A67"/>
    <w:rsid w:val="00C126A7"/>
    <w:rsid w:val="00C12BE0"/>
    <w:rsid w:val="00C13235"/>
    <w:rsid w:val="00C134FF"/>
    <w:rsid w:val="00C15318"/>
    <w:rsid w:val="00C16DF4"/>
    <w:rsid w:val="00C16E6A"/>
    <w:rsid w:val="00C17D09"/>
    <w:rsid w:val="00C20950"/>
    <w:rsid w:val="00C20C91"/>
    <w:rsid w:val="00C20F40"/>
    <w:rsid w:val="00C20F69"/>
    <w:rsid w:val="00C211B6"/>
    <w:rsid w:val="00C21B60"/>
    <w:rsid w:val="00C221A1"/>
    <w:rsid w:val="00C223E3"/>
    <w:rsid w:val="00C225D6"/>
    <w:rsid w:val="00C23E73"/>
    <w:rsid w:val="00C251B8"/>
    <w:rsid w:val="00C25E5F"/>
    <w:rsid w:val="00C269E4"/>
    <w:rsid w:val="00C26AB8"/>
    <w:rsid w:val="00C3025F"/>
    <w:rsid w:val="00C30664"/>
    <w:rsid w:val="00C30AEF"/>
    <w:rsid w:val="00C30C5B"/>
    <w:rsid w:val="00C31376"/>
    <w:rsid w:val="00C31A33"/>
    <w:rsid w:val="00C31BB5"/>
    <w:rsid w:val="00C326F1"/>
    <w:rsid w:val="00C34524"/>
    <w:rsid w:val="00C34C45"/>
    <w:rsid w:val="00C34C49"/>
    <w:rsid w:val="00C3553C"/>
    <w:rsid w:val="00C36937"/>
    <w:rsid w:val="00C37763"/>
    <w:rsid w:val="00C3799E"/>
    <w:rsid w:val="00C42A23"/>
    <w:rsid w:val="00C42C7D"/>
    <w:rsid w:val="00C44DC7"/>
    <w:rsid w:val="00C456CD"/>
    <w:rsid w:val="00C45EA0"/>
    <w:rsid w:val="00C4619D"/>
    <w:rsid w:val="00C4657A"/>
    <w:rsid w:val="00C46D2C"/>
    <w:rsid w:val="00C50A62"/>
    <w:rsid w:val="00C50B45"/>
    <w:rsid w:val="00C50DA8"/>
    <w:rsid w:val="00C5107D"/>
    <w:rsid w:val="00C511CF"/>
    <w:rsid w:val="00C51254"/>
    <w:rsid w:val="00C51825"/>
    <w:rsid w:val="00C5259B"/>
    <w:rsid w:val="00C52D1E"/>
    <w:rsid w:val="00C53042"/>
    <w:rsid w:val="00C534A8"/>
    <w:rsid w:val="00C53CA9"/>
    <w:rsid w:val="00C550D8"/>
    <w:rsid w:val="00C55B6A"/>
    <w:rsid w:val="00C55CF3"/>
    <w:rsid w:val="00C566C1"/>
    <w:rsid w:val="00C569B3"/>
    <w:rsid w:val="00C57059"/>
    <w:rsid w:val="00C57A21"/>
    <w:rsid w:val="00C6070C"/>
    <w:rsid w:val="00C60C88"/>
    <w:rsid w:val="00C60E45"/>
    <w:rsid w:val="00C6170F"/>
    <w:rsid w:val="00C6245C"/>
    <w:rsid w:val="00C643AA"/>
    <w:rsid w:val="00C646C2"/>
    <w:rsid w:val="00C64FE0"/>
    <w:rsid w:val="00C65E55"/>
    <w:rsid w:val="00C661C7"/>
    <w:rsid w:val="00C66DDE"/>
    <w:rsid w:val="00C66F16"/>
    <w:rsid w:val="00C6731E"/>
    <w:rsid w:val="00C71F38"/>
    <w:rsid w:val="00C73C62"/>
    <w:rsid w:val="00C73CC4"/>
    <w:rsid w:val="00C73F38"/>
    <w:rsid w:val="00C74A21"/>
    <w:rsid w:val="00C75968"/>
    <w:rsid w:val="00C76A31"/>
    <w:rsid w:val="00C76F06"/>
    <w:rsid w:val="00C776A1"/>
    <w:rsid w:val="00C77A08"/>
    <w:rsid w:val="00C801A1"/>
    <w:rsid w:val="00C82203"/>
    <w:rsid w:val="00C83631"/>
    <w:rsid w:val="00C839AB"/>
    <w:rsid w:val="00C83B52"/>
    <w:rsid w:val="00C84C5F"/>
    <w:rsid w:val="00C8541E"/>
    <w:rsid w:val="00C856D9"/>
    <w:rsid w:val="00C857A7"/>
    <w:rsid w:val="00C863DB"/>
    <w:rsid w:val="00C86B1A"/>
    <w:rsid w:val="00C87144"/>
    <w:rsid w:val="00C90118"/>
    <w:rsid w:val="00C905B6"/>
    <w:rsid w:val="00C90663"/>
    <w:rsid w:val="00C91DA4"/>
    <w:rsid w:val="00C925F0"/>
    <w:rsid w:val="00C92E40"/>
    <w:rsid w:val="00C93B7D"/>
    <w:rsid w:val="00C94212"/>
    <w:rsid w:val="00C95154"/>
    <w:rsid w:val="00C95590"/>
    <w:rsid w:val="00C9620D"/>
    <w:rsid w:val="00C96A52"/>
    <w:rsid w:val="00C97A1C"/>
    <w:rsid w:val="00C97F8A"/>
    <w:rsid w:val="00CA0CC2"/>
    <w:rsid w:val="00CA107D"/>
    <w:rsid w:val="00CA1303"/>
    <w:rsid w:val="00CA1717"/>
    <w:rsid w:val="00CA28EE"/>
    <w:rsid w:val="00CA44A5"/>
    <w:rsid w:val="00CA49FC"/>
    <w:rsid w:val="00CA509C"/>
    <w:rsid w:val="00CA56DF"/>
    <w:rsid w:val="00CA5F2E"/>
    <w:rsid w:val="00CA611A"/>
    <w:rsid w:val="00CA67A5"/>
    <w:rsid w:val="00CA6908"/>
    <w:rsid w:val="00CA7A7B"/>
    <w:rsid w:val="00CB0AC7"/>
    <w:rsid w:val="00CB0F52"/>
    <w:rsid w:val="00CB14AD"/>
    <w:rsid w:val="00CB152D"/>
    <w:rsid w:val="00CB22AF"/>
    <w:rsid w:val="00CB2DF1"/>
    <w:rsid w:val="00CB345B"/>
    <w:rsid w:val="00CB3899"/>
    <w:rsid w:val="00CB44DC"/>
    <w:rsid w:val="00CB72C9"/>
    <w:rsid w:val="00CC0E3A"/>
    <w:rsid w:val="00CC1959"/>
    <w:rsid w:val="00CC3A29"/>
    <w:rsid w:val="00CC41A0"/>
    <w:rsid w:val="00CC4566"/>
    <w:rsid w:val="00CC53DE"/>
    <w:rsid w:val="00CC559C"/>
    <w:rsid w:val="00CC5BD3"/>
    <w:rsid w:val="00CC65C0"/>
    <w:rsid w:val="00CC7145"/>
    <w:rsid w:val="00CC7490"/>
    <w:rsid w:val="00CC78D1"/>
    <w:rsid w:val="00CC7FD0"/>
    <w:rsid w:val="00CD0E17"/>
    <w:rsid w:val="00CD0F4B"/>
    <w:rsid w:val="00CD126B"/>
    <w:rsid w:val="00CD2227"/>
    <w:rsid w:val="00CD3893"/>
    <w:rsid w:val="00CD45EE"/>
    <w:rsid w:val="00CD4CE1"/>
    <w:rsid w:val="00CD5227"/>
    <w:rsid w:val="00CD5568"/>
    <w:rsid w:val="00CD5D37"/>
    <w:rsid w:val="00CD6F26"/>
    <w:rsid w:val="00CD7223"/>
    <w:rsid w:val="00CE0007"/>
    <w:rsid w:val="00CE097C"/>
    <w:rsid w:val="00CE0FB9"/>
    <w:rsid w:val="00CE10B7"/>
    <w:rsid w:val="00CE156C"/>
    <w:rsid w:val="00CE2525"/>
    <w:rsid w:val="00CE3D52"/>
    <w:rsid w:val="00CE3E87"/>
    <w:rsid w:val="00CE4A79"/>
    <w:rsid w:val="00CE5454"/>
    <w:rsid w:val="00CE5992"/>
    <w:rsid w:val="00CE6161"/>
    <w:rsid w:val="00CE683F"/>
    <w:rsid w:val="00CE7BAC"/>
    <w:rsid w:val="00CE7EE7"/>
    <w:rsid w:val="00CF003C"/>
    <w:rsid w:val="00CF08B9"/>
    <w:rsid w:val="00CF0B3A"/>
    <w:rsid w:val="00CF0D6F"/>
    <w:rsid w:val="00CF203C"/>
    <w:rsid w:val="00CF4B09"/>
    <w:rsid w:val="00CF4DED"/>
    <w:rsid w:val="00CF4F9D"/>
    <w:rsid w:val="00CF5B44"/>
    <w:rsid w:val="00D02117"/>
    <w:rsid w:val="00D0347A"/>
    <w:rsid w:val="00D03D14"/>
    <w:rsid w:val="00D044F8"/>
    <w:rsid w:val="00D051FF"/>
    <w:rsid w:val="00D05D74"/>
    <w:rsid w:val="00D06156"/>
    <w:rsid w:val="00D06620"/>
    <w:rsid w:val="00D06AB2"/>
    <w:rsid w:val="00D0781D"/>
    <w:rsid w:val="00D107A9"/>
    <w:rsid w:val="00D111F1"/>
    <w:rsid w:val="00D140FB"/>
    <w:rsid w:val="00D155F2"/>
    <w:rsid w:val="00D15A4E"/>
    <w:rsid w:val="00D1722E"/>
    <w:rsid w:val="00D174ED"/>
    <w:rsid w:val="00D176F4"/>
    <w:rsid w:val="00D17F79"/>
    <w:rsid w:val="00D204BD"/>
    <w:rsid w:val="00D2059B"/>
    <w:rsid w:val="00D21355"/>
    <w:rsid w:val="00D22A7E"/>
    <w:rsid w:val="00D22F81"/>
    <w:rsid w:val="00D241A5"/>
    <w:rsid w:val="00D24484"/>
    <w:rsid w:val="00D24BE5"/>
    <w:rsid w:val="00D24F1D"/>
    <w:rsid w:val="00D253A9"/>
    <w:rsid w:val="00D27BCF"/>
    <w:rsid w:val="00D30045"/>
    <w:rsid w:val="00D30323"/>
    <w:rsid w:val="00D3287A"/>
    <w:rsid w:val="00D32B11"/>
    <w:rsid w:val="00D32BC2"/>
    <w:rsid w:val="00D331FD"/>
    <w:rsid w:val="00D34422"/>
    <w:rsid w:val="00D34C43"/>
    <w:rsid w:val="00D34FC7"/>
    <w:rsid w:val="00D35902"/>
    <w:rsid w:val="00D35FEC"/>
    <w:rsid w:val="00D3765C"/>
    <w:rsid w:val="00D376A1"/>
    <w:rsid w:val="00D42CF6"/>
    <w:rsid w:val="00D44CA5"/>
    <w:rsid w:val="00D45B7E"/>
    <w:rsid w:val="00D479F8"/>
    <w:rsid w:val="00D47A1F"/>
    <w:rsid w:val="00D47A7B"/>
    <w:rsid w:val="00D50725"/>
    <w:rsid w:val="00D5074B"/>
    <w:rsid w:val="00D50DCB"/>
    <w:rsid w:val="00D52050"/>
    <w:rsid w:val="00D5276D"/>
    <w:rsid w:val="00D535B0"/>
    <w:rsid w:val="00D53CE7"/>
    <w:rsid w:val="00D543DF"/>
    <w:rsid w:val="00D54F7E"/>
    <w:rsid w:val="00D55AE1"/>
    <w:rsid w:val="00D55D89"/>
    <w:rsid w:val="00D57437"/>
    <w:rsid w:val="00D5779C"/>
    <w:rsid w:val="00D57B0F"/>
    <w:rsid w:val="00D60619"/>
    <w:rsid w:val="00D6369D"/>
    <w:rsid w:val="00D63B12"/>
    <w:rsid w:val="00D660B5"/>
    <w:rsid w:val="00D665A8"/>
    <w:rsid w:val="00D66FB1"/>
    <w:rsid w:val="00D67ABA"/>
    <w:rsid w:val="00D71275"/>
    <w:rsid w:val="00D715AE"/>
    <w:rsid w:val="00D717CD"/>
    <w:rsid w:val="00D72124"/>
    <w:rsid w:val="00D72167"/>
    <w:rsid w:val="00D72357"/>
    <w:rsid w:val="00D7257A"/>
    <w:rsid w:val="00D725D4"/>
    <w:rsid w:val="00D725E3"/>
    <w:rsid w:val="00D7290E"/>
    <w:rsid w:val="00D72EBE"/>
    <w:rsid w:val="00D7366F"/>
    <w:rsid w:val="00D7369A"/>
    <w:rsid w:val="00D74107"/>
    <w:rsid w:val="00D74812"/>
    <w:rsid w:val="00D75C91"/>
    <w:rsid w:val="00D76267"/>
    <w:rsid w:val="00D762B8"/>
    <w:rsid w:val="00D766DD"/>
    <w:rsid w:val="00D778B5"/>
    <w:rsid w:val="00D80285"/>
    <w:rsid w:val="00D807F8"/>
    <w:rsid w:val="00D808B6"/>
    <w:rsid w:val="00D81716"/>
    <w:rsid w:val="00D825A1"/>
    <w:rsid w:val="00D831E7"/>
    <w:rsid w:val="00D84189"/>
    <w:rsid w:val="00D8431C"/>
    <w:rsid w:val="00D84334"/>
    <w:rsid w:val="00D84C0D"/>
    <w:rsid w:val="00D84DBF"/>
    <w:rsid w:val="00D854F0"/>
    <w:rsid w:val="00D85E28"/>
    <w:rsid w:val="00D865BC"/>
    <w:rsid w:val="00D86902"/>
    <w:rsid w:val="00D87AB5"/>
    <w:rsid w:val="00D9028A"/>
    <w:rsid w:val="00D906B0"/>
    <w:rsid w:val="00D90D12"/>
    <w:rsid w:val="00D91C8E"/>
    <w:rsid w:val="00D94230"/>
    <w:rsid w:val="00D9526D"/>
    <w:rsid w:val="00D952AC"/>
    <w:rsid w:val="00D9597C"/>
    <w:rsid w:val="00D96256"/>
    <w:rsid w:val="00D96C9C"/>
    <w:rsid w:val="00D96D98"/>
    <w:rsid w:val="00D977FA"/>
    <w:rsid w:val="00D97866"/>
    <w:rsid w:val="00DA1314"/>
    <w:rsid w:val="00DA1417"/>
    <w:rsid w:val="00DA1C3C"/>
    <w:rsid w:val="00DA3BE7"/>
    <w:rsid w:val="00DA3ED9"/>
    <w:rsid w:val="00DA4CAE"/>
    <w:rsid w:val="00DA4FD0"/>
    <w:rsid w:val="00DA6CED"/>
    <w:rsid w:val="00DA7290"/>
    <w:rsid w:val="00DA7759"/>
    <w:rsid w:val="00DA784E"/>
    <w:rsid w:val="00DA78F8"/>
    <w:rsid w:val="00DA79D1"/>
    <w:rsid w:val="00DA7D21"/>
    <w:rsid w:val="00DB0470"/>
    <w:rsid w:val="00DB1237"/>
    <w:rsid w:val="00DB2135"/>
    <w:rsid w:val="00DB2D88"/>
    <w:rsid w:val="00DB2EF4"/>
    <w:rsid w:val="00DB422B"/>
    <w:rsid w:val="00DB427A"/>
    <w:rsid w:val="00DB4557"/>
    <w:rsid w:val="00DB4803"/>
    <w:rsid w:val="00DB4A8D"/>
    <w:rsid w:val="00DB4AD2"/>
    <w:rsid w:val="00DB53A5"/>
    <w:rsid w:val="00DB57D1"/>
    <w:rsid w:val="00DB596E"/>
    <w:rsid w:val="00DB5C32"/>
    <w:rsid w:val="00DB637A"/>
    <w:rsid w:val="00DB6C2C"/>
    <w:rsid w:val="00DB799D"/>
    <w:rsid w:val="00DC046F"/>
    <w:rsid w:val="00DC09B9"/>
    <w:rsid w:val="00DC0ED6"/>
    <w:rsid w:val="00DC0FCB"/>
    <w:rsid w:val="00DC10ED"/>
    <w:rsid w:val="00DC1519"/>
    <w:rsid w:val="00DC152D"/>
    <w:rsid w:val="00DC18CA"/>
    <w:rsid w:val="00DC31EE"/>
    <w:rsid w:val="00DC4544"/>
    <w:rsid w:val="00DC6512"/>
    <w:rsid w:val="00DC653B"/>
    <w:rsid w:val="00DC6672"/>
    <w:rsid w:val="00DC711A"/>
    <w:rsid w:val="00DC76A2"/>
    <w:rsid w:val="00DC7C20"/>
    <w:rsid w:val="00DC7CCB"/>
    <w:rsid w:val="00DD0BDF"/>
    <w:rsid w:val="00DD2A52"/>
    <w:rsid w:val="00DD2A8A"/>
    <w:rsid w:val="00DD4481"/>
    <w:rsid w:val="00DD48AD"/>
    <w:rsid w:val="00DD739A"/>
    <w:rsid w:val="00DD7E05"/>
    <w:rsid w:val="00DE06C3"/>
    <w:rsid w:val="00DE0B2E"/>
    <w:rsid w:val="00DE206B"/>
    <w:rsid w:val="00DE2AEC"/>
    <w:rsid w:val="00DE495B"/>
    <w:rsid w:val="00DE4D51"/>
    <w:rsid w:val="00DE4D56"/>
    <w:rsid w:val="00DE53C8"/>
    <w:rsid w:val="00DE58CF"/>
    <w:rsid w:val="00DE590E"/>
    <w:rsid w:val="00DE6C32"/>
    <w:rsid w:val="00DF02EF"/>
    <w:rsid w:val="00DF1607"/>
    <w:rsid w:val="00DF20C6"/>
    <w:rsid w:val="00DF7169"/>
    <w:rsid w:val="00DF7CA7"/>
    <w:rsid w:val="00E005D7"/>
    <w:rsid w:val="00E00639"/>
    <w:rsid w:val="00E0121A"/>
    <w:rsid w:val="00E02646"/>
    <w:rsid w:val="00E037EF"/>
    <w:rsid w:val="00E05092"/>
    <w:rsid w:val="00E052C6"/>
    <w:rsid w:val="00E05DF2"/>
    <w:rsid w:val="00E06B25"/>
    <w:rsid w:val="00E07F0E"/>
    <w:rsid w:val="00E1064A"/>
    <w:rsid w:val="00E10FF7"/>
    <w:rsid w:val="00E11FCC"/>
    <w:rsid w:val="00E12B61"/>
    <w:rsid w:val="00E14B37"/>
    <w:rsid w:val="00E14C52"/>
    <w:rsid w:val="00E158D0"/>
    <w:rsid w:val="00E16D5D"/>
    <w:rsid w:val="00E20D5F"/>
    <w:rsid w:val="00E211F1"/>
    <w:rsid w:val="00E2226D"/>
    <w:rsid w:val="00E229C3"/>
    <w:rsid w:val="00E24852"/>
    <w:rsid w:val="00E24A65"/>
    <w:rsid w:val="00E25D28"/>
    <w:rsid w:val="00E26C48"/>
    <w:rsid w:val="00E26EEE"/>
    <w:rsid w:val="00E2733E"/>
    <w:rsid w:val="00E30E3F"/>
    <w:rsid w:val="00E31B8D"/>
    <w:rsid w:val="00E3329D"/>
    <w:rsid w:val="00E33540"/>
    <w:rsid w:val="00E3423A"/>
    <w:rsid w:val="00E35838"/>
    <w:rsid w:val="00E35D1D"/>
    <w:rsid w:val="00E3697E"/>
    <w:rsid w:val="00E371DB"/>
    <w:rsid w:val="00E37944"/>
    <w:rsid w:val="00E409D0"/>
    <w:rsid w:val="00E42DE5"/>
    <w:rsid w:val="00E431EE"/>
    <w:rsid w:val="00E43ABE"/>
    <w:rsid w:val="00E447CD"/>
    <w:rsid w:val="00E44AD2"/>
    <w:rsid w:val="00E4540B"/>
    <w:rsid w:val="00E457A5"/>
    <w:rsid w:val="00E460CC"/>
    <w:rsid w:val="00E46958"/>
    <w:rsid w:val="00E5023C"/>
    <w:rsid w:val="00E504E5"/>
    <w:rsid w:val="00E50620"/>
    <w:rsid w:val="00E5097C"/>
    <w:rsid w:val="00E51832"/>
    <w:rsid w:val="00E5217C"/>
    <w:rsid w:val="00E5220A"/>
    <w:rsid w:val="00E52967"/>
    <w:rsid w:val="00E52D06"/>
    <w:rsid w:val="00E5509A"/>
    <w:rsid w:val="00E561A9"/>
    <w:rsid w:val="00E5726F"/>
    <w:rsid w:val="00E57B13"/>
    <w:rsid w:val="00E601F4"/>
    <w:rsid w:val="00E60260"/>
    <w:rsid w:val="00E61354"/>
    <w:rsid w:val="00E61792"/>
    <w:rsid w:val="00E61A5B"/>
    <w:rsid w:val="00E63699"/>
    <w:rsid w:val="00E638A9"/>
    <w:rsid w:val="00E63A97"/>
    <w:rsid w:val="00E640BE"/>
    <w:rsid w:val="00E64BFC"/>
    <w:rsid w:val="00E64D59"/>
    <w:rsid w:val="00E6543F"/>
    <w:rsid w:val="00E65DCD"/>
    <w:rsid w:val="00E669CE"/>
    <w:rsid w:val="00E66DE5"/>
    <w:rsid w:val="00E670A8"/>
    <w:rsid w:val="00E67F77"/>
    <w:rsid w:val="00E70CF6"/>
    <w:rsid w:val="00E70FBA"/>
    <w:rsid w:val="00E723B3"/>
    <w:rsid w:val="00E7300B"/>
    <w:rsid w:val="00E73105"/>
    <w:rsid w:val="00E73D83"/>
    <w:rsid w:val="00E74520"/>
    <w:rsid w:val="00E74543"/>
    <w:rsid w:val="00E74A2F"/>
    <w:rsid w:val="00E751C1"/>
    <w:rsid w:val="00E75C96"/>
    <w:rsid w:val="00E76D0C"/>
    <w:rsid w:val="00E7764A"/>
    <w:rsid w:val="00E77857"/>
    <w:rsid w:val="00E81310"/>
    <w:rsid w:val="00E81C1E"/>
    <w:rsid w:val="00E81CD6"/>
    <w:rsid w:val="00E8292B"/>
    <w:rsid w:val="00E83093"/>
    <w:rsid w:val="00E8367C"/>
    <w:rsid w:val="00E83CAB"/>
    <w:rsid w:val="00E8471F"/>
    <w:rsid w:val="00E8479D"/>
    <w:rsid w:val="00E8550B"/>
    <w:rsid w:val="00E85D15"/>
    <w:rsid w:val="00E8649F"/>
    <w:rsid w:val="00E869CF"/>
    <w:rsid w:val="00E87066"/>
    <w:rsid w:val="00E87597"/>
    <w:rsid w:val="00E90100"/>
    <w:rsid w:val="00E90434"/>
    <w:rsid w:val="00E90ACE"/>
    <w:rsid w:val="00E913C2"/>
    <w:rsid w:val="00E916DE"/>
    <w:rsid w:val="00E917EB"/>
    <w:rsid w:val="00E91926"/>
    <w:rsid w:val="00E919F2"/>
    <w:rsid w:val="00E91DE8"/>
    <w:rsid w:val="00E935E7"/>
    <w:rsid w:val="00E93C91"/>
    <w:rsid w:val="00E94024"/>
    <w:rsid w:val="00E94C10"/>
    <w:rsid w:val="00E94D2F"/>
    <w:rsid w:val="00E953BD"/>
    <w:rsid w:val="00E96FD4"/>
    <w:rsid w:val="00EA0136"/>
    <w:rsid w:val="00EA0690"/>
    <w:rsid w:val="00EA1C4E"/>
    <w:rsid w:val="00EA266F"/>
    <w:rsid w:val="00EA3275"/>
    <w:rsid w:val="00EA391C"/>
    <w:rsid w:val="00EA3A24"/>
    <w:rsid w:val="00EA3D57"/>
    <w:rsid w:val="00EA4A94"/>
    <w:rsid w:val="00EA4D73"/>
    <w:rsid w:val="00EA6015"/>
    <w:rsid w:val="00EA6814"/>
    <w:rsid w:val="00EA6B42"/>
    <w:rsid w:val="00EA7125"/>
    <w:rsid w:val="00EA7637"/>
    <w:rsid w:val="00EA78D5"/>
    <w:rsid w:val="00EB03E3"/>
    <w:rsid w:val="00EB0496"/>
    <w:rsid w:val="00EB0B99"/>
    <w:rsid w:val="00EB0E53"/>
    <w:rsid w:val="00EB15BA"/>
    <w:rsid w:val="00EB16CE"/>
    <w:rsid w:val="00EB24FA"/>
    <w:rsid w:val="00EB2911"/>
    <w:rsid w:val="00EB296E"/>
    <w:rsid w:val="00EB3069"/>
    <w:rsid w:val="00EB361C"/>
    <w:rsid w:val="00EB36B0"/>
    <w:rsid w:val="00EB49D8"/>
    <w:rsid w:val="00EB4AA9"/>
    <w:rsid w:val="00EB5C58"/>
    <w:rsid w:val="00EB60CB"/>
    <w:rsid w:val="00EB63A4"/>
    <w:rsid w:val="00EC0547"/>
    <w:rsid w:val="00EC1DEC"/>
    <w:rsid w:val="00EC1FA7"/>
    <w:rsid w:val="00EC3C9E"/>
    <w:rsid w:val="00EC459B"/>
    <w:rsid w:val="00EC4C8D"/>
    <w:rsid w:val="00EC523E"/>
    <w:rsid w:val="00EC544B"/>
    <w:rsid w:val="00EC55CD"/>
    <w:rsid w:val="00EC6749"/>
    <w:rsid w:val="00EC6832"/>
    <w:rsid w:val="00EC6D2C"/>
    <w:rsid w:val="00ED0092"/>
    <w:rsid w:val="00ED0360"/>
    <w:rsid w:val="00ED043E"/>
    <w:rsid w:val="00ED0C88"/>
    <w:rsid w:val="00ED0F56"/>
    <w:rsid w:val="00ED10CB"/>
    <w:rsid w:val="00ED14AE"/>
    <w:rsid w:val="00ED1961"/>
    <w:rsid w:val="00ED1DCE"/>
    <w:rsid w:val="00ED22F9"/>
    <w:rsid w:val="00ED23BD"/>
    <w:rsid w:val="00ED274D"/>
    <w:rsid w:val="00ED46D5"/>
    <w:rsid w:val="00ED4E8B"/>
    <w:rsid w:val="00ED53F7"/>
    <w:rsid w:val="00ED6001"/>
    <w:rsid w:val="00ED76BF"/>
    <w:rsid w:val="00ED7BCA"/>
    <w:rsid w:val="00EE011F"/>
    <w:rsid w:val="00EE04BB"/>
    <w:rsid w:val="00EE0DF8"/>
    <w:rsid w:val="00EE1361"/>
    <w:rsid w:val="00EE1369"/>
    <w:rsid w:val="00EE27CF"/>
    <w:rsid w:val="00EE3305"/>
    <w:rsid w:val="00EE3967"/>
    <w:rsid w:val="00EE55DD"/>
    <w:rsid w:val="00EE678C"/>
    <w:rsid w:val="00EE700F"/>
    <w:rsid w:val="00EF0043"/>
    <w:rsid w:val="00EF04CA"/>
    <w:rsid w:val="00EF06BA"/>
    <w:rsid w:val="00EF0C8C"/>
    <w:rsid w:val="00EF0D6D"/>
    <w:rsid w:val="00EF11EA"/>
    <w:rsid w:val="00EF1DA2"/>
    <w:rsid w:val="00EF2583"/>
    <w:rsid w:val="00EF27A8"/>
    <w:rsid w:val="00EF2B89"/>
    <w:rsid w:val="00EF3B38"/>
    <w:rsid w:val="00EF3C19"/>
    <w:rsid w:val="00EF3FA2"/>
    <w:rsid w:val="00EF5898"/>
    <w:rsid w:val="00EF5AE1"/>
    <w:rsid w:val="00EF5BBB"/>
    <w:rsid w:val="00EF6627"/>
    <w:rsid w:val="00EF6B51"/>
    <w:rsid w:val="00EF70DF"/>
    <w:rsid w:val="00EF7620"/>
    <w:rsid w:val="00EF7995"/>
    <w:rsid w:val="00F031AC"/>
    <w:rsid w:val="00F03262"/>
    <w:rsid w:val="00F035D8"/>
    <w:rsid w:val="00F03D6F"/>
    <w:rsid w:val="00F04549"/>
    <w:rsid w:val="00F045BA"/>
    <w:rsid w:val="00F04673"/>
    <w:rsid w:val="00F05BAB"/>
    <w:rsid w:val="00F05EF7"/>
    <w:rsid w:val="00F05F0E"/>
    <w:rsid w:val="00F065CE"/>
    <w:rsid w:val="00F06B4B"/>
    <w:rsid w:val="00F07105"/>
    <w:rsid w:val="00F07C1D"/>
    <w:rsid w:val="00F10FE3"/>
    <w:rsid w:val="00F13D32"/>
    <w:rsid w:val="00F14284"/>
    <w:rsid w:val="00F1436E"/>
    <w:rsid w:val="00F14B4B"/>
    <w:rsid w:val="00F14E5C"/>
    <w:rsid w:val="00F15E2F"/>
    <w:rsid w:val="00F16244"/>
    <w:rsid w:val="00F16A9B"/>
    <w:rsid w:val="00F172F1"/>
    <w:rsid w:val="00F17CBC"/>
    <w:rsid w:val="00F20605"/>
    <w:rsid w:val="00F2075B"/>
    <w:rsid w:val="00F20B1D"/>
    <w:rsid w:val="00F20DF6"/>
    <w:rsid w:val="00F211D9"/>
    <w:rsid w:val="00F2309A"/>
    <w:rsid w:val="00F23165"/>
    <w:rsid w:val="00F2346F"/>
    <w:rsid w:val="00F2349B"/>
    <w:rsid w:val="00F2385E"/>
    <w:rsid w:val="00F239F1"/>
    <w:rsid w:val="00F24196"/>
    <w:rsid w:val="00F24A07"/>
    <w:rsid w:val="00F254AE"/>
    <w:rsid w:val="00F26119"/>
    <w:rsid w:val="00F272FC"/>
    <w:rsid w:val="00F27871"/>
    <w:rsid w:val="00F3012F"/>
    <w:rsid w:val="00F33688"/>
    <w:rsid w:val="00F33A2E"/>
    <w:rsid w:val="00F33B60"/>
    <w:rsid w:val="00F33E2C"/>
    <w:rsid w:val="00F3554E"/>
    <w:rsid w:val="00F3595F"/>
    <w:rsid w:val="00F36385"/>
    <w:rsid w:val="00F36A76"/>
    <w:rsid w:val="00F36B24"/>
    <w:rsid w:val="00F36E3B"/>
    <w:rsid w:val="00F41275"/>
    <w:rsid w:val="00F41348"/>
    <w:rsid w:val="00F43EDC"/>
    <w:rsid w:val="00F44680"/>
    <w:rsid w:val="00F44CED"/>
    <w:rsid w:val="00F453DC"/>
    <w:rsid w:val="00F4564B"/>
    <w:rsid w:val="00F46AE7"/>
    <w:rsid w:val="00F46F1C"/>
    <w:rsid w:val="00F47264"/>
    <w:rsid w:val="00F473D6"/>
    <w:rsid w:val="00F5015C"/>
    <w:rsid w:val="00F517CB"/>
    <w:rsid w:val="00F51E7A"/>
    <w:rsid w:val="00F52482"/>
    <w:rsid w:val="00F532E1"/>
    <w:rsid w:val="00F533CC"/>
    <w:rsid w:val="00F53FF8"/>
    <w:rsid w:val="00F54353"/>
    <w:rsid w:val="00F557D4"/>
    <w:rsid w:val="00F5786A"/>
    <w:rsid w:val="00F57DB0"/>
    <w:rsid w:val="00F607D5"/>
    <w:rsid w:val="00F61878"/>
    <w:rsid w:val="00F61991"/>
    <w:rsid w:val="00F64309"/>
    <w:rsid w:val="00F65A42"/>
    <w:rsid w:val="00F661B7"/>
    <w:rsid w:val="00F70333"/>
    <w:rsid w:val="00F70396"/>
    <w:rsid w:val="00F70A6E"/>
    <w:rsid w:val="00F70AD5"/>
    <w:rsid w:val="00F71CE4"/>
    <w:rsid w:val="00F72802"/>
    <w:rsid w:val="00F74100"/>
    <w:rsid w:val="00F74D24"/>
    <w:rsid w:val="00F75E38"/>
    <w:rsid w:val="00F76C95"/>
    <w:rsid w:val="00F76FE9"/>
    <w:rsid w:val="00F77BD2"/>
    <w:rsid w:val="00F77D13"/>
    <w:rsid w:val="00F802E4"/>
    <w:rsid w:val="00F81339"/>
    <w:rsid w:val="00F824AC"/>
    <w:rsid w:val="00F83F59"/>
    <w:rsid w:val="00F8435D"/>
    <w:rsid w:val="00F84CD6"/>
    <w:rsid w:val="00F84DEB"/>
    <w:rsid w:val="00F859ED"/>
    <w:rsid w:val="00F85D4F"/>
    <w:rsid w:val="00F86211"/>
    <w:rsid w:val="00F86A16"/>
    <w:rsid w:val="00F871EF"/>
    <w:rsid w:val="00F912C6"/>
    <w:rsid w:val="00F91476"/>
    <w:rsid w:val="00F91BF1"/>
    <w:rsid w:val="00F93879"/>
    <w:rsid w:val="00F94C73"/>
    <w:rsid w:val="00F976BF"/>
    <w:rsid w:val="00F97AD8"/>
    <w:rsid w:val="00FA1021"/>
    <w:rsid w:val="00FA2DFA"/>
    <w:rsid w:val="00FA3A52"/>
    <w:rsid w:val="00FA41CE"/>
    <w:rsid w:val="00FA58E7"/>
    <w:rsid w:val="00FA59AF"/>
    <w:rsid w:val="00FA6148"/>
    <w:rsid w:val="00FA6446"/>
    <w:rsid w:val="00FB0F33"/>
    <w:rsid w:val="00FB12CA"/>
    <w:rsid w:val="00FB293F"/>
    <w:rsid w:val="00FB2C48"/>
    <w:rsid w:val="00FB3172"/>
    <w:rsid w:val="00FB31A4"/>
    <w:rsid w:val="00FB31E3"/>
    <w:rsid w:val="00FB4124"/>
    <w:rsid w:val="00FB429C"/>
    <w:rsid w:val="00FB4FC8"/>
    <w:rsid w:val="00FB663C"/>
    <w:rsid w:val="00FB758A"/>
    <w:rsid w:val="00FB7670"/>
    <w:rsid w:val="00FB7CD3"/>
    <w:rsid w:val="00FC045A"/>
    <w:rsid w:val="00FC1C5C"/>
    <w:rsid w:val="00FC219F"/>
    <w:rsid w:val="00FC3C2D"/>
    <w:rsid w:val="00FC4ADD"/>
    <w:rsid w:val="00FC52A8"/>
    <w:rsid w:val="00FC792C"/>
    <w:rsid w:val="00FD155A"/>
    <w:rsid w:val="00FD1B38"/>
    <w:rsid w:val="00FD20A6"/>
    <w:rsid w:val="00FD29CC"/>
    <w:rsid w:val="00FD352F"/>
    <w:rsid w:val="00FD361B"/>
    <w:rsid w:val="00FD4804"/>
    <w:rsid w:val="00FD50F3"/>
    <w:rsid w:val="00FD6215"/>
    <w:rsid w:val="00FD76C8"/>
    <w:rsid w:val="00FD7839"/>
    <w:rsid w:val="00FD7888"/>
    <w:rsid w:val="00FD7D0B"/>
    <w:rsid w:val="00FE009F"/>
    <w:rsid w:val="00FE07C4"/>
    <w:rsid w:val="00FE09B5"/>
    <w:rsid w:val="00FE0DB2"/>
    <w:rsid w:val="00FE0F94"/>
    <w:rsid w:val="00FE11E8"/>
    <w:rsid w:val="00FE3A92"/>
    <w:rsid w:val="00FE463F"/>
    <w:rsid w:val="00FE4656"/>
    <w:rsid w:val="00FE4A54"/>
    <w:rsid w:val="00FE50F6"/>
    <w:rsid w:val="00FE5415"/>
    <w:rsid w:val="00FF0F84"/>
    <w:rsid w:val="00FF26E7"/>
    <w:rsid w:val="00FF2B6F"/>
    <w:rsid w:val="00FF2EA8"/>
    <w:rsid w:val="00FF3E09"/>
    <w:rsid w:val="00FF4A71"/>
    <w:rsid w:val="00FF53BE"/>
    <w:rsid w:val="00FF5884"/>
    <w:rsid w:val="00FF71E6"/>
    <w:rsid w:val="00FF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4F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Стиль1"/>
    <w:basedOn w:val="Normal"/>
    <w:link w:val="10"/>
    <w:uiPriority w:val="99"/>
    <w:rsid w:val="00882D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10">
    <w:name w:val="Стиль1 Знак"/>
    <w:basedOn w:val="DefaultParagraphFont"/>
    <w:link w:val="1"/>
    <w:uiPriority w:val="99"/>
    <w:locked/>
    <w:rsid w:val="00882D85"/>
    <w:rPr>
      <w:rFonts w:ascii="Times New Roman" w:hAnsi="Times New Roman" w:cs="Times New Roman"/>
      <w:sz w:val="26"/>
      <w:szCs w:val="26"/>
      <w:lang w:eastAsia="ru-RU"/>
    </w:rPr>
  </w:style>
  <w:style w:type="paragraph" w:styleId="ListParagraph">
    <w:name w:val="List Paragraph"/>
    <w:basedOn w:val="Normal"/>
    <w:uiPriority w:val="99"/>
    <w:qFormat/>
    <w:rsid w:val="009A41B9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rsid w:val="00860C7C"/>
    <w:pPr>
      <w:suppressAutoHyphens/>
      <w:spacing w:after="120"/>
      <w:ind w:left="283"/>
    </w:pPr>
    <w:rPr>
      <w:rFonts w:cs="Calibri"/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60C7C"/>
    <w:rPr>
      <w:rFonts w:ascii="Calibri" w:hAnsi="Calibri" w:cs="Calibri"/>
      <w:lang w:eastAsia="ar-SA" w:bidi="ar-SA"/>
    </w:rPr>
  </w:style>
  <w:style w:type="paragraph" w:customStyle="1" w:styleId="ConsPlusNonformat">
    <w:name w:val="ConsPlusNonformat"/>
    <w:uiPriority w:val="99"/>
    <w:rsid w:val="00A917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99"/>
    <w:qFormat/>
    <w:rsid w:val="00A9174B"/>
    <w:rPr>
      <w:rFonts w:ascii="Times New Roman" w:eastAsia="Times New Roman" w:hAnsi="Times New Roman"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D729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847DB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1</Pages>
  <Words>151</Words>
  <Characters>863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Bogdanova</dc:creator>
  <cp:keywords/>
  <dc:description/>
  <cp:lastModifiedBy>Мунуслуги</cp:lastModifiedBy>
  <cp:revision>8</cp:revision>
  <cp:lastPrinted>2014-08-28T10:46:00Z</cp:lastPrinted>
  <dcterms:created xsi:type="dcterms:W3CDTF">2014-08-22T10:21:00Z</dcterms:created>
  <dcterms:modified xsi:type="dcterms:W3CDTF">2014-09-01T05:53:00Z</dcterms:modified>
</cp:coreProperties>
</file>