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93" w:rsidRPr="0048386C" w:rsidRDefault="00565393" w:rsidP="0030440C">
      <w:pPr>
        <w:rPr>
          <w:sz w:val="26"/>
        </w:rPr>
      </w:pPr>
    </w:p>
    <w:p w:rsidR="00565393" w:rsidRPr="003D1246" w:rsidRDefault="00565393" w:rsidP="0030440C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65393" w:rsidRPr="003D1246" w:rsidRDefault="00565393" w:rsidP="0030440C">
      <w:pPr>
        <w:rPr>
          <w:b/>
          <w:sz w:val="26"/>
        </w:rPr>
      </w:pPr>
      <w:r>
        <w:rPr>
          <w:noProof/>
        </w:rPr>
        <w:pict>
          <v:shape id="_x0000_s1027" type="#_x0000_t202" style="position:absolute;margin-left:272pt;margin-top:11.15pt;width:196pt;height:75.9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565393" w:rsidRDefault="00565393" w:rsidP="0030440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65393" w:rsidRDefault="00565393" w:rsidP="0030440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65393" w:rsidRPr="00862877" w:rsidRDefault="00565393" w:rsidP="0030440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565393" w:rsidRDefault="00565393" w:rsidP="0030440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565393" w:rsidRPr="00862877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65393" w:rsidRPr="003D1246" w:rsidRDefault="00565393" w:rsidP="0030440C">
      <w:pPr>
        <w:rPr>
          <w:b/>
          <w:sz w:val="26"/>
        </w:rPr>
      </w:pPr>
    </w:p>
    <w:p w:rsidR="00565393" w:rsidRPr="003D1246" w:rsidRDefault="00565393" w:rsidP="0030440C">
      <w:pPr>
        <w:ind w:firstLine="360"/>
        <w:jc w:val="center"/>
        <w:rPr>
          <w:b/>
          <w:sz w:val="26"/>
          <w:szCs w:val="26"/>
        </w:rPr>
      </w:pPr>
    </w:p>
    <w:p w:rsidR="00565393" w:rsidRPr="003D1246" w:rsidRDefault="00565393" w:rsidP="0030440C">
      <w:pPr>
        <w:ind w:firstLine="360"/>
        <w:jc w:val="center"/>
        <w:rPr>
          <w:b/>
          <w:sz w:val="26"/>
          <w:szCs w:val="26"/>
        </w:rPr>
      </w:pPr>
    </w:p>
    <w:p w:rsidR="00565393" w:rsidRDefault="00565393" w:rsidP="0030440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65393" w:rsidRDefault="00565393" w:rsidP="0030440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8" style="position:absolute;left:0;text-align:left;z-index:251660288" from="18pt,3.35pt" to="469pt,3.35pt" strokeweight=".26mm">
            <v:stroke joinstyle="miter"/>
          </v:line>
        </w:pict>
      </w:r>
    </w:p>
    <w:p w:rsidR="00565393" w:rsidRPr="001574A6" w:rsidRDefault="00565393" w:rsidP="0030440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65393" w:rsidRDefault="00565393" w:rsidP="0030440C">
      <w:pPr>
        <w:jc w:val="center"/>
        <w:rPr>
          <w:sz w:val="26"/>
          <w:szCs w:val="26"/>
        </w:rPr>
      </w:pPr>
    </w:p>
    <w:p w:rsidR="00565393" w:rsidRDefault="00565393" w:rsidP="0030440C">
      <w:pPr>
        <w:rPr>
          <w:sz w:val="26"/>
          <w:szCs w:val="26"/>
        </w:rPr>
      </w:pPr>
      <w:r>
        <w:rPr>
          <w:sz w:val="26"/>
          <w:szCs w:val="26"/>
        </w:rPr>
        <w:t xml:space="preserve">       «04» 09. 2014г.</w:t>
      </w:r>
      <w:r w:rsidRPr="009B154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                       № </w:t>
      </w:r>
      <w:r w:rsidRPr="009B15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372 -п</w:t>
      </w:r>
      <w:r w:rsidRPr="009B1542">
        <w:rPr>
          <w:sz w:val="26"/>
          <w:szCs w:val="26"/>
        </w:rPr>
        <w:t xml:space="preserve"> </w:t>
      </w:r>
    </w:p>
    <w:p w:rsidR="00565393" w:rsidRDefault="00565393" w:rsidP="0030440C">
      <w:pPr>
        <w:rPr>
          <w:sz w:val="26"/>
          <w:szCs w:val="26"/>
        </w:rPr>
      </w:pPr>
      <w:r>
        <w:rPr>
          <w:noProof/>
        </w:rPr>
        <w:pict>
          <v:shape id="_x0000_s1029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9" inset="0,0,0,0">
              <w:txbxContent>
                <w:p w:rsidR="00565393" w:rsidRPr="00576001" w:rsidRDefault="00565393" w:rsidP="0030440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65393" w:rsidRPr="00862877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5393" w:rsidRDefault="00565393" w:rsidP="0030440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65393" w:rsidRDefault="00565393" w:rsidP="0030440C">
      <w:pPr>
        <w:ind w:firstLine="567"/>
        <w:jc w:val="both"/>
        <w:rPr>
          <w:spacing w:val="-10"/>
          <w:sz w:val="26"/>
          <w:szCs w:val="26"/>
        </w:rPr>
      </w:pPr>
      <w:r w:rsidRPr="001B3512">
        <w:rPr>
          <w:spacing w:val="-10"/>
          <w:sz w:val="26"/>
          <w:szCs w:val="26"/>
        </w:rPr>
        <w:t xml:space="preserve">О внесении изменений в постановление </w:t>
      </w:r>
    </w:p>
    <w:p w:rsidR="00565393" w:rsidRDefault="00565393" w:rsidP="0030440C">
      <w:pPr>
        <w:ind w:firstLine="567"/>
        <w:jc w:val="both"/>
        <w:rPr>
          <w:sz w:val="26"/>
          <w:szCs w:val="26"/>
        </w:rPr>
      </w:pPr>
      <w:r w:rsidRPr="001B3512">
        <w:rPr>
          <w:sz w:val="26"/>
          <w:szCs w:val="26"/>
        </w:rPr>
        <w:t xml:space="preserve">№ </w:t>
      </w:r>
      <w:r>
        <w:rPr>
          <w:sz w:val="26"/>
          <w:szCs w:val="26"/>
        </w:rPr>
        <w:t>552</w:t>
      </w:r>
      <w:r w:rsidRPr="001B3512">
        <w:rPr>
          <w:sz w:val="26"/>
          <w:szCs w:val="26"/>
        </w:rPr>
        <w:t xml:space="preserve">-п от </w:t>
      </w:r>
      <w:r>
        <w:rPr>
          <w:sz w:val="26"/>
          <w:szCs w:val="26"/>
        </w:rPr>
        <w:t>14</w:t>
      </w:r>
      <w:r w:rsidRPr="001B3512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B3512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1B3512">
        <w:rPr>
          <w:sz w:val="26"/>
          <w:szCs w:val="26"/>
        </w:rPr>
        <w:t xml:space="preserve">года </w:t>
      </w:r>
    </w:p>
    <w:p w:rsidR="00565393" w:rsidRDefault="00565393" w:rsidP="0030440C">
      <w:pPr>
        <w:ind w:firstLine="567"/>
        <w:jc w:val="both"/>
        <w:rPr>
          <w:spacing w:val="-13"/>
          <w:sz w:val="26"/>
          <w:szCs w:val="26"/>
        </w:rPr>
      </w:pPr>
      <w:r w:rsidRPr="001B3512">
        <w:rPr>
          <w:spacing w:val="-13"/>
          <w:sz w:val="26"/>
          <w:szCs w:val="26"/>
        </w:rPr>
        <w:t>«Об утверждении муниципальной Программы</w:t>
      </w:r>
    </w:p>
    <w:p w:rsidR="00565393" w:rsidRDefault="00565393" w:rsidP="0030440C">
      <w:pPr>
        <w:ind w:firstLine="567"/>
        <w:jc w:val="both"/>
        <w:rPr>
          <w:spacing w:val="-10"/>
          <w:sz w:val="26"/>
          <w:szCs w:val="26"/>
        </w:rPr>
      </w:pPr>
      <w:r w:rsidRPr="001B3512">
        <w:rPr>
          <w:spacing w:val="-10"/>
          <w:sz w:val="26"/>
          <w:szCs w:val="26"/>
        </w:rPr>
        <w:t xml:space="preserve">«Развитие физической культуры, спорта, </w:t>
      </w:r>
    </w:p>
    <w:p w:rsidR="00565393" w:rsidRDefault="00565393" w:rsidP="0030440C">
      <w:pPr>
        <w:ind w:firstLine="567"/>
        <w:jc w:val="both"/>
        <w:rPr>
          <w:spacing w:val="-10"/>
          <w:sz w:val="26"/>
          <w:szCs w:val="26"/>
        </w:rPr>
      </w:pPr>
      <w:r w:rsidRPr="001B3512">
        <w:rPr>
          <w:spacing w:val="-10"/>
          <w:sz w:val="26"/>
          <w:szCs w:val="26"/>
        </w:rPr>
        <w:t>молодежной политики, туризма в муниципальном</w:t>
      </w:r>
    </w:p>
    <w:p w:rsidR="00565393" w:rsidRDefault="00565393" w:rsidP="0030440C">
      <w:pPr>
        <w:ind w:firstLine="567"/>
        <w:jc w:val="both"/>
        <w:rPr>
          <w:sz w:val="26"/>
          <w:szCs w:val="26"/>
        </w:rPr>
      </w:pPr>
      <w:r w:rsidRPr="001B3512">
        <w:rPr>
          <w:spacing w:val="-10"/>
          <w:sz w:val="26"/>
          <w:szCs w:val="26"/>
        </w:rPr>
        <w:t xml:space="preserve">образовании город Сорск </w:t>
      </w:r>
      <w:r w:rsidRPr="001B3512">
        <w:rPr>
          <w:sz w:val="26"/>
          <w:szCs w:val="26"/>
        </w:rPr>
        <w:t>на 2014-2016 годы»</w:t>
      </w:r>
      <w:r>
        <w:rPr>
          <w:sz w:val="26"/>
          <w:szCs w:val="26"/>
        </w:rPr>
        <w:t>»</w:t>
      </w:r>
    </w:p>
    <w:p w:rsidR="00565393" w:rsidRPr="001B3512" w:rsidRDefault="00565393" w:rsidP="0030440C">
      <w:pPr>
        <w:shd w:val="clear" w:color="auto" w:fill="FFFFFF"/>
        <w:spacing w:before="302" w:line="298" w:lineRule="exact"/>
        <w:ind w:left="24" w:firstLine="571"/>
        <w:jc w:val="both"/>
        <w:rPr>
          <w:sz w:val="26"/>
          <w:szCs w:val="26"/>
        </w:rPr>
      </w:pPr>
      <w:r w:rsidRPr="001B3512">
        <w:rPr>
          <w:spacing w:val="-9"/>
          <w:sz w:val="26"/>
          <w:szCs w:val="26"/>
        </w:rPr>
        <w:t xml:space="preserve">В соответствии со ст. 16 ФЗ от 06.10.2003г. № 131-ФЗ «Об общих принципах </w:t>
      </w:r>
      <w:r w:rsidRPr="001B3512">
        <w:rPr>
          <w:spacing w:val="-4"/>
          <w:sz w:val="26"/>
          <w:szCs w:val="26"/>
        </w:rPr>
        <w:t xml:space="preserve">организации местного самоуправления в РФ», ст. 27 Устава муниципального </w:t>
      </w:r>
      <w:r w:rsidRPr="001B3512">
        <w:rPr>
          <w:spacing w:val="-10"/>
          <w:sz w:val="26"/>
          <w:szCs w:val="26"/>
        </w:rPr>
        <w:t xml:space="preserve">образования город Сорск, постановления администрации города Сорска от 30.08.2013 № 449-п «Об утверждении порядка разработки, утверждения, реализации и оценки </w:t>
      </w:r>
      <w:r w:rsidRPr="001B3512">
        <w:rPr>
          <w:spacing w:val="-3"/>
          <w:sz w:val="26"/>
          <w:szCs w:val="26"/>
        </w:rPr>
        <w:t xml:space="preserve">эффективности муниципальных программ муниципального образования город </w:t>
      </w:r>
      <w:r w:rsidRPr="001B3512">
        <w:rPr>
          <w:spacing w:val="-10"/>
          <w:sz w:val="26"/>
          <w:szCs w:val="26"/>
        </w:rPr>
        <w:t xml:space="preserve">Сорск», в целях реализации государственной политики, направленной на дальнейшее развитие физической культуры и спорта, материально - технической базы объектов </w:t>
      </w:r>
      <w:r w:rsidRPr="001B3512">
        <w:rPr>
          <w:spacing w:val="-9"/>
          <w:sz w:val="26"/>
          <w:szCs w:val="26"/>
        </w:rPr>
        <w:t xml:space="preserve">физической культуры, спорта и формирования здорового образа жизни населения в </w:t>
      </w:r>
      <w:r w:rsidRPr="001B3512">
        <w:rPr>
          <w:spacing w:val="-10"/>
          <w:sz w:val="26"/>
          <w:szCs w:val="26"/>
        </w:rPr>
        <w:t xml:space="preserve">муниципальном образовании город Сорск, администрация города Сорска Республики </w:t>
      </w:r>
      <w:r w:rsidRPr="001B3512">
        <w:rPr>
          <w:sz w:val="26"/>
          <w:szCs w:val="26"/>
        </w:rPr>
        <w:t>Хакасия</w:t>
      </w:r>
    </w:p>
    <w:p w:rsidR="00565393" w:rsidRPr="001B3512" w:rsidRDefault="00565393" w:rsidP="0030440C">
      <w:pPr>
        <w:shd w:val="clear" w:color="auto" w:fill="FFFFFF"/>
        <w:spacing w:before="5" w:line="298" w:lineRule="exact"/>
        <w:rPr>
          <w:sz w:val="26"/>
          <w:szCs w:val="26"/>
        </w:rPr>
      </w:pPr>
      <w:r>
        <w:rPr>
          <w:spacing w:val="-14"/>
          <w:sz w:val="26"/>
          <w:szCs w:val="26"/>
        </w:rPr>
        <w:t xml:space="preserve">           </w:t>
      </w:r>
      <w:r w:rsidRPr="001B3512">
        <w:rPr>
          <w:spacing w:val="-14"/>
          <w:sz w:val="26"/>
          <w:szCs w:val="26"/>
        </w:rPr>
        <w:t>ПОСТАНОВЛЯЕТ:</w:t>
      </w:r>
    </w:p>
    <w:p w:rsidR="00565393" w:rsidRPr="001B3512" w:rsidRDefault="00565393" w:rsidP="0030440C">
      <w:pPr>
        <w:shd w:val="clear" w:color="auto" w:fill="FFFFFF"/>
        <w:spacing w:before="5" w:line="298" w:lineRule="exact"/>
        <w:ind w:left="14" w:right="24"/>
        <w:jc w:val="both"/>
        <w:rPr>
          <w:sz w:val="26"/>
          <w:szCs w:val="26"/>
        </w:rPr>
      </w:pPr>
      <w:r>
        <w:rPr>
          <w:spacing w:val="-10"/>
          <w:sz w:val="26"/>
          <w:szCs w:val="26"/>
        </w:rPr>
        <w:t xml:space="preserve">            </w:t>
      </w:r>
      <w:r w:rsidRPr="001B3512">
        <w:rPr>
          <w:spacing w:val="-10"/>
          <w:sz w:val="26"/>
          <w:szCs w:val="26"/>
        </w:rPr>
        <w:t>1. Внести в муниципальную программу «Развитие физической культуры, спорта, молодежной политики, туризма в муниципальном образовании город Сорск на 2014-</w:t>
      </w:r>
      <w:r w:rsidRPr="001B3512">
        <w:rPr>
          <w:spacing w:val="-3"/>
          <w:sz w:val="26"/>
          <w:szCs w:val="26"/>
        </w:rPr>
        <w:t xml:space="preserve">2016 годы», утвержденную постановлением администрации города Сорска от </w:t>
      </w:r>
      <w:r w:rsidRPr="001B3512">
        <w:rPr>
          <w:spacing w:val="-5"/>
          <w:sz w:val="26"/>
          <w:szCs w:val="26"/>
        </w:rPr>
        <w:t>14.10.201</w:t>
      </w:r>
      <w:r>
        <w:rPr>
          <w:spacing w:val="-5"/>
          <w:sz w:val="26"/>
          <w:szCs w:val="26"/>
        </w:rPr>
        <w:t>3</w:t>
      </w:r>
      <w:r w:rsidRPr="001B3512">
        <w:rPr>
          <w:spacing w:val="-5"/>
          <w:sz w:val="26"/>
          <w:szCs w:val="26"/>
        </w:rPr>
        <w:t xml:space="preserve"> года № 552-п «</w:t>
      </w:r>
      <w:r>
        <w:rPr>
          <w:spacing w:val="-5"/>
          <w:sz w:val="26"/>
          <w:szCs w:val="26"/>
        </w:rPr>
        <w:t>Об утверждении муниципальной Программы «</w:t>
      </w:r>
      <w:r w:rsidRPr="001B3512">
        <w:rPr>
          <w:spacing w:val="-5"/>
          <w:sz w:val="26"/>
          <w:szCs w:val="26"/>
        </w:rPr>
        <w:t xml:space="preserve">Развитие физической культуры, спорта, молодежной </w:t>
      </w:r>
      <w:r w:rsidRPr="001B3512">
        <w:rPr>
          <w:spacing w:val="-10"/>
          <w:sz w:val="26"/>
          <w:szCs w:val="26"/>
        </w:rPr>
        <w:t>политики, туризма в муниципальном образовании город Сорск на 2014 - 2016 годы»</w:t>
      </w:r>
      <w:r>
        <w:rPr>
          <w:spacing w:val="-10"/>
          <w:sz w:val="26"/>
          <w:szCs w:val="26"/>
        </w:rPr>
        <w:t>»</w:t>
      </w:r>
      <w:r w:rsidRPr="001B3512">
        <w:rPr>
          <w:spacing w:val="-10"/>
          <w:sz w:val="26"/>
          <w:szCs w:val="26"/>
        </w:rPr>
        <w:t xml:space="preserve">, </w:t>
      </w:r>
      <w:r w:rsidRPr="001B3512">
        <w:rPr>
          <w:sz w:val="26"/>
          <w:szCs w:val="26"/>
        </w:rPr>
        <w:t>следующие изменения:</w:t>
      </w:r>
    </w:p>
    <w:p w:rsidR="00565393" w:rsidRPr="001B3512" w:rsidRDefault="00565393" w:rsidP="0030440C">
      <w:pPr>
        <w:shd w:val="clear" w:color="auto" w:fill="FFFFFF"/>
        <w:tabs>
          <w:tab w:val="left" w:pos="1162"/>
        </w:tabs>
        <w:spacing w:line="298" w:lineRule="exact"/>
        <w:ind w:left="10" w:right="38"/>
        <w:jc w:val="both"/>
        <w:rPr>
          <w:sz w:val="26"/>
          <w:szCs w:val="26"/>
        </w:rPr>
      </w:pPr>
      <w:r>
        <w:rPr>
          <w:spacing w:val="-22"/>
          <w:sz w:val="26"/>
          <w:szCs w:val="26"/>
        </w:rPr>
        <w:t xml:space="preserve">            </w:t>
      </w:r>
      <w:r w:rsidRPr="001B3512">
        <w:rPr>
          <w:spacing w:val="-22"/>
          <w:sz w:val="26"/>
          <w:szCs w:val="26"/>
        </w:rPr>
        <w:t>1.1.</w:t>
      </w:r>
      <w:r w:rsidRPr="001B3512">
        <w:rPr>
          <w:sz w:val="26"/>
          <w:szCs w:val="26"/>
        </w:rPr>
        <w:tab/>
      </w:r>
      <w:r w:rsidRPr="001B3512">
        <w:rPr>
          <w:spacing w:val="-3"/>
          <w:sz w:val="26"/>
          <w:szCs w:val="26"/>
        </w:rPr>
        <w:t>В паспорте в подразделе «Объемы бюджетных ассигнований» цифру</w:t>
      </w:r>
      <w:r w:rsidRPr="001B3512">
        <w:rPr>
          <w:spacing w:val="-3"/>
          <w:sz w:val="26"/>
          <w:szCs w:val="26"/>
        </w:rPr>
        <w:br/>
      </w:r>
      <w:r w:rsidRPr="001B3512">
        <w:rPr>
          <w:spacing w:val="-10"/>
          <w:sz w:val="26"/>
          <w:szCs w:val="26"/>
        </w:rPr>
        <w:t>«3</w:t>
      </w:r>
      <w:r>
        <w:rPr>
          <w:spacing w:val="-10"/>
          <w:sz w:val="26"/>
          <w:szCs w:val="26"/>
        </w:rPr>
        <w:t>5363</w:t>
      </w:r>
      <w:r w:rsidRPr="001B3512">
        <w:rPr>
          <w:spacing w:val="-10"/>
          <w:sz w:val="26"/>
          <w:szCs w:val="26"/>
        </w:rPr>
        <w:t>» заменить на цифру «</w:t>
      </w:r>
      <w:r>
        <w:rPr>
          <w:spacing w:val="-10"/>
          <w:sz w:val="26"/>
          <w:szCs w:val="26"/>
        </w:rPr>
        <w:t>36845 - МБ</w:t>
      </w:r>
      <w:r w:rsidRPr="001B3512">
        <w:rPr>
          <w:spacing w:val="-10"/>
          <w:sz w:val="26"/>
          <w:szCs w:val="26"/>
        </w:rPr>
        <w:t>,</w:t>
      </w:r>
      <w:r>
        <w:rPr>
          <w:spacing w:val="-10"/>
          <w:sz w:val="26"/>
          <w:szCs w:val="26"/>
        </w:rPr>
        <w:t xml:space="preserve"> 757 - РБ»</w:t>
      </w:r>
      <w:r w:rsidRPr="001B3512">
        <w:rPr>
          <w:spacing w:val="-10"/>
          <w:sz w:val="26"/>
          <w:szCs w:val="26"/>
        </w:rPr>
        <w:t xml:space="preserve"> в том числе по годам - 2014г. цифру «1</w:t>
      </w:r>
      <w:r>
        <w:rPr>
          <w:spacing w:val="-10"/>
          <w:sz w:val="26"/>
          <w:szCs w:val="26"/>
        </w:rPr>
        <w:t>0653</w:t>
      </w:r>
      <w:r w:rsidRPr="001B3512">
        <w:rPr>
          <w:spacing w:val="-10"/>
          <w:sz w:val="26"/>
          <w:szCs w:val="26"/>
        </w:rPr>
        <w:t>,0»</w:t>
      </w:r>
      <w:r>
        <w:rPr>
          <w:spacing w:val="-10"/>
          <w:sz w:val="26"/>
          <w:szCs w:val="26"/>
        </w:rPr>
        <w:t xml:space="preserve"> </w:t>
      </w:r>
      <w:r w:rsidRPr="001B3512">
        <w:rPr>
          <w:sz w:val="26"/>
          <w:szCs w:val="26"/>
        </w:rPr>
        <w:t>заменить на цифру «</w:t>
      </w:r>
      <w:r>
        <w:rPr>
          <w:sz w:val="26"/>
          <w:szCs w:val="26"/>
        </w:rPr>
        <w:t>12135тыс. руб. - МБ, 757 тыс. руб. - РБ».</w:t>
      </w:r>
    </w:p>
    <w:p w:rsidR="00565393" w:rsidRPr="001B3512" w:rsidRDefault="00565393" w:rsidP="0030440C">
      <w:pPr>
        <w:shd w:val="clear" w:color="auto" w:fill="FFFFFF"/>
        <w:spacing w:line="298" w:lineRule="exact"/>
        <w:ind w:left="10" w:right="67" w:firstLine="557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1.2.    </w:t>
      </w:r>
      <w:r w:rsidRPr="001B3512">
        <w:rPr>
          <w:spacing w:val="-4"/>
          <w:sz w:val="26"/>
          <w:szCs w:val="26"/>
        </w:rPr>
        <w:t xml:space="preserve">Раздел 5 «Обоснование ресурсного обеспечения Программы» абзац 1 </w:t>
      </w:r>
      <w:r w:rsidRPr="001B3512">
        <w:rPr>
          <w:sz w:val="26"/>
          <w:szCs w:val="26"/>
        </w:rPr>
        <w:t>изложить в новой редакции:</w:t>
      </w:r>
    </w:p>
    <w:p w:rsidR="00565393" w:rsidRPr="001B3512" w:rsidRDefault="00565393" w:rsidP="0030440C">
      <w:pPr>
        <w:shd w:val="clear" w:color="auto" w:fill="FFFFFF"/>
        <w:spacing w:line="298" w:lineRule="exact"/>
        <w:ind w:left="10"/>
        <w:rPr>
          <w:sz w:val="26"/>
          <w:szCs w:val="26"/>
        </w:rPr>
      </w:pPr>
      <w:r w:rsidRPr="001B3512">
        <w:rPr>
          <w:spacing w:val="-10"/>
          <w:sz w:val="26"/>
          <w:szCs w:val="26"/>
        </w:rPr>
        <w:t>«Финансирование мероприятий муниципальной программы осуществляется за счёт средств местного бюджета города Сорска, всего на весь период 3</w:t>
      </w:r>
      <w:r>
        <w:rPr>
          <w:spacing w:val="-10"/>
          <w:sz w:val="26"/>
          <w:szCs w:val="26"/>
        </w:rPr>
        <w:t>6845</w:t>
      </w:r>
      <w:r w:rsidRPr="001B3512">
        <w:rPr>
          <w:spacing w:val="-10"/>
          <w:sz w:val="26"/>
          <w:szCs w:val="26"/>
        </w:rPr>
        <w:t xml:space="preserve"> тыс. руб.</w:t>
      </w:r>
      <w:r>
        <w:rPr>
          <w:spacing w:val="-10"/>
          <w:sz w:val="26"/>
          <w:szCs w:val="26"/>
        </w:rPr>
        <w:t xml:space="preserve">, и за счет средств Республики Хакасия - 757 тыс. руб., в </w:t>
      </w:r>
      <w:r w:rsidRPr="001B3512">
        <w:rPr>
          <w:spacing w:val="-10"/>
          <w:sz w:val="26"/>
          <w:szCs w:val="26"/>
        </w:rPr>
        <w:t xml:space="preserve">том </w:t>
      </w:r>
      <w:r w:rsidRPr="001B3512">
        <w:rPr>
          <w:sz w:val="26"/>
          <w:szCs w:val="26"/>
        </w:rPr>
        <w:t>числе:</w:t>
      </w:r>
    </w:p>
    <w:p w:rsidR="00565393" w:rsidRDefault="00565393" w:rsidP="0030440C">
      <w:pPr>
        <w:shd w:val="clear" w:color="auto" w:fill="FFFFFF"/>
        <w:tabs>
          <w:tab w:val="left" w:pos="567"/>
        </w:tabs>
        <w:spacing w:line="298" w:lineRule="exact"/>
        <w:ind w:right="86"/>
        <w:jc w:val="both"/>
        <w:rPr>
          <w:spacing w:val="-8"/>
          <w:sz w:val="26"/>
          <w:szCs w:val="26"/>
        </w:rPr>
      </w:pPr>
      <w:r w:rsidRPr="001B3512">
        <w:rPr>
          <w:spacing w:val="-8"/>
          <w:sz w:val="26"/>
          <w:szCs w:val="26"/>
        </w:rPr>
        <w:t xml:space="preserve">2014г. - </w:t>
      </w:r>
      <w:r>
        <w:rPr>
          <w:spacing w:val="-8"/>
          <w:sz w:val="26"/>
          <w:szCs w:val="26"/>
        </w:rPr>
        <w:t>12135 тыс. руб. - МБ, 757 тыс. руб. - РБ.</w:t>
      </w:r>
    </w:p>
    <w:p w:rsidR="00565393" w:rsidRDefault="00565393" w:rsidP="0030440C">
      <w:pPr>
        <w:shd w:val="clear" w:color="auto" w:fill="FFFFFF"/>
        <w:tabs>
          <w:tab w:val="left" w:pos="0"/>
          <w:tab w:val="left" w:pos="567"/>
        </w:tabs>
        <w:spacing w:line="298" w:lineRule="exact"/>
        <w:ind w:right="86"/>
        <w:jc w:val="both"/>
        <w:rPr>
          <w:spacing w:val="-8"/>
          <w:sz w:val="26"/>
          <w:szCs w:val="26"/>
        </w:rPr>
      </w:pPr>
      <w:r w:rsidRPr="001B3512">
        <w:rPr>
          <w:spacing w:val="-8"/>
          <w:sz w:val="26"/>
          <w:szCs w:val="26"/>
        </w:rPr>
        <w:t xml:space="preserve">2015г. - 12100 тыс. руб. </w:t>
      </w:r>
    </w:p>
    <w:p w:rsidR="00565393" w:rsidRDefault="00565393" w:rsidP="0030440C">
      <w:pPr>
        <w:shd w:val="clear" w:color="auto" w:fill="FFFFFF"/>
        <w:tabs>
          <w:tab w:val="left" w:pos="0"/>
          <w:tab w:val="left" w:pos="567"/>
        </w:tabs>
        <w:spacing w:line="298" w:lineRule="exact"/>
        <w:ind w:right="86"/>
        <w:jc w:val="both"/>
        <w:rPr>
          <w:sz w:val="26"/>
          <w:szCs w:val="26"/>
        </w:rPr>
      </w:pPr>
      <w:r w:rsidRPr="001B3512">
        <w:rPr>
          <w:spacing w:val="-11"/>
          <w:sz w:val="26"/>
          <w:szCs w:val="26"/>
        </w:rPr>
        <w:t xml:space="preserve">2016г. - 12610 </w:t>
      </w:r>
      <w:r>
        <w:rPr>
          <w:spacing w:val="-11"/>
          <w:sz w:val="26"/>
          <w:szCs w:val="26"/>
        </w:rPr>
        <w:t xml:space="preserve"> тыс. руб</w:t>
      </w:r>
      <w:r w:rsidRPr="001B3512">
        <w:rPr>
          <w:spacing w:val="-11"/>
          <w:sz w:val="26"/>
          <w:szCs w:val="26"/>
        </w:rPr>
        <w:t>»</w:t>
      </w:r>
    </w:p>
    <w:p w:rsidR="00565393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          1.3  Раздел  4 «Перечень мероприятий муниципальной программы» изменить и изложить в следующей редакции :</w:t>
      </w:r>
    </w:p>
    <w:p w:rsidR="00565393" w:rsidRPr="006D5A3C" w:rsidRDefault="00565393" w:rsidP="0030440C">
      <w:pPr>
        <w:shd w:val="clear" w:color="auto" w:fill="FFFFFF"/>
        <w:tabs>
          <w:tab w:val="left" w:pos="851"/>
        </w:tabs>
        <w:spacing w:line="298" w:lineRule="exact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- п. 1.1 </w:t>
      </w:r>
      <w:r w:rsidRPr="001B3512">
        <w:rPr>
          <w:spacing w:val="-3"/>
          <w:sz w:val="26"/>
          <w:szCs w:val="26"/>
        </w:rPr>
        <w:t>цифру</w:t>
      </w:r>
      <w:r>
        <w:rPr>
          <w:spacing w:val="-3"/>
          <w:sz w:val="26"/>
          <w:szCs w:val="26"/>
        </w:rPr>
        <w:t xml:space="preserve"> </w:t>
      </w:r>
      <w:r w:rsidRPr="001B3512">
        <w:rPr>
          <w:spacing w:val="-10"/>
          <w:sz w:val="26"/>
          <w:szCs w:val="26"/>
        </w:rPr>
        <w:t>«</w:t>
      </w:r>
      <w:r>
        <w:rPr>
          <w:spacing w:val="-10"/>
          <w:sz w:val="26"/>
          <w:szCs w:val="26"/>
        </w:rPr>
        <w:t>8748</w:t>
      </w:r>
      <w:r w:rsidRPr="001B3512">
        <w:rPr>
          <w:spacing w:val="-10"/>
          <w:sz w:val="26"/>
          <w:szCs w:val="26"/>
        </w:rPr>
        <w:t>» заменить на цифру «</w:t>
      </w:r>
      <w:r>
        <w:rPr>
          <w:spacing w:val="-10"/>
          <w:sz w:val="26"/>
          <w:szCs w:val="26"/>
        </w:rPr>
        <w:t>10230 - МБ</w:t>
      </w:r>
      <w:r w:rsidRPr="001B3512">
        <w:rPr>
          <w:spacing w:val="-10"/>
          <w:sz w:val="26"/>
          <w:szCs w:val="26"/>
        </w:rPr>
        <w:t>,</w:t>
      </w:r>
      <w:r>
        <w:rPr>
          <w:spacing w:val="-10"/>
          <w:sz w:val="26"/>
          <w:szCs w:val="26"/>
        </w:rPr>
        <w:t xml:space="preserve"> 757 - РБ»;</w:t>
      </w:r>
    </w:p>
    <w:p w:rsidR="00565393" w:rsidRDefault="00565393" w:rsidP="0030440C">
      <w:pPr>
        <w:shd w:val="clear" w:color="auto" w:fill="FFFFFF"/>
        <w:tabs>
          <w:tab w:val="left" w:pos="851"/>
        </w:tabs>
        <w:spacing w:line="298" w:lineRule="exact"/>
        <w:rPr>
          <w:spacing w:val="-5"/>
          <w:sz w:val="26"/>
          <w:szCs w:val="26"/>
        </w:rPr>
      </w:pPr>
      <w:r>
        <w:rPr>
          <w:spacing w:val="-10"/>
          <w:sz w:val="26"/>
          <w:szCs w:val="26"/>
        </w:rPr>
        <w:t xml:space="preserve">- п. 2.1 </w:t>
      </w:r>
      <w:r w:rsidRPr="001B3512">
        <w:rPr>
          <w:spacing w:val="-3"/>
          <w:sz w:val="26"/>
          <w:szCs w:val="26"/>
        </w:rPr>
        <w:t>цифру</w:t>
      </w:r>
      <w:r>
        <w:rPr>
          <w:spacing w:val="-3"/>
          <w:sz w:val="26"/>
          <w:szCs w:val="26"/>
        </w:rPr>
        <w:t xml:space="preserve"> </w:t>
      </w:r>
      <w:r w:rsidRPr="001B3512">
        <w:rPr>
          <w:spacing w:val="-10"/>
          <w:sz w:val="26"/>
          <w:szCs w:val="26"/>
        </w:rPr>
        <w:t>«</w:t>
      </w:r>
      <w:r>
        <w:rPr>
          <w:spacing w:val="-10"/>
          <w:sz w:val="26"/>
          <w:szCs w:val="26"/>
        </w:rPr>
        <w:t>1500,0</w:t>
      </w:r>
      <w:r w:rsidRPr="001B3512">
        <w:rPr>
          <w:spacing w:val="-10"/>
          <w:sz w:val="26"/>
          <w:szCs w:val="26"/>
        </w:rPr>
        <w:t>» заменить на цифру «</w:t>
      </w:r>
      <w:r>
        <w:rPr>
          <w:spacing w:val="-10"/>
          <w:sz w:val="26"/>
          <w:szCs w:val="26"/>
        </w:rPr>
        <w:t>1600,0»;</w:t>
      </w:r>
    </w:p>
    <w:p w:rsidR="00565393" w:rsidRDefault="00565393" w:rsidP="0030440C">
      <w:pPr>
        <w:shd w:val="clear" w:color="auto" w:fill="FFFFFF"/>
        <w:tabs>
          <w:tab w:val="left" w:pos="851"/>
        </w:tabs>
        <w:spacing w:line="298" w:lineRule="exact"/>
        <w:rPr>
          <w:spacing w:val="-5"/>
          <w:sz w:val="26"/>
          <w:szCs w:val="26"/>
        </w:rPr>
      </w:pPr>
    </w:p>
    <w:p w:rsidR="00565393" w:rsidRDefault="00565393" w:rsidP="0030440C">
      <w:pPr>
        <w:shd w:val="clear" w:color="auto" w:fill="FFFFFF"/>
        <w:tabs>
          <w:tab w:val="left" w:pos="851"/>
        </w:tabs>
        <w:spacing w:line="298" w:lineRule="exact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- п. 2.7  цифру </w:t>
      </w:r>
      <w:r w:rsidRPr="001B3512">
        <w:rPr>
          <w:spacing w:val="-10"/>
          <w:sz w:val="26"/>
          <w:szCs w:val="26"/>
        </w:rPr>
        <w:t>«</w:t>
      </w:r>
      <w:r>
        <w:rPr>
          <w:spacing w:val="-10"/>
          <w:sz w:val="26"/>
          <w:szCs w:val="26"/>
        </w:rPr>
        <w:t>100,0</w:t>
      </w:r>
      <w:r w:rsidRPr="001B3512">
        <w:rPr>
          <w:spacing w:val="-10"/>
          <w:sz w:val="26"/>
          <w:szCs w:val="26"/>
        </w:rPr>
        <w:t>» заменить на цифру «</w:t>
      </w:r>
      <w:r>
        <w:rPr>
          <w:spacing w:val="-10"/>
          <w:sz w:val="26"/>
          <w:szCs w:val="26"/>
        </w:rPr>
        <w:t>0,0»;</w:t>
      </w:r>
    </w:p>
    <w:p w:rsidR="00565393" w:rsidRDefault="00565393" w:rsidP="0030440C">
      <w:pPr>
        <w:shd w:val="clear" w:color="auto" w:fill="FFFFFF"/>
        <w:tabs>
          <w:tab w:val="left" w:pos="851"/>
        </w:tabs>
        <w:spacing w:line="298" w:lineRule="exact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- п. «Итого по программе»  цифру «10653,0» </w:t>
      </w:r>
      <w:r w:rsidRPr="001B3512">
        <w:rPr>
          <w:spacing w:val="-10"/>
          <w:sz w:val="26"/>
          <w:szCs w:val="26"/>
        </w:rPr>
        <w:t>заменить на цифру «</w:t>
      </w:r>
      <w:r>
        <w:rPr>
          <w:spacing w:val="-10"/>
          <w:sz w:val="26"/>
          <w:szCs w:val="26"/>
        </w:rPr>
        <w:t>12892».</w:t>
      </w:r>
    </w:p>
    <w:p w:rsidR="00565393" w:rsidRPr="001B3512" w:rsidRDefault="00565393" w:rsidP="0030440C">
      <w:pPr>
        <w:shd w:val="clear" w:color="auto" w:fill="FFFFFF"/>
        <w:tabs>
          <w:tab w:val="left" w:pos="1008"/>
        </w:tabs>
        <w:spacing w:line="298" w:lineRule="exact"/>
        <w:ind w:firstLine="567"/>
        <w:rPr>
          <w:spacing w:val="-19"/>
          <w:sz w:val="26"/>
          <w:szCs w:val="26"/>
        </w:rPr>
      </w:pPr>
      <w:r>
        <w:rPr>
          <w:spacing w:val="-5"/>
          <w:sz w:val="26"/>
          <w:szCs w:val="26"/>
        </w:rPr>
        <w:t xml:space="preserve">2. </w:t>
      </w:r>
      <w:r w:rsidRPr="001B3512">
        <w:rPr>
          <w:spacing w:val="-5"/>
          <w:sz w:val="26"/>
          <w:szCs w:val="26"/>
        </w:rPr>
        <w:t xml:space="preserve">Опубликовать  настоящее  постановление  в  газете </w:t>
      </w:r>
      <w:r>
        <w:rPr>
          <w:spacing w:val="-5"/>
          <w:sz w:val="26"/>
          <w:szCs w:val="26"/>
        </w:rPr>
        <w:t>«</w:t>
      </w:r>
      <w:r w:rsidRPr="001B3512">
        <w:rPr>
          <w:spacing w:val="-5"/>
          <w:sz w:val="26"/>
          <w:szCs w:val="26"/>
        </w:rPr>
        <w:t>Сорский  молибден</w:t>
      </w:r>
      <w:r>
        <w:rPr>
          <w:spacing w:val="-5"/>
          <w:sz w:val="26"/>
          <w:szCs w:val="26"/>
        </w:rPr>
        <w:t>»</w:t>
      </w:r>
      <w:r w:rsidRPr="001B3512">
        <w:rPr>
          <w:spacing w:val="-5"/>
          <w:sz w:val="26"/>
          <w:szCs w:val="26"/>
        </w:rPr>
        <w:t xml:space="preserve"> и </w:t>
      </w:r>
      <w:r w:rsidRPr="001B3512">
        <w:rPr>
          <w:spacing w:val="-9"/>
          <w:sz w:val="26"/>
          <w:szCs w:val="26"/>
        </w:rPr>
        <w:t>разместить на официальном сайте администрации города Сорска.</w:t>
      </w:r>
    </w:p>
    <w:p w:rsidR="00565393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z w:val="26"/>
          <w:szCs w:val="26"/>
        </w:rPr>
      </w:pPr>
      <w:r>
        <w:rPr>
          <w:sz w:val="26"/>
          <w:szCs w:val="26"/>
        </w:rPr>
        <w:t xml:space="preserve">         3. </w:t>
      </w:r>
      <w:r w:rsidRPr="001B3512">
        <w:rPr>
          <w:sz w:val="26"/>
          <w:szCs w:val="26"/>
        </w:rPr>
        <w:t>Контроль над реализацией программы возложить на заместителя главы города по социальным вопросам.</w:t>
      </w:r>
    </w:p>
    <w:p w:rsidR="00565393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z w:val="26"/>
          <w:szCs w:val="26"/>
        </w:rPr>
      </w:pPr>
    </w:p>
    <w:p w:rsidR="00565393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z w:val="26"/>
          <w:szCs w:val="26"/>
        </w:rPr>
      </w:pPr>
    </w:p>
    <w:p w:rsidR="00565393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z w:val="26"/>
          <w:szCs w:val="26"/>
        </w:rPr>
      </w:pPr>
    </w:p>
    <w:p w:rsidR="00565393" w:rsidRPr="00EA4F18" w:rsidRDefault="00565393" w:rsidP="0030440C">
      <w:pPr>
        <w:shd w:val="clear" w:color="auto" w:fill="FFFFFF"/>
        <w:tabs>
          <w:tab w:val="left" w:pos="1008"/>
        </w:tabs>
        <w:spacing w:line="298" w:lineRule="exact"/>
        <w:rPr>
          <w:spacing w:val="-22"/>
          <w:sz w:val="26"/>
          <w:szCs w:val="26"/>
        </w:rPr>
        <w:sectPr w:rsidR="00565393" w:rsidRPr="00EA4F18" w:rsidSect="0030440C">
          <w:pgSz w:w="11909" w:h="16834"/>
          <w:pgMar w:top="709" w:right="851" w:bottom="1134" w:left="1531" w:header="720" w:footer="720" w:gutter="0"/>
          <w:cols w:space="60"/>
          <w:noEndnote/>
        </w:sectPr>
      </w:pPr>
      <w:r>
        <w:rPr>
          <w:sz w:val="26"/>
          <w:szCs w:val="26"/>
        </w:rPr>
        <w:t>Глава города                                                                                                      А.А.Жуков</w:t>
      </w:r>
    </w:p>
    <w:p w:rsidR="00565393" w:rsidRDefault="00565393"/>
    <w:sectPr w:rsidR="00565393" w:rsidSect="0030440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393" w:rsidRDefault="00565393" w:rsidP="0030440C">
      <w:r>
        <w:separator/>
      </w:r>
    </w:p>
  </w:endnote>
  <w:endnote w:type="continuationSeparator" w:id="1">
    <w:p w:rsidR="00565393" w:rsidRDefault="00565393" w:rsidP="00304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393" w:rsidRDefault="00565393" w:rsidP="0030440C">
      <w:r>
        <w:separator/>
      </w:r>
    </w:p>
  </w:footnote>
  <w:footnote w:type="continuationSeparator" w:id="1">
    <w:p w:rsidR="00565393" w:rsidRDefault="00565393" w:rsidP="003044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40C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2C40"/>
    <w:rsid w:val="000230ED"/>
    <w:rsid w:val="00023542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5C41"/>
    <w:rsid w:val="000B69F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74A6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F70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BBB"/>
    <w:rsid w:val="001B2C4F"/>
    <w:rsid w:val="001B3512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C93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0145"/>
    <w:rsid w:val="002F1339"/>
    <w:rsid w:val="002F1731"/>
    <w:rsid w:val="002F1CC0"/>
    <w:rsid w:val="002F3235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0C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D41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46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239B"/>
    <w:rsid w:val="004636D0"/>
    <w:rsid w:val="0046386B"/>
    <w:rsid w:val="00463F24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386C"/>
    <w:rsid w:val="004850FB"/>
    <w:rsid w:val="004851B5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1225"/>
    <w:rsid w:val="004A20D4"/>
    <w:rsid w:val="004A2455"/>
    <w:rsid w:val="004A2E5B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6DD1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518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BB9"/>
    <w:rsid w:val="00565393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001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222B"/>
    <w:rsid w:val="005C29D6"/>
    <w:rsid w:val="005C2C9D"/>
    <w:rsid w:val="005C3BC4"/>
    <w:rsid w:val="005C63B3"/>
    <w:rsid w:val="005C6C88"/>
    <w:rsid w:val="005C7997"/>
    <w:rsid w:val="005C7A0E"/>
    <w:rsid w:val="005D20D6"/>
    <w:rsid w:val="005D351D"/>
    <w:rsid w:val="005D3BBC"/>
    <w:rsid w:val="005D406D"/>
    <w:rsid w:val="005D4559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980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A4A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26F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771C4"/>
    <w:rsid w:val="006801DD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667"/>
    <w:rsid w:val="006B78F5"/>
    <w:rsid w:val="006C0517"/>
    <w:rsid w:val="006C0BA6"/>
    <w:rsid w:val="006C1881"/>
    <w:rsid w:val="006C386E"/>
    <w:rsid w:val="006C41EF"/>
    <w:rsid w:val="006C42C8"/>
    <w:rsid w:val="006C447D"/>
    <w:rsid w:val="006C5EBD"/>
    <w:rsid w:val="006C6A31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5A3C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7A"/>
    <w:rsid w:val="006E49A6"/>
    <w:rsid w:val="006E5768"/>
    <w:rsid w:val="006E5EDA"/>
    <w:rsid w:val="006E7248"/>
    <w:rsid w:val="006E7273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F19"/>
    <w:rsid w:val="0074454D"/>
    <w:rsid w:val="00744C35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DC8"/>
    <w:rsid w:val="00817A31"/>
    <w:rsid w:val="00817A60"/>
    <w:rsid w:val="008205DD"/>
    <w:rsid w:val="008209BF"/>
    <w:rsid w:val="00820B89"/>
    <w:rsid w:val="0082106C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30561"/>
    <w:rsid w:val="00830F87"/>
    <w:rsid w:val="0083132C"/>
    <w:rsid w:val="00831A3D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175"/>
    <w:rsid w:val="008422FB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2877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96071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1474"/>
    <w:rsid w:val="008E16E9"/>
    <w:rsid w:val="008E1BBE"/>
    <w:rsid w:val="008E2148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AC7"/>
    <w:rsid w:val="00920D3B"/>
    <w:rsid w:val="009210E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6339"/>
    <w:rsid w:val="00980139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1542"/>
    <w:rsid w:val="009B22C0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7DE0"/>
    <w:rsid w:val="00A50FEF"/>
    <w:rsid w:val="00A519DF"/>
    <w:rsid w:val="00A51DCF"/>
    <w:rsid w:val="00A5319C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36A"/>
    <w:rsid w:val="00AF3639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47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174C7"/>
    <w:rsid w:val="00B21AE1"/>
    <w:rsid w:val="00B22471"/>
    <w:rsid w:val="00B22914"/>
    <w:rsid w:val="00B22E2A"/>
    <w:rsid w:val="00B23307"/>
    <w:rsid w:val="00B24A6F"/>
    <w:rsid w:val="00B25528"/>
    <w:rsid w:val="00B25B94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7112D"/>
    <w:rsid w:val="00B71465"/>
    <w:rsid w:val="00B72E76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D2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66F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C91"/>
    <w:rsid w:val="00D76267"/>
    <w:rsid w:val="00D762B8"/>
    <w:rsid w:val="00D766D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1E2B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4F18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C9E"/>
    <w:rsid w:val="00EC459B"/>
    <w:rsid w:val="00EC4C8D"/>
    <w:rsid w:val="00EC523E"/>
    <w:rsid w:val="00EC544B"/>
    <w:rsid w:val="00EC55CD"/>
    <w:rsid w:val="00EC641B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1E4"/>
    <w:rsid w:val="00EE04BB"/>
    <w:rsid w:val="00EE0DF8"/>
    <w:rsid w:val="00EE1361"/>
    <w:rsid w:val="00EE1369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98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40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3044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044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440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0440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440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437</Words>
  <Characters>2491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Мунуслуги</cp:lastModifiedBy>
  <cp:revision>2</cp:revision>
  <dcterms:created xsi:type="dcterms:W3CDTF">2014-09-05T03:37:00Z</dcterms:created>
  <dcterms:modified xsi:type="dcterms:W3CDTF">2014-09-05T04:34:00Z</dcterms:modified>
</cp:coreProperties>
</file>