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544" w:rsidRPr="003D1246" w:rsidRDefault="008F1544" w:rsidP="00A90674">
      <w:pPr>
        <w:spacing w:after="0" w:line="240" w:lineRule="auto"/>
        <w:rPr>
          <w:rFonts w:ascii="Times New Roman" w:hAnsi="Times New Roman" w:cs="Times New Roman"/>
          <w:sz w:val="26"/>
          <w:szCs w:val="24"/>
          <w:lang w:val="en-US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8" o:spid="_x0000_s1026" type="#_x0000_t75" style="position:absolute;margin-left:207pt;margin-top:-9pt;width:50.95pt;height:64.1pt;z-index:251658240;visibility:visible;mso-wrap-distance-left:9.05pt;mso-wrap-distance-right:9.05pt" filled="t">
            <v:imagedata r:id="rId5" o:title=""/>
          </v:shape>
        </w:pict>
      </w:r>
    </w:p>
    <w:p w:rsidR="008F1544" w:rsidRPr="003D1246" w:rsidRDefault="008F1544" w:rsidP="00A90674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91.55pt;z-index:251656192;mso-wrap-distance-left:9.05pt;mso-wrap-distance-right:9.05pt" stroked="f">
            <v:fill opacity="0" color2="black"/>
            <v:textbox style="mso-next-textbox:#_x0000_s1027" inset="0,0,0,0">
              <w:txbxContent>
                <w:p w:rsidR="008F1544" w:rsidRDefault="008F154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8F1544" w:rsidRDefault="008F154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8F1544" w:rsidRDefault="008F154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8F1544" w:rsidRDefault="008F154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8F1544" w:rsidRDefault="008F154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8F1544" w:rsidRDefault="008F154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8F1544" w:rsidRDefault="008F1544" w:rsidP="00A9067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8F1544" w:rsidRPr="003D1246" w:rsidRDefault="008F1544" w:rsidP="00A90674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>
        <w:rPr>
          <w:noProof/>
          <w:lang w:eastAsia="ru-RU"/>
        </w:rPr>
        <w:pict>
          <v:shape id="_x0000_s1028" type="#_x0000_t202" style="position:absolute;margin-left:272pt;margin-top:11.15pt;width:196pt;height:75.95pt;z-index:251657216;mso-wrap-distance-left:9.05pt;mso-wrap-distance-right:9.05pt" stroked="f">
            <v:fill opacity="0" color2="black"/>
            <v:textbox style="mso-next-textbox:#_x0000_s1028" inset="0,0,0,0">
              <w:txbxContent>
                <w:p w:rsidR="008F1544" w:rsidRDefault="008F1544" w:rsidP="00A906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8F1544" w:rsidRDefault="008F1544" w:rsidP="00A906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8F1544" w:rsidRPr="00862877" w:rsidRDefault="008F1544" w:rsidP="00A906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A90674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8F1544" w:rsidRDefault="008F1544" w:rsidP="00A90674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8F1544" w:rsidRPr="00862877" w:rsidRDefault="008F154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8F1544" w:rsidRDefault="008F154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8F1544" w:rsidRDefault="008F1544" w:rsidP="00A9067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8F1544" w:rsidRPr="003D1246" w:rsidRDefault="008F1544" w:rsidP="00A90674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8F1544" w:rsidRPr="003D1246" w:rsidRDefault="008F1544" w:rsidP="00A90674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F1544" w:rsidRPr="003D1246" w:rsidRDefault="008F1544" w:rsidP="00A90674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F1544" w:rsidRDefault="008F1544" w:rsidP="00A9067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8F1544" w:rsidRDefault="008F1544" w:rsidP="00A9067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noProof/>
        </w:rPr>
        <w:pict>
          <v:line id="_x0000_s1029" style="position:absolute;left:0;text-align:left;z-index:251659264" from="18pt,3.35pt" to="469pt,3.35pt" strokeweight=".26mm">
            <v:stroke joinstyle="miter"/>
          </v:line>
        </w:pict>
      </w:r>
    </w:p>
    <w:p w:rsidR="008F1544" w:rsidRPr="001574A6" w:rsidRDefault="008F1544" w:rsidP="00A9067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8F1544" w:rsidRDefault="008F1544" w:rsidP="00A90674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F1544" w:rsidRPr="009B1542" w:rsidRDefault="008F1544" w:rsidP="00E97E14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«30» 10. 2014г.</w:t>
      </w:r>
      <w:r w:rsidRPr="009B15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№  487-</w:t>
      </w:r>
      <w:r w:rsidRPr="00890C9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</w:t>
      </w:r>
    </w:p>
    <w:p w:rsidR="008F1544" w:rsidRDefault="008F1544" w:rsidP="00E97E14">
      <w:pPr>
        <w:pStyle w:val="NormalWeb"/>
        <w:spacing w:before="0" w:after="0"/>
        <w:ind w:firstLine="540"/>
        <w:jc w:val="both"/>
        <w:rPr>
          <w:sz w:val="26"/>
        </w:rPr>
      </w:pPr>
    </w:p>
    <w:p w:rsidR="008F1544" w:rsidRDefault="008F1544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8F1544" w:rsidRDefault="008F1544" w:rsidP="008A535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89006A">
        <w:rPr>
          <w:rFonts w:ascii="Times New Roman" w:hAnsi="Times New Roman"/>
          <w:sz w:val="26"/>
          <w:szCs w:val="26"/>
        </w:rPr>
        <w:t xml:space="preserve">Об исполнении </w:t>
      </w:r>
      <w:r>
        <w:rPr>
          <w:rFonts w:ascii="Times New Roman" w:hAnsi="Times New Roman"/>
          <w:sz w:val="26"/>
          <w:szCs w:val="26"/>
        </w:rPr>
        <w:t>бюджета</w:t>
      </w:r>
    </w:p>
    <w:p w:rsidR="008F1544" w:rsidRDefault="008F1544" w:rsidP="008A535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муниципального образования</w:t>
      </w:r>
    </w:p>
    <w:p w:rsidR="008F1544" w:rsidRDefault="008F1544" w:rsidP="008A535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город Сорск за 9 месяцев 2014 года</w:t>
      </w:r>
    </w:p>
    <w:p w:rsidR="008F1544" w:rsidRDefault="008F1544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8F1544" w:rsidRDefault="008F1544" w:rsidP="009C0BBE">
      <w:pPr>
        <w:suppressAutoHyphens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соответствии с п.7 ст. 18 Устава города Сорска, решения Совета депутатов от 24.12.2013г. № 246 «О бюджете муниципального образования город Сорск на 2014 год и на плановый период 2015-2016 годов» </w:t>
      </w:r>
      <w:r>
        <w:rPr>
          <w:rFonts w:ascii="Times New Roman" w:hAnsi="Times New Roman" w:cs="Times New Roman"/>
          <w:sz w:val="26"/>
          <w:szCs w:val="26"/>
        </w:rPr>
        <w:t xml:space="preserve">(в редакции от </w:t>
      </w:r>
      <w:r>
        <w:rPr>
          <w:rFonts w:ascii="Times New Roman" w:hAnsi="Times New Roman" w:cs="Times New Roman"/>
          <w:sz w:val="24"/>
          <w:szCs w:val="24"/>
        </w:rPr>
        <w:t>24.01.2014г. № 260; от 24.02.2014г. № 265; от 25.03.2014г. № 280; от 29.04.2014г. № 297; от 27.05.2014г. № 313; от 24.06.2014г. № 330, от 28.07.2014г. № 336, от 26.08.2014г. № 340, от 30.09.2014г. № 352, от 09.10.2014г. № 363</w:t>
      </w:r>
      <w:r>
        <w:rPr>
          <w:rFonts w:ascii="Times New Roman" w:hAnsi="Times New Roman" w:cs="Times New Roman"/>
          <w:sz w:val="26"/>
          <w:szCs w:val="26"/>
        </w:rPr>
        <w:t>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администрация города Сорска</w:t>
      </w:r>
    </w:p>
    <w:p w:rsidR="008F1544" w:rsidRDefault="008F1544" w:rsidP="00192D3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ПОСТАНОВЛЯЕТ:</w:t>
      </w:r>
    </w:p>
    <w:p w:rsidR="008F1544" w:rsidRDefault="008F1544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8F1544" w:rsidRDefault="008F1544" w:rsidP="00697AAD">
      <w:pPr>
        <w:suppressAutoHyphens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1.Утвердить исполнение бюджета муниципального образования город Сорск за 9 месяцев 2014 года:</w:t>
      </w:r>
    </w:p>
    <w:p w:rsidR="008F1544" w:rsidRDefault="008F1544" w:rsidP="00697AAD">
      <w:pPr>
        <w:spacing w:after="0" w:line="240" w:lineRule="auto"/>
        <w:ind w:left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доходам в сумме 199 805,2 тыс. руб. (приложение 1);</w:t>
      </w:r>
    </w:p>
    <w:p w:rsidR="008F1544" w:rsidRDefault="008F1544" w:rsidP="00697AAD">
      <w:pPr>
        <w:spacing w:after="0" w:line="240" w:lineRule="auto"/>
        <w:ind w:left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расходам в сумме 180 035,9 тыс. руб. (приложение 2);</w:t>
      </w:r>
    </w:p>
    <w:p w:rsidR="008F1544" w:rsidRDefault="008F1544" w:rsidP="00697AAD">
      <w:pPr>
        <w:spacing w:after="0" w:line="240" w:lineRule="auto"/>
        <w:ind w:left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 профицитом 19 769,3 тыс. руб.</w:t>
      </w:r>
    </w:p>
    <w:p w:rsidR="008F1544" w:rsidRDefault="008F1544" w:rsidP="00697AAD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r w:rsidRPr="00144BDA">
        <w:rPr>
          <w:rFonts w:ascii="Times New Roman" w:hAnsi="Times New Roman" w:cs="Times New Roman"/>
          <w:sz w:val="26"/>
          <w:szCs w:val="26"/>
        </w:rPr>
        <w:t>Опубликовать настоящее постановление в средствах массовой информации</w:t>
      </w:r>
    </w:p>
    <w:p w:rsidR="008F1544" w:rsidRDefault="008F1544" w:rsidP="00697AAD">
      <w:pPr>
        <w:suppressAutoHyphens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 Постановление вступает в силу со дня его опубликования.</w:t>
      </w:r>
    </w:p>
    <w:p w:rsidR="008F1544" w:rsidRDefault="008F1544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</w:p>
    <w:p w:rsidR="008F1544" w:rsidRDefault="008F1544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</w:p>
    <w:p w:rsidR="008F1544" w:rsidRDefault="008F1544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</w:p>
    <w:p w:rsidR="008F1544" w:rsidRDefault="008F1544" w:rsidP="009F30CB">
      <w:pPr>
        <w:spacing w:after="0" w:line="240" w:lineRule="auto"/>
        <w:ind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Глава города                                                                                 В.Ф. Найденов  </w:t>
      </w:r>
    </w:p>
    <w:p w:rsidR="008F1544" w:rsidRDefault="008F1544"/>
    <w:sectPr w:rsidR="008F1544" w:rsidSect="008604FF">
      <w:pgSz w:w="11906" w:h="16838"/>
      <w:pgMar w:top="397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05667"/>
    <w:multiLevelType w:val="hybridMultilevel"/>
    <w:tmpl w:val="456E11B2"/>
    <w:lvl w:ilvl="0" w:tplc="73423DA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">
    <w:nsid w:val="331914B5"/>
    <w:multiLevelType w:val="hybridMultilevel"/>
    <w:tmpl w:val="350EDECE"/>
    <w:lvl w:ilvl="0" w:tplc="D590B06E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 w:tplc="C5B2D37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7E14"/>
    <w:rsid w:val="00020427"/>
    <w:rsid w:val="0008263F"/>
    <w:rsid w:val="00144BDA"/>
    <w:rsid w:val="00150B96"/>
    <w:rsid w:val="001534AE"/>
    <w:rsid w:val="001574A6"/>
    <w:rsid w:val="00184FA8"/>
    <w:rsid w:val="00192D39"/>
    <w:rsid w:val="001B59BD"/>
    <w:rsid w:val="001C0D0A"/>
    <w:rsid w:val="00211CD9"/>
    <w:rsid w:val="00213E86"/>
    <w:rsid w:val="00221C4C"/>
    <w:rsid w:val="00253FAF"/>
    <w:rsid w:val="00283DF4"/>
    <w:rsid w:val="002E434F"/>
    <w:rsid w:val="003068A6"/>
    <w:rsid w:val="00323DE7"/>
    <w:rsid w:val="00333254"/>
    <w:rsid w:val="00343F75"/>
    <w:rsid w:val="00352695"/>
    <w:rsid w:val="00366F3A"/>
    <w:rsid w:val="003C3059"/>
    <w:rsid w:val="003D1246"/>
    <w:rsid w:val="003E3CD7"/>
    <w:rsid w:val="0040450E"/>
    <w:rsid w:val="004047B6"/>
    <w:rsid w:val="00404968"/>
    <w:rsid w:val="00411B38"/>
    <w:rsid w:val="004A7EEF"/>
    <w:rsid w:val="004B3B36"/>
    <w:rsid w:val="004F27B7"/>
    <w:rsid w:val="00501D9D"/>
    <w:rsid w:val="00503895"/>
    <w:rsid w:val="00505880"/>
    <w:rsid w:val="00510C8E"/>
    <w:rsid w:val="005638DB"/>
    <w:rsid w:val="005915A5"/>
    <w:rsid w:val="005B47A5"/>
    <w:rsid w:val="005D1408"/>
    <w:rsid w:val="00626ED9"/>
    <w:rsid w:val="00647CD1"/>
    <w:rsid w:val="00697AAD"/>
    <w:rsid w:val="006A3C07"/>
    <w:rsid w:val="007056EB"/>
    <w:rsid w:val="007534E2"/>
    <w:rsid w:val="00770BB3"/>
    <w:rsid w:val="007E6DCF"/>
    <w:rsid w:val="007F6962"/>
    <w:rsid w:val="008068CC"/>
    <w:rsid w:val="00830308"/>
    <w:rsid w:val="00857145"/>
    <w:rsid w:val="008604FF"/>
    <w:rsid w:val="00862877"/>
    <w:rsid w:val="00874390"/>
    <w:rsid w:val="0089006A"/>
    <w:rsid w:val="00890C9D"/>
    <w:rsid w:val="008A5357"/>
    <w:rsid w:val="008A540F"/>
    <w:rsid w:val="008C4E56"/>
    <w:rsid w:val="008C5338"/>
    <w:rsid w:val="008E4F3B"/>
    <w:rsid w:val="008F1544"/>
    <w:rsid w:val="009228FA"/>
    <w:rsid w:val="009261C1"/>
    <w:rsid w:val="00963E48"/>
    <w:rsid w:val="00982DB8"/>
    <w:rsid w:val="0099131C"/>
    <w:rsid w:val="009A3408"/>
    <w:rsid w:val="009B1542"/>
    <w:rsid w:val="009C0BBE"/>
    <w:rsid w:val="009F30CB"/>
    <w:rsid w:val="00A2266D"/>
    <w:rsid w:val="00A8304D"/>
    <w:rsid w:val="00A84BCD"/>
    <w:rsid w:val="00A90674"/>
    <w:rsid w:val="00AA2BDE"/>
    <w:rsid w:val="00AC6E35"/>
    <w:rsid w:val="00AD7E09"/>
    <w:rsid w:val="00AF5B64"/>
    <w:rsid w:val="00B071E9"/>
    <w:rsid w:val="00B158AB"/>
    <w:rsid w:val="00B3666A"/>
    <w:rsid w:val="00B6462F"/>
    <w:rsid w:val="00B70E50"/>
    <w:rsid w:val="00B74AAA"/>
    <w:rsid w:val="00BE4F6C"/>
    <w:rsid w:val="00BF61F8"/>
    <w:rsid w:val="00C23888"/>
    <w:rsid w:val="00C50A9D"/>
    <w:rsid w:val="00C666E8"/>
    <w:rsid w:val="00C81E12"/>
    <w:rsid w:val="00CE6F1B"/>
    <w:rsid w:val="00D21DAE"/>
    <w:rsid w:val="00D24904"/>
    <w:rsid w:val="00D33DB2"/>
    <w:rsid w:val="00D34B1A"/>
    <w:rsid w:val="00D44053"/>
    <w:rsid w:val="00DA0F42"/>
    <w:rsid w:val="00DD5137"/>
    <w:rsid w:val="00E11A2E"/>
    <w:rsid w:val="00E3764D"/>
    <w:rsid w:val="00E40459"/>
    <w:rsid w:val="00E5197D"/>
    <w:rsid w:val="00E97E14"/>
    <w:rsid w:val="00EA4D1E"/>
    <w:rsid w:val="00EA6840"/>
    <w:rsid w:val="00EC667E"/>
    <w:rsid w:val="00EE52D1"/>
    <w:rsid w:val="00F14AEB"/>
    <w:rsid w:val="00F406A7"/>
    <w:rsid w:val="00F9597F"/>
    <w:rsid w:val="00FA18A9"/>
    <w:rsid w:val="00FA7452"/>
    <w:rsid w:val="00FB4951"/>
    <w:rsid w:val="00FC14E2"/>
    <w:rsid w:val="00FD7A5B"/>
    <w:rsid w:val="00FF77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E14"/>
    <w:pPr>
      <w:suppressAutoHyphens/>
      <w:spacing w:after="200" w:line="276" w:lineRule="auto"/>
    </w:pPr>
    <w:rPr>
      <w:rFonts w:cs="Calibri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E97E14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E97E1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DD5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D5137"/>
    <w:rPr>
      <w:rFonts w:ascii="Tahoma" w:eastAsia="Times New Roman" w:hAnsi="Tahoma" w:cs="Tahoma"/>
      <w:sz w:val="16"/>
      <w:szCs w:val="16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336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350</TotalTime>
  <Pages>1</Pages>
  <Words>177</Words>
  <Characters>1012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Люя</dc:creator>
  <cp:keywords/>
  <dc:description/>
  <cp:lastModifiedBy>Мунуслуги</cp:lastModifiedBy>
  <cp:revision>67</cp:revision>
  <cp:lastPrinted>2012-04-19T06:12:00Z</cp:lastPrinted>
  <dcterms:created xsi:type="dcterms:W3CDTF">2012-04-12T03:55:00Z</dcterms:created>
  <dcterms:modified xsi:type="dcterms:W3CDTF">2014-10-31T04:02:00Z</dcterms:modified>
</cp:coreProperties>
</file>