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4F0" w:rsidRPr="002307F3" w:rsidRDefault="009164F0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9164F0" w:rsidRPr="002307F3" w:rsidRDefault="009164F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9164F0" w:rsidRDefault="009164F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9164F0" w:rsidRDefault="009164F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9164F0" w:rsidRDefault="009164F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9164F0" w:rsidRPr="002307F3" w:rsidRDefault="009164F0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15 апреля 2014г.</w:t>
      </w:r>
    </w:p>
    <w:p w:rsidR="009164F0" w:rsidRDefault="009164F0" w:rsidP="000671FE">
      <w:pPr>
        <w:jc w:val="center"/>
        <w:rPr>
          <w:b/>
          <w:sz w:val="26"/>
          <w:szCs w:val="26"/>
        </w:rPr>
      </w:pPr>
    </w:p>
    <w:p w:rsidR="009164F0" w:rsidRDefault="009164F0" w:rsidP="000671FE">
      <w:pPr>
        <w:jc w:val="center"/>
        <w:rPr>
          <w:b/>
          <w:sz w:val="26"/>
          <w:szCs w:val="26"/>
        </w:rPr>
      </w:pPr>
    </w:p>
    <w:p w:rsidR="009164F0" w:rsidRPr="002307F3" w:rsidRDefault="009164F0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9164F0" w:rsidRDefault="009164F0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9164F0" w:rsidRDefault="009164F0" w:rsidP="000671FE">
      <w:pPr>
        <w:jc w:val="center"/>
        <w:rPr>
          <w:b/>
          <w:sz w:val="26"/>
          <w:szCs w:val="26"/>
        </w:rPr>
      </w:pPr>
    </w:p>
    <w:p w:rsidR="009164F0" w:rsidRDefault="009164F0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9164F0" w:rsidRDefault="009164F0" w:rsidP="000671FE">
      <w:pPr>
        <w:jc w:val="both"/>
        <w:rPr>
          <w:sz w:val="26"/>
          <w:szCs w:val="26"/>
        </w:rPr>
      </w:pPr>
    </w:p>
    <w:p w:rsidR="009164F0" w:rsidRPr="00E541C9" w:rsidRDefault="009164F0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15 апреля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9164F0" w:rsidRPr="00E541C9" w:rsidRDefault="009164F0" w:rsidP="000671FE">
      <w:pPr>
        <w:jc w:val="both"/>
        <w:rPr>
          <w:sz w:val="26"/>
          <w:szCs w:val="26"/>
        </w:rPr>
      </w:pPr>
    </w:p>
    <w:p w:rsidR="009164F0" w:rsidRPr="00E541C9" w:rsidRDefault="009164F0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9164F0" w:rsidRPr="00E541C9" w:rsidRDefault="009164F0" w:rsidP="000671FE">
      <w:pPr>
        <w:jc w:val="both"/>
        <w:rPr>
          <w:sz w:val="26"/>
          <w:szCs w:val="26"/>
        </w:rPr>
      </w:pPr>
    </w:p>
    <w:p w:rsidR="009164F0" w:rsidRDefault="009164F0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9164F0" w:rsidRPr="00E541C9" w:rsidRDefault="009164F0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9164F0" w:rsidRDefault="009164F0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9164F0" w:rsidRDefault="009164F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164F0" w:rsidRDefault="009164F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164F0" w:rsidRDefault="009164F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164F0" w:rsidRDefault="009164F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164F0" w:rsidRDefault="009164F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164F0" w:rsidRDefault="009164F0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9164F0" w:rsidRDefault="009164F0" w:rsidP="00631778">
      <w:pPr>
        <w:ind w:left="540"/>
        <w:jc w:val="both"/>
        <w:rPr>
          <w:sz w:val="26"/>
          <w:szCs w:val="26"/>
        </w:rPr>
      </w:pPr>
    </w:p>
    <w:p w:rsidR="009164F0" w:rsidRPr="00E541C9" w:rsidRDefault="009164F0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9164F0" w:rsidRDefault="009164F0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52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ч. 3 ст. 49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9164F0" w:rsidRDefault="009164F0" w:rsidP="00842CAB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53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9164F0" w:rsidRDefault="009164F0" w:rsidP="00842CAB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54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9164F0" w:rsidRDefault="009164F0" w:rsidP="00842CAB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55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9164F0" w:rsidRDefault="009164F0" w:rsidP="00842CAB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56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9164F0" w:rsidRDefault="009164F0" w:rsidP="00DE3D5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57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 xml:space="preserve">Закона Республики Хакасия от </w:t>
      </w:r>
    </w:p>
    <w:p w:rsidR="009164F0" w:rsidRDefault="009164F0" w:rsidP="00AF4FAB">
      <w:pPr>
        <w:tabs>
          <w:tab w:val="left" w:pos="900"/>
        </w:tabs>
        <w:jc w:val="both"/>
        <w:rPr>
          <w:sz w:val="26"/>
          <w:szCs w:val="26"/>
        </w:rPr>
      </w:pPr>
    </w:p>
    <w:p w:rsidR="009164F0" w:rsidRDefault="009164F0" w:rsidP="00AF4FAB">
      <w:pPr>
        <w:tabs>
          <w:tab w:val="left" w:pos="900"/>
        </w:tabs>
        <w:jc w:val="both"/>
        <w:rPr>
          <w:sz w:val="26"/>
          <w:szCs w:val="26"/>
        </w:rPr>
      </w:pPr>
    </w:p>
    <w:p w:rsidR="009164F0" w:rsidRDefault="009164F0" w:rsidP="00AF4FAB">
      <w:pPr>
        <w:tabs>
          <w:tab w:val="left" w:pos="900"/>
        </w:tabs>
        <w:jc w:val="both"/>
        <w:rPr>
          <w:sz w:val="26"/>
          <w:szCs w:val="26"/>
        </w:rPr>
      </w:pPr>
    </w:p>
    <w:p w:rsidR="009164F0" w:rsidRDefault="009164F0" w:rsidP="00AF4FAB">
      <w:pPr>
        <w:tabs>
          <w:tab w:val="left" w:pos="900"/>
        </w:tabs>
        <w:jc w:val="both"/>
        <w:rPr>
          <w:sz w:val="26"/>
          <w:szCs w:val="26"/>
        </w:rPr>
      </w:pPr>
      <w:r w:rsidRPr="00E541C9">
        <w:rPr>
          <w:sz w:val="26"/>
          <w:szCs w:val="26"/>
        </w:rPr>
        <w:t>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 </w:t>
      </w:r>
    </w:p>
    <w:p w:rsidR="009164F0" w:rsidRDefault="009164F0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164F0" w:rsidRDefault="009164F0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164F0" w:rsidRPr="00E541C9" w:rsidRDefault="009164F0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9164F0" w:rsidRPr="000671FE" w:rsidRDefault="009164F0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О.В. Канаева</w:t>
      </w:r>
    </w:p>
    <w:sectPr w:rsidR="009164F0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A370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06BA1"/>
    <w:rsid w:val="00312509"/>
    <w:rsid w:val="003152CE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94ADA"/>
    <w:rsid w:val="003A2F89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0FB0"/>
    <w:rsid w:val="00773C14"/>
    <w:rsid w:val="007740D7"/>
    <w:rsid w:val="007800B5"/>
    <w:rsid w:val="00780691"/>
    <w:rsid w:val="007826B8"/>
    <w:rsid w:val="007924D4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164F0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C1AD2"/>
    <w:rsid w:val="009C781F"/>
    <w:rsid w:val="009E2188"/>
    <w:rsid w:val="009E4E94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2966"/>
    <w:rsid w:val="00AE39B3"/>
    <w:rsid w:val="00AE4830"/>
    <w:rsid w:val="00AE6F32"/>
    <w:rsid w:val="00AF2477"/>
    <w:rsid w:val="00AF2A06"/>
    <w:rsid w:val="00AF4FAB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18F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3D5E"/>
    <w:rsid w:val="00DE7D8E"/>
    <w:rsid w:val="00DF166D"/>
    <w:rsid w:val="00DF1E3E"/>
    <w:rsid w:val="00E046EC"/>
    <w:rsid w:val="00E21821"/>
    <w:rsid w:val="00E22F04"/>
    <w:rsid w:val="00E23DEA"/>
    <w:rsid w:val="00E541C9"/>
    <w:rsid w:val="00E62B9B"/>
    <w:rsid w:val="00E63D1E"/>
    <w:rsid w:val="00E64E8F"/>
    <w:rsid w:val="00E7552C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1162</TotalTime>
  <Pages>2</Pages>
  <Words>300</Words>
  <Characters>1710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91</cp:revision>
  <cp:lastPrinted>2014-03-25T07:20:00Z</cp:lastPrinted>
  <dcterms:created xsi:type="dcterms:W3CDTF">2012-06-16T11:10:00Z</dcterms:created>
  <dcterms:modified xsi:type="dcterms:W3CDTF">2014-10-31T04:51:00Z</dcterms:modified>
</cp:coreProperties>
</file>