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2D" w:rsidRPr="00C30C5B" w:rsidRDefault="00B8532D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B8532D" w:rsidRDefault="00B8532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B8532D" w:rsidRPr="00C30C5B" w:rsidRDefault="00B8532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31.12.2014 года № 593-п</w:t>
      </w:r>
    </w:p>
    <w:p w:rsidR="00B8532D" w:rsidRPr="00BC7099" w:rsidRDefault="00B8532D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B8532D" w:rsidRDefault="00B8532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B8532D" w:rsidRDefault="00B8532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B8532D" w:rsidRDefault="00B8532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B8532D" w:rsidRDefault="00B8532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B8532D" w:rsidRDefault="00B8532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B8532D" w:rsidRDefault="00B8532D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8532D" w:rsidRDefault="00B8532D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(с изменениями от 26.03.2013 г. № 100-п, 28.06.2013 № 333-п, </w:t>
      </w:r>
    </w:p>
    <w:p w:rsidR="00B8532D" w:rsidRDefault="00B8532D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10.07.2013 № 359-п, 24.10.2013 № 588-п, 02.12.2013 № 569-п</w:t>
      </w:r>
    </w:p>
    <w:p w:rsidR="00B8532D" w:rsidRDefault="00B8532D" w:rsidP="005A4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23.06.2014 № 260-п, 01.09.2014 № 363-п, 29.09.2014 № 424-п,</w:t>
      </w:r>
    </w:p>
    <w:p w:rsidR="00B8532D" w:rsidRPr="00C30C5B" w:rsidRDefault="00B8532D" w:rsidP="005A4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10.11.2014 г. № 50-п)</w:t>
      </w:r>
    </w:p>
    <w:p w:rsidR="00B8532D" w:rsidRDefault="00B8532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8532D" w:rsidRDefault="00B8532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8532D" w:rsidRDefault="00B8532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8532D" w:rsidRDefault="00B8532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8532D" w:rsidRPr="00107C9E" w:rsidRDefault="00B8532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B8532D" w:rsidRPr="00107C9E" w:rsidRDefault="00B8532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995"/>
        <w:gridCol w:w="1309"/>
        <w:gridCol w:w="1302"/>
        <w:gridCol w:w="1172"/>
        <w:gridCol w:w="968"/>
        <w:gridCol w:w="1535"/>
      </w:tblGrid>
      <w:tr w:rsidR="00B8532D" w:rsidRPr="00025BD0" w:rsidTr="00ED0360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281" w:type="dxa"/>
            <w:gridSpan w:val="6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B8532D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46" w:type="dxa"/>
            <w:gridSpan w:val="5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535" w:type="dxa"/>
            <w:vMerge w:val="restart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B8532D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995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172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535" w:type="dxa"/>
            <w:vMerge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B8532D" w:rsidRPr="00025BD0" w:rsidTr="00ED0360">
        <w:trPr>
          <w:trHeight w:val="447"/>
          <w:jc w:val="center"/>
        </w:trPr>
        <w:tc>
          <w:tcPr>
            <w:tcW w:w="2314" w:type="dxa"/>
            <w:vAlign w:val="center"/>
          </w:tcPr>
          <w:p w:rsidR="00B8532D" w:rsidRPr="00107C9E" w:rsidRDefault="00B8532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995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688,0</w:t>
            </w:r>
          </w:p>
        </w:tc>
        <w:tc>
          <w:tcPr>
            <w:tcW w:w="1302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53 388,47</w:t>
            </w:r>
          </w:p>
        </w:tc>
        <w:tc>
          <w:tcPr>
            <w:tcW w:w="1172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30463,1</w:t>
            </w:r>
          </w:p>
        </w:tc>
        <w:tc>
          <w:tcPr>
            <w:tcW w:w="968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6000,0</w:t>
            </w:r>
          </w:p>
        </w:tc>
        <w:tc>
          <w:tcPr>
            <w:tcW w:w="1535" w:type="dxa"/>
            <w:vAlign w:val="center"/>
          </w:tcPr>
          <w:p w:rsidR="00B8532D" w:rsidRPr="00025BD0" w:rsidRDefault="00B8532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128289,57</w:t>
            </w:r>
          </w:p>
        </w:tc>
      </w:tr>
      <w:tr w:rsidR="00B8532D" w:rsidRPr="00025BD0" w:rsidTr="00ED0360">
        <w:trPr>
          <w:trHeight w:val="668"/>
          <w:jc w:val="center"/>
        </w:trPr>
        <w:tc>
          <w:tcPr>
            <w:tcW w:w="2314" w:type="dxa"/>
            <w:vAlign w:val="center"/>
          </w:tcPr>
          <w:p w:rsidR="00B8532D" w:rsidRPr="00107C9E" w:rsidRDefault="00B8532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995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203,0</w:t>
            </w:r>
          </w:p>
        </w:tc>
        <w:tc>
          <w:tcPr>
            <w:tcW w:w="1302" w:type="dxa"/>
            <w:vAlign w:val="center"/>
          </w:tcPr>
          <w:p w:rsidR="00B8532D" w:rsidRPr="00107C9E" w:rsidRDefault="00B8532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44 136,67</w:t>
            </w:r>
          </w:p>
        </w:tc>
        <w:tc>
          <w:tcPr>
            <w:tcW w:w="1172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21605,8</w:t>
            </w:r>
          </w:p>
        </w:tc>
        <w:tc>
          <w:tcPr>
            <w:tcW w:w="968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104880,47</w:t>
            </w:r>
          </w:p>
        </w:tc>
      </w:tr>
      <w:tr w:rsidR="00B8532D" w:rsidRPr="00025BD0" w:rsidTr="00ED0360">
        <w:trPr>
          <w:trHeight w:val="510"/>
          <w:jc w:val="center"/>
        </w:trPr>
        <w:tc>
          <w:tcPr>
            <w:tcW w:w="2314" w:type="dxa"/>
            <w:vAlign w:val="center"/>
          </w:tcPr>
          <w:p w:rsidR="00B8532D" w:rsidRDefault="00B8532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B8532D" w:rsidRPr="00107C9E" w:rsidRDefault="00B8532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995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485,0</w:t>
            </w:r>
          </w:p>
        </w:tc>
        <w:tc>
          <w:tcPr>
            <w:tcW w:w="1302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9 251,8</w:t>
            </w:r>
          </w:p>
        </w:tc>
        <w:tc>
          <w:tcPr>
            <w:tcW w:w="1172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8857,3</w:t>
            </w:r>
          </w:p>
        </w:tc>
        <w:tc>
          <w:tcPr>
            <w:tcW w:w="968" w:type="dxa"/>
            <w:vAlign w:val="center"/>
          </w:tcPr>
          <w:p w:rsidR="00B8532D" w:rsidRPr="00107C9E" w:rsidRDefault="00B8532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6000,0</w:t>
            </w:r>
          </w:p>
        </w:tc>
        <w:tc>
          <w:tcPr>
            <w:tcW w:w="1535" w:type="dxa"/>
            <w:vAlign w:val="center"/>
          </w:tcPr>
          <w:p w:rsidR="00B8532D" w:rsidRPr="00107C9E" w:rsidRDefault="00B8532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23 409,1</w:t>
            </w:r>
          </w:p>
        </w:tc>
      </w:tr>
    </w:tbl>
    <w:p w:rsidR="00B8532D" w:rsidRPr="00107C9E" w:rsidRDefault="00B8532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532D" w:rsidRDefault="00B8532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8532D" w:rsidRDefault="00B8532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8532D" w:rsidRDefault="00B8532D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</w:t>
      </w:r>
    </w:p>
    <w:p w:rsidR="00B8532D" w:rsidRPr="009A41B9" w:rsidRDefault="00B8532D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                               А.Г.Савельев</w:t>
      </w:r>
    </w:p>
    <w:p w:rsidR="00B8532D" w:rsidRDefault="00B8532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B8532D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4FE4"/>
    <w:rsid w:val="0009615E"/>
    <w:rsid w:val="0009633F"/>
    <w:rsid w:val="0009638C"/>
    <w:rsid w:val="000963E6"/>
    <w:rsid w:val="00096771"/>
    <w:rsid w:val="00096818"/>
    <w:rsid w:val="00096AB7"/>
    <w:rsid w:val="00096C0D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B77FD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3B7A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C4B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0B13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58A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3F2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C8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84C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5E9"/>
    <w:rsid w:val="00412ADD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2B9C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1F96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2F8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4C91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6C33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61"/>
    <w:rsid w:val="006209D1"/>
    <w:rsid w:val="0062261D"/>
    <w:rsid w:val="00623561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6FDF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1D5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2E6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782"/>
    <w:rsid w:val="00786CBD"/>
    <w:rsid w:val="007904E4"/>
    <w:rsid w:val="00790C82"/>
    <w:rsid w:val="0079174A"/>
    <w:rsid w:val="00792787"/>
    <w:rsid w:val="007943A3"/>
    <w:rsid w:val="00794DD4"/>
    <w:rsid w:val="00796D65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5C1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434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3A6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516B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1CDE"/>
    <w:rsid w:val="008422FB"/>
    <w:rsid w:val="00842ADC"/>
    <w:rsid w:val="00843973"/>
    <w:rsid w:val="00843D4A"/>
    <w:rsid w:val="008449E1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5ED9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45C9"/>
    <w:rsid w:val="009451F0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002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396"/>
    <w:rsid w:val="009D5FA8"/>
    <w:rsid w:val="009D7222"/>
    <w:rsid w:val="009D7FFB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0429"/>
    <w:rsid w:val="00A21EB3"/>
    <w:rsid w:val="00A21FC1"/>
    <w:rsid w:val="00A226E8"/>
    <w:rsid w:val="00A229BA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0F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521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ECE"/>
    <w:rsid w:val="00AF4B1C"/>
    <w:rsid w:val="00AF5055"/>
    <w:rsid w:val="00AF6894"/>
    <w:rsid w:val="00AF7513"/>
    <w:rsid w:val="00B00551"/>
    <w:rsid w:val="00B00A44"/>
    <w:rsid w:val="00B00F73"/>
    <w:rsid w:val="00B011A5"/>
    <w:rsid w:val="00B02595"/>
    <w:rsid w:val="00B02605"/>
    <w:rsid w:val="00B026E8"/>
    <w:rsid w:val="00B029E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32D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6E6A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1F9A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6C2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0C3A"/>
    <w:rsid w:val="00C91DA4"/>
    <w:rsid w:val="00C925F0"/>
    <w:rsid w:val="00C92E40"/>
    <w:rsid w:val="00C93B7D"/>
    <w:rsid w:val="00C94212"/>
    <w:rsid w:val="00C95154"/>
    <w:rsid w:val="00C95590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6577"/>
    <w:rsid w:val="00CB6F38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5AE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4FC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37A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481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0D5F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4E77"/>
    <w:rsid w:val="00E8550B"/>
    <w:rsid w:val="00E85D15"/>
    <w:rsid w:val="00E8649F"/>
    <w:rsid w:val="00E869CF"/>
    <w:rsid w:val="00E87066"/>
    <w:rsid w:val="00E87597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6DC8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360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274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E700F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27871"/>
    <w:rsid w:val="00F3012F"/>
    <w:rsid w:val="00F33688"/>
    <w:rsid w:val="00F33A2E"/>
    <w:rsid w:val="00F33B60"/>
    <w:rsid w:val="00F33E2C"/>
    <w:rsid w:val="00F3554E"/>
    <w:rsid w:val="00F3595F"/>
    <w:rsid w:val="00F36385"/>
    <w:rsid w:val="00F36A76"/>
    <w:rsid w:val="00F36B24"/>
    <w:rsid w:val="00F36E3B"/>
    <w:rsid w:val="00F3706A"/>
    <w:rsid w:val="00F4069C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3C2D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157</Words>
  <Characters>900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User</cp:lastModifiedBy>
  <cp:revision>2</cp:revision>
  <cp:lastPrinted>2014-12-31T01:12:00Z</cp:lastPrinted>
  <dcterms:created xsi:type="dcterms:W3CDTF">2015-01-12T04:21:00Z</dcterms:created>
  <dcterms:modified xsi:type="dcterms:W3CDTF">2015-01-12T04:21:00Z</dcterms:modified>
</cp:coreProperties>
</file>