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D8" w:rsidRPr="002307F3" w:rsidRDefault="00140FD8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140FD8" w:rsidRPr="002307F3" w:rsidRDefault="00140FD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140FD8" w:rsidRDefault="00140FD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140FD8" w:rsidRDefault="00140FD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140FD8" w:rsidRDefault="00140FD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140FD8" w:rsidRPr="002307F3" w:rsidRDefault="00140FD8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06 мая 2014г.</w:t>
      </w:r>
    </w:p>
    <w:p w:rsidR="00140FD8" w:rsidRDefault="00140FD8" w:rsidP="000671FE">
      <w:pPr>
        <w:jc w:val="center"/>
        <w:rPr>
          <w:b/>
          <w:sz w:val="26"/>
          <w:szCs w:val="26"/>
        </w:rPr>
      </w:pPr>
    </w:p>
    <w:p w:rsidR="00140FD8" w:rsidRDefault="00140FD8" w:rsidP="000671FE">
      <w:pPr>
        <w:jc w:val="center"/>
        <w:rPr>
          <w:b/>
          <w:sz w:val="26"/>
          <w:szCs w:val="26"/>
        </w:rPr>
      </w:pPr>
    </w:p>
    <w:p w:rsidR="00140FD8" w:rsidRPr="002307F3" w:rsidRDefault="00140FD8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140FD8" w:rsidRDefault="00140FD8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140FD8" w:rsidRDefault="00140FD8" w:rsidP="000671FE">
      <w:pPr>
        <w:jc w:val="center"/>
        <w:rPr>
          <w:b/>
          <w:sz w:val="26"/>
          <w:szCs w:val="26"/>
        </w:rPr>
      </w:pPr>
    </w:p>
    <w:p w:rsidR="00140FD8" w:rsidRDefault="00140FD8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140FD8" w:rsidRDefault="00140FD8" w:rsidP="000671FE">
      <w:pPr>
        <w:jc w:val="both"/>
        <w:rPr>
          <w:sz w:val="26"/>
          <w:szCs w:val="26"/>
        </w:rPr>
      </w:pPr>
    </w:p>
    <w:p w:rsidR="00140FD8" w:rsidRPr="00E541C9" w:rsidRDefault="00140FD8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06 мая20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140FD8" w:rsidRPr="00E541C9" w:rsidRDefault="00140FD8" w:rsidP="000671FE">
      <w:pPr>
        <w:jc w:val="both"/>
        <w:rPr>
          <w:sz w:val="26"/>
          <w:szCs w:val="26"/>
        </w:rPr>
      </w:pPr>
    </w:p>
    <w:p w:rsidR="00140FD8" w:rsidRPr="00E541C9" w:rsidRDefault="00140FD8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140FD8" w:rsidRPr="00E541C9" w:rsidRDefault="00140FD8" w:rsidP="000671FE">
      <w:pPr>
        <w:jc w:val="both"/>
        <w:rPr>
          <w:sz w:val="26"/>
          <w:szCs w:val="26"/>
        </w:rPr>
      </w:pPr>
    </w:p>
    <w:p w:rsidR="00140FD8" w:rsidRDefault="00140FD8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140FD8" w:rsidRPr="00E541C9" w:rsidRDefault="00140FD8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140FD8" w:rsidRDefault="00140FD8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140FD8" w:rsidRDefault="00140FD8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Малыгина Нина Семеновна.</w:t>
      </w:r>
    </w:p>
    <w:p w:rsidR="00140FD8" w:rsidRDefault="00140FD8" w:rsidP="00631778">
      <w:pPr>
        <w:ind w:left="540"/>
        <w:jc w:val="both"/>
        <w:rPr>
          <w:sz w:val="26"/>
          <w:szCs w:val="26"/>
        </w:rPr>
      </w:pPr>
    </w:p>
    <w:p w:rsidR="00140FD8" w:rsidRPr="00E541C9" w:rsidRDefault="00140FD8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140FD8" w:rsidRDefault="00140FD8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59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ч. 2 ст. 50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140FD8" w:rsidRDefault="00140FD8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40FD8" w:rsidRDefault="00140FD8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40FD8" w:rsidRPr="00E541C9" w:rsidRDefault="00140FD8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140FD8" w:rsidRPr="000671FE" w:rsidRDefault="00140FD8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140FD8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2993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0FD8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1F3EA4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B01C1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0FB0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C1AD2"/>
    <w:rsid w:val="009C781F"/>
    <w:rsid w:val="009E2188"/>
    <w:rsid w:val="009E4E94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4830"/>
    <w:rsid w:val="00AE6F32"/>
    <w:rsid w:val="00AF2477"/>
    <w:rsid w:val="00AF2A06"/>
    <w:rsid w:val="00AF4FAB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569C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56B7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3D5E"/>
    <w:rsid w:val="00DE7D8E"/>
    <w:rsid w:val="00DF166D"/>
    <w:rsid w:val="00DF1E3E"/>
    <w:rsid w:val="00E046EC"/>
    <w:rsid w:val="00E21821"/>
    <w:rsid w:val="00E22F04"/>
    <w:rsid w:val="00E23DEA"/>
    <w:rsid w:val="00E30247"/>
    <w:rsid w:val="00E541C9"/>
    <w:rsid w:val="00E62B9B"/>
    <w:rsid w:val="00E63D1E"/>
    <w:rsid w:val="00E64E8F"/>
    <w:rsid w:val="00E7552C"/>
    <w:rsid w:val="00E77DA5"/>
    <w:rsid w:val="00E8660B"/>
    <w:rsid w:val="00E87076"/>
    <w:rsid w:val="00E91363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1162</TotalTime>
  <Pages>1</Pages>
  <Words>139</Words>
  <Characters>794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92</cp:revision>
  <cp:lastPrinted>2014-03-25T07:20:00Z</cp:lastPrinted>
  <dcterms:created xsi:type="dcterms:W3CDTF">2012-06-16T11:10:00Z</dcterms:created>
  <dcterms:modified xsi:type="dcterms:W3CDTF">2014-10-31T02:49:00Z</dcterms:modified>
</cp:coreProperties>
</file>