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5F6" w:rsidRPr="003D1246" w:rsidRDefault="00C345F6" w:rsidP="00E41E2B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s1026" type="#_x0000_t75" style="position:absolute;margin-left:207pt;margin-top:-9pt;width:50.95pt;height:64.1pt;z-index:251658240;visibility:visible;mso-wrap-distance-left:9.05pt;mso-wrap-distance-right:9.05pt" filled="t">
            <v:imagedata r:id="rId5" o:title=""/>
          </v:shape>
        </w:pict>
      </w:r>
    </w:p>
    <w:p w:rsidR="00C345F6" w:rsidRPr="003D1246" w:rsidRDefault="00C345F6" w:rsidP="00E41E2B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51656192;mso-wrap-distance-left:9.05pt;mso-wrap-distance-right:9.05pt" stroked="f">
            <v:fill opacity="0" color2="black"/>
            <v:textbox style="mso-next-textbox:#_x0000_s1027" inset="0,0,0,0">
              <w:txbxContent>
                <w:p w:rsidR="00C345F6" w:rsidRDefault="00C345F6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345F6" w:rsidRDefault="00C345F6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C345F6" w:rsidRDefault="00C345F6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C345F6" w:rsidRDefault="00C345F6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C345F6" w:rsidRDefault="00C345F6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C345F6" w:rsidRDefault="00C345F6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345F6" w:rsidRDefault="00C345F6" w:rsidP="00E41E2B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C345F6" w:rsidRPr="003D1246" w:rsidRDefault="00C345F6" w:rsidP="00E41E2B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>
        <w:rPr>
          <w:noProof/>
          <w:lang w:eastAsia="ru-RU"/>
        </w:rPr>
        <w:pict>
          <v:shape id="_x0000_s1028" type="#_x0000_t202" style="position:absolute;margin-left:272pt;margin-top:11.15pt;width:196pt;height:75.95pt;z-index:251657216;mso-wrap-distance-left:9.05pt;mso-wrap-distance-right:9.05pt" stroked="f">
            <v:fill opacity="0" color2="black"/>
            <v:textbox style="mso-next-textbox:#_x0000_s1028" inset="0,0,0,0">
              <w:txbxContent>
                <w:p w:rsidR="00C345F6" w:rsidRDefault="00C345F6" w:rsidP="00E41E2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C345F6" w:rsidRDefault="00C345F6" w:rsidP="00E41E2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C345F6" w:rsidRPr="00862877" w:rsidRDefault="00C345F6" w:rsidP="00E41E2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E41E2B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C345F6" w:rsidRDefault="00C345F6" w:rsidP="00E41E2B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 w:rsidRPr="00F85D2E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C345F6" w:rsidRPr="00862877" w:rsidRDefault="00C345F6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345F6" w:rsidRDefault="00C345F6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345F6" w:rsidRDefault="00C345F6" w:rsidP="00E41E2B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C345F6" w:rsidRPr="003D1246" w:rsidRDefault="00C345F6" w:rsidP="00E41E2B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C345F6" w:rsidRPr="003D1246" w:rsidRDefault="00C345F6" w:rsidP="00E41E2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345F6" w:rsidRPr="003D1246" w:rsidRDefault="00C345F6" w:rsidP="00E41E2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345F6" w:rsidRDefault="00C345F6" w:rsidP="00E41E2B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C345F6" w:rsidRDefault="00C345F6" w:rsidP="00E41E2B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noProof/>
        </w:rPr>
        <w:pict>
          <v:line id="_x0000_s1029" style="position:absolute;left:0;text-align:left;z-index:251659264" from="18pt,3.35pt" to="469pt,3.35pt" strokeweight=".26mm">
            <v:stroke joinstyle="miter"/>
          </v:line>
        </w:pict>
      </w:r>
    </w:p>
    <w:p w:rsidR="00C345F6" w:rsidRPr="001574A6" w:rsidRDefault="00C345F6" w:rsidP="00E41E2B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C345F6" w:rsidRDefault="00C345F6" w:rsidP="00E41E2B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345F6" w:rsidRPr="009B1542" w:rsidRDefault="00C345F6" w:rsidP="00E41E2B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«31»    12. 2014г.                                                                                          №  601 -п</w:t>
      </w:r>
    </w:p>
    <w:p w:rsidR="00C345F6" w:rsidRDefault="00C345F6" w:rsidP="00E41E2B">
      <w:pPr>
        <w:pStyle w:val="NormalWeb"/>
        <w:spacing w:before="0" w:after="0"/>
        <w:ind w:firstLine="540"/>
        <w:jc w:val="both"/>
        <w:rPr>
          <w:sz w:val="26"/>
        </w:rPr>
      </w:pPr>
    </w:p>
    <w:p w:rsidR="00C345F6" w:rsidRDefault="00C345F6" w:rsidP="00033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Об утверждении Планов финансово- </w:t>
      </w:r>
    </w:p>
    <w:p w:rsidR="00C345F6" w:rsidRDefault="00C345F6" w:rsidP="00033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хозяйственной деятельности</w:t>
      </w:r>
    </w:p>
    <w:p w:rsidR="00C345F6" w:rsidRDefault="00C345F6" w:rsidP="00033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муниципальных бюджетных </w:t>
      </w:r>
    </w:p>
    <w:p w:rsidR="00C345F6" w:rsidRDefault="00C345F6" w:rsidP="00033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учреждений города Сорска на 2015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4"/>
        </w:rPr>
        <w:t xml:space="preserve"> год</w:t>
      </w:r>
    </w:p>
    <w:p w:rsidR="00C345F6" w:rsidRDefault="00C345F6" w:rsidP="00E41E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</w:r>
    </w:p>
    <w:p w:rsidR="00C345F6" w:rsidRPr="00A54414" w:rsidRDefault="00C345F6" w:rsidP="00A5441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4"/>
        </w:rPr>
        <w:tab/>
      </w:r>
      <w:r w:rsidRPr="00A54414">
        <w:rPr>
          <w:rFonts w:ascii="Times New Roman" w:hAnsi="Times New Roman" w:cs="Times New Roman"/>
          <w:sz w:val="26"/>
          <w:szCs w:val="26"/>
        </w:rPr>
        <w:t>В соответствии с приказом Министерства финансов РФ от 28.07.2010 г. № 81н «О требованиях к плану финансово-хозяйственной деятельности государственного (муниципального) учреждения», статьей 24 Устава  город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A54414">
        <w:rPr>
          <w:rFonts w:ascii="Times New Roman" w:hAnsi="Times New Roman" w:cs="Times New Roman"/>
          <w:sz w:val="26"/>
          <w:szCs w:val="26"/>
        </w:rPr>
        <w:t xml:space="preserve"> Сорск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A54414">
        <w:rPr>
          <w:rFonts w:ascii="Times New Roman" w:hAnsi="Times New Roman" w:cs="Times New Roman"/>
          <w:sz w:val="26"/>
          <w:szCs w:val="26"/>
        </w:rPr>
        <w:t>, с решением Совета депутатов города Сорска от 2.12.201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A54414">
        <w:rPr>
          <w:rFonts w:ascii="Times New Roman" w:hAnsi="Times New Roman" w:cs="Times New Roman"/>
          <w:sz w:val="26"/>
          <w:szCs w:val="26"/>
        </w:rPr>
        <w:t xml:space="preserve"> г. № </w:t>
      </w:r>
      <w:r>
        <w:rPr>
          <w:rFonts w:ascii="Times New Roman" w:hAnsi="Times New Roman" w:cs="Times New Roman"/>
          <w:sz w:val="26"/>
          <w:szCs w:val="26"/>
        </w:rPr>
        <w:t>246</w:t>
      </w:r>
      <w:r w:rsidRPr="00A54414">
        <w:rPr>
          <w:rFonts w:ascii="Times New Roman" w:hAnsi="Times New Roman" w:cs="Times New Roman"/>
          <w:sz w:val="26"/>
          <w:szCs w:val="26"/>
        </w:rPr>
        <w:t xml:space="preserve">  «О бюджете муниципального образования город Сорск на 201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A54414">
        <w:rPr>
          <w:rFonts w:ascii="Times New Roman" w:hAnsi="Times New Roman" w:cs="Times New Roman"/>
          <w:sz w:val="26"/>
          <w:szCs w:val="26"/>
        </w:rPr>
        <w:t xml:space="preserve"> год и плановый период 201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A54414">
        <w:rPr>
          <w:rFonts w:ascii="Times New Roman" w:hAnsi="Times New Roman" w:cs="Times New Roman"/>
          <w:sz w:val="26"/>
          <w:szCs w:val="26"/>
        </w:rPr>
        <w:t>-201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A54414">
        <w:rPr>
          <w:rFonts w:ascii="Times New Roman" w:hAnsi="Times New Roman" w:cs="Times New Roman"/>
          <w:sz w:val="26"/>
          <w:szCs w:val="26"/>
        </w:rPr>
        <w:t xml:space="preserve"> годов», на основании постановления администрации муниципального образования город Сорск от 10.10.2011 г. № 35-п. «Об утверждении Порядка составления и утверждения плана финансово-хозяйственной деятельности муниципальных учреждений муниципального образования г.Сорска»,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администрация города Сорска</w:t>
      </w:r>
    </w:p>
    <w:p w:rsidR="00C345F6" w:rsidRDefault="00C345F6" w:rsidP="00E41E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  <w:t>ПОСТАНОВЛЯЕТ:</w:t>
      </w:r>
    </w:p>
    <w:p w:rsidR="00C345F6" w:rsidRDefault="00C345F6" w:rsidP="00BF4AF8">
      <w:pPr>
        <w:numPr>
          <w:ilvl w:val="0"/>
          <w:numId w:val="1"/>
        </w:numPr>
        <w:tabs>
          <w:tab w:val="clear" w:pos="1557"/>
          <w:tab w:val="left" w:pos="284"/>
          <w:tab w:val="left" w:pos="567"/>
          <w:tab w:val="num" w:pos="709"/>
          <w:tab w:val="num" w:pos="993"/>
        </w:tabs>
        <w:suppressAutoHyphens w:val="0"/>
        <w:spacing w:after="100" w:afterAutospacing="1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44BDA">
        <w:rPr>
          <w:rFonts w:ascii="Times New Roman" w:hAnsi="Times New Roman" w:cs="Times New Roman"/>
          <w:sz w:val="26"/>
          <w:szCs w:val="26"/>
        </w:rPr>
        <w:t>Утвердить Планы финансово-хозяйственной деятельности следующих муниципальных бюджетных учреждений город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144BDA">
        <w:rPr>
          <w:rFonts w:ascii="Times New Roman" w:hAnsi="Times New Roman" w:cs="Times New Roman"/>
          <w:sz w:val="26"/>
          <w:szCs w:val="26"/>
        </w:rPr>
        <w:t xml:space="preserve"> Сорск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144BDA">
        <w:rPr>
          <w:rFonts w:ascii="Times New Roman" w:hAnsi="Times New Roman" w:cs="Times New Roman"/>
          <w:sz w:val="26"/>
          <w:szCs w:val="26"/>
        </w:rPr>
        <w:t xml:space="preserve"> на 201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144BDA">
        <w:rPr>
          <w:rFonts w:ascii="Times New Roman" w:hAnsi="Times New Roman" w:cs="Times New Roman"/>
          <w:sz w:val="26"/>
          <w:szCs w:val="26"/>
        </w:rPr>
        <w:t xml:space="preserve"> год:</w:t>
      </w:r>
    </w:p>
    <w:p w:rsidR="00C345F6" w:rsidRDefault="00C345F6" w:rsidP="00BF4AF8">
      <w:pPr>
        <w:numPr>
          <w:ilvl w:val="1"/>
          <w:numId w:val="1"/>
        </w:numPr>
        <w:tabs>
          <w:tab w:val="num" w:pos="0"/>
          <w:tab w:val="left" w:pos="284"/>
          <w:tab w:val="left" w:pos="567"/>
        </w:tabs>
        <w:suppressAutoHyphens w:val="0"/>
        <w:spacing w:after="100" w:afterAutospacing="1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750A18">
        <w:rPr>
          <w:rFonts w:ascii="Times New Roman" w:hAnsi="Times New Roman" w:cs="Times New Roman"/>
          <w:sz w:val="25"/>
          <w:szCs w:val="25"/>
        </w:rPr>
        <w:t>муниципального бюджетного образовательного учреждения дополнительного образования детей Детская музыкальная школа г.Сорска</w:t>
      </w:r>
      <w:r>
        <w:rPr>
          <w:rFonts w:ascii="Times New Roman" w:hAnsi="Times New Roman" w:cs="Times New Roman"/>
          <w:sz w:val="25"/>
          <w:szCs w:val="25"/>
        </w:rPr>
        <w:t xml:space="preserve">, </w:t>
      </w:r>
      <w:r w:rsidRPr="00750A18">
        <w:rPr>
          <w:rFonts w:ascii="Times New Roman" w:hAnsi="Times New Roman" w:cs="Times New Roman"/>
          <w:sz w:val="26"/>
          <w:szCs w:val="26"/>
        </w:rPr>
        <w:t xml:space="preserve">согласно приложению 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750A18">
        <w:rPr>
          <w:rFonts w:ascii="Times New Roman" w:hAnsi="Times New Roman" w:cs="Times New Roman"/>
          <w:sz w:val="26"/>
          <w:szCs w:val="26"/>
        </w:rPr>
        <w:t>к данному постановлению;</w:t>
      </w:r>
    </w:p>
    <w:p w:rsidR="00C345F6" w:rsidRDefault="00C345F6" w:rsidP="00BF4AF8">
      <w:pPr>
        <w:numPr>
          <w:ilvl w:val="1"/>
          <w:numId w:val="1"/>
        </w:numPr>
        <w:tabs>
          <w:tab w:val="num" w:pos="0"/>
          <w:tab w:val="left" w:pos="284"/>
          <w:tab w:val="left" w:pos="567"/>
        </w:tabs>
        <w:suppressAutoHyphens w:val="0"/>
        <w:spacing w:after="100" w:afterAutospacing="1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750A18">
        <w:rPr>
          <w:rFonts w:ascii="Times New Roman" w:hAnsi="Times New Roman" w:cs="Times New Roman"/>
          <w:sz w:val="26"/>
          <w:szCs w:val="26"/>
        </w:rPr>
        <w:t xml:space="preserve">муниципального бюджетного образовательного учреждения дополнительного образования детей «Комплексная детско-юношеская спортивная школа», согласно приложению 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750A18">
        <w:rPr>
          <w:rFonts w:ascii="Times New Roman" w:hAnsi="Times New Roman" w:cs="Times New Roman"/>
          <w:sz w:val="26"/>
          <w:szCs w:val="26"/>
        </w:rPr>
        <w:t xml:space="preserve"> к данному постановлению;</w:t>
      </w:r>
    </w:p>
    <w:p w:rsidR="00C345F6" w:rsidRDefault="00C345F6" w:rsidP="00BF4AF8">
      <w:pPr>
        <w:numPr>
          <w:ilvl w:val="1"/>
          <w:numId w:val="1"/>
        </w:numPr>
        <w:tabs>
          <w:tab w:val="num" w:pos="0"/>
          <w:tab w:val="left" w:pos="284"/>
          <w:tab w:val="left" w:pos="567"/>
        </w:tabs>
        <w:suppressAutoHyphens w:val="0"/>
        <w:spacing w:after="100" w:afterAutospacing="1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44BDA">
        <w:rPr>
          <w:rFonts w:ascii="Times New Roman" w:hAnsi="Times New Roman" w:cs="Times New Roman"/>
          <w:sz w:val="25"/>
          <w:szCs w:val="25"/>
        </w:rPr>
        <w:t>муниципального бюджетного учреждения культуры Дом культуры «Металлург»,</w:t>
      </w:r>
      <w:r w:rsidRPr="00750A18">
        <w:rPr>
          <w:rFonts w:ascii="Times New Roman" w:hAnsi="Times New Roman" w:cs="Times New Roman"/>
          <w:sz w:val="26"/>
          <w:szCs w:val="26"/>
        </w:rPr>
        <w:t xml:space="preserve">согласно приложению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750A18">
        <w:rPr>
          <w:rFonts w:ascii="Times New Roman" w:hAnsi="Times New Roman" w:cs="Times New Roman"/>
          <w:sz w:val="26"/>
          <w:szCs w:val="26"/>
        </w:rPr>
        <w:t xml:space="preserve"> к данному постановлению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C345F6" w:rsidRPr="008329E9" w:rsidRDefault="00C345F6" w:rsidP="00BF4AF8">
      <w:pPr>
        <w:numPr>
          <w:ilvl w:val="1"/>
          <w:numId w:val="1"/>
        </w:numPr>
        <w:tabs>
          <w:tab w:val="num" w:pos="0"/>
          <w:tab w:val="left" w:pos="284"/>
          <w:tab w:val="left" w:pos="567"/>
        </w:tabs>
        <w:suppressAutoHyphens w:val="0"/>
        <w:spacing w:after="100" w:afterAutospacing="1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44BDA">
        <w:rPr>
          <w:rFonts w:ascii="Times New Roman" w:hAnsi="Times New Roman" w:cs="Times New Roman"/>
          <w:sz w:val="25"/>
          <w:szCs w:val="25"/>
        </w:rPr>
        <w:t>муниципального бюджетного учреждения культуры «Сорский краеведческий музей им.В.В. Андрияшева»,</w:t>
      </w:r>
      <w:r w:rsidRPr="00750A18">
        <w:rPr>
          <w:rFonts w:ascii="Times New Roman" w:hAnsi="Times New Roman" w:cs="Times New Roman"/>
          <w:sz w:val="26"/>
          <w:szCs w:val="26"/>
        </w:rPr>
        <w:t xml:space="preserve">согласно приложению </w:t>
      </w:r>
      <w:r>
        <w:rPr>
          <w:rFonts w:ascii="Times New Roman" w:hAnsi="Times New Roman" w:cs="Times New Roman"/>
          <w:sz w:val="26"/>
          <w:szCs w:val="26"/>
        </w:rPr>
        <w:t>4 к данному постановлению.</w:t>
      </w:r>
    </w:p>
    <w:p w:rsidR="00C345F6" w:rsidRPr="001C4B76" w:rsidRDefault="00C345F6" w:rsidP="00BF4AF8">
      <w:pPr>
        <w:numPr>
          <w:ilvl w:val="1"/>
          <w:numId w:val="1"/>
        </w:numPr>
        <w:tabs>
          <w:tab w:val="num" w:pos="0"/>
          <w:tab w:val="left" w:pos="284"/>
          <w:tab w:val="left" w:pos="567"/>
        </w:tabs>
        <w:suppressAutoHyphens w:val="0"/>
        <w:spacing w:after="100" w:afterAutospacing="1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C4B76">
        <w:rPr>
          <w:rFonts w:ascii="Times New Roman" w:hAnsi="Times New Roman" w:cs="Times New Roman"/>
          <w:sz w:val="25"/>
          <w:szCs w:val="25"/>
        </w:rPr>
        <w:t>муниципального бюджетного учреждения культуры «Единая сеть библиотек</w:t>
      </w:r>
      <w:r w:rsidRPr="001C4B76">
        <w:rPr>
          <w:rFonts w:ascii="Times New Roman" w:hAnsi="Times New Roman" w:cs="Times New Roman"/>
          <w:sz w:val="26"/>
          <w:szCs w:val="26"/>
        </w:rPr>
        <w:t xml:space="preserve">», согласно приложению </w:t>
      </w:r>
      <w:r>
        <w:rPr>
          <w:rFonts w:ascii="Times New Roman" w:hAnsi="Times New Roman" w:cs="Times New Roman"/>
          <w:sz w:val="26"/>
          <w:szCs w:val="26"/>
        </w:rPr>
        <w:t>5 к данному постановлению.</w:t>
      </w:r>
    </w:p>
    <w:p w:rsidR="00C345F6" w:rsidRPr="00144BDA" w:rsidRDefault="00C345F6" w:rsidP="00BF4AF8">
      <w:pPr>
        <w:numPr>
          <w:ilvl w:val="0"/>
          <w:numId w:val="1"/>
        </w:numPr>
        <w:tabs>
          <w:tab w:val="clear" w:pos="1557"/>
          <w:tab w:val="num" w:pos="0"/>
          <w:tab w:val="left" w:pos="284"/>
          <w:tab w:val="left" w:pos="567"/>
          <w:tab w:val="num" w:pos="993"/>
        </w:tabs>
        <w:suppressAutoHyphens w:val="0"/>
        <w:spacing w:after="100" w:afterAutospacing="1" w:line="240" w:lineRule="auto"/>
        <w:ind w:left="709" w:firstLine="0"/>
        <w:jc w:val="both"/>
        <w:rPr>
          <w:rFonts w:ascii="Times New Roman" w:hAnsi="Times New Roman" w:cs="Times New Roman"/>
          <w:sz w:val="26"/>
          <w:szCs w:val="26"/>
        </w:rPr>
      </w:pPr>
      <w:r w:rsidRPr="00144BDA">
        <w:rPr>
          <w:rFonts w:ascii="Times New Roman" w:hAnsi="Times New Roman" w:cs="Times New Roman"/>
          <w:sz w:val="26"/>
          <w:szCs w:val="26"/>
        </w:rPr>
        <w:t>Опубликовать настоящее постановление в средствах массовой информации</w:t>
      </w:r>
    </w:p>
    <w:p w:rsidR="00C345F6" w:rsidRPr="00144BDA" w:rsidRDefault="00C345F6" w:rsidP="00BF4AF8">
      <w:pPr>
        <w:numPr>
          <w:ilvl w:val="0"/>
          <w:numId w:val="1"/>
        </w:numPr>
        <w:tabs>
          <w:tab w:val="clear" w:pos="1557"/>
          <w:tab w:val="num" w:pos="0"/>
          <w:tab w:val="num" w:pos="110"/>
          <w:tab w:val="left" w:pos="284"/>
          <w:tab w:val="left" w:pos="567"/>
          <w:tab w:val="num" w:pos="993"/>
        </w:tabs>
        <w:suppressAutoHyphens w:val="0"/>
        <w:spacing w:after="100" w:afterAutospacing="1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44BDA">
        <w:rPr>
          <w:rFonts w:ascii="Times New Roman" w:hAnsi="Times New Roman" w:cs="Times New Roman"/>
          <w:sz w:val="26"/>
          <w:szCs w:val="26"/>
        </w:rPr>
        <w:t>Контроль за исполнением настоящего постановления возложить на заместителя главы муниципального образования по финансовым и экономическим вопросам.</w:t>
      </w:r>
    </w:p>
    <w:p w:rsidR="00C345F6" w:rsidRDefault="00C345F6" w:rsidP="00E41E2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345F6" w:rsidRDefault="00C345F6" w:rsidP="00E41E2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345F6" w:rsidRDefault="00C345F6" w:rsidP="00033A89">
      <w:pPr>
        <w:pStyle w:val="ConsPlusNormal"/>
        <w:widowControl/>
        <w:ind w:firstLine="708"/>
        <w:jc w:val="both"/>
      </w:pPr>
      <w:r>
        <w:rPr>
          <w:rFonts w:ascii="Times New Roman" w:hAnsi="Times New Roman" w:cs="Times New Roman"/>
          <w:sz w:val="26"/>
          <w:szCs w:val="24"/>
        </w:rPr>
        <w:t>Глава города                                                                                       В.Ф. Найденов</w:t>
      </w:r>
    </w:p>
    <w:sectPr w:rsidR="00C345F6" w:rsidSect="00B5492F">
      <w:pgSz w:w="11906" w:h="16838"/>
      <w:pgMar w:top="397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1914B5"/>
    <w:multiLevelType w:val="hybridMultilevel"/>
    <w:tmpl w:val="350EDECE"/>
    <w:lvl w:ilvl="0" w:tplc="D590B06E">
      <w:start w:val="1"/>
      <w:numFmt w:val="decimal"/>
      <w:lvlText w:val="%1."/>
      <w:lvlJc w:val="left"/>
      <w:pPr>
        <w:tabs>
          <w:tab w:val="num" w:pos="1557"/>
        </w:tabs>
        <w:ind w:left="1557" w:hanging="705"/>
      </w:pPr>
      <w:rPr>
        <w:rFonts w:cs="Times New Roman" w:hint="default"/>
      </w:rPr>
    </w:lvl>
    <w:lvl w:ilvl="1" w:tplc="C5B2D37E">
      <w:start w:val="1"/>
      <w:numFmt w:val="bullet"/>
      <w:lvlText w:val=""/>
      <w:lvlJc w:val="left"/>
      <w:pPr>
        <w:tabs>
          <w:tab w:val="num" w:pos="2292"/>
        </w:tabs>
        <w:ind w:left="2292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1E2B"/>
    <w:rsid w:val="00033715"/>
    <w:rsid w:val="00033A89"/>
    <w:rsid w:val="00045B8E"/>
    <w:rsid w:val="0007076D"/>
    <w:rsid w:val="00083304"/>
    <w:rsid w:val="000F42E9"/>
    <w:rsid w:val="00110F50"/>
    <w:rsid w:val="00144BDA"/>
    <w:rsid w:val="001574A6"/>
    <w:rsid w:val="001751E8"/>
    <w:rsid w:val="00196C3D"/>
    <w:rsid w:val="001A5AED"/>
    <w:rsid w:val="001A620A"/>
    <w:rsid w:val="001C4B76"/>
    <w:rsid w:val="001C6B38"/>
    <w:rsid w:val="001E33C4"/>
    <w:rsid w:val="001E5670"/>
    <w:rsid w:val="0022511F"/>
    <w:rsid w:val="002A2387"/>
    <w:rsid w:val="002C502E"/>
    <w:rsid w:val="002C78ED"/>
    <w:rsid w:val="002D4314"/>
    <w:rsid w:val="002F2A92"/>
    <w:rsid w:val="00356011"/>
    <w:rsid w:val="003633EA"/>
    <w:rsid w:val="00371EF0"/>
    <w:rsid w:val="003D1246"/>
    <w:rsid w:val="003D64D0"/>
    <w:rsid w:val="004129BD"/>
    <w:rsid w:val="00426DD8"/>
    <w:rsid w:val="0046484F"/>
    <w:rsid w:val="00474BB4"/>
    <w:rsid w:val="0049451F"/>
    <w:rsid w:val="004F54FE"/>
    <w:rsid w:val="005A2640"/>
    <w:rsid w:val="005B51E4"/>
    <w:rsid w:val="005C7DC6"/>
    <w:rsid w:val="005D46F7"/>
    <w:rsid w:val="00693389"/>
    <w:rsid w:val="006B5301"/>
    <w:rsid w:val="00750A18"/>
    <w:rsid w:val="00751B8B"/>
    <w:rsid w:val="007C5935"/>
    <w:rsid w:val="007E6B41"/>
    <w:rsid w:val="00827C4F"/>
    <w:rsid w:val="008329E9"/>
    <w:rsid w:val="00854B11"/>
    <w:rsid w:val="0085506D"/>
    <w:rsid w:val="00862877"/>
    <w:rsid w:val="008A2218"/>
    <w:rsid w:val="009124F0"/>
    <w:rsid w:val="009140F4"/>
    <w:rsid w:val="009232F1"/>
    <w:rsid w:val="00926BEF"/>
    <w:rsid w:val="00942ABE"/>
    <w:rsid w:val="0094548B"/>
    <w:rsid w:val="00990916"/>
    <w:rsid w:val="009A75FA"/>
    <w:rsid w:val="009B1542"/>
    <w:rsid w:val="009F3C36"/>
    <w:rsid w:val="00A42C32"/>
    <w:rsid w:val="00A54414"/>
    <w:rsid w:val="00AA242E"/>
    <w:rsid w:val="00AD52D6"/>
    <w:rsid w:val="00AE12EB"/>
    <w:rsid w:val="00B33672"/>
    <w:rsid w:val="00B40C6E"/>
    <w:rsid w:val="00B44024"/>
    <w:rsid w:val="00B51B8E"/>
    <w:rsid w:val="00B5492F"/>
    <w:rsid w:val="00B619E0"/>
    <w:rsid w:val="00B94E8B"/>
    <w:rsid w:val="00B95948"/>
    <w:rsid w:val="00BB376D"/>
    <w:rsid w:val="00BB558D"/>
    <w:rsid w:val="00BE489D"/>
    <w:rsid w:val="00BF4AF8"/>
    <w:rsid w:val="00C158E5"/>
    <w:rsid w:val="00C262D4"/>
    <w:rsid w:val="00C345F6"/>
    <w:rsid w:val="00C35FD5"/>
    <w:rsid w:val="00C61B1E"/>
    <w:rsid w:val="00C64EF3"/>
    <w:rsid w:val="00CC23DA"/>
    <w:rsid w:val="00CD78D5"/>
    <w:rsid w:val="00D003C2"/>
    <w:rsid w:val="00D65351"/>
    <w:rsid w:val="00D81493"/>
    <w:rsid w:val="00DB23CB"/>
    <w:rsid w:val="00DB43ED"/>
    <w:rsid w:val="00E166DD"/>
    <w:rsid w:val="00E37B45"/>
    <w:rsid w:val="00E41E2B"/>
    <w:rsid w:val="00EC6AC5"/>
    <w:rsid w:val="00EF7A51"/>
    <w:rsid w:val="00F45468"/>
    <w:rsid w:val="00F85D2E"/>
    <w:rsid w:val="00FC1F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1E2B"/>
    <w:pPr>
      <w:suppressAutoHyphens/>
      <w:spacing w:after="200" w:line="276" w:lineRule="auto"/>
    </w:pPr>
    <w:rPr>
      <w:rFonts w:cs="Calibri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41E2B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E41E2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854B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344</TotalTime>
  <Pages>1</Pages>
  <Words>319</Words>
  <Characters>1823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Люя</dc:creator>
  <cp:keywords/>
  <dc:description/>
  <cp:lastModifiedBy>Мунуслуги</cp:lastModifiedBy>
  <cp:revision>56</cp:revision>
  <cp:lastPrinted>2015-01-13T01:54:00Z</cp:lastPrinted>
  <dcterms:created xsi:type="dcterms:W3CDTF">2012-02-27T07:59:00Z</dcterms:created>
  <dcterms:modified xsi:type="dcterms:W3CDTF">2015-01-13T07:52:00Z</dcterms:modified>
</cp:coreProperties>
</file>