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3A" w:rsidRPr="003D1246" w:rsidRDefault="00130C3A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130C3A" w:rsidRPr="003D1246" w:rsidRDefault="00130C3A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130C3A" w:rsidRDefault="00130C3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0C3A" w:rsidRDefault="00130C3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30C3A" w:rsidRDefault="00130C3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30C3A" w:rsidRDefault="00130C3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30C3A" w:rsidRDefault="00130C3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30C3A" w:rsidRDefault="00130C3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0C3A" w:rsidRDefault="00130C3A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30C3A" w:rsidRPr="003D1246" w:rsidRDefault="00130C3A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130C3A" w:rsidRDefault="00130C3A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30C3A" w:rsidRDefault="00130C3A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30C3A" w:rsidRPr="00862877" w:rsidRDefault="00130C3A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30C3A" w:rsidRDefault="00130C3A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30C3A" w:rsidRPr="00862877" w:rsidRDefault="00130C3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0C3A" w:rsidRDefault="00130C3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0C3A" w:rsidRDefault="00130C3A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30C3A" w:rsidRPr="003D1246" w:rsidRDefault="00130C3A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30C3A" w:rsidRPr="003D1246" w:rsidRDefault="00130C3A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0C3A" w:rsidRPr="003D1246" w:rsidRDefault="00130C3A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0C3A" w:rsidRDefault="00130C3A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130C3A" w:rsidRDefault="00130C3A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130C3A" w:rsidRPr="001574A6" w:rsidRDefault="00130C3A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30C3A" w:rsidRDefault="00130C3A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0C3A" w:rsidRPr="009B1542" w:rsidRDefault="00130C3A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«31»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12.  2014г.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№  602-п</w:t>
      </w:r>
    </w:p>
    <w:p w:rsidR="00130C3A" w:rsidRDefault="00130C3A" w:rsidP="00E41E2B">
      <w:pPr>
        <w:pStyle w:val="NormalWeb"/>
        <w:spacing w:before="0" w:after="0"/>
        <w:ind w:firstLine="540"/>
        <w:jc w:val="both"/>
        <w:rPr>
          <w:sz w:val="26"/>
        </w:rPr>
      </w:pPr>
    </w:p>
    <w:p w:rsidR="00130C3A" w:rsidRDefault="00130C3A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 утверждении  муниципальных заданий на 2015 год</w:t>
      </w:r>
    </w:p>
    <w:p w:rsidR="00130C3A" w:rsidRDefault="00130C3A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на оказание муниципальных услуг (выполнение работ)</w:t>
      </w:r>
    </w:p>
    <w:p w:rsidR="00130C3A" w:rsidRDefault="00130C3A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муниципальным бюджетным учреждениям</w:t>
      </w:r>
    </w:p>
    <w:p w:rsidR="00130C3A" w:rsidRDefault="00130C3A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муниципального образования город Сорск</w:t>
      </w:r>
    </w:p>
    <w:p w:rsidR="00130C3A" w:rsidRDefault="00130C3A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130C3A" w:rsidRDefault="00130C3A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>со статьей 69.2 Бюджетного кодекса Российской Федерации,</w:t>
      </w:r>
    </w:p>
    <w:p w:rsidR="00130C3A" w:rsidRDefault="00130C3A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город Сорск, постановлением администрации </w:t>
      </w:r>
    </w:p>
    <w:p w:rsidR="00130C3A" w:rsidRPr="00A54414" w:rsidRDefault="00130C3A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 от 10.10.2011 г. № 37 – п. «Об утверждении Положения о формировании муниципального образования г. Сорск и финансовом обеспечении выполнения муниципального задания», администрация города Сорска</w:t>
      </w:r>
    </w:p>
    <w:p w:rsidR="00130C3A" w:rsidRDefault="00130C3A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130C3A" w:rsidRDefault="00130C3A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1. Утвердить муниципальные задания на оказание муниципальных услуг (выполнение работ) на 2015 год в сфере культуры и дополнительного образования детей для следующих учреждений:</w:t>
      </w:r>
    </w:p>
    <w:p w:rsidR="00130C3A" w:rsidRDefault="00130C3A" w:rsidP="00C16F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       муниципального бюджетного образовательного учреждения дополнительного образования детей Детская музыкальная школа г.Сорска (приложение 1);</w:t>
      </w:r>
    </w:p>
    <w:p w:rsidR="00130C3A" w:rsidRDefault="00130C3A" w:rsidP="00C16F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        муниципального бюджетного образовательного учреждения дополнительного образования детей «Комплексная детско-юношеская спортивная школа» (приложение 2);</w:t>
      </w:r>
    </w:p>
    <w:p w:rsidR="00130C3A" w:rsidRDefault="00130C3A" w:rsidP="00C16F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>муниципального бюджетного учреждения культуры Дом культуры «Металлург» (приложение 3);</w:t>
      </w:r>
    </w:p>
    <w:p w:rsidR="00130C3A" w:rsidRDefault="00130C3A" w:rsidP="00C16FE5">
      <w:pPr>
        <w:pStyle w:val="ConsPlusNormal"/>
        <w:widowControl/>
        <w:tabs>
          <w:tab w:val="left" w:pos="70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>муниципального бюджетного учреждения культуры «Сорский краеведческий музей им. В.В. Андрияшева» (приложение 4);</w:t>
      </w:r>
    </w:p>
    <w:p w:rsidR="00130C3A" w:rsidRDefault="00130C3A" w:rsidP="00C16FE5">
      <w:pPr>
        <w:pStyle w:val="ConsPlusNormal"/>
        <w:widowControl/>
        <w:tabs>
          <w:tab w:val="left" w:pos="70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>муниципального бюджетного учреждения культуры «Единая сеть библиотек» (приложение 5).</w:t>
      </w:r>
    </w:p>
    <w:p w:rsidR="00130C3A" w:rsidRDefault="00130C3A" w:rsidP="00C16FE5">
      <w:pPr>
        <w:pStyle w:val="ConsPlusNormal"/>
        <w:widowControl/>
        <w:tabs>
          <w:tab w:val="left" w:pos="70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2. Опубликовать настоящее постановление в средствах массовой информации и на официальном сайте администрации города Сорска.</w:t>
      </w:r>
    </w:p>
    <w:p w:rsidR="00130C3A" w:rsidRDefault="00130C3A" w:rsidP="00C16FE5">
      <w:pPr>
        <w:pStyle w:val="ConsPlusNormal"/>
        <w:widowControl/>
        <w:tabs>
          <w:tab w:val="left" w:pos="70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  Контроль за исполнением настоящего постановления возложить на заместителя главы города по социальным вопросам. </w:t>
      </w:r>
    </w:p>
    <w:p w:rsidR="00130C3A" w:rsidRDefault="00130C3A" w:rsidP="00E866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0C3A" w:rsidRDefault="00130C3A" w:rsidP="00E866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0C3A" w:rsidRDefault="00130C3A" w:rsidP="00E866B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</w:t>
      </w:r>
      <w:r>
        <w:rPr>
          <w:rFonts w:ascii="Times New Roman" w:hAnsi="Times New Roman" w:cs="Times New Roman"/>
          <w:sz w:val="26"/>
          <w:szCs w:val="24"/>
        </w:rPr>
        <w:t>В.Ф.Найденов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p w:rsidR="00130C3A" w:rsidRPr="00E866B1" w:rsidRDefault="00130C3A" w:rsidP="00E866B1">
      <w:pPr>
        <w:rPr>
          <w:lang w:eastAsia="ru-RU"/>
        </w:rPr>
      </w:pPr>
    </w:p>
    <w:p w:rsidR="00130C3A" w:rsidRPr="00E866B1" w:rsidRDefault="00130C3A" w:rsidP="00E866B1">
      <w:pPr>
        <w:rPr>
          <w:lang w:eastAsia="ru-RU"/>
        </w:rPr>
      </w:pPr>
    </w:p>
    <w:p w:rsidR="00130C3A" w:rsidRPr="00E866B1" w:rsidRDefault="00130C3A" w:rsidP="00E866B1">
      <w:pPr>
        <w:rPr>
          <w:lang w:eastAsia="ru-RU"/>
        </w:rPr>
      </w:pPr>
    </w:p>
    <w:p w:rsidR="00130C3A" w:rsidRDefault="00130C3A" w:rsidP="00E866B1">
      <w:pPr>
        <w:tabs>
          <w:tab w:val="left" w:pos="6090"/>
        </w:tabs>
        <w:rPr>
          <w:lang w:eastAsia="ru-RU"/>
        </w:rPr>
      </w:pPr>
      <w:r>
        <w:rPr>
          <w:lang w:eastAsia="ru-RU"/>
        </w:rPr>
        <w:tab/>
      </w:r>
    </w:p>
    <w:p w:rsidR="00130C3A" w:rsidRPr="003E63DB" w:rsidRDefault="00130C3A" w:rsidP="00E866B1">
      <w:pPr>
        <w:tabs>
          <w:tab w:val="left" w:pos="6090"/>
        </w:tabs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130C3A" w:rsidRPr="003E63DB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25265"/>
    <w:rsid w:val="000270E9"/>
    <w:rsid w:val="00033715"/>
    <w:rsid w:val="00033A89"/>
    <w:rsid w:val="00045B8E"/>
    <w:rsid w:val="00083304"/>
    <w:rsid w:val="000A6E96"/>
    <w:rsid w:val="000F42E9"/>
    <w:rsid w:val="00110F50"/>
    <w:rsid w:val="00130C3A"/>
    <w:rsid w:val="00144BDA"/>
    <w:rsid w:val="001574A6"/>
    <w:rsid w:val="00196C3D"/>
    <w:rsid w:val="00197789"/>
    <w:rsid w:val="001A620A"/>
    <w:rsid w:val="001C4B76"/>
    <w:rsid w:val="001C6B38"/>
    <w:rsid w:val="00200C38"/>
    <w:rsid w:val="0021548B"/>
    <w:rsid w:val="0022511F"/>
    <w:rsid w:val="00254833"/>
    <w:rsid w:val="002A2387"/>
    <w:rsid w:val="002C78ED"/>
    <w:rsid w:val="002F2A92"/>
    <w:rsid w:val="00356011"/>
    <w:rsid w:val="003633EA"/>
    <w:rsid w:val="00371EF0"/>
    <w:rsid w:val="00374298"/>
    <w:rsid w:val="003B619B"/>
    <w:rsid w:val="003C4A73"/>
    <w:rsid w:val="003D1246"/>
    <w:rsid w:val="003D64D0"/>
    <w:rsid w:val="003E63DB"/>
    <w:rsid w:val="00403A88"/>
    <w:rsid w:val="004129BD"/>
    <w:rsid w:val="00426DD8"/>
    <w:rsid w:val="00432CF2"/>
    <w:rsid w:val="0046484F"/>
    <w:rsid w:val="00466B4F"/>
    <w:rsid w:val="00470D84"/>
    <w:rsid w:val="00474BB4"/>
    <w:rsid w:val="0049451F"/>
    <w:rsid w:val="004D45F1"/>
    <w:rsid w:val="004E6E81"/>
    <w:rsid w:val="004F4FF7"/>
    <w:rsid w:val="004F54FE"/>
    <w:rsid w:val="00516DD9"/>
    <w:rsid w:val="00551BF2"/>
    <w:rsid w:val="00554609"/>
    <w:rsid w:val="00576001"/>
    <w:rsid w:val="00576D58"/>
    <w:rsid w:val="005875E5"/>
    <w:rsid w:val="005A2640"/>
    <w:rsid w:val="005B51E4"/>
    <w:rsid w:val="005D46F7"/>
    <w:rsid w:val="006209E5"/>
    <w:rsid w:val="00693389"/>
    <w:rsid w:val="006B5301"/>
    <w:rsid w:val="006D6753"/>
    <w:rsid w:val="00745D7E"/>
    <w:rsid w:val="00750A18"/>
    <w:rsid w:val="00751B8B"/>
    <w:rsid w:val="00790CBC"/>
    <w:rsid w:val="007A60E2"/>
    <w:rsid w:val="007B263D"/>
    <w:rsid w:val="007C5935"/>
    <w:rsid w:val="007E6B41"/>
    <w:rsid w:val="00820986"/>
    <w:rsid w:val="00827C4F"/>
    <w:rsid w:val="008329E9"/>
    <w:rsid w:val="00854B11"/>
    <w:rsid w:val="0085506D"/>
    <w:rsid w:val="00862562"/>
    <w:rsid w:val="00862877"/>
    <w:rsid w:val="008A2218"/>
    <w:rsid w:val="008D2947"/>
    <w:rsid w:val="009124F0"/>
    <w:rsid w:val="009140F4"/>
    <w:rsid w:val="009232F1"/>
    <w:rsid w:val="00942ABE"/>
    <w:rsid w:val="00943821"/>
    <w:rsid w:val="00951131"/>
    <w:rsid w:val="00990916"/>
    <w:rsid w:val="009A0857"/>
    <w:rsid w:val="009A75FA"/>
    <w:rsid w:val="009B1542"/>
    <w:rsid w:val="009F3C36"/>
    <w:rsid w:val="00A42C32"/>
    <w:rsid w:val="00A54414"/>
    <w:rsid w:val="00A825D3"/>
    <w:rsid w:val="00AD52D6"/>
    <w:rsid w:val="00AD7535"/>
    <w:rsid w:val="00AE12EB"/>
    <w:rsid w:val="00AE2B98"/>
    <w:rsid w:val="00B33672"/>
    <w:rsid w:val="00B40C6E"/>
    <w:rsid w:val="00B51B8E"/>
    <w:rsid w:val="00B5492F"/>
    <w:rsid w:val="00B619E0"/>
    <w:rsid w:val="00B94E8B"/>
    <w:rsid w:val="00B95948"/>
    <w:rsid w:val="00BB376D"/>
    <w:rsid w:val="00BB558D"/>
    <w:rsid w:val="00BC59FE"/>
    <w:rsid w:val="00BE489D"/>
    <w:rsid w:val="00BF4AF8"/>
    <w:rsid w:val="00C158E5"/>
    <w:rsid w:val="00C16FE5"/>
    <w:rsid w:val="00C262D4"/>
    <w:rsid w:val="00C61B1E"/>
    <w:rsid w:val="00C64EF3"/>
    <w:rsid w:val="00CD78D5"/>
    <w:rsid w:val="00D003C2"/>
    <w:rsid w:val="00D11855"/>
    <w:rsid w:val="00D34461"/>
    <w:rsid w:val="00D65351"/>
    <w:rsid w:val="00D65934"/>
    <w:rsid w:val="00D76EB1"/>
    <w:rsid w:val="00D81493"/>
    <w:rsid w:val="00DB23CB"/>
    <w:rsid w:val="00DB43ED"/>
    <w:rsid w:val="00DD0BCC"/>
    <w:rsid w:val="00E166DD"/>
    <w:rsid w:val="00E3239A"/>
    <w:rsid w:val="00E37B45"/>
    <w:rsid w:val="00E41E2B"/>
    <w:rsid w:val="00E63DF8"/>
    <w:rsid w:val="00E866B1"/>
    <w:rsid w:val="00EA66D9"/>
    <w:rsid w:val="00EB28D6"/>
    <w:rsid w:val="00EC2F3D"/>
    <w:rsid w:val="00EC6AC5"/>
    <w:rsid w:val="00EF58F7"/>
    <w:rsid w:val="00EF7A51"/>
    <w:rsid w:val="00F23651"/>
    <w:rsid w:val="00F94332"/>
    <w:rsid w:val="00FC1F7C"/>
    <w:rsid w:val="00FC5888"/>
    <w:rsid w:val="00FD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2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54B11"/>
    <w:pPr>
      <w:ind w:left="720"/>
      <w:contextualSpacing/>
    </w:pPr>
  </w:style>
  <w:style w:type="paragraph" w:customStyle="1" w:styleId="a">
    <w:name w:val="Без интервала"/>
    <w:uiPriority w:val="99"/>
    <w:rsid w:val="00E866B1"/>
    <w:pPr>
      <w:suppressAutoHyphens/>
    </w:pPr>
    <w:rPr>
      <w:rFonts w:eastAsia="Times New Roman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8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995</TotalTime>
  <Pages>2</Pages>
  <Words>285</Words>
  <Characters>1631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68</cp:revision>
  <cp:lastPrinted>2015-01-13T07:18:00Z</cp:lastPrinted>
  <dcterms:created xsi:type="dcterms:W3CDTF">2012-02-27T07:59:00Z</dcterms:created>
  <dcterms:modified xsi:type="dcterms:W3CDTF">2015-01-15T09:27:00Z</dcterms:modified>
</cp:coreProperties>
</file>