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5F5A" w:rsidRPr="003D1246" w:rsidRDefault="00C95F5A" w:rsidP="00E41E2B">
      <w:pPr>
        <w:spacing w:after="0" w:line="240" w:lineRule="auto"/>
        <w:rPr>
          <w:rFonts w:ascii="Times New Roman" w:hAnsi="Times New Roman" w:cs="Times New Roman"/>
          <w:sz w:val="26"/>
          <w:szCs w:val="24"/>
          <w:lang w:val="en-US"/>
        </w:rPr>
      </w:pPr>
      <w:r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4" o:spid="_x0000_s1026" type="#_x0000_t75" style="position:absolute;margin-left:207pt;margin-top:-9pt;width:50.95pt;height:64.1pt;z-index:251658240;visibility:visible;mso-wrap-distance-left:9.05pt;mso-wrap-distance-right:9.05pt" filled="t">
            <v:imagedata r:id="rId5" o:title=""/>
          </v:shape>
        </w:pict>
      </w:r>
    </w:p>
    <w:p w:rsidR="00C95F5A" w:rsidRPr="003D1246" w:rsidRDefault="00C95F5A" w:rsidP="00E41E2B">
      <w:pPr>
        <w:spacing w:after="0" w:line="240" w:lineRule="auto"/>
        <w:rPr>
          <w:rFonts w:ascii="Times New Roman" w:hAnsi="Times New Roman" w:cs="Times New Roman"/>
          <w:sz w:val="26"/>
          <w:szCs w:val="24"/>
        </w:rPr>
      </w:pPr>
      <w:r>
        <w:rPr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-1.5pt;margin-top:10.5pt;width:199.5pt;height:91.55pt;z-index:251656192;mso-wrap-distance-left:9.05pt;mso-wrap-distance-right:9.05pt" stroked="f">
            <v:fill opacity="0" color2="black"/>
            <v:textbox style="mso-next-textbox:#_x0000_s1027" inset="0,0,0,0">
              <w:txbxContent>
                <w:p w:rsidR="00C95F5A" w:rsidRDefault="00C95F5A" w:rsidP="00E41E2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C95F5A" w:rsidRDefault="00C95F5A" w:rsidP="00E41E2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РОССИЙСКАЯ ФЕДЕРАЦИЯ</w:t>
                  </w:r>
                </w:p>
                <w:p w:rsidR="00C95F5A" w:rsidRDefault="00C95F5A" w:rsidP="00E41E2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РЕСПУБЛИКА ХАКАСИЯ</w:t>
                  </w:r>
                </w:p>
                <w:p w:rsidR="00C95F5A" w:rsidRDefault="00C95F5A" w:rsidP="00E41E2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АДМИНИСТРАЦИЯ</w:t>
                  </w:r>
                </w:p>
                <w:p w:rsidR="00C95F5A" w:rsidRDefault="00C95F5A" w:rsidP="00E41E2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ГОРОДА СОРСКА</w:t>
                  </w:r>
                </w:p>
                <w:p w:rsidR="00C95F5A" w:rsidRDefault="00C95F5A" w:rsidP="00E41E2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C95F5A" w:rsidRDefault="00C95F5A" w:rsidP="00E41E2B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C95F5A" w:rsidRPr="003D1246" w:rsidRDefault="00C95F5A" w:rsidP="00E41E2B">
      <w:pPr>
        <w:spacing w:after="0" w:line="240" w:lineRule="auto"/>
        <w:rPr>
          <w:rFonts w:ascii="Times New Roman" w:hAnsi="Times New Roman" w:cs="Times New Roman"/>
          <w:b/>
          <w:sz w:val="26"/>
          <w:szCs w:val="24"/>
        </w:rPr>
      </w:pPr>
      <w:r>
        <w:rPr>
          <w:noProof/>
          <w:lang w:eastAsia="ru-RU"/>
        </w:rPr>
        <w:pict>
          <v:shape id="_x0000_s1028" type="#_x0000_t202" style="position:absolute;margin-left:272pt;margin-top:11.15pt;width:196pt;height:75.95pt;z-index:251657216;mso-wrap-distance-left:9.05pt;mso-wrap-distance-right:9.05pt" stroked="f">
            <v:fill opacity="0" color2="black"/>
            <v:textbox style="mso-next-textbox:#_x0000_s1028" inset="0,0,0,0">
              <w:txbxContent>
                <w:p w:rsidR="00C95F5A" w:rsidRDefault="00C95F5A" w:rsidP="00E41E2B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РОССИЯ ФЕДЕРАЦИЯЗЫ</w:t>
                  </w:r>
                </w:p>
                <w:p w:rsidR="00C95F5A" w:rsidRDefault="00C95F5A" w:rsidP="00E41E2B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ХАКАС РЕСПУБЛИКАЗЫ</w:t>
                  </w:r>
                </w:p>
                <w:p w:rsidR="00C95F5A" w:rsidRPr="00862877" w:rsidRDefault="00C95F5A" w:rsidP="00E41E2B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СОРЫ</w:t>
                  </w:r>
                  <w:r w:rsidRPr="00E41E2B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Ғ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ГОРОДТЫ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Ң</w:t>
                  </w:r>
                </w:p>
                <w:p w:rsidR="00C95F5A" w:rsidRDefault="00C95F5A" w:rsidP="00E41E2B">
                  <w:pPr>
                    <w:spacing w:after="0" w:line="240" w:lineRule="auto"/>
                    <w:ind w:left="-110" w:right="-180" w:hanging="110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УСТА</w:t>
                  </w:r>
                  <w:r w:rsidRPr="00F7395D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Ғ</w:t>
                  </w:r>
                  <w:r w:rsidRPr="00862877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– 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ПАСТАА</w:t>
                  </w:r>
                </w:p>
                <w:p w:rsidR="00C95F5A" w:rsidRPr="00862877" w:rsidRDefault="00C95F5A" w:rsidP="00E41E2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C95F5A" w:rsidRDefault="00C95F5A" w:rsidP="00E41E2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C95F5A" w:rsidRDefault="00C95F5A" w:rsidP="00E41E2B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C95F5A" w:rsidRPr="003D1246" w:rsidRDefault="00C95F5A" w:rsidP="00E41E2B">
      <w:pPr>
        <w:spacing w:after="0" w:line="240" w:lineRule="auto"/>
        <w:rPr>
          <w:rFonts w:ascii="Times New Roman" w:hAnsi="Times New Roman" w:cs="Times New Roman"/>
          <w:b/>
          <w:sz w:val="26"/>
          <w:szCs w:val="24"/>
        </w:rPr>
      </w:pPr>
    </w:p>
    <w:p w:rsidR="00C95F5A" w:rsidRPr="003D1246" w:rsidRDefault="00C95F5A" w:rsidP="00E41E2B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C95F5A" w:rsidRPr="003D1246" w:rsidRDefault="00C95F5A" w:rsidP="00E41E2B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C95F5A" w:rsidRDefault="00C95F5A" w:rsidP="00E41E2B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  <w:lang w:eastAsia="ar-SA"/>
        </w:rPr>
      </w:pPr>
    </w:p>
    <w:p w:rsidR="00C95F5A" w:rsidRDefault="00C95F5A" w:rsidP="00E41E2B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noProof/>
        </w:rPr>
        <w:pict>
          <v:line id="_x0000_s1029" style="position:absolute;left:0;text-align:left;z-index:251659264" from="18pt,3.35pt" to="469pt,3.35pt" strokeweight=".26mm">
            <v:stroke joinstyle="miter"/>
          </v:line>
        </w:pict>
      </w:r>
    </w:p>
    <w:p w:rsidR="00C95F5A" w:rsidRPr="001574A6" w:rsidRDefault="00C95F5A" w:rsidP="00E41E2B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ПОСТАНОВЛЕНИЕ</w:t>
      </w:r>
    </w:p>
    <w:p w:rsidR="00C95F5A" w:rsidRDefault="00C95F5A" w:rsidP="00E41E2B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C95F5A" w:rsidRPr="009B1542" w:rsidRDefault="00C95F5A" w:rsidP="007C574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«31» 12. 2014г.                                                                                            № 603-п</w:t>
      </w:r>
    </w:p>
    <w:p w:rsidR="00C95F5A" w:rsidRDefault="00C95F5A" w:rsidP="007C574F">
      <w:pPr>
        <w:pStyle w:val="NormalWeb"/>
        <w:spacing w:before="0" w:after="0"/>
        <w:ind w:firstLine="709"/>
        <w:jc w:val="both"/>
        <w:rPr>
          <w:sz w:val="26"/>
        </w:rPr>
      </w:pPr>
    </w:p>
    <w:p w:rsidR="00C95F5A" w:rsidRPr="0072375D" w:rsidRDefault="00C95F5A" w:rsidP="007C57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72375D">
        <w:rPr>
          <w:rFonts w:ascii="Times New Roman" w:hAnsi="Times New Roman" w:cs="Times New Roman"/>
          <w:sz w:val="25"/>
          <w:szCs w:val="25"/>
        </w:rPr>
        <w:t xml:space="preserve">Об утверждении Планов финансово- </w:t>
      </w:r>
    </w:p>
    <w:p w:rsidR="00C95F5A" w:rsidRPr="0072375D" w:rsidRDefault="00C95F5A" w:rsidP="007C57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72375D">
        <w:rPr>
          <w:rFonts w:ascii="Times New Roman" w:hAnsi="Times New Roman" w:cs="Times New Roman"/>
          <w:sz w:val="25"/>
          <w:szCs w:val="25"/>
        </w:rPr>
        <w:t>хозяйственной деятельности</w:t>
      </w:r>
    </w:p>
    <w:p w:rsidR="00C95F5A" w:rsidRPr="0072375D" w:rsidRDefault="00C95F5A" w:rsidP="007C57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72375D">
        <w:rPr>
          <w:rFonts w:ascii="Times New Roman" w:hAnsi="Times New Roman" w:cs="Times New Roman"/>
          <w:sz w:val="25"/>
          <w:szCs w:val="25"/>
        </w:rPr>
        <w:t>муниципальных  бюджетных образовательных</w:t>
      </w:r>
    </w:p>
    <w:p w:rsidR="00C95F5A" w:rsidRPr="0072375D" w:rsidRDefault="00C95F5A" w:rsidP="007C57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учреждений города Сорска на 2015</w:t>
      </w:r>
      <w:r w:rsidRPr="0072375D">
        <w:rPr>
          <w:rFonts w:ascii="Times New Roman" w:hAnsi="Times New Roman" w:cs="Times New Roman"/>
          <w:sz w:val="25"/>
          <w:szCs w:val="25"/>
        </w:rPr>
        <w:t xml:space="preserve"> год</w:t>
      </w:r>
    </w:p>
    <w:p w:rsidR="00C95F5A" w:rsidRPr="0072375D" w:rsidRDefault="00C95F5A" w:rsidP="0072375D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72375D">
        <w:rPr>
          <w:rFonts w:ascii="Times New Roman" w:hAnsi="Times New Roman" w:cs="Times New Roman"/>
          <w:sz w:val="25"/>
          <w:szCs w:val="25"/>
        </w:rPr>
        <w:tab/>
      </w:r>
    </w:p>
    <w:p w:rsidR="00C95F5A" w:rsidRPr="0072375D" w:rsidRDefault="00C95F5A" w:rsidP="0072375D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72375D">
        <w:rPr>
          <w:rFonts w:ascii="Times New Roman" w:hAnsi="Times New Roman" w:cs="Times New Roman"/>
          <w:sz w:val="25"/>
          <w:szCs w:val="25"/>
        </w:rPr>
        <w:tab/>
        <w:t>В соответствии с приказом Министерства финансов РФ от 28.07.2010 г. № 81н «О требованиях к плану финансово-хозяйственной деятельности государственного (муниципального) учреждения», статьей 24 Устава  города Сорска, решением Сове</w:t>
      </w:r>
      <w:r>
        <w:rPr>
          <w:rFonts w:ascii="Times New Roman" w:hAnsi="Times New Roman" w:cs="Times New Roman"/>
          <w:sz w:val="25"/>
          <w:szCs w:val="25"/>
        </w:rPr>
        <w:t xml:space="preserve">та депутатов города Сорска от 23.12.2014 г. № 397 </w:t>
      </w:r>
      <w:r w:rsidRPr="0072375D">
        <w:rPr>
          <w:rFonts w:ascii="Times New Roman" w:hAnsi="Times New Roman" w:cs="Times New Roman"/>
          <w:sz w:val="25"/>
          <w:szCs w:val="25"/>
        </w:rPr>
        <w:t>«О бюджете муниципального</w:t>
      </w:r>
      <w:r>
        <w:rPr>
          <w:rFonts w:ascii="Times New Roman" w:hAnsi="Times New Roman" w:cs="Times New Roman"/>
          <w:sz w:val="25"/>
          <w:szCs w:val="25"/>
        </w:rPr>
        <w:t xml:space="preserve"> образования город Сорск на 2015 год и плановый период 2016 - 2017</w:t>
      </w:r>
      <w:r w:rsidRPr="0072375D">
        <w:rPr>
          <w:rFonts w:ascii="Times New Roman" w:hAnsi="Times New Roman" w:cs="Times New Roman"/>
          <w:sz w:val="25"/>
          <w:szCs w:val="25"/>
        </w:rPr>
        <w:t xml:space="preserve"> годов», на основании постановления администрации муниципального образования город Сорск от 10.10.2011 г. № 35-п. «Об утверждении Порядка составления и утверждения плана финансово-хозяйственной деятельности муниципальных учреждений муниципального образования г.Сорска», администрация города Сорска</w:t>
      </w:r>
    </w:p>
    <w:p w:rsidR="00C95F5A" w:rsidRPr="0072375D" w:rsidRDefault="00C95F5A" w:rsidP="0072375D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72375D">
        <w:rPr>
          <w:rFonts w:ascii="Times New Roman" w:hAnsi="Times New Roman" w:cs="Times New Roman"/>
          <w:sz w:val="25"/>
          <w:szCs w:val="25"/>
        </w:rPr>
        <w:tab/>
        <w:t>ПОСТАНОВЛЯЕТ:</w:t>
      </w:r>
    </w:p>
    <w:p w:rsidR="00C95F5A" w:rsidRPr="0072375D" w:rsidRDefault="00C95F5A" w:rsidP="00811007">
      <w:pPr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1.</w:t>
      </w:r>
      <w:r w:rsidRPr="0072375D">
        <w:rPr>
          <w:rFonts w:ascii="Times New Roman" w:hAnsi="Times New Roman" w:cs="Times New Roman"/>
          <w:sz w:val="25"/>
          <w:szCs w:val="25"/>
        </w:rPr>
        <w:t>Утвердить Планы финансово-хозяйственной деятельности следующих муниц</w:t>
      </w:r>
      <w:r w:rsidRPr="0072375D">
        <w:rPr>
          <w:rFonts w:ascii="Times New Roman" w:hAnsi="Times New Roman" w:cs="Times New Roman"/>
          <w:sz w:val="25"/>
          <w:szCs w:val="25"/>
        </w:rPr>
        <w:t>и</w:t>
      </w:r>
      <w:r w:rsidRPr="0072375D">
        <w:rPr>
          <w:rFonts w:ascii="Times New Roman" w:hAnsi="Times New Roman" w:cs="Times New Roman"/>
          <w:sz w:val="25"/>
          <w:szCs w:val="25"/>
        </w:rPr>
        <w:t xml:space="preserve">пальных бюджетных образовательных </w:t>
      </w:r>
      <w:r>
        <w:rPr>
          <w:rFonts w:ascii="Times New Roman" w:hAnsi="Times New Roman" w:cs="Times New Roman"/>
          <w:sz w:val="25"/>
          <w:szCs w:val="25"/>
        </w:rPr>
        <w:t>учреждений города Сорска на 2015</w:t>
      </w:r>
      <w:r w:rsidRPr="0072375D">
        <w:rPr>
          <w:rFonts w:ascii="Times New Roman" w:hAnsi="Times New Roman" w:cs="Times New Roman"/>
          <w:sz w:val="25"/>
          <w:szCs w:val="25"/>
        </w:rPr>
        <w:t xml:space="preserve"> год:</w:t>
      </w:r>
    </w:p>
    <w:p w:rsidR="00C95F5A" w:rsidRPr="0072375D" w:rsidRDefault="00C95F5A" w:rsidP="00811007">
      <w:pPr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-</w:t>
      </w:r>
      <w:r w:rsidRPr="0072375D">
        <w:rPr>
          <w:rFonts w:ascii="Times New Roman" w:hAnsi="Times New Roman" w:cs="Times New Roman"/>
          <w:sz w:val="25"/>
          <w:szCs w:val="25"/>
        </w:rPr>
        <w:t>муниципального бюджетного образовательного учреждения дополнительного образования детей «Дом детского творчества» города Сорска (приложение 1);</w:t>
      </w:r>
    </w:p>
    <w:p w:rsidR="00C95F5A" w:rsidRPr="0072375D" w:rsidRDefault="00C95F5A" w:rsidP="00811007">
      <w:pPr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-</w:t>
      </w:r>
      <w:r w:rsidRPr="0072375D">
        <w:rPr>
          <w:rFonts w:ascii="Times New Roman" w:hAnsi="Times New Roman" w:cs="Times New Roman"/>
          <w:sz w:val="25"/>
          <w:szCs w:val="25"/>
        </w:rPr>
        <w:t>муниципального бюджетного общеобразовательного учреждения Сорская сре</w:t>
      </w:r>
      <w:r w:rsidRPr="0072375D">
        <w:rPr>
          <w:rFonts w:ascii="Times New Roman" w:hAnsi="Times New Roman" w:cs="Times New Roman"/>
          <w:sz w:val="25"/>
          <w:szCs w:val="25"/>
        </w:rPr>
        <w:t>д</w:t>
      </w:r>
      <w:r w:rsidRPr="0072375D">
        <w:rPr>
          <w:rFonts w:ascii="Times New Roman" w:hAnsi="Times New Roman" w:cs="Times New Roman"/>
          <w:sz w:val="25"/>
          <w:szCs w:val="25"/>
        </w:rPr>
        <w:t>няя общеобразовательная школа №1 (приложение 2);</w:t>
      </w:r>
    </w:p>
    <w:p w:rsidR="00C95F5A" w:rsidRPr="0072375D" w:rsidRDefault="00C95F5A" w:rsidP="00811007">
      <w:pPr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-</w:t>
      </w:r>
      <w:r w:rsidRPr="0072375D">
        <w:rPr>
          <w:rFonts w:ascii="Times New Roman" w:hAnsi="Times New Roman" w:cs="Times New Roman"/>
          <w:sz w:val="25"/>
          <w:szCs w:val="25"/>
        </w:rPr>
        <w:t>муниципального бюджетного образовательного учреждения Сорская основная общеобразовательная школа №2 имени Толстихиной Ю.Н. (приложение 3);</w:t>
      </w:r>
    </w:p>
    <w:p w:rsidR="00C95F5A" w:rsidRPr="0072375D" w:rsidRDefault="00C95F5A" w:rsidP="00811007">
      <w:pPr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-</w:t>
      </w:r>
      <w:r w:rsidRPr="0072375D">
        <w:rPr>
          <w:rFonts w:ascii="Times New Roman" w:hAnsi="Times New Roman" w:cs="Times New Roman"/>
          <w:sz w:val="25"/>
          <w:szCs w:val="25"/>
        </w:rPr>
        <w:t>муниципального бюджетного образовательного учреждения «Сорская средняя общеобразовательная школа №3 с углубленным изучением отдельных предметов» гор</w:t>
      </w:r>
      <w:r w:rsidRPr="0072375D">
        <w:rPr>
          <w:rFonts w:ascii="Times New Roman" w:hAnsi="Times New Roman" w:cs="Times New Roman"/>
          <w:sz w:val="25"/>
          <w:szCs w:val="25"/>
        </w:rPr>
        <w:t>о</w:t>
      </w:r>
      <w:r w:rsidRPr="0072375D">
        <w:rPr>
          <w:rFonts w:ascii="Times New Roman" w:hAnsi="Times New Roman" w:cs="Times New Roman"/>
          <w:sz w:val="25"/>
          <w:szCs w:val="25"/>
        </w:rPr>
        <w:t>да Сорска (приложение 4);</w:t>
      </w:r>
    </w:p>
    <w:p w:rsidR="00C95F5A" w:rsidRPr="0072375D" w:rsidRDefault="00C95F5A" w:rsidP="00811007">
      <w:pPr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-</w:t>
      </w:r>
      <w:r w:rsidRPr="0072375D">
        <w:rPr>
          <w:rFonts w:ascii="Times New Roman" w:hAnsi="Times New Roman" w:cs="Times New Roman"/>
          <w:sz w:val="25"/>
          <w:szCs w:val="25"/>
        </w:rPr>
        <w:t>муниципального бюджетного дошкольного образовательного учреждения де</w:t>
      </w:r>
      <w:r w:rsidRPr="0072375D">
        <w:rPr>
          <w:rFonts w:ascii="Times New Roman" w:hAnsi="Times New Roman" w:cs="Times New Roman"/>
          <w:sz w:val="25"/>
          <w:szCs w:val="25"/>
        </w:rPr>
        <w:t>т</w:t>
      </w:r>
      <w:r w:rsidRPr="0072375D">
        <w:rPr>
          <w:rFonts w:ascii="Times New Roman" w:hAnsi="Times New Roman" w:cs="Times New Roman"/>
          <w:sz w:val="25"/>
          <w:szCs w:val="25"/>
        </w:rPr>
        <w:t>ский сад «Ручеек» (приложение 5);</w:t>
      </w:r>
    </w:p>
    <w:p w:rsidR="00C95F5A" w:rsidRPr="0072375D" w:rsidRDefault="00C95F5A" w:rsidP="00811007">
      <w:pPr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-</w:t>
      </w:r>
      <w:r w:rsidRPr="0072375D">
        <w:rPr>
          <w:rFonts w:ascii="Times New Roman" w:hAnsi="Times New Roman" w:cs="Times New Roman"/>
          <w:sz w:val="25"/>
          <w:szCs w:val="25"/>
        </w:rPr>
        <w:t>муниципального бюджетного дошкольного образовательного учреждения Центр развития ребенка  детский сад «Солнышко» (приложение 6);</w:t>
      </w:r>
    </w:p>
    <w:p w:rsidR="00C95F5A" w:rsidRPr="0072375D" w:rsidRDefault="00C95F5A" w:rsidP="00811007">
      <w:pPr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-</w:t>
      </w:r>
      <w:r w:rsidRPr="0072375D">
        <w:rPr>
          <w:rFonts w:ascii="Times New Roman" w:hAnsi="Times New Roman" w:cs="Times New Roman"/>
          <w:sz w:val="25"/>
          <w:szCs w:val="25"/>
        </w:rPr>
        <w:t>муниципального бюджетного дошкольного образовательного учреждения Центр развития ребенка «Детский сад «Голубок» (приложение 7);</w:t>
      </w:r>
    </w:p>
    <w:p w:rsidR="00C95F5A" w:rsidRPr="0072375D" w:rsidRDefault="00C95F5A" w:rsidP="00811007">
      <w:pPr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-</w:t>
      </w:r>
      <w:r w:rsidRPr="0072375D">
        <w:rPr>
          <w:rFonts w:ascii="Times New Roman" w:hAnsi="Times New Roman" w:cs="Times New Roman"/>
          <w:sz w:val="25"/>
          <w:szCs w:val="25"/>
        </w:rPr>
        <w:t>муниципального бюджетного дошкольного образовательного учреждения де</w:t>
      </w:r>
      <w:r w:rsidRPr="0072375D">
        <w:rPr>
          <w:rFonts w:ascii="Times New Roman" w:hAnsi="Times New Roman" w:cs="Times New Roman"/>
          <w:sz w:val="25"/>
          <w:szCs w:val="25"/>
        </w:rPr>
        <w:t>т</w:t>
      </w:r>
      <w:r w:rsidRPr="0072375D">
        <w:rPr>
          <w:rFonts w:ascii="Times New Roman" w:hAnsi="Times New Roman" w:cs="Times New Roman"/>
          <w:sz w:val="25"/>
          <w:szCs w:val="25"/>
        </w:rPr>
        <w:t xml:space="preserve">ский сад «Дюймовочка»» (приложение 8). </w:t>
      </w:r>
    </w:p>
    <w:p w:rsidR="00C95F5A" w:rsidRPr="0072375D" w:rsidRDefault="00C95F5A" w:rsidP="00811007">
      <w:pPr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2.</w:t>
      </w:r>
      <w:r w:rsidRPr="0072375D">
        <w:rPr>
          <w:rFonts w:ascii="Times New Roman" w:hAnsi="Times New Roman" w:cs="Times New Roman"/>
          <w:sz w:val="25"/>
          <w:szCs w:val="25"/>
        </w:rPr>
        <w:t>Опубликовать настоящее постановление в средствах массовой информации и разместить на официальном сайте администрации города Сорска.</w:t>
      </w:r>
    </w:p>
    <w:p w:rsidR="00C95F5A" w:rsidRPr="0072375D" w:rsidRDefault="00C95F5A" w:rsidP="00811007">
      <w:pPr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3.</w:t>
      </w:r>
      <w:r w:rsidRPr="0072375D">
        <w:rPr>
          <w:rFonts w:ascii="Times New Roman" w:hAnsi="Times New Roman" w:cs="Times New Roman"/>
          <w:sz w:val="25"/>
          <w:szCs w:val="25"/>
        </w:rPr>
        <w:t>Контроль за исполнением настоящего постановления возложить на заместителя главы муниципального образования по финансовым и экономическим вопросам.</w:t>
      </w:r>
    </w:p>
    <w:p w:rsidR="00C95F5A" w:rsidRDefault="00C95F5A" w:rsidP="0072375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5"/>
          <w:szCs w:val="25"/>
        </w:rPr>
      </w:pPr>
    </w:p>
    <w:p w:rsidR="00C95F5A" w:rsidRPr="0072375D" w:rsidRDefault="00C95F5A" w:rsidP="0072375D">
      <w:pPr>
        <w:pStyle w:val="ConsPlusNormal"/>
        <w:widowControl/>
        <w:ind w:firstLine="540"/>
        <w:jc w:val="both"/>
        <w:rPr>
          <w:sz w:val="25"/>
          <w:szCs w:val="25"/>
        </w:rPr>
      </w:pPr>
      <w:r w:rsidRPr="0072375D">
        <w:rPr>
          <w:rFonts w:ascii="Times New Roman" w:hAnsi="Times New Roman" w:cs="Times New Roman"/>
          <w:sz w:val="25"/>
          <w:szCs w:val="25"/>
        </w:rPr>
        <w:t xml:space="preserve">Глава города </w:t>
      </w:r>
      <w:bookmarkStart w:id="0" w:name="_GoBack"/>
      <w:bookmarkEnd w:id="0"/>
      <w:r>
        <w:rPr>
          <w:rFonts w:ascii="Times New Roman" w:hAnsi="Times New Roman" w:cs="Times New Roman"/>
          <w:sz w:val="25"/>
          <w:szCs w:val="25"/>
        </w:rPr>
        <w:t xml:space="preserve">                                                                                               В.Ф. Найденов</w:t>
      </w:r>
    </w:p>
    <w:sectPr w:rsidR="00C95F5A" w:rsidRPr="0072375D" w:rsidSect="00F7395D">
      <w:pgSz w:w="11906" w:h="16838"/>
      <w:pgMar w:top="397" w:right="851" w:bottom="1134" w:left="153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1914B5"/>
    <w:multiLevelType w:val="hybridMultilevel"/>
    <w:tmpl w:val="350EDECE"/>
    <w:lvl w:ilvl="0" w:tplc="D590B06E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1" w:tplc="C5B2D37E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hyphenationZone w:val="357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41E2B"/>
    <w:rsid w:val="00033715"/>
    <w:rsid w:val="00067827"/>
    <w:rsid w:val="00083304"/>
    <w:rsid w:val="000F42E9"/>
    <w:rsid w:val="00106612"/>
    <w:rsid w:val="00110F50"/>
    <w:rsid w:val="00135DB8"/>
    <w:rsid w:val="00144BDA"/>
    <w:rsid w:val="001574A6"/>
    <w:rsid w:val="00181B5A"/>
    <w:rsid w:val="00196C3D"/>
    <w:rsid w:val="001A4869"/>
    <w:rsid w:val="001A620A"/>
    <w:rsid w:val="001C4B76"/>
    <w:rsid w:val="001C6B38"/>
    <w:rsid w:val="001F2CC8"/>
    <w:rsid w:val="00205017"/>
    <w:rsid w:val="002A2387"/>
    <w:rsid w:val="002C78ED"/>
    <w:rsid w:val="00356011"/>
    <w:rsid w:val="00371EF0"/>
    <w:rsid w:val="003C4A73"/>
    <w:rsid w:val="003D1246"/>
    <w:rsid w:val="003D64D0"/>
    <w:rsid w:val="00426DD8"/>
    <w:rsid w:val="0046484F"/>
    <w:rsid w:val="00474BB4"/>
    <w:rsid w:val="004B7580"/>
    <w:rsid w:val="00557E22"/>
    <w:rsid w:val="005B51E4"/>
    <w:rsid w:val="005B7320"/>
    <w:rsid w:val="005D46F7"/>
    <w:rsid w:val="00622F15"/>
    <w:rsid w:val="00681E9A"/>
    <w:rsid w:val="00683FB9"/>
    <w:rsid w:val="006B5301"/>
    <w:rsid w:val="0072375D"/>
    <w:rsid w:val="00750A18"/>
    <w:rsid w:val="007A0893"/>
    <w:rsid w:val="007C574F"/>
    <w:rsid w:val="007C5935"/>
    <w:rsid w:val="007C65FE"/>
    <w:rsid w:val="00811007"/>
    <w:rsid w:val="00827C4F"/>
    <w:rsid w:val="008329E9"/>
    <w:rsid w:val="00832D56"/>
    <w:rsid w:val="00854B11"/>
    <w:rsid w:val="00862877"/>
    <w:rsid w:val="009124F0"/>
    <w:rsid w:val="009232F1"/>
    <w:rsid w:val="0093646A"/>
    <w:rsid w:val="00942ABE"/>
    <w:rsid w:val="009617C4"/>
    <w:rsid w:val="009A75FA"/>
    <w:rsid w:val="009B1542"/>
    <w:rsid w:val="009E5DB7"/>
    <w:rsid w:val="009F3C36"/>
    <w:rsid w:val="00A40344"/>
    <w:rsid w:val="00A42C32"/>
    <w:rsid w:val="00A54414"/>
    <w:rsid w:val="00AD52D6"/>
    <w:rsid w:val="00AE12EB"/>
    <w:rsid w:val="00B050A9"/>
    <w:rsid w:val="00B33672"/>
    <w:rsid w:val="00B51B8E"/>
    <w:rsid w:val="00B5492F"/>
    <w:rsid w:val="00BB376D"/>
    <w:rsid w:val="00BE489D"/>
    <w:rsid w:val="00C10054"/>
    <w:rsid w:val="00C262D4"/>
    <w:rsid w:val="00C95F5A"/>
    <w:rsid w:val="00CC1755"/>
    <w:rsid w:val="00CD2E31"/>
    <w:rsid w:val="00CD78D5"/>
    <w:rsid w:val="00D65351"/>
    <w:rsid w:val="00DB23CB"/>
    <w:rsid w:val="00DE7D2C"/>
    <w:rsid w:val="00E137F6"/>
    <w:rsid w:val="00E37B45"/>
    <w:rsid w:val="00E41E2B"/>
    <w:rsid w:val="00E820AC"/>
    <w:rsid w:val="00EC6AC5"/>
    <w:rsid w:val="00F221B8"/>
    <w:rsid w:val="00F7395D"/>
    <w:rsid w:val="00F96C31"/>
    <w:rsid w:val="00FB1BB8"/>
    <w:rsid w:val="00FD58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1E2B"/>
    <w:pPr>
      <w:suppressAutoHyphens/>
      <w:spacing w:after="200" w:line="276" w:lineRule="auto"/>
    </w:pPr>
    <w:rPr>
      <w:rFonts w:cs="Calibri"/>
      <w:lang w:eastAsia="ar-S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E41E2B"/>
    <w:pPr>
      <w:suppressAutoHyphens w:val="0"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uiPriority w:val="99"/>
    <w:rsid w:val="00E41E2B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ListParagraph">
    <w:name w:val="List Paragraph"/>
    <w:basedOn w:val="Normal"/>
    <w:uiPriority w:val="99"/>
    <w:qFormat/>
    <w:rsid w:val="00854B1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334</TotalTime>
  <Pages>1</Pages>
  <Words>383</Words>
  <Characters>2187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Люя</dc:creator>
  <cp:keywords/>
  <dc:description/>
  <cp:lastModifiedBy>Мунуслуги</cp:lastModifiedBy>
  <cp:revision>51</cp:revision>
  <cp:lastPrinted>2013-02-05T03:00:00Z</cp:lastPrinted>
  <dcterms:created xsi:type="dcterms:W3CDTF">2012-02-27T07:59:00Z</dcterms:created>
  <dcterms:modified xsi:type="dcterms:W3CDTF">2015-01-15T09:53:00Z</dcterms:modified>
</cp:coreProperties>
</file>