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73" w:rsidRPr="003D1246" w:rsidRDefault="00CC5673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CC5673" w:rsidRPr="003D1246" w:rsidRDefault="00CC5673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C5673" w:rsidRDefault="00CC5673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C5673" w:rsidRPr="003D1246" w:rsidRDefault="00CC5673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CC5673" w:rsidRDefault="00CC567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C5673" w:rsidRDefault="00CC567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C5673" w:rsidRPr="00862877" w:rsidRDefault="00CC567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C5673" w:rsidRDefault="00CC5673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C5673" w:rsidRPr="00862877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C5673" w:rsidRDefault="00CC567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C5673" w:rsidRDefault="00CC5673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C5673" w:rsidRPr="003D1246" w:rsidRDefault="00CC5673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C5673" w:rsidRPr="003D1246" w:rsidRDefault="00CC5673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5673" w:rsidRPr="003D1246" w:rsidRDefault="00CC5673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5673" w:rsidRDefault="00CC567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C5673" w:rsidRDefault="00CC567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CC5673" w:rsidRPr="001574A6" w:rsidRDefault="00CC567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C5673" w:rsidRDefault="00CC5673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C5673" w:rsidRPr="009B1542" w:rsidRDefault="00CC5673" w:rsidP="0018781A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 12.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№ 604-п</w:t>
      </w:r>
    </w:p>
    <w:p w:rsidR="00CC5673" w:rsidRDefault="00CC5673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CC5673" w:rsidRDefault="00CC5673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CC5673" w:rsidRDefault="00CC5673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 от 19.02.2014г. № 76-п</w:t>
      </w:r>
    </w:p>
    <w:p w:rsidR="00CC5673" w:rsidRDefault="00CC5673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«Об утверждении Планов финансово-хозяйственной</w:t>
      </w:r>
    </w:p>
    <w:p w:rsidR="00CC5673" w:rsidRDefault="00CC5673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деятельности муниципальных бюджетных </w:t>
      </w:r>
    </w:p>
    <w:p w:rsidR="00CC5673" w:rsidRDefault="00CC5673" w:rsidP="00D451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образовательных учреждений города Сорска на 2014 год» </w:t>
      </w:r>
    </w:p>
    <w:p w:rsidR="00CC5673" w:rsidRDefault="00CC567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CC5673" w:rsidRPr="00A54414" w:rsidRDefault="00CC567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статьей 24 Устава 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решением Совета депутатов города Сорска </w:t>
      </w:r>
      <w:r w:rsidRPr="00EE7D81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25585C">
        <w:rPr>
          <w:rFonts w:ascii="Times New Roman" w:hAnsi="Times New Roman" w:cs="Times New Roman"/>
          <w:sz w:val="26"/>
          <w:szCs w:val="26"/>
        </w:rPr>
        <w:t xml:space="preserve">.12.2013 г. № </w:t>
      </w:r>
      <w:r>
        <w:rPr>
          <w:rFonts w:ascii="Times New Roman" w:hAnsi="Times New Roman" w:cs="Times New Roman"/>
          <w:sz w:val="26"/>
          <w:szCs w:val="26"/>
        </w:rPr>
        <w:t>246</w:t>
      </w:r>
      <w:r w:rsidRPr="00EE7D81">
        <w:rPr>
          <w:rFonts w:ascii="Times New Roman" w:hAnsi="Times New Roman" w:cs="Times New Roman"/>
          <w:sz w:val="26"/>
          <w:szCs w:val="26"/>
        </w:rPr>
        <w:t xml:space="preserve"> 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2014 год и плановый период 2015-2016</w:t>
      </w:r>
      <w:r w:rsidRPr="00EE7D81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EE7D81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CC5673" w:rsidRPr="00B50D0C" w:rsidRDefault="00CC567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B50D0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B50D0C">
        <w:rPr>
          <w:rFonts w:ascii="Times New Roman" w:hAnsi="Times New Roman" w:cs="Times New Roman"/>
          <w:sz w:val="26"/>
          <w:szCs w:val="26"/>
        </w:rPr>
        <w:t>Внести в постановление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города Сорска от 19.02.2014г. № 76-п </w:t>
      </w:r>
      <w:r w:rsidRPr="00B50D0C">
        <w:rPr>
          <w:rFonts w:ascii="Times New Roman" w:hAnsi="Times New Roman" w:cs="Times New Roman"/>
          <w:sz w:val="26"/>
          <w:szCs w:val="26"/>
        </w:rPr>
        <w:t>«О</w:t>
      </w:r>
      <w:r>
        <w:rPr>
          <w:rFonts w:ascii="Times New Roman" w:hAnsi="Times New Roman" w:cs="Times New Roman"/>
          <w:sz w:val="26"/>
          <w:szCs w:val="26"/>
        </w:rPr>
        <w:t>б утверждении Планов финансово-</w:t>
      </w:r>
      <w:r w:rsidRPr="00B50D0C">
        <w:rPr>
          <w:rFonts w:ascii="Times New Roman" w:hAnsi="Times New Roman" w:cs="Times New Roman"/>
          <w:sz w:val="26"/>
          <w:szCs w:val="26"/>
        </w:rPr>
        <w:t xml:space="preserve">хозяйственной деятельности муниципальных  бюджетных образовательных </w:t>
      </w:r>
      <w:r>
        <w:rPr>
          <w:rFonts w:ascii="Times New Roman" w:hAnsi="Times New Roman" w:cs="Times New Roman"/>
          <w:sz w:val="26"/>
          <w:szCs w:val="26"/>
        </w:rPr>
        <w:t>учреждений города Сорска на 2014 год»</w:t>
      </w:r>
      <w:r w:rsidRPr="00B50D0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1).В приложении 1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«План финансово-хозяйствен</w:t>
      </w:r>
      <w:r>
        <w:rPr>
          <w:rFonts w:ascii="Times New Roman" w:hAnsi="Times New Roman" w:cs="Times New Roman"/>
          <w:sz w:val="26"/>
          <w:szCs w:val="26"/>
        </w:rPr>
        <w:t>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образовательного учреждения дополнительного образования детей «Дом детского творчества» города Сорска»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</w:t>
      </w:r>
      <w:r>
        <w:rPr>
          <w:rFonts w:ascii="Times New Roman" w:hAnsi="Times New Roman" w:cs="Times New Roman"/>
          <w:sz w:val="26"/>
          <w:szCs w:val="26"/>
        </w:rPr>
        <w:t xml:space="preserve"> изменить и изложить </w:t>
      </w:r>
      <w:r w:rsidRPr="00B50D0C">
        <w:rPr>
          <w:rFonts w:ascii="Times New Roman" w:hAnsi="Times New Roman" w:cs="Times New Roman"/>
          <w:sz w:val="26"/>
          <w:szCs w:val="26"/>
        </w:rPr>
        <w:t>в новой редакции, согласно приложению 1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2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общеобразовательного учреждения Сорская средняя общеобразовательная школа №1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</w:t>
      </w:r>
      <w:r>
        <w:rPr>
          <w:rFonts w:ascii="Times New Roman" w:hAnsi="Times New Roman" w:cs="Times New Roman"/>
          <w:sz w:val="26"/>
          <w:szCs w:val="26"/>
        </w:rPr>
        <w:t>учреждения» 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2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3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общеобразовательного учреждения Сорская основная общеобразовательная школа №2 имени Толстихиной Ю.Н.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</w:t>
      </w:r>
      <w:r>
        <w:rPr>
          <w:rFonts w:ascii="Times New Roman" w:hAnsi="Times New Roman" w:cs="Times New Roman"/>
          <w:sz w:val="26"/>
          <w:szCs w:val="26"/>
        </w:rPr>
        <w:t>учреждения» 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3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4 «План финансово-хозяйстве</w:t>
      </w:r>
      <w:r>
        <w:rPr>
          <w:rFonts w:ascii="Times New Roman" w:hAnsi="Times New Roman" w:cs="Times New Roman"/>
          <w:sz w:val="26"/>
          <w:szCs w:val="26"/>
        </w:rPr>
        <w:t>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образовательного учреждения «Сорская средняя общеобразовательная школа №3 с углубленным изучением отдельных предметов» города Сорска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</w:t>
      </w:r>
      <w:r>
        <w:rPr>
          <w:rFonts w:ascii="Times New Roman" w:hAnsi="Times New Roman" w:cs="Times New Roman"/>
          <w:sz w:val="26"/>
          <w:szCs w:val="26"/>
        </w:rPr>
        <w:t>иям и выплатам учреждения», 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4 к данному постановлению.</w:t>
      </w:r>
    </w:p>
    <w:p w:rsidR="00CC5673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5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детский сад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</w:rPr>
        <w:t xml:space="preserve">«Ручеек»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</w:rPr>
        <w:t xml:space="preserve">«Показатели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0D0C">
        <w:rPr>
          <w:rFonts w:ascii="Times New Roman" w:hAnsi="Times New Roman" w:cs="Times New Roman"/>
          <w:sz w:val="26"/>
          <w:szCs w:val="26"/>
        </w:rPr>
        <w:t>посту</w:t>
      </w:r>
      <w:r>
        <w:rPr>
          <w:rFonts w:ascii="Times New Roman" w:hAnsi="Times New Roman" w:cs="Times New Roman"/>
          <w:sz w:val="26"/>
          <w:szCs w:val="26"/>
        </w:rPr>
        <w:t xml:space="preserve">плениям  и  выплатам  учреждения» </w:t>
      </w:r>
    </w:p>
    <w:p w:rsidR="00CC5673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C5673" w:rsidRPr="00B50D0C" w:rsidRDefault="00CC5673" w:rsidP="003561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5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6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Центр развития ребенка детский сад «Солнышко»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</w:t>
      </w:r>
      <w:r>
        <w:rPr>
          <w:rFonts w:ascii="Times New Roman" w:hAnsi="Times New Roman" w:cs="Times New Roman"/>
          <w:sz w:val="26"/>
          <w:szCs w:val="26"/>
        </w:rPr>
        <w:t>чреждения» 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6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7 «План финансово-хозяйс</w:t>
      </w:r>
      <w:r>
        <w:rPr>
          <w:rFonts w:ascii="Times New Roman" w:hAnsi="Times New Roman" w:cs="Times New Roman"/>
          <w:sz w:val="26"/>
          <w:szCs w:val="26"/>
        </w:rPr>
        <w:t>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Центр развития ребенка «Детский сад «Голубок»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</w:t>
      </w:r>
      <w:r>
        <w:rPr>
          <w:rFonts w:ascii="Times New Roman" w:hAnsi="Times New Roman" w:cs="Times New Roman"/>
          <w:sz w:val="26"/>
          <w:szCs w:val="26"/>
        </w:rPr>
        <w:t>учреждения» изменить и изложить</w:t>
      </w:r>
      <w:r w:rsidRPr="00B50D0C">
        <w:rPr>
          <w:rFonts w:ascii="Times New Roman" w:hAnsi="Times New Roman" w:cs="Times New Roman"/>
          <w:sz w:val="26"/>
          <w:szCs w:val="26"/>
        </w:rPr>
        <w:t xml:space="preserve"> в новой редакции, согласно приложению 7 к данному постановлению.</w:t>
      </w:r>
    </w:p>
    <w:p w:rsidR="00CC5673" w:rsidRPr="00B50D0C" w:rsidRDefault="00CC5673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8).</w:t>
      </w:r>
      <w:r w:rsidRPr="00B50D0C">
        <w:rPr>
          <w:rFonts w:ascii="Times New Roman" w:hAnsi="Times New Roman" w:cs="Times New Roman"/>
          <w:sz w:val="26"/>
          <w:szCs w:val="26"/>
        </w:rPr>
        <w:t>В приложении 8 «План финансово-хо</w:t>
      </w:r>
      <w:r>
        <w:rPr>
          <w:rFonts w:ascii="Times New Roman" w:hAnsi="Times New Roman" w:cs="Times New Roman"/>
          <w:sz w:val="26"/>
          <w:szCs w:val="26"/>
        </w:rPr>
        <w:t>зяйственной деятельности на 2014</w:t>
      </w:r>
      <w:r w:rsidRPr="00B50D0C">
        <w:rPr>
          <w:rFonts w:ascii="Times New Roman" w:hAnsi="Times New Roman" w:cs="Times New Roman"/>
          <w:sz w:val="26"/>
          <w:szCs w:val="26"/>
        </w:rPr>
        <w:t xml:space="preserve"> год муниципального бюджетного дошкольного образовательного учреждения детский сад «Дюймовочка»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</w:t>
      </w:r>
      <w:r>
        <w:rPr>
          <w:rFonts w:ascii="Times New Roman" w:hAnsi="Times New Roman" w:cs="Times New Roman"/>
          <w:sz w:val="26"/>
          <w:szCs w:val="26"/>
        </w:rPr>
        <w:t xml:space="preserve"> и выплатам учреждения» изменить и изложить в новой редакции, согласно приложению 8 к данному постановлению.</w:t>
      </w:r>
    </w:p>
    <w:p w:rsidR="00CC5673" w:rsidRDefault="00CC5673" w:rsidP="00B131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2.Опубликовать н</w:t>
      </w:r>
      <w:r w:rsidRPr="00144BDA">
        <w:rPr>
          <w:rFonts w:ascii="Times New Roman" w:hAnsi="Times New Roman" w:cs="Times New Roman"/>
          <w:sz w:val="26"/>
          <w:szCs w:val="26"/>
        </w:rPr>
        <w:t>астоящее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 и</w:t>
      </w:r>
      <w:r w:rsidRPr="00144B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CC5673" w:rsidRPr="00144BDA" w:rsidRDefault="00CC5673" w:rsidP="00B131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</w:t>
      </w:r>
      <w:r w:rsidRPr="00144BDA">
        <w:rPr>
          <w:rFonts w:ascii="Times New Roman" w:hAnsi="Times New Roman" w:cs="Times New Roman"/>
          <w:sz w:val="26"/>
          <w:szCs w:val="26"/>
        </w:rPr>
        <w:t>и</w:t>
      </w:r>
      <w:r w:rsidRPr="00144BDA">
        <w:rPr>
          <w:rFonts w:ascii="Times New Roman" w:hAnsi="Times New Roman" w:cs="Times New Roman"/>
          <w:sz w:val="26"/>
          <w:szCs w:val="26"/>
        </w:rPr>
        <w:t xml:space="preserve">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CC5673" w:rsidRDefault="00CC5673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5673" w:rsidRDefault="00CC5673" w:rsidP="001160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C5673" w:rsidRDefault="00CC5673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5673" w:rsidRDefault="00CC5673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ab/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CC5673" w:rsidRDefault="00CC5673"/>
    <w:sectPr w:rsidR="00CC5673" w:rsidSect="000F7BDB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113E"/>
    <w:multiLevelType w:val="hybridMultilevel"/>
    <w:tmpl w:val="964676F0"/>
    <w:lvl w:ilvl="0" w:tplc="6BB8D2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DE9323F"/>
    <w:multiLevelType w:val="multilevel"/>
    <w:tmpl w:val="5618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555BCA"/>
    <w:multiLevelType w:val="hybridMultilevel"/>
    <w:tmpl w:val="5618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0534ED"/>
    <w:rsid w:val="000E7205"/>
    <w:rsid w:val="000F412D"/>
    <w:rsid w:val="000F7BDB"/>
    <w:rsid w:val="001160A7"/>
    <w:rsid w:val="0014063B"/>
    <w:rsid w:val="00144BDA"/>
    <w:rsid w:val="001574A6"/>
    <w:rsid w:val="0018281E"/>
    <w:rsid w:val="0018781A"/>
    <w:rsid w:val="00192FEE"/>
    <w:rsid w:val="001A280F"/>
    <w:rsid w:val="001F571E"/>
    <w:rsid w:val="00203D96"/>
    <w:rsid w:val="00210D60"/>
    <w:rsid w:val="00217340"/>
    <w:rsid w:val="0023489B"/>
    <w:rsid w:val="0025585C"/>
    <w:rsid w:val="00290E21"/>
    <w:rsid w:val="002F0E8C"/>
    <w:rsid w:val="003063F2"/>
    <w:rsid w:val="00340F37"/>
    <w:rsid w:val="00346467"/>
    <w:rsid w:val="0035611B"/>
    <w:rsid w:val="00356FB4"/>
    <w:rsid w:val="003C4A73"/>
    <w:rsid w:val="003D1246"/>
    <w:rsid w:val="0041347E"/>
    <w:rsid w:val="00437C27"/>
    <w:rsid w:val="00442256"/>
    <w:rsid w:val="0047077C"/>
    <w:rsid w:val="00493995"/>
    <w:rsid w:val="004B4A6B"/>
    <w:rsid w:val="004D7B5D"/>
    <w:rsid w:val="004E7440"/>
    <w:rsid w:val="00506962"/>
    <w:rsid w:val="0052650F"/>
    <w:rsid w:val="00527AD6"/>
    <w:rsid w:val="0055219E"/>
    <w:rsid w:val="005740EE"/>
    <w:rsid w:val="00577FE5"/>
    <w:rsid w:val="00585D4E"/>
    <w:rsid w:val="00593461"/>
    <w:rsid w:val="005A6C12"/>
    <w:rsid w:val="005B0E47"/>
    <w:rsid w:val="005D26FE"/>
    <w:rsid w:val="00605DF9"/>
    <w:rsid w:val="0061541B"/>
    <w:rsid w:val="00623D95"/>
    <w:rsid w:val="00656F2D"/>
    <w:rsid w:val="006E77C1"/>
    <w:rsid w:val="0070014E"/>
    <w:rsid w:val="00704979"/>
    <w:rsid w:val="00711419"/>
    <w:rsid w:val="007348B9"/>
    <w:rsid w:val="00750A18"/>
    <w:rsid w:val="007534B2"/>
    <w:rsid w:val="00776F06"/>
    <w:rsid w:val="007772B5"/>
    <w:rsid w:val="007861CE"/>
    <w:rsid w:val="00787C3D"/>
    <w:rsid w:val="007B1ACA"/>
    <w:rsid w:val="007C13D1"/>
    <w:rsid w:val="007E6372"/>
    <w:rsid w:val="007F06E1"/>
    <w:rsid w:val="007F6943"/>
    <w:rsid w:val="00841F4B"/>
    <w:rsid w:val="00862877"/>
    <w:rsid w:val="00892BCC"/>
    <w:rsid w:val="00897F13"/>
    <w:rsid w:val="00914BD8"/>
    <w:rsid w:val="009204D7"/>
    <w:rsid w:val="009746BE"/>
    <w:rsid w:val="0098489A"/>
    <w:rsid w:val="009900CB"/>
    <w:rsid w:val="009B1542"/>
    <w:rsid w:val="00A00B92"/>
    <w:rsid w:val="00A0613F"/>
    <w:rsid w:val="00A20EA5"/>
    <w:rsid w:val="00A26CD7"/>
    <w:rsid w:val="00A30D88"/>
    <w:rsid w:val="00A33841"/>
    <w:rsid w:val="00A51C4A"/>
    <w:rsid w:val="00A54414"/>
    <w:rsid w:val="00A63018"/>
    <w:rsid w:val="00A70B40"/>
    <w:rsid w:val="00A74F9D"/>
    <w:rsid w:val="00AD2C13"/>
    <w:rsid w:val="00AD7C3A"/>
    <w:rsid w:val="00B03433"/>
    <w:rsid w:val="00B04EAE"/>
    <w:rsid w:val="00B13170"/>
    <w:rsid w:val="00B23F51"/>
    <w:rsid w:val="00B24C8C"/>
    <w:rsid w:val="00B50D0C"/>
    <w:rsid w:val="00B5195B"/>
    <w:rsid w:val="00B5731C"/>
    <w:rsid w:val="00B603AB"/>
    <w:rsid w:val="00B9063F"/>
    <w:rsid w:val="00BA6E7A"/>
    <w:rsid w:val="00BD368E"/>
    <w:rsid w:val="00C32BF4"/>
    <w:rsid w:val="00C476CF"/>
    <w:rsid w:val="00C744C2"/>
    <w:rsid w:val="00CC2B3C"/>
    <w:rsid w:val="00CC5673"/>
    <w:rsid w:val="00CD6066"/>
    <w:rsid w:val="00CE3CE2"/>
    <w:rsid w:val="00D451C9"/>
    <w:rsid w:val="00D4639A"/>
    <w:rsid w:val="00D4699E"/>
    <w:rsid w:val="00D56538"/>
    <w:rsid w:val="00D6385F"/>
    <w:rsid w:val="00D773CC"/>
    <w:rsid w:val="00D8542B"/>
    <w:rsid w:val="00DA66B7"/>
    <w:rsid w:val="00DA6AE5"/>
    <w:rsid w:val="00DC2B25"/>
    <w:rsid w:val="00DF01F5"/>
    <w:rsid w:val="00DF383D"/>
    <w:rsid w:val="00E213CA"/>
    <w:rsid w:val="00E2553F"/>
    <w:rsid w:val="00E41E2B"/>
    <w:rsid w:val="00E82B83"/>
    <w:rsid w:val="00E8767D"/>
    <w:rsid w:val="00E96EF0"/>
    <w:rsid w:val="00EC0E23"/>
    <w:rsid w:val="00EE7D81"/>
    <w:rsid w:val="00F2499A"/>
    <w:rsid w:val="00F34F48"/>
    <w:rsid w:val="00F41664"/>
    <w:rsid w:val="00F446A0"/>
    <w:rsid w:val="00F547D1"/>
    <w:rsid w:val="00F72285"/>
    <w:rsid w:val="00F87D00"/>
    <w:rsid w:val="00F87F60"/>
    <w:rsid w:val="00F971E4"/>
    <w:rsid w:val="00FD1D7D"/>
    <w:rsid w:val="00FE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</TotalTime>
  <Pages>2</Pages>
  <Words>591</Words>
  <Characters>3370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84</cp:revision>
  <cp:lastPrinted>2015-01-12T01:57:00Z</cp:lastPrinted>
  <dcterms:created xsi:type="dcterms:W3CDTF">2012-08-24T03:38:00Z</dcterms:created>
  <dcterms:modified xsi:type="dcterms:W3CDTF">2015-01-15T09:48:00Z</dcterms:modified>
</cp:coreProperties>
</file>