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01D" w:rsidRPr="003D1246" w:rsidRDefault="005E601D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5E601D" w:rsidRPr="003D1246" w:rsidRDefault="005E601D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E601D" w:rsidRDefault="005E601D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E601D" w:rsidRPr="003D1246" w:rsidRDefault="005E601D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5E601D" w:rsidRDefault="005E601D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E601D" w:rsidRDefault="005E601D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E601D" w:rsidRPr="00862877" w:rsidRDefault="005E601D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E601D" w:rsidRDefault="005E601D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A556C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E601D" w:rsidRPr="00862877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E601D" w:rsidRDefault="005E601D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E601D" w:rsidRDefault="005E601D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E601D" w:rsidRPr="003D1246" w:rsidRDefault="005E601D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E601D" w:rsidRPr="003D1246" w:rsidRDefault="005E601D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601D" w:rsidRPr="003D1246" w:rsidRDefault="005E601D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601D" w:rsidRDefault="005E601D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E601D" w:rsidRDefault="005E601D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5E601D" w:rsidRPr="001574A6" w:rsidRDefault="005E601D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E601D" w:rsidRDefault="005E601D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E601D" w:rsidRPr="009B1542" w:rsidRDefault="005E601D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 12.  2014г.                                                                                         № 605-п</w:t>
      </w:r>
    </w:p>
    <w:p w:rsidR="005E601D" w:rsidRDefault="005E601D" w:rsidP="007C574F">
      <w:pPr>
        <w:pStyle w:val="NormalWeb"/>
        <w:spacing w:before="0" w:after="0"/>
        <w:ind w:firstLine="709"/>
        <w:jc w:val="both"/>
        <w:rPr>
          <w:sz w:val="26"/>
        </w:rPr>
      </w:pPr>
    </w:p>
    <w:p w:rsidR="005E601D" w:rsidRDefault="005E601D" w:rsidP="009E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>б утверждении муниципальных заданий на 2015 год</w:t>
      </w:r>
    </w:p>
    <w:p w:rsidR="005E601D" w:rsidRDefault="005E601D" w:rsidP="009E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оказание муниципальных услуг (выполнение работ)</w:t>
      </w:r>
    </w:p>
    <w:p w:rsidR="005E601D" w:rsidRDefault="005E601D" w:rsidP="009E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муниципальными бюджетными учреждениями</w:t>
      </w:r>
    </w:p>
    <w:p w:rsidR="005E601D" w:rsidRDefault="005E601D" w:rsidP="009E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муниципального образования город Сорск</w:t>
      </w:r>
    </w:p>
    <w:p w:rsidR="005E601D" w:rsidRPr="0072375D" w:rsidRDefault="005E601D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E601D" w:rsidRDefault="005E601D" w:rsidP="00D411F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 xml:space="preserve">В </w:t>
      </w:r>
      <w:r>
        <w:rPr>
          <w:rFonts w:ascii="Times New Roman" w:hAnsi="Times New Roman" w:cs="Times New Roman"/>
          <w:sz w:val="25"/>
          <w:szCs w:val="25"/>
        </w:rPr>
        <w:t>соответствии со статьей 69.2 Бюджетного кодекса Российской Федерации, Уставом муниципального образования город Сорск, постановлением администрации муниципального образования город Сорск от 10.10.2011 г. № 37-п. «Об утверждении Положения о формировании муниципального задания в отношении муниципальных учреждений муниципального образования г. Сорск и финансовом обеспечении выполнения муниципального задания»,</w:t>
      </w:r>
    </w:p>
    <w:p w:rsidR="005E601D" w:rsidRDefault="005E601D" w:rsidP="00217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</w:t>
      </w:r>
      <w:r w:rsidRPr="002179E8">
        <w:rPr>
          <w:rFonts w:ascii="Times New Roman" w:hAnsi="Times New Roman" w:cs="Times New Roman"/>
          <w:sz w:val="26"/>
          <w:szCs w:val="26"/>
        </w:rPr>
        <w:t>ВЛЯЕТ:</w:t>
      </w:r>
    </w:p>
    <w:p w:rsidR="005E601D" w:rsidRDefault="005E601D" w:rsidP="00217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1.Утвердить муниципальные задания на оказание муниципальных услуг (выполнение работ) на 2015 год в сфере образования для муниципальных бюджетных образовательных учреждений: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дополнительного образования детей «Дом детского творчества» города Сорска (приложение 1);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общеобразовательного учреждения Сорская средняя общеобразовательная школа №1 (приложение);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Сорская осно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ная общеобразовательная школа №2 имени Толстихиной Ю.Н. (приложение 3);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образовательного учреждения «Сорская сре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няя общеобразовательная школа №3 с углубленным изучением отдельных предм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тов» города Сорска (приложение 4);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«Ручеек» (приложение 5);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детский сад «Солнышко» (приложение 6);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-муниципального бюджетного дошкольного образовательного учреждения детский сад «Дюймовочка» (приложение 8).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средствах массовой информации и на официальном сайте администрации города Сорска.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настоящего постановления возложить на замест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теля главы города по социальным вопросам.</w:t>
      </w: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601D" w:rsidRDefault="005E601D" w:rsidP="0022062D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601D" w:rsidRPr="002179E8" w:rsidRDefault="005E601D" w:rsidP="00AF6B2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        В.Ф. Найденов</w:t>
      </w:r>
      <w:bookmarkStart w:id="0" w:name="_GoBack"/>
      <w:bookmarkEnd w:id="0"/>
    </w:p>
    <w:sectPr w:rsidR="005E601D" w:rsidRPr="002179E8" w:rsidSect="0072375D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67827"/>
    <w:rsid w:val="00083304"/>
    <w:rsid w:val="000F42E9"/>
    <w:rsid w:val="00110F50"/>
    <w:rsid w:val="00135DB8"/>
    <w:rsid w:val="00144BDA"/>
    <w:rsid w:val="001574A6"/>
    <w:rsid w:val="00196C3D"/>
    <w:rsid w:val="001A620A"/>
    <w:rsid w:val="001C4B76"/>
    <w:rsid w:val="001C6B38"/>
    <w:rsid w:val="001F2CC8"/>
    <w:rsid w:val="00205017"/>
    <w:rsid w:val="002179E8"/>
    <w:rsid w:val="0022062D"/>
    <w:rsid w:val="002A2387"/>
    <w:rsid w:val="002C78ED"/>
    <w:rsid w:val="00356011"/>
    <w:rsid w:val="00371EF0"/>
    <w:rsid w:val="003813FB"/>
    <w:rsid w:val="003C4A73"/>
    <w:rsid w:val="003D1246"/>
    <w:rsid w:val="003D64D0"/>
    <w:rsid w:val="00426DD8"/>
    <w:rsid w:val="00434B5F"/>
    <w:rsid w:val="0046484F"/>
    <w:rsid w:val="00474BB4"/>
    <w:rsid w:val="00557E22"/>
    <w:rsid w:val="0059770A"/>
    <w:rsid w:val="005B51E4"/>
    <w:rsid w:val="005B7320"/>
    <w:rsid w:val="005D46F7"/>
    <w:rsid w:val="005E601D"/>
    <w:rsid w:val="00683FB9"/>
    <w:rsid w:val="006B5301"/>
    <w:rsid w:val="0070213B"/>
    <w:rsid w:val="0072375D"/>
    <w:rsid w:val="00750A18"/>
    <w:rsid w:val="00776458"/>
    <w:rsid w:val="007A0893"/>
    <w:rsid w:val="007C574F"/>
    <w:rsid w:val="007C5935"/>
    <w:rsid w:val="007C65FE"/>
    <w:rsid w:val="00827C4F"/>
    <w:rsid w:val="008329E9"/>
    <w:rsid w:val="00832D56"/>
    <w:rsid w:val="0085315F"/>
    <w:rsid w:val="00854B11"/>
    <w:rsid w:val="00862877"/>
    <w:rsid w:val="008D5165"/>
    <w:rsid w:val="009124F0"/>
    <w:rsid w:val="009232F1"/>
    <w:rsid w:val="00942ABE"/>
    <w:rsid w:val="009A75FA"/>
    <w:rsid w:val="009B1542"/>
    <w:rsid w:val="009E56DA"/>
    <w:rsid w:val="009F3C36"/>
    <w:rsid w:val="00A40344"/>
    <w:rsid w:val="00A42C32"/>
    <w:rsid w:val="00A54414"/>
    <w:rsid w:val="00A556C3"/>
    <w:rsid w:val="00AB1008"/>
    <w:rsid w:val="00AD52D6"/>
    <w:rsid w:val="00AE12EB"/>
    <w:rsid w:val="00AF6B23"/>
    <w:rsid w:val="00B050A9"/>
    <w:rsid w:val="00B33672"/>
    <w:rsid w:val="00B51B8E"/>
    <w:rsid w:val="00B5492F"/>
    <w:rsid w:val="00BB376D"/>
    <w:rsid w:val="00BE489D"/>
    <w:rsid w:val="00C262D4"/>
    <w:rsid w:val="00CD2E31"/>
    <w:rsid w:val="00CD78D5"/>
    <w:rsid w:val="00D411FE"/>
    <w:rsid w:val="00D65351"/>
    <w:rsid w:val="00DB23CB"/>
    <w:rsid w:val="00DC48DA"/>
    <w:rsid w:val="00DE7D2C"/>
    <w:rsid w:val="00E137F6"/>
    <w:rsid w:val="00E37B45"/>
    <w:rsid w:val="00E41E2B"/>
    <w:rsid w:val="00EC6AC5"/>
    <w:rsid w:val="00F96C31"/>
    <w:rsid w:val="00FC4C65"/>
    <w:rsid w:val="00FD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352</TotalTime>
  <Pages>1</Pages>
  <Words>346</Words>
  <Characters>1973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54</cp:revision>
  <cp:lastPrinted>2013-02-05T03:00:00Z</cp:lastPrinted>
  <dcterms:created xsi:type="dcterms:W3CDTF">2012-02-27T07:59:00Z</dcterms:created>
  <dcterms:modified xsi:type="dcterms:W3CDTF">2015-01-15T09:34:00Z</dcterms:modified>
</cp:coreProperties>
</file>