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A83" w:rsidRPr="002307F3" w:rsidRDefault="00436A83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436A83" w:rsidRPr="002307F3" w:rsidRDefault="00436A83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</w:p>
    <w:p w:rsidR="00436A83" w:rsidRDefault="00436A83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436A83" w:rsidRDefault="00436A83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436A83" w:rsidRDefault="00436A83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____________В.Ф. Найденов</w:t>
      </w:r>
    </w:p>
    <w:p w:rsidR="00436A83" w:rsidRPr="002307F3" w:rsidRDefault="00436A83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08 июля 2014г.</w:t>
      </w:r>
    </w:p>
    <w:p w:rsidR="00436A83" w:rsidRDefault="00436A83" w:rsidP="000671FE">
      <w:pPr>
        <w:jc w:val="center"/>
        <w:rPr>
          <w:b/>
          <w:sz w:val="26"/>
          <w:szCs w:val="26"/>
        </w:rPr>
      </w:pPr>
    </w:p>
    <w:p w:rsidR="00436A83" w:rsidRDefault="00436A83" w:rsidP="000671FE">
      <w:pPr>
        <w:jc w:val="center"/>
        <w:rPr>
          <w:b/>
          <w:sz w:val="26"/>
          <w:szCs w:val="26"/>
        </w:rPr>
      </w:pPr>
    </w:p>
    <w:p w:rsidR="00436A83" w:rsidRPr="002307F3" w:rsidRDefault="00436A83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436A83" w:rsidRDefault="00436A83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436A83" w:rsidRDefault="00436A83" w:rsidP="000671FE">
      <w:pPr>
        <w:jc w:val="center"/>
        <w:rPr>
          <w:b/>
          <w:sz w:val="26"/>
          <w:szCs w:val="26"/>
        </w:rPr>
      </w:pPr>
    </w:p>
    <w:p w:rsidR="00436A83" w:rsidRDefault="00436A83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436A83" w:rsidRDefault="00436A83" w:rsidP="000671FE">
      <w:pPr>
        <w:jc w:val="both"/>
        <w:rPr>
          <w:sz w:val="26"/>
          <w:szCs w:val="26"/>
        </w:rPr>
      </w:pPr>
    </w:p>
    <w:p w:rsidR="00436A83" w:rsidRPr="00E541C9" w:rsidRDefault="00436A83" w:rsidP="00B000EE">
      <w:pPr>
        <w:jc w:val="both"/>
        <w:rPr>
          <w:sz w:val="26"/>
          <w:szCs w:val="26"/>
        </w:rPr>
      </w:pPr>
      <w:r>
        <w:rPr>
          <w:sz w:val="26"/>
          <w:szCs w:val="26"/>
        </w:rPr>
        <w:t>08 июля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436A83" w:rsidRPr="00E541C9" w:rsidRDefault="00436A83" w:rsidP="000671FE">
      <w:pPr>
        <w:jc w:val="both"/>
        <w:rPr>
          <w:sz w:val="26"/>
          <w:szCs w:val="26"/>
        </w:rPr>
      </w:pPr>
    </w:p>
    <w:p w:rsidR="00436A83" w:rsidRPr="00E541C9" w:rsidRDefault="00436A83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436A83" w:rsidRPr="00E541C9" w:rsidRDefault="00436A83" w:rsidP="000671FE">
      <w:pPr>
        <w:jc w:val="both"/>
        <w:rPr>
          <w:sz w:val="26"/>
          <w:szCs w:val="26"/>
        </w:rPr>
      </w:pPr>
    </w:p>
    <w:p w:rsidR="00436A83" w:rsidRDefault="00436A83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436A83" w:rsidRPr="00E541C9" w:rsidRDefault="00436A83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436A83" w:rsidRDefault="00436A83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436A83" w:rsidRDefault="00436A83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36A83" w:rsidRDefault="00436A83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436A83" w:rsidRDefault="00436A83" w:rsidP="000671FE">
      <w:pPr>
        <w:ind w:left="360" w:firstLine="180"/>
        <w:jc w:val="both"/>
        <w:rPr>
          <w:sz w:val="26"/>
          <w:szCs w:val="26"/>
        </w:rPr>
      </w:pPr>
    </w:p>
    <w:p w:rsidR="00436A83" w:rsidRPr="00E541C9" w:rsidRDefault="00436A83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436A83" w:rsidRDefault="00436A83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100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ч. 3 ст. 49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436A83" w:rsidRDefault="00436A83" w:rsidP="00C7604F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103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436A83" w:rsidRDefault="00436A83" w:rsidP="00C7604F">
      <w:pPr>
        <w:tabs>
          <w:tab w:val="left" w:pos="900"/>
        </w:tabs>
        <w:jc w:val="both"/>
        <w:rPr>
          <w:sz w:val="26"/>
          <w:szCs w:val="26"/>
        </w:rPr>
      </w:pPr>
    </w:p>
    <w:p w:rsidR="00436A83" w:rsidRDefault="00436A83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36A83" w:rsidRDefault="00436A83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36A83" w:rsidRPr="00E541C9" w:rsidRDefault="00436A83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436A83" w:rsidRPr="000671FE" w:rsidRDefault="00436A83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О.В. Канаева</w:t>
      </w:r>
    </w:p>
    <w:sectPr w:rsidR="00436A83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2494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76AC"/>
    <w:rsid w:val="00122AA6"/>
    <w:rsid w:val="00122E13"/>
    <w:rsid w:val="00124E84"/>
    <w:rsid w:val="001267DA"/>
    <w:rsid w:val="0013161E"/>
    <w:rsid w:val="00140929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A370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0973"/>
    <w:rsid w:val="00243FA5"/>
    <w:rsid w:val="0025282C"/>
    <w:rsid w:val="002727B1"/>
    <w:rsid w:val="002861CA"/>
    <w:rsid w:val="0029005C"/>
    <w:rsid w:val="002969CD"/>
    <w:rsid w:val="002A546E"/>
    <w:rsid w:val="002A5832"/>
    <w:rsid w:val="002A6881"/>
    <w:rsid w:val="002A73F9"/>
    <w:rsid w:val="002B0985"/>
    <w:rsid w:val="002B0AA2"/>
    <w:rsid w:val="002B6257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059"/>
    <w:rsid w:val="00321943"/>
    <w:rsid w:val="003221EA"/>
    <w:rsid w:val="003272AB"/>
    <w:rsid w:val="00343352"/>
    <w:rsid w:val="00356BA0"/>
    <w:rsid w:val="003614AB"/>
    <w:rsid w:val="00361BD0"/>
    <w:rsid w:val="003910EE"/>
    <w:rsid w:val="003A2F89"/>
    <w:rsid w:val="003A7939"/>
    <w:rsid w:val="003B0523"/>
    <w:rsid w:val="003B5350"/>
    <w:rsid w:val="003C513F"/>
    <w:rsid w:val="003D6227"/>
    <w:rsid w:val="003F199D"/>
    <w:rsid w:val="003F36D3"/>
    <w:rsid w:val="00413E0B"/>
    <w:rsid w:val="00414F88"/>
    <w:rsid w:val="00416ADF"/>
    <w:rsid w:val="00421BCD"/>
    <w:rsid w:val="00436189"/>
    <w:rsid w:val="00436A83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77FE8"/>
    <w:rsid w:val="004818CE"/>
    <w:rsid w:val="00485F3C"/>
    <w:rsid w:val="00487686"/>
    <w:rsid w:val="004A0B88"/>
    <w:rsid w:val="004A6C99"/>
    <w:rsid w:val="004B01C1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37FF4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623704"/>
    <w:rsid w:val="00631778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A1095"/>
    <w:rsid w:val="006D5016"/>
    <w:rsid w:val="006E04B8"/>
    <w:rsid w:val="006F0D7B"/>
    <w:rsid w:val="006F4121"/>
    <w:rsid w:val="006F5FA8"/>
    <w:rsid w:val="0070473C"/>
    <w:rsid w:val="00707285"/>
    <w:rsid w:val="0071253D"/>
    <w:rsid w:val="0071549A"/>
    <w:rsid w:val="00715FCE"/>
    <w:rsid w:val="00732959"/>
    <w:rsid w:val="007416E8"/>
    <w:rsid w:val="00741DAA"/>
    <w:rsid w:val="00743C04"/>
    <w:rsid w:val="007554A4"/>
    <w:rsid w:val="00756445"/>
    <w:rsid w:val="00756659"/>
    <w:rsid w:val="00764D53"/>
    <w:rsid w:val="00770FB0"/>
    <w:rsid w:val="00773C14"/>
    <w:rsid w:val="007740D7"/>
    <w:rsid w:val="007800B5"/>
    <w:rsid w:val="00780691"/>
    <w:rsid w:val="007826B8"/>
    <w:rsid w:val="007924D4"/>
    <w:rsid w:val="00796926"/>
    <w:rsid w:val="007A5297"/>
    <w:rsid w:val="007A74FF"/>
    <w:rsid w:val="007B5A8D"/>
    <w:rsid w:val="007C4273"/>
    <w:rsid w:val="007C4A5C"/>
    <w:rsid w:val="007D1989"/>
    <w:rsid w:val="007D40FB"/>
    <w:rsid w:val="007E0949"/>
    <w:rsid w:val="007F0289"/>
    <w:rsid w:val="007F6B33"/>
    <w:rsid w:val="007F6EDD"/>
    <w:rsid w:val="0080728E"/>
    <w:rsid w:val="00812AE3"/>
    <w:rsid w:val="00822E3A"/>
    <w:rsid w:val="0082471C"/>
    <w:rsid w:val="00842CAB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E251C"/>
    <w:rsid w:val="008F5A21"/>
    <w:rsid w:val="00915C6F"/>
    <w:rsid w:val="00926E74"/>
    <w:rsid w:val="00944279"/>
    <w:rsid w:val="00965DE7"/>
    <w:rsid w:val="00967DBF"/>
    <w:rsid w:val="009700A8"/>
    <w:rsid w:val="009816F7"/>
    <w:rsid w:val="00984DA0"/>
    <w:rsid w:val="0098676F"/>
    <w:rsid w:val="0099359B"/>
    <w:rsid w:val="009A2401"/>
    <w:rsid w:val="009B61B2"/>
    <w:rsid w:val="009C1AD2"/>
    <w:rsid w:val="009C781F"/>
    <w:rsid w:val="009E2188"/>
    <w:rsid w:val="009E4E94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3746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C5B56"/>
    <w:rsid w:val="00AD132A"/>
    <w:rsid w:val="00AD76F6"/>
    <w:rsid w:val="00AE18B5"/>
    <w:rsid w:val="00AE2966"/>
    <w:rsid w:val="00AE39B3"/>
    <w:rsid w:val="00AE4830"/>
    <w:rsid w:val="00AE6F32"/>
    <w:rsid w:val="00AF2477"/>
    <w:rsid w:val="00AF2A06"/>
    <w:rsid w:val="00AF4FAB"/>
    <w:rsid w:val="00B000EE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1FA2"/>
    <w:rsid w:val="00B72FCC"/>
    <w:rsid w:val="00B804C1"/>
    <w:rsid w:val="00B8569C"/>
    <w:rsid w:val="00B86FAE"/>
    <w:rsid w:val="00BA265D"/>
    <w:rsid w:val="00BA2BA6"/>
    <w:rsid w:val="00BA720D"/>
    <w:rsid w:val="00BB234D"/>
    <w:rsid w:val="00BD4EB9"/>
    <w:rsid w:val="00BF7162"/>
    <w:rsid w:val="00C003BE"/>
    <w:rsid w:val="00C03B03"/>
    <w:rsid w:val="00C14F1C"/>
    <w:rsid w:val="00C15E9B"/>
    <w:rsid w:val="00C1661C"/>
    <w:rsid w:val="00C209DC"/>
    <w:rsid w:val="00C21D9A"/>
    <w:rsid w:val="00C247E2"/>
    <w:rsid w:val="00C308FE"/>
    <w:rsid w:val="00C34A84"/>
    <w:rsid w:val="00C35A1E"/>
    <w:rsid w:val="00C35E0A"/>
    <w:rsid w:val="00C36CD1"/>
    <w:rsid w:val="00C65A66"/>
    <w:rsid w:val="00C7604F"/>
    <w:rsid w:val="00C76533"/>
    <w:rsid w:val="00C844BF"/>
    <w:rsid w:val="00C868DE"/>
    <w:rsid w:val="00CB0B8B"/>
    <w:rsid w:val="00CB20C4"/>
    <w:rsid w:val="00CB3A27"/>
    <w:rsid w:val="00CB510B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3D5E"/>
    <w:rsid w:val="00DE7D8E"/>
    <w:rsid w:val="00DF166D"/>
    <w:rsid w:val="00DF1E3E"/>
    <w:rsid w:val="00E046EC"/>
    <w:rsid w:val="00E21821"/>
    <w:rsid w:val="00E22F04"/>
    <w:rsid w:val="00E23DEA"/>
    <w:rsid w:val="00E30247"/>
    <w:rsid w:val="00E51FA0"/>
    <w:rsid w:val="00E541C9"/>
    <w:rsid w:val="00E62B9B"/>
    <w:rsid w:val="00E63D1E"/>
    <w:rsid w:val="00E64E8F"/>
    <w:rsid w:val="00E7552C"/>
    <w:rsid w:val="00E77DA5"/>
    <w:rsid w:val="00E8660B"/>
    <w:rsid w:val="00E87076"/>
    <w:rsid w:val="00E91363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111BE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47E7D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1174</TotalTime>
  <Pages>1</Pages>
  <Words>168</Words>
  <Characters>962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96</cp:revision>
  <cp:lastPrinted>2014-07-10T04:07:00Z</cp:lastPrinted>
  <dcterms:created xsi:type="dcterms:W3CDTF">2012-06-16T11:10:00Z</dcterms:created>
  <dcterms:modified xsi:type="dcterms:W3CDTF">2014-10-31T02:51:00Z</dcterms:modified>
</cp:coreProperties>
</file>