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AD8" w:rsidRDefault="004B3AD8" w:rsidP="00780A6F">
      <w:pPr>
        <w:tabs>
          <w:tab w:val="left" w:pos="540"/>
        </w:tabs>
        <w:ind w:left="5760"/>
        <w:jc w:val="center"/>
        <w:rPr>
          <w:sz w:val="26"/>
          <w:szCs w:val="26"/>
        </w:rPr>
      </w:pPr>
      <w:r>
        <w:rPr>
          <w:sz w:val="26"/>
          <w:szCs w:val="26"/>
        </w:rPr>
        <w:t>УТВЕРЖДАЮ</w:t>
      </w:r>
    </w:p>
    <w:p w:rsidR="004B3AD8" w:rsidRDefault="004B3AD8" w:rsidP="00780A6F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и.о. председателя</w:t>
      </w:r>
    </w:p>
    <w:p w:rsidR="004B3AD8" w:rsidRDefault="004B3AD8" w:rsidP="00780A6F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административной комиссии</w:t>
      </w:r>
    </w:p>
    <w:p w:rsidR="004B3AD8" w:rsidRDefault="004B3AD8" w:rsidP="00780A6F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г. Сорска</w:t>
      </w:r>
    </w:p>
    <w:p w:rsidR="004B3AD8" w:rsidRDefault="004B3AD8" w:rsidP="00780A6F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____________О.В. Шлапунова</w:t>
      </w:r>
    </w:p>
    <w:p w:rsidR="004B3AD8" w:rsidRDefault="004B3AD8" w:rsidP="00780A6F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19 августа 2014г.</w:t>
      </w:r>
    </w:p>
    <w:p w:rsidR="004B3AD8" w:rsidRDefault="004B3AD8" w:rsidP="00780A6F">
      <w:pPr>
        <w:jc w:val="center"/>
        <w:rPr>
          <w:b/>
          <w:sz w:val="26"/>
          <w:szCs w:val="26"/>
        </w:rPr>
      </w:pPr>
    </w:p>
    <w:p w:rsidR="004B3AD8" w:rsidRDefault="004B3AD8" w:rsidP="00780A6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ПОВЕСТКА</w:t>
      </w:r>
    </w:p>
    <w:p w:rsidR="004B3AD8" w:rsidRDefault="004B3AD8" w:rsidP="00780A6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 административной комиссии г. Сорска</w:t>
      </w:r>
    </w:p>
    <w:p w:rsidR="004B3AD8" w:rsidRDefault="004B3AD8" w:rsidP="00780A6F">
      <w:pPr>
        <w:jc w:val="center"/>
        <w:rPr>
          <w:b/>
          <w:sz w:val="26"/>
          <w:szCs w:val="26"/>
        </w:rPr>
      </w:pPr>
    </w:p>
    <w:p w:rsidR="004B3AD8" w:rsidRDefault="004B3AD8" w:rsidP="00780A6F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г. Сорск</w:t>
      </w:r>
    </w:p>
    <w:p w:rsidR="004B3AD8" w:rsidRDefault="004B3AD8" w:rsidP="00780A6F">
      <w:pPr>
        <w:jc w:val="both"/>
        <w:rPr>
          <w:sz w:val="26"/>
          <w:szCs w:val="26"/>
        </w:rPr>
      </w:pPr>
    </w:p>
    <w:p w:rsidR="004B3AD8" w:rsidRDefault="004B3AD8" w:rsidP="00780A6F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19 августа 2014 года                                                                 14 часов 00 минут</w:t>
      </w:r>
    </w:p>
    <w:p w:rsidR="004B3AD8" w:rsidRDefault="004B3AD8" w:rsidP="00780A6F">
      <w:pPr>
        <w:jc w:val="both"/>
        <w:rPr>
          <w:sz w:val="26"/>
          <w:szCs w:val="26"/>
        </w:rPr>
      </w:pPr>
    </w:p>
    <w:p w:rsidR="004B3AD8" w:rsidRDefault="004B3AD8" w:rsidP="00780A6F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Место проведения заседания административной комиссии г. Сорска: г. Сорск, ул. Кирова, 3, конференц-зал.</w:t>
      </w:r>
    </w:p>
    <w:p w:rsidR="004B3AD8" w:rsidRDefault="004B3AD8" w:rsidP="00780A6F">
      <w:pPr>
        <w:jc w:val="both"/>
        <w:rPr>
          <w:sz w:val="26"/>
          <w:szCs w:val="26"/>
        </w:rPr>
      </w:pPr>
    </w:p>
    <w:p w:rsidR="004B3AD8" w:rsidRDefault="004B3AD8" w:rsidP="00780A6F">
      <w:pPr>
        <w:tabs>
          <w:tab w:val="left" w:pos="54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Приглашены: все члены состава административной комиссии г. Сорска.</w:t>
      </w:r>
    </w:p>
    <w:p w:rsidR="004B3AD8" w:rsidRDefault="004B3AD8" w:rsidP="00780A6F">
      <w:pPr>
        <w:tabs>
          <w:tab w:val="left" w:pos="540"/>
        </w:tabs>
        <w:jc w:val="both"/>
        <w:rPr>
          <w:sz w:val="26"/>
          <w:szCs w:val="26"/>
        </w:rPr>
      </w:pPr>
    </w:p>
    <w:p w:rsidR="004B3AD8" w:rsidRDefault="004B3AD8" w:rsidP="00780A6F">
      <w:pPr>
        <w:tabs>
          <w:tab w:val="left" w:pos="540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Лица, привлекаемые к административной ответственности:</w:t>
      </w:r>
    </w:p>
    <w:p w:rsidR="004B3AD8" w:rsidRDefault="004B3AD8" w:rsidP="00780A6F">
      <w:pPr>
        <w:numPr>
          <w:ilvl w:val="0"/>
          <w:numId w:val="8"/>
        </w:numPr>
        <w:tabs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4B3AD8" w:rsidRDefault="004B3AD8" w:rsidP="00780A6F">
      <w:pPr>
        <w:numPr>
          <w:ilvl w:val="0"/>
          <w:numId w:val="8"/>
        </w:numPr>
        <w:tabs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4B3AD8" w:rsidRDefault="004B3AD8" w:rsidP="00780A6F">
      <w:pPr>
        <w:numPr>
          <w:ilvl w:val="0"/>
          <w:numId w:val="8"/>
        </w:numPr>
        <w:tabs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4B3AD8" w:rsidRDefault="004B3AD8" w:rsidP="00780A6F">
      <w:pPr>
        <w:numPr>
          <w:ilvl w:val="0"/>
          <w:numId w:val="8"/>
        </w:numPr>
        <w:tabs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4B3AD8" w:rsidRDefault="004B3AD8" w:rsidP="00780A6F">
      <w:pPr>
        <w:numPr>
          <w:ilvl w:val="0"/>
          <w:numId w:val="8"/>
        </w:numPr>
        <w:tabs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4B3AD8" w:rsidRDefault="004B3AD8" w:rsidP="00780A6F">
      <w:pPr>
        <w:numPr>
          <w:ilvl w:val="0"/>
          <w:numId w:val="8"/>
        </w:numPr>
        <w:tabs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4B3AD8" w:rsidRDefault="004B3AD8" w:rsidP="00780A6F">
      <w:pPr>
        <w:numPr>
          <w:ilvl w:val="0"/>
          <w:numId w:val="8"/>
        </w:numPr>
        <w:tabs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4B3AD8" w:rsidRDefault="004B3AD8" w:rsidP="00780A6F">
      <w:pPr>
        <w:numPr>
          <w:ilvl w:val="0"/>
          <w:numId w:val="8"/>
        </w:numPr>
        <w:tabs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4B3AD8" w:rsidRDefault="004B3AD8" w:rsidP="00780A6F">
      <w:pPr>
        <w:numPr>
          <w:ilvl w:val="0"/>
          <w:numId w:val="8"/>
        </w:numPr>
        <w:tabs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4B3AD8" w:rsidRDefault="004B3AD8" w:rsidP="00780A6F">
      <w:pPr>
        <w:numPr>
          <w:ilvl w:val="0"/>
          <w:numId w:val="8"/>
        </w:numPr>
        <w:tabs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4B3AD8" w:rsidRDefault="004B3AD8" w:rsidP="00780A6F">
      <w:pPr>
        <w:numPr>
          <w:ilvl w:val="0"/>
          <w:numId w:val="8"/>
        </w:numPr>
        <w:tabs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4B3AD8" w:rsidRDefault="004B3AD8" w:rsidP="00780A6F">
      <w:pPr>
        <w:numPr>
          <w:ilvl w:val="0"/>
          <w:numId w:val="8"/>
        </w:numPr>
        <w:tabs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4B3AD8" w:rsidRDefault="004B3AD8" w:rsidP="00780A6F">
      <w:pPr>
        <w:numPr>
          <w:ilvl w:val="0"/>
          <w:numId w:val="8"/>
        </w:numPr>
        <w:tabs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4B3AD8" w:rsidRDefault="004B3AD8" w:rsidP="00780A6F">
      <w:pPr>
        <w:numPr>
          <w:ilvl w:val="0"/>
          <w:numId w:val="8"/>
        </w:numPr>
        <w:tabs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ХХХ.</w:t>
      </w:r>
    </w:p>
    <w:p w:rsidR="004B3AD8" w:rsidRDefault="004B3AD8" w:rsidP="00780A6F">
      <w:pPr>
        <w:ind w:left="360" w:firstLine="180"/>
        <w:jc w:val="both"/>
        <w:rPr>
          <w:sz w:val="26"/>
          <w:szCs w:val="26"/>
        </w:rPr>
      </w:pPr>
    </w:p>
    <w:p w:rsidR="004B3AD8" w:rsidRDefault="004B3AD8" w:rsidP="00780A6F">
      <w:pPr>
        <w:ind w:left="360" w:firstLine="180"/>
        <w:jc w:val="both"/>
        <w:rPr>
          <w:sz w:val="26"/>
          <w:szCs w:val="26"/>
        </w:rPr>
      </w:pPr>
      <w:r>
        <w:rPr>
          <w:sz w:val="26"/>
          <w:szCs w:val="26"/>
        </w:rPr>
        <w:t>Вопросы, поставленные на разрешение административной комиссии г. Сорска:</w:t>
      </w:r>
    </w:p>
    <w:p w:rsidR="004B3AD8" w:rsidRDefault="004B3AD8" w:rsidP="00780A6F">
      <w:pPr>
        <w:numPr>
          <w:ilvl w:val="0"/>
          <w:numId w:val="9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рассмотрение административного материала № 104/2014г. об административном правонарушении по ч. 2 ст. 50 Закона Республики Хакасия от 17.12.2008 г. № 91-ЗРХ «Об административных правонарушениях» в отношении   ХХХ;</w:t>
      </w:r>
    </w:p>
    <w:p w:rsidR="004B3AD8" w:rsidRDefault="004B3AD8" w:rsidP="00780A6F">
      <w:pPr>
        <w:numPr>
          <w:ilvl w:val="0"/>
          <w:numId w:val="9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рассмотрение административного материала № 105/2014г. об административном правонарушении по ч. 2 ст. 50 Закона Республики Хакасия от 17.12.2008 г. № 91-ЗРХ «Об административных правонарушениях» в отношении   ХХХ;</w:t>
      </w:r>
    </w:p>
    <w:p w:rsidR="004B3AD8" w:rsidRDefault="004B3AD8" w:rsidP="00787A7C">
      <w:pPr>
        <w:numPr>
          <w:ilvl w:val="0"/>
          <w:numId w:val="9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рассмотрение административного материала № 106/2014г. об административном правонарушении по ч. 3 ст. 49 Закона Республики Хакасия от 17.12.2008 г. № 91-ЗРХ «Об административных правонарушениях» в отношении   ХХХ;</w:t>
      </w:r>
    </w:p>
    <w:p w:rsidR="004B3AD8" w:rsidRDefault="004B3AD8" w:rsidP="00787A7C">
      <w:pPr>
        <w:tabs>
          <w:tab w:val="left" w:pos="90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4. рассмотрение административного материала № 107/2014г. об административном правонарушении по ч. 2 ст. 50 Закона Республики Хакасия от 17.12.2008 г. № 91-ЗРХ «Об административных правонарушениях» в отношении   ХХХ;</w:t>
      </w:r>
    </w:p>
    <w:p w:rsidR="004B3AD8" w:rsidRDefault="004B3AD8" w:rsidP="009F7A14">
      <w:pPr>
        <w:tabs>
          <w:tab w:val="left" w:pos="90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</w:p>
    <w:p w:rsidR="004B3AD8" w:rsidRDefault="004B3AD8" w:rsidP="00D84978">
      <w:pPr>
        <w:tabs>
          <w:tab w:val="left" w:pos="90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5. рассмотрение административного материала № 108/2014г. об административном правонарушении по ч. 2 ст. 50 Закона Республики Хакасия от 17.12.2008 г. № 91-ЗРХ «Об административных правонарушениях» в отношении   ХХХ;</w:t>
      </w:r>
    </w:p>
    <w:p w:rsidR="004B3AD8" w:rsidRDefault="004B3AD8" w:rsidP="009F7A14">
      <w:pPr>
        <w:tabs>
          <w:tab w:val="left" w:pos="90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6. рассмотрение административного материала № 109/2014г. об административном правонарушении по п. 1 ст. 74 Закона Республики Хакасия от     17.12.2008 г. № 91-ЗРХ «Об административных правонарушениях» в отношении   ХХХ;</w:t>
      </w:r>
    </w:p>
    <w:p w:rsidR="004B3AD8" w:rsidRDefault="004B3AD8" w:rsidP="009F7A14">
      <w:pPr>
        <w:tabs>
          <w:tab w:val="left" w:pos="900"/>
        </w:tabs>
        <w:ind w:firstLine="993"/>
        <w:jc w:val="both"/>
        <w:rPr>
          <w:sz w:val="26"/>
          <w:szCs w:val="26"/>
        </w:rPr>
      </w:pPr>
      <w:r>
        <w:rPr>
          <w:sz w:val="26"/>
          <w:szCs w:val="26"/>
        </w:rPr>
        <w:t>7. рассмотрение административного материала № 110/2014г. об административном правонарушении по п. 1 ст. 74 Закона Республики Хакасия от 17.12.2008 г. № 91-ЗРХ «Об административных правонарушениях» в отношении   ХХХ;</w:t>
      </w:r>
    </w:p>
    <w:p w:rsidR="004B3AD8" w:rsidRDefault="004B3AD8" w:rsidP="009F7A14">
      <w:pPr>
        <w:tabs>
          <w:tab w:val="left" w:pos="90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8. рассмотрение административного материала № 111/2014г. об административном правонарушении по п. 2 ст. 74 Закона Республики Хакасия от 17.12.2008 г. № 91-ЗРХ «Об административных правонарушениях» в отношении   ХХХ;</w:t>
      </w:r>
    </w:p>
    <w:p w:rsidR="004B3AD8" w:rsidRDefault="004B3AD8" w:rsidP="009F7A14">
      <w:pPr>
        <w:tabs>
          <w:tab w:val="left" w:pos="90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9. рассмотрение административного материала № 112/2014г. об административном правонарушении по п. 2 ст. 74 Закона Республики Хакасия от 17.12.2008 г. № 91-ЗРХ «Об административных правонарушениях» в отношении   ХХХ;</w:t>
      </w:r>
    </w:p>
    <w:p w:rsidR="004B3AD8" w:rsidRDefault="004B3AD8" w:rsidP="009F7A14">
      <w:pPr>
        <w:tabs>
          <w:tab w:val="left" w:pos="90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10. рассмотрение административного материала №113/2014г. об административном правонарушении по п. 2 ст. 74 Закона Республики Хакасия от 17.12.2008 г. № 91-ЗРХ «Об административных правонарушениях» в отношении   ХХХ;</w:t>
      </w:r>
    </w:p>
    <w:p w:rsidR="004B3AD8" w:rsidRDefault="004B3AD8" w:rsidP="009F7A14">
      <w:pPr>
        <w:tabs>
          <w:tab w:val="left" w:pos="90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11. рассмотрение административного материала № 114/2014г. об административном правонарушении по п. 1 ст. 74 Закона Республики Хакасия от 17.12.2008 г. № 91-ЗРХ «Об административных правонарушениях» в отношении   ХХХ;</w:t>
      </w:r>
    </w:p>
    <w:p w:rsidR="004B3AD8" w:rsidRDefault="004B3AD8" w:rsidP="009F7A14">
      <w:pPr>
        <w:tabs>
          <w:tab w:val="left" w:pos="90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12.</w:t>
      </w:r>
      <w:r w:rsidRPr="009F7A14">
        <w:rPr>
          <w:sz w:val="26"/>
          <w:szCs w:val="26"/>
        </w:rPr>
        <w:t xml:space="preserve"> </w:t>
      </w:r>
      <w:r>
        <w:rPr>
          <w:sz w:val="26"/>
          <w:szCs w:val="26"/>
        </w:rPr>
        <w:t>рассмотрение административного материала № 115/2014г. об административном правонарушении по ч. 2 ст. 50 Закона Республики Хакасия от 17.12.2008 г. № 91-ЗРХ «Об административных правонарушениях» в отношении   ХХХ;</w:t>
      </w:r>
    </w:p>
    <w:p w:rsidR="004B3AD8" w:rsidRDefault="004B3AD8" w:rsidP="009F7A14">
      <w:pPr>
        <w:tabs>
          <w:tab w:val="left" w:pos="90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13. рассмотрение административного материала № 116/2014г. об административном правонарушении по ч. 1 ст. 63 Закона Республики Хакасия от 17.12.2008 г. № 91-ЗРХ «Об административных правонарушениях» в отношении   ХХХ;</w:t>
      </w:r>
    </w:p>
    <w:p w:rsidR="004B3AD8" w:rsidRDefault="004B3AD8" w:rsidP="009F7A14">
      <w:pPr>
        <w:tabs>
          <w:tab w:val="left" w:pos="90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14. рассмотрение административного материала № 117/2014г. об административном правонарушении по ч. 1 ст. 63 Закона Республики Хакасия от 17.12.2008 г. № 91-ЗРХ «Об административных правонарушениях» в отношении   ХХХ.</w:t>
      </w:r>
    </w:p>
    <w:p w:rsidR="004B3AD8" w:rsidRDefault="004B3AD8" w:rsidP="009F7A14">
      <w:pPr>
        <w:tabs>
          <w:tab w:val="left" w:pos="900"/>
        </w:tabs>
        <w:jc w:val="both"/>
        <w:rPr>
          <w:sz w:val="26"/>
          <w:szCs w:val="26"/>
        </w:rPr>
      </w:pPr>
    </w:p>
    <w:p w:rsidR="004B3AD8" w:rsidRDefault="004B3AD8" w:rsidP="00780A6F">
      <w:pPr>
        <w:tabs>
          <w:tab w:val="left" w:pos="900"/>
        </w:tabs>
        <w:jc w:val="both"/>
        <w:rPr>
          <w:sz w:val="26"/>
          <w:szCs w:val="26"/>
        </w:rPr>
      </w:pPr>
    </w:p>
    <w:p w:rsidR="004B3AD8" w:rsidRDefault="004B3AD8" w:rsidP="00780A6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B3AD8" w:rsidRDefault="004B3AD8" w:rsidP="00780A6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Ответственный секретарь</w:t>
      </w:r>
    </w:p>
    <w:p w:rsidR="004B3AD8" w:rsidRDefault="004B3AD8" w:rsidP="00780A6F">
      <w:pPr>
        <w:autoSpaceDE w:val="0"/>
        <w:autoSpaceDN w:val="0"/>
        <w:adjustRightInd w:val="0"/>
        <w:ind w:left="540"/>
        <w:jc w:val="both"/>
      </w:pPr>
      <w:r>
        <w:rPr>
          <w:sz w:val="26"/>
          <w:szCs w:val="26"/>
        </w:rPr>
        <w:t>административной комиссии г. Сорска                                              О.В. Канаева</w:t>
      </w:r>
    </w:p>
    <w:p w:rsidR="004B3AD8" w:rsidRPr="00780A6F" w:rsidRDefault="004B3AD8" w:rsidP="00780A6F"/>
    <w:sectPr w:rsidR="004B3AD8" w:rsidRPr="00780A6F" w:rsidSect="002D1302">
      <w:pgSz w:w="11906" w:h="16838"/>
      <w:pgMar w:top="360" w:right="851" w:bottom="719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4CB3"/>
    <w:multiLevelType w:val="hybridMultilevel"/>
    <w:tmpl w:val="566E32EA"/>
    <w:lvl w:ilvl="0" w:tplc="8880F7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AA4620E"/>
    <w:multiLevelType w:val="hybridMultilevel"/>
    <w:tmpl w:val="1F124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4901C1"/>
    <w:multiLevelType w:val="hybridMultilevel"/>
    <w:tmpl w:val="FAAE6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EDE29D5"/>
    <w:multiLevelType w:val="hybridMultilevel"/>
    <w:tmpl w:val="427AB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EB6A0E"/>
    <w:multiLevelType w:val="hybridMultilevel"/>
    <w:tmpl w:val="86C480E4"/>
    <w:lvl w:ilvl="0" w:tplc="93CEA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D249F0"/>
    <w:multiLevelType w:val="hybridMultilevel"/>
    <w:tmpl w:val="9B8028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D255249"/>
    <w:multiLevelType w:val="hybridMultilevel"/>
    <w:tmpl w:val="8B129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02C"/>
    <w:rsid w:val="00005ABF"/>
    <w:rsid w:val="00010D95"/>
    <w:rsid w:val="000128CE"/>
    <w:rsid w:val="000128D2"/>
    <w:rsid w:val="00026F86"/>
    <w:rsid w:val="000327D4"/>
    <w:rsid w:val="0003630D"/>
    <w:rsid w:val="0004072B"/>
    <w:rsid w:val="00045A70"/>
    <w:rsid w:val="00061139"/>
    <w:rsid w:val="000671FE"/>
    <w:rsid w:val="00067C0E"/>
    <w:rsid w:val="00070629"/>
    <w:rsid w:val="0007263A"/>
    <w:rsid w:val="000742F9"/>
    <w:rsid w:val="00074D42"/>
    <w:rsid w:val="00075B57"/>
    <w:rsid w:val="00077B91"/>
    <w:rsid w:val="0008145F"/>
    <w:rsid w:val="0008230C"/>
    <w:rsid w:val="00082494"/>
    <w:rsid w:val="000870B1"/>
    <w:rsid w:val="000972B0"/>
    <w:rsid w:val="000A3EAF"/>
    <w:rsid w:val="000A4F1C"/>
    <w:rsid w:val="000B4110"/>
    <w:rsid w:val="000C0EA2"/>
    <w:rsid w:val="000C76B4"/>
    <w:rsid w:val="000E7033"/>
    <w:rsid w:val="000F0D87"/>
    <w:rsid w:val="000F0EB2"/>
    <w:rsid w:val="000F700A"/>
    <w:rsid w:val="000F7FDF"/>
    <w:rsid w:val="001005E7"/>
    <w:rsid w:val="00103A4D"/>
    <w:rsid w:val="001076AC"/>
    <w:rsid w:val="00122AA6"/>
    <w:rsid w:val="00122E13"/>
    <w:rsid w:val="001267DA"/>
    <w:rsid w:val="0013161E"/>
    <w:rsid w:val="00140929"/>
    <w:rsid w:val="001472FF"/>
    <w:rsid w:val="00147E26"/>
    <w:rsid w:val="00150034"/>
    <w:rsid w:val="00154390"/>
    <w:rsid w:val="001555AE"/>
    <w:rsid w:val="00156DD6"/>
    <w:rsid w:val="00160310"/>
    <w:rsid w:val="00173F10"/>
    <w:rsid w:val="00176D69"/>
    <w:rsid w:val="0018184E"/>
    <w:rsid w:val="00190AB6"/>
    <w:rsid w:val="001A06E6"/>
    <w:rsid w:val="001A0BBC"/>
    <w:rsid w:val="001A370C"/>
    <w:rsid w:val="001B0D5E"/>
    <w:rsid w:val="001B22CD"/>
    <w:rsid w:val="001B6844"/>
    <w:rsid w:val="001D1979"/>
    <w:rsid w:val="001D2A6F"/>
    <w:rsid w:val="001D4EB6"/>
    <w:rsid w:val="001D507D"/>
    <w:rsid w:val="001D7568"/>
    <w:rsid w:val="001F166A"/>
    <w:rsid w:val="00211363"/>
    <w:rsid w:val="00225DBA"/>
    <w:rsid w:val="00226A52"/>
    <w:rsid w:val="002307F3"/>
    <w:rsid w:val="0024037E"/>
    <w:rsid w:val="00240973"/>
    <w:rsid w:val="00243FA5"/>
    <w:rsid w:val="002469C5"/>
    <w:rsid w:val="0025282C"/>
    <w:rsid w:val="002727B1"/>
    <w:rsid w:val="0029005C"/>
    <w:rsid w:val="002969CD"/>
    <w:rsid w:val="002A546E"/>
    <w:rsid w:val="002A5832"/>
    <w:rsid w:val="002A6881"/>
    <w:rsid w:val="002A73F9"/>
    <w:rsid w:val="002B0985"/>
    <w:rsid w:val="002B0AA2"/>
    <w:rsid w:val="002D1302"/>
    <w:rsid w:val="002D2749"/>
    <w:rsid w:val="002E0467"/>
    <w:rsid w:val="002F45BD"/>
    <w:rsid w:val="002F6763"/>
    <w:rsid w:val="00300261"/>
    <w:rsid w:val="00302435"/>
    <w:rsid w:val="00304487"/>
    <w:rsid w:val="00312509"/>
    <w:rsid w:val="003152CE"/>
    <w:rsid w:val="00315F0A"/>
    <w:rsid w:val="00321059"/>
    <w:rsid w:val="00321943"/>
    <w:rsid w:val="003221EA"/>
    <w:rsid w:val="003272AB"/>
    <w:rsid w:val="00334C8E"/>
    <w:rsid w:val="00343352"/>
    <w:rsid w:val="00356BA0"/>
    <w:rsid w:val="003614AB"/>
    <w:rsid w:val="00361BD0"/>
    <w:rsid w:val="003910EE"/>
    <w:rsid w:val="003A2F89"/>
    <w:rsid w:val="003A7939"/>
    <w:rsid w:val="003B0523"/>
    <w:rsid w:val="003B5350"/>
    <w:rsid w:val="003C513F"/>
    <w:rsid w:val="003D6227"/>
    <w:rsid w:val="003F199D"/>
    <w:rsid w:val="003F36D3"/>
    <w:rsid w:val="00413E0B"/>
    <w:rsid w:val="00414F88"/>
    <w:rsid w:val="00416ADF"/>
    <w:rsid w:val="00421BCD"/>
    <w:rsid w:val="0042695C"/>
    <w:rsid w:val="004414A0"/>
    <w:rsid w:val="00447E19"/>
    <w:rsid w:val="00456DA7"/>
    <w:rsid w:val="00457B6C"/>
    <w:rsid w:val="004601AA"/>
    <w:rsid w:val="00460544"/>
    <w:rsid w:val="004609C8"/>
    <w:rsid w:val="0046682F"/>
    <w:rsid w:val="00467787"/>
    <w:rsid w:val="00472230"/>
    <w:rsid w:val="00474604"/>
    <w:rsid w:val="00477FE8"/>
    <w:rsid w:val="004818CE"/>
    <w:rsid w:val="00487686"/>
    <w:rsid w:val="004A0B88"/>
    <w:rsid w:val="004A6C99"/>
    <w:rsid w:val="004B01C1"/>
    <w:rsid w:val="004B3AD8"/>
    <w:rsid w:val="004C31A8"/>
    <w:rsid w:val="004D1C7E"/>
    <w:rsid w:val="004D552E"/>
    <w:rsid w:val="004E1358"/>
    <w:rsid w:val="004E19F1"/>
    <w:rsid w:val="004E3AEA"/>
    <w:rsid w:val="005016C8"/>
    <w:rsid w:val="005024D6"/>
    <w:rsid w:val="005253B7"/>
    <w:rsid w:val="005264B4"/>
    <w:rsid w:val="00535AC8"/>
    <w:rsid w:val="00537FF4"/>
    <w:rsid w:val="00546239"/>
    <w:rsid w:val="00555AA8"/>
    <w:rsid w:val="00556D48"/>
    <w:rsid w:val="00570C20"/>
    <w:rsid w:val="005767B8"/>
    <w:rsid w:val="00593B76"/>
    <w:rsid w:val="00596F28"/>
    <w:rsid w:val="005A50C5"/>
    <w:rsid w:val="005A7E33"/>
    <w:rsid w:val="005B22EC"/>
    <w:rsid w:val="005B5CEC"/>
    <w:rsid w:val="005B7D5F"/>
    <w:rsid w:val="005C2AB0"/>
    <w:rsid w:val="005C41DB"/>
    <w:rsid w:val="005D5ABF"/>
    <w:rsid w:val="005E087B"/>
    <w:rsid w:val="005F579D"/>
    <w:rsid w:val="00623704"/>
    <w:rsid w:val="00631778"/>
    <w:rsid w:val="006378A5"/>
    <w:rsid w:val="00640897"/>
    <w:rsid w:val="0064595D"/>
    <w:rsid w:val="006527AC"/>
    <w:rsid w:val="00652846"/>
    <w:rsid w:val="00655DD1"/>
    <w:rsid w:val="00656A56"/>
    <w:rsid w:val="0066288F"/>
    <w:rsid w:val="00673D7C"/>
    <w:rsid w:val="00674AF0"/>
    <w:rsid w:val="00676BEE"/>
    <w:rsid w:val="00676C1D"/>
    <w:rsid w:val="0067726F"/>
    <w:rsid w:val="0068381F"/>
    <w:rsid w:val="00694F7B"/>
    <w:rsid w:val="00696524"/>
    <w:rsid w:val="006A1095"/>
    <w:rsid w:val="006D5016"/>
    <w:rsid w:val="006E04B8"/>
    <w:rsid w:val="006F0D7B"/>
    <w:rsid w:val="006F1027"/>
    <w:rsid w:val="006F4121"/>
    <w:rsid w:val="006F5FA8"/>
    <w:rsid w:val="0070473C"/>
    <w:rsid w:val="00707285"/>
    <w:rsid w:val="0071253D"/>
    <w:rsid w:val="0071549A"/>
    <w:rsid w:val="00715FCE"/>
    <w:rsid w:val="0072604C"/>
    <w:rsid w:val="00732959"/>
    <w:rsid w:val="007416E8"/>
    <w:rsid w:val="00741DAA"/>
    <w:rsid w:val="00743C04"/>
    <w:rsid w:val="007554A4"/>
    <w:rsid w:val="00756445"/>
    <w:rsid w:val="00756659"/>
    <w:rsid w:val="00757A2A"/>
    <w:rsid w:val="00770FB0"/>
    <w:rsid w:val="00773C14"/>
    <w:rsid w:val="007740D7"/>
    <w:rsid w:val="007800B5"/>
    <w:rsid w:val="00780691"/>
    <w:rsid w:val="00780A6F"/>
    <w:rsid w:val="007826B8"/>
    <w:rsid w:val="00787A7C"/>
    <w:rsid w:val="007924D4"/>
    <w:rsid w:val="00796926"/>
    <w:rsid w:val="007A5297"/>
    <w:rsid w:val="007A74FF"/>
    <w:rsid w:val="007B5A8D"/>
    <w:rsid w:val="007C4273"/>
    <w:rsid w:val="007C4A5C"/>
    <w:rsid w:val="007D1989"/>
    <w:rsid w:val="007E0949"/>
    <w:rsid w:val="007F0289"/>
    <w:rsid w:val="007F6B33"/>
    <w:rsid w:val="007F6EDD"/>
    <w:rsid w:val="0080728E"/>
    <w:rsid w:val="00812AE3"/>
    <w:rsid w:val="00822E3A"/>
    <w:rsid w:val="0082471C"/>
    <w:rsid w:val="00842CAB"/>
    <w:rsid w:val="00854302"/>
    <w:rsid w:val="008555FB"/>
    <w:rsid w:val="0086423F"/>
    <w:rsid w:val="00866B78"/>
    <w:rsid w:val="00873EF3"/>
    <w:rsid w:val="00874E26"/>
    <w:rsid w:val="00882954"/>
    <w:rsid w:val="008A2E52"/>
    <w:rsid w:val="008A349B"/>
    <w:rsid w:val="008B0CA1"/>
    <w:rsid w:val="008B2C72"/>
    <w:rsid w:val="008B74D0"/>
    <w:rsid w:val="008E251C"/>
    <w:rsid w:val="008F5A21"/>
    <w:rsid w:val="00915C6F"/>
    <w:rsid w:val="00926E74"/>
    <w:rsid w:val="00944279"/>
    <w:rsid w:val="00965DE7"/>
    <w:rsid w:val="00967DBF"/>
    <w:rsid w:val="009700A8"/>
    <w:rsid w:val="009816F7"/>
    <w:rsid w:val="00984DA0"/>
    <w:rsid w:val="0098676F"/>
    <w:rsid w:val="0099359B"/>
    <w:rsid w:val="009A2401"/>
    <w:rsid w:val="009B61B2"/>
    <w:rsid w:val="009C1AD2"/>
    <w:rsid w:val="009C781F"/>
    <w:rsid w:val="009E2188"/>
    <w:rsid w:val="009E4E94"/>
    <w:rsid w:val="009F6656"/>
    <w:rsid w:val="009F7A14"/>
    <w:rsid w:val="00A05CE8"/>
    <w:rsid w:val="00A064A4"/>
    <w:rsid w:val="00A10CA5"/>
    <w:rsid w:val="00A14B75"/>
    <w:rsid w:val="00A16160"/>
    <w:rsid w:val="00A26114"/>
    <w:rsid w:val="00A30D1F"/>
    <w:rsid w:val="00A30FCE"/>
    <w:rsid w:val="00A31D52"/>
    <w:rsid w:val="00A364DC"/>
    <w:rsid w:val="00A449FC"/>
    <w:rsid w:val="00A44E89"/>
    <w:rsid w:val="00A461B8"/>
    <w:rsid w:val="00A60235"/>
    <w:rsid w:val="00A804BE"/>
    <w:rsid w:val="00A978B4"/>
    <w:rsid w:val="00AA10FD"/>
    <w:rsid w:val="00AA1516"/>
    <w:rsid w:val="00AB126F"/>
    <w:rsid w:val="00AB57AB"/>
    <w:rsid w:val="00AC20C6"/>
    <w:rsid w:val="00AC5B56"/>
    <w:rsid w:val="00AD132A"/>
    <w:rsid w:val="00AD76F6"/>
    <w:rsid w:val="00AE2966"/>
    <w:rsid w:val="00AE39B3"/>
    <w:rsid w:val="00AE3AD9"/>
    <w:rsid w:val="00AE4830"/>
    <w:rsid w:val="00AE6F32"/>
    <w:rsid w:val="00AF2477"/>
    <w:rsid w:val="00AF2A06"/>
    <w:rsid w:val="00AF4FAB"/>
    <w:rsid w:val="00B011FB"/>
    <w:rsid w:val="00B065F8"/>
    <w:rsid w:val="00B074AF"/>
    <w:rsid w:val="00B11906"/>
    <w:rsid w:val="00B14069"/>
    <w:rsid w:val="00B37A26"/>
    <w:rsid w:val="00B37F51"/>
    <w:rsid w:val="00B561CE"/>
    <w:rsid w:val="00B572FF"/>
    <w:rsid w:val="00B71FA2"/>
    <w:rsid w:val="00B72FCC"/>
    <w:rsid w:val="00B804C1"/>
    <w:rsid w:val="00B8569C"/>
    <w:rsid w:val="00B86FAE"/>
    <w:rsid w:val="00BA265D"/>
    <w:rsid w:val="00BA2BA6"/>
    <w:rsid w:val="00BA720D"/>
    <w:rsid w:val="00BB234D"/>
    <w:rsid w:val="00BC3994"/>
    <w:rsid w:val="00BD4EB9"/>
    <w:rsid w:val="00BD7D0B"/>
    <w:rsid w:val="00BF7162"/>
    <w:rsid w:val="00C003BE"/>
    <w:rsid w:val="00C03B03"/>
    <w:rsid w:val="00C14F1C"/>
    <w:rsid w:val="00C15E9B"/>
    <w:rsid w:val="00C1661C"/>
    <w:rsid w:val="00C209DC"/>
    <w:rsid w:val="00C21D9A"/>
    <w:rsid w:val="00C247E2"/>
    <w:rsid w:val="00C308FE"/>
    <w:rsid w:val="00C34A84"/>
    <w:rsid w:val="00C35A1E"/>
    <w:rsid w:val="00C35E0A"/>
    <w:rsid w:val="00C36CD1"/>
    <w:rsid w:val="00C65A66"/>
    <w:rsid w:val="00C76533"/>
    <w:rsid w:val="00C844BF"/>
    <w:rsid w:val="00C868DE"/>
    <w:rsid w:val="00CB0B8B"/>
    <w:rsid w:val="00CB20C4"/>
    <w:rsid w:val="00CB3A27"/>
    <w:rsid w:val="00CB510B"/>
    <w:rsid w:val="00CB6114"/>
    <w:rsid w:val="00CD5D12"/>
    <w:rsid w:val="00CD6DD1"/>
    <w:rsid w:val="00CE12A5"/>
    <w:rsid w:val="00CE7940"/>
    <w:rsid w:val="00D03583"/>
    <w:rsid w:val="00D118D8"/>
    <w:rsid w:val="00D1598E"/>
    <w:rsid w:val="00D336F9"/>
    <w:rsid w:val="00D4030C"/>
    <w:rsid w:val="00D43510"/>
    <w:rsid w:val="00D4461E"/>
    <w:rsid w:val="00D45385"/>
    <w:rsid w:val="00D46C11"/>
    <w:rsid w:val="00D51F64"/>
    <w:rsid w:val="00D77A53"/>
    <w:rsid w:val="00D84978"/>
    <w:rsid w:val="00D9298F"/>
    <w:rsid w:val="00D92A3B"/>
    <w:rsid w:val="00D93471"/>
    <w:rsid w:val="00D9703D"/>
    <w:rsid w:val="00DB16B3"/>
    <w:rsid w:val="00DB1F69"/>
    <w:rsid w:val="00DB2ED0"/>
    <w:rsid w:val="00DB466B"/>
    <w:rsid w:val="00DB478C"/>
    <w:rsid w:val="00DC4995"/>
    <w:rsid w:val="00DD36D3"/>
    <w:rsid w:val="00DE10E9"/>
    <w:rsid w:val="00DE3D5E"/>
    <w:rsid w:val="00DE7D8E"/>
    <w:rsid w:val="00DF166D"/>
    <w:rsid w:val="00DF1E3E"/>
    <w:rsid w:val="00E046EC"/>
    <w:rsid w:val="00E21821"/>
    <w:rsid w:val="00E22F04"/>
    <w:rsid w:val="00E23DEA"/>
    <w:rsid w:val="00E30247"/>
    <w:rsid w:val="00E541C9"/>
    <w:rsid w:val="00E62B9B"/>
    <w:rsid w:val="00E63D1E"/>
    <w:rsid w:val="00E64E8F"/>
    <w:rsid w:val="00E7552C"/>
    <w:rsid w:val="00E77DA5"/>
    <w:rsid w:val="00E8660B"/>
    <w:rsid w:val="00E87076"/>
    <w:rsid w:val="00E91363"/>
    <w:rsid w:val="00E9202C"/>
    <w:rsid w:val="00EA2644"/>
    <w:rsid w:val="00EB4EEB"/>
    <w:rsid w:val="00EC2A0E"/>
    <w:rsid w:val="00ED0EC4"/>
    <w:rsid w:val="00ED2956"/>
    <w:rsid w:val="00ED38C1"/>
    <w:rsid w:val="00EE02EA"/>
    <w:rsid w:val="00EF41C0"/>
    <w:rsid w:val="00F02897"/>
    <w:rsid w:val="00F04982"/>
    <w:rsid w:val="00F111BE"/>
    <w:rsid w:val="00F20FCC"/>
    <w:rsid w:val="00F21B52"/>
    <w:rsid w:val="00F2713E"/>
    <w:rsid w:val="00F27E07"/>
    <w:rsid w:val="00F3336E"/>
    <w:rsid w:val="00F34837"/>
    <w:rsid w:val="00F34F07"/>
    <w:rsid w:val="00F42B83"/>
    <w:rsid w:val="00F46D70"/>
    <w:rsid w:val="00F47E7D"/>
    <w:rsid w:val="00F60260"/>
    <w:rsid w:val="00F67C88"/>
    <w:rsid w:val="00F70F66"/>
    <w:rsid w:val="00F74F4E"/>
    <w:rsid w:val="00F81701"/>
    <w:rsid w:val="00F857F7"/>
    <w:rsid w:val="00F86E7E"/>
    <w:rsid w:val="00F87E25"/>
    <w:rsid w:val="00F947C0"/>
    <w:rsid w:val="00FA1191"/>
    <w:rsid w:val="00FA1AC5"/>
    <w:rsid w:val="00FA2F01"/>
    <w:rsid w:val="00FA5B00"/>
    <w:rsid w:val="00FB0242"/>
    <w:rsid w:val="00FB0C85"/>
    <w:rsid w:val="00FB17F8"/>
    <w:rsid w:val="00FB3F8C"/>
    <w:rsid w:val="00FB593F"/>
    <w:rsid w:val="00FC19F6"/>
    <w:rsid w:val="00FC2039"/>
    <w:rsid w:val="00FC3125"/>
    <w:rsid w:val="00FC5A96"/>
    <w:rsid w:val="00FC5B59"/>
    <w:rsid w:val="00FD2F53"/>
    <w:rsid w:val="00FD300C"/>
    <w:rsid w:val="00FD56EC"/>
    <w:rsid w:val="00FD5D68"/>
    <w:rsid w:val="00FE0032"/>
    <w:rsid w:val="00FE621A"/>
    <w:rsid w:val="00FF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02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63D1E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3D1E"/>
    <w:rPr>
      <w:rFonts w:ascii="Arial" w:hAnsi="Arial" w:cs="Times New Roman"/>
      <w:b/>
      <w:kern w:val="32"/>
      <w:sz w:val="3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C2AB0"/>
    <w:rPr>
      <w:rFonts w:eastAsia="Calibri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28D2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00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1239</TotalTime>
  <Pages>2</Pages>
  <Words>588</Words>
  <Characters>3358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Административная</cp:lastModifiedBy>
  <cp:revision>98</cp:revision>
  <cp:lastPrinted>2014-03-25T07:20:00Z</cp:lastPrinted>
  <dcterms:created xsi:type="dcterms:W3CDTF">2012-06-16T11:10:00Z</dcterms:created>
  <dcterms:modified xsi:type="dcterms:W3CDTF">2014-11-20T04:45:00Z</dcterms:modified>
</cp:coreProperties>
</file>