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4C5" w:rsidRDefault="009504C5" w:rsidP="00780A6F">
      <w:pPr>
        <w:tabs>
          <w:tab w:val="left" w:pos="540"/>
        </w:tabs>
        <w:ind w:left="5760"/>
        <w:jc w:val="center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9504C5" w:rsidRDefault="009504C5" w:rsidP="007C6C6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Председатель</w:t>
      </w:r>
    </w:p>
    <w:p w:rsidR="009504C5" w:rsidRDefault="009504C5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административной комиссии</w:t>
      </w:r>
    </w:p>
    <w:p w:rsidR="009504C5" w:rsidRDefault="009504C5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9504C5" w:rsidRDefault="009504C5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____________Л.Л. Богданова</w:t>
      </w:r>
    </w:p>
    <w:p w:rsidR="009504C5" w:rsidRDefault="009504C5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23 сентября 2014г.</w:t>
      </w:r>
    </w:p>
    <w:p w:rsidR="009504C5" w:rsidRDefault="009504C5" w:rsidP="00780A6F">
      <w:pPr>
        <w:jc w:val="center"/>
        <w:rPr>
          <w:b/>
          <w:sz w:val="26"/>
          <w:szCs w:val="26"/>
        </w:rPr>
      </w:pPr>
    </w:p>
    <w:p w:rsidR="009504C5" w:rsidRDefault="009504C5" w:rsidP="00780A6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</w:t>
      </w:r>
    </w:p>
    <w:p w:rsidR="009504C5" w:rsidRDefault="009504C5" w:rsidP="00780A6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административной комиссии г. Сорска</w:t>
      </w:r>
    </w:p>
    <w:p w:rsidR="009504C5" w:rsidRDefault="009504C5" w:rsidP="00780A6F">
      <w:pPr>
        <w:jc w:val="center"/>
        <w:rPr>
          <w:b/>
          <w:sz w:val="26"/>
          <w:szCs w:val="26"/>
        </w:rPr>
      </w:pPr>
    </w:p>
    <w:p w:rsidR="009504C5" w:rsidRDefault="009504C5" w:rsidP="00780A6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г. Сорск</w:t>
      </w:r>
    </w:p>
    <w:p w:rsidR="009504C5" w:rsidRDefault="009504C5" w:rsidP="00780A6F">
      <w:pPr>
        <w:jc w:val="both"/>
        <w:rPr>
          <w:sz w:val="26"/>
          <w:szCs w:val="26"/>
        </w:rPr>
      </w:pPr>
    </w:p>
    <w:p w:rsidR="009504C5" w:rsidRDefault="009504C5" w:rsidP="00780A6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23 сентября 2014 года                                                                 14 часов 00 минут</w:t>
      </w:r>
    </w:p>
    <w:p w:rsidR="009504C5" w:rsidRDefault="009504C5" w:rsidP="00780A6F">
      <w:pPr>
        <w:jc w:val="both"/>
        <w:rPr>
          <w:sz w:val="26"/>
          <w:szCs w:val="26"/>
        </w:rPr>
      </w:pPr>
    </w:p>
    <w:p w:rsidR="009504C5" w:rsidRDefault="009504C5" w:rsidP="00780A6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9504C5" w:rsidRDefault="009504C5" w:rsidP="00780A6F">
      <w:pPr>
        <w:jc w:val="both"/>
        <w:rPr>
          <w:sz w:val="26"/>
          <w:szCs w:val="26"/>
        </w:rPr>
      </w:pPr>
    </w:p>
    <w:p w:rsidR="009504C5" w:rsidRDefault="009504C5" w:rsidP="00780A6F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Приглашены: все члены состава административной комиссии г. Сорска.</w:t>
      </w:r>
    </w:p>
    <w:p w:rsidR="009504C5" w:rsidRDefault="009504C5" w:rsidP="00780A6F">
      <w:pPr>
        <w:tabs>
          <w:tab w:val="left" w:pos="540"/>
        </w:tabs>
        <w:jc w:val="both"/>
        <w:rPr>
          <w:sz w:val="26"/>
          <w:szCs w:val="26"/>
        </w:rPr>
      </w:pPr>
    </w:p>
    <w:p w:rsidR="009504C5" w:rsidRDefault="009504C5" w:rsidP="00780A6F">
      <w:pPr>
        <w:tabs>
          <w:tab w:val="left" w:pos="540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Лица, привлекаемые к административной ответственности:</w:t>
      </w:r>
    </w:p>
    <w:p w:rsidR="009504C5" w:rsidRDefault="009504C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504C5" w:rsidRDefault="009504C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504C5" w:rsidRDefault="009504C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504C5" w:rsidRDefault="009504C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504C5" w:rsidRDefault="009504C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504C5" w:rsidRDefault="009504C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504C5" w:rsidRDefault="009504C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9504C5" w:rsidRDefault="009504C5" w:rsidP="00780A6F">
      <w:pPr>
        <w:ind w:left="360" w:firstLine="180"/>
        <w:jc w:val="both"/>
        <w:rPr>
          <w:sz w:val="26"/>
          <w:szCs w:val="26"/>
        </w:rPr>
      </w:pPr>
    </w:p>
    <w:p w:rsidR="009504C5" w:rsidRDefault="009504C5" w:rsidP="00780A6F">
      <w:pPr>
        <w:ind w:left="360" w:firstLine="180"/>
        <w:jc w:val="both"/>
        <w:rPr>
          <w:sz w:val="26"/>
          <w:szCs w:val="26"/>
        </w:rPr>
      </w:pPr>
      <w:r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9504C5" w:rsidRDefault="009504C5" w:rsidP="00780A6F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120/2014г.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9504C5" w:rsidRDefault="009504C5" w:rsidP="00780A6F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121/2014г.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9504C5" w:rsidRDefault="009504C5" w:rsidP="00787A7C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122/2014г. об административном правонарушении по ч. 3 ст. 49 Закона Республики Хакасия от 17.12.2008 г. № 91-ЗРХ «Об административных правонарушениях» в отношении   ХХХ;</w:t>
      </w:r>
    </w:p>
    <w:p w:rsidR="009504C5" w:rsidRDefault="009504C5" w:rsidP="00787A7C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123/2014г.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9504C5" w:rsidRDefault="009504C5" w:rsidP="00C26FF9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124/2014г.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9504C5" w:rsidRDefault="009504C5" w:rsidP="00205EFB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125/2014г.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9504C5" w:rsidRDefault="009504C5" w:rsidP="0021799B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126/2014г.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ХХХ.</w:t>
      </w:r>
    </w:p>
    <w:p w:rsidR="009504C5" w:rsidRDefault="009504C5" w:rsidP="0021799B">
      <w:pPr>
        <w:tabs>
          <w:tab w:val="left" w:pos="900"/>
        </w:tabs>
        <w:jc w:val="both"/>
        <w:rPr>
          <w:sz w:val="26"/>
          <w:szCs w:val="26"/>
        </w:rPr>
      </w:pPr>
    </w:p>
    <w:p w:rsidR="009504C5" w:rsidRDefault="009504C5" w:rsidP="009422E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Ответственный секретарь</w:t>
      </w:r>
    </w:p>
    <w:p w:rsidR="009504C5" w:rsidRPr="00C26FF9" w:rsidRDefault="009504C5" w:rsidP="007C6C6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административной комиссии г. Сорска                                      С.А. Кирюшкина</w:t>
      </w:r>
    </w:p>
    <w:p w:rsidR="009504C5" w:rsidRPr="00780A6F" w:rsidRDefault="009504C5" w:rsidP="00780A6F"/>
    <w:sectPr w:rsidR="009504C5" w:rsidRPr="00780A6F" w:rsidSect="002D1302">
      <w:pgSz w:w="11906" w:h="16838"/>
      <w:pgMar w:top="360" w:right="851" w:bottom="71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AA"/>
    <w:rsid w:val="00005ABF"/>
    <w:rsid w:val="00010D95"/>
    <w:rsid w:val="000128CE"/>
    <w:rsid w:val="000128D2"/>
    <w:rsid w:val="0002614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230C"/>
    <w:rsid w:val="00082494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3CB0"/>
    <w:rsid w:val="001076AC"/>
    <w:rsid w:val="00121E17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A370C"/>
    <w:rsid w:val="001B0D5E"/>
    <w:rsid w:val="001B22CD"/>
    <w:rsid w:val="001B6844"/>
    <w:rsid w:val="001D1979"/>
    <w:rsid w:val="001D2A6F"/>
    <w:rsid w:val="001D4EB6"/>
    <w:rsid w:val="001D507D"/>
    <w:rsid w:val="001D7568"/>
    <w:rsid w:val="001E1630"/>
    <w:rsid w:val="001F166A"/>
    <w:rsid w:val="00205EFB"/>
    <w:rsid w:val="00211363"/>
    <w:rsid w:val="0021799B"/>
    <w:rsid w:val="00225DBA"/>
    <w:rsid w:val="00226A52"/>
    <w:rsid w:val="002307F3"/>
    <w:rsid w:val="0024037E"/>
    <w:rsid w:val="00240973"/>
    <w:rsid w:val="00243FA5"/>
    <w:rsid w:val="002469C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1302"/>
    <w:rsid w:val="002D26D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34C8E"/>
    <w:rsid w:val="00343352"/>
    <w:rsid w:val="00356BA0"/>
    <w:rsid w:val="003614AB"/>
    <w:rsid w:val="00361BD0"/>
    <w:rsid w:val="00376D22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2695C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2230"/>
    <w:rsid w:val="00474604"/>
    <w:rsid w:val="00477FE8"/>
    <w:rsid w:val="004818CE"/>
    <w:rsid w:val="00487686"/>
    <w:rsid w:val="004A0B88"/>
    <w:rsid w:val="004A6C99"/>
    <w:rsid w:val="004B01C1"/>
    <w:rsid w:val="004C31A8"/>
    <w:rsid w:val="004D1C7E"/>
    <w:rsid w:val="004D552E"/>
    <w:rsid w:val="004E1358"/>
    <w:rsid w:val="004E19F1"/>
    <w:rsid w:val="004E3AEA"/>
    <w:rsid w:val="005016C8"/>
    <w:rsid w:val="005024D6"/>
    <w:rsid w:val="00506DE7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5F579D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1027"/>
    <w:rsid w:val="006F4121"/>
    <w:rsid w:val="006F5FA8"/>
    <w:rsid w:val="0070473C"/>
    <w:rsid w:val="00707285"/>
    <w:rsid w:val="0071253D"/>
    <w:rsid w:val="0071549A"/>
    <w:rsid w:val="00715FCE"/>
    <w:rsid w:val="0072604C"/>
    <w:rsid w:val="00732959"/>
    <w:rsid w:val="007416E8"/>
    <w:rsid w:val="00741DAA"/>
    <w:rsid w:val="00743C04"/>
    <w:rsid w:val="007554A4"/>
    <w:rsid w:val="00756445"/>
    <w:rsid w:val="00756659"/>
    <w:rsid w:val="00757A2A"/>
    <w:rsid w:val="00770FB0"/>
    <w:rsid w:val="00773C14"/>
    <w:rsid w:val="007740D7"/>
    <w:rsid w:val="007800B5"/>
    <w:rsid w:val="00780691"/>
    <w:rsid w:val="00780A6F"/>
    <w:rsid w:val="007826B8"/>
    <w:rsid w:val="007826EB"/>
    <w:rsid w:val="00787A7C"/>
    <w:rsid w:val="007924D4"/>
    <w:rsid w:val="00796926"/>
    <w:rsid w:val="007A5297"/>
    <w:rsid w:val="007A74FF"/>
    <w:rsid w:val="007B5A8D"/>
    <w:rsid w:val="007C4273"/>
    <w:rsid w:val="007C4A5C"/>
    <w:rsid w:val="007C6C64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2370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D6FCE"/>
    <w:rsid w:val="008E251C"/>
    <w:rsid w:val="008F5A21"/>
    <w:rsid w:val="00915C6F"/>
    <w:rsid w:val="00926E74"/>
    <w:rsid w:val="009422E3"/>
    <w:rsid w:val="00944279"/>
    <w:rsid w:val="009504C5"/>
    <w:rsid w:val="00965DE7"/>
    <w:rsid w:val="00967DBF"/>
    <w:rsid w:val="009700A8"/>
    <w:rsid w:val="009816F7"/>
    <w:rsid w:val="00984DA0"/>
    <w:rsid w:val="0098676F"/>
    <w:rsid w:val="0099359B"/>
    <w:rsid w:val="00995796"/>
    <w:rsid w:val="009A2401"/>
    <w:rsid w:val="009B61B2"/>
    <w:rsid w:val="009C1AD2"/>
    <w:rsid w:val="009C781F"/>
    <w:rsid w:val="009E2188"/>
    <w:rsid w:val="009E4E94"/>
    <w:rsid w:val="009F6656"/>
    <w:rsid w:val="009F7A14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52DB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1E2A"/>
    <w:rsid w:val="00AD76F6"/>
    <w:rsid w:val="00AE2966"/>
    <w:rsid w:val="00AE39B3"/>
    <w:rsid w:val="00AE3AD9"/>
    <w:rsid w:val="00AE4830"/>
    <w:rsid w:val="00AE6F32"/>
    <w:rsid w:val="00AF2477"/>
    <w:rsid w:val="00AF2A06"/>
    <w:rsid w:val="00AF4FAB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569C"/>
    <w:rsid w:val="00B86FAE"/>
    <w:rsid w:val="00BA265D"/>
    <w:rsid w:val="00BA2BA6"/>
    <w:rsid w:val="00BA720D"/>
    <w:rsid w:val="00BB234D"/>
    <w:rsid w:val="00BB561B"/>
    <w:rsid w:val="00BC2FEC"/>
    <w:rsid w:val="00BC3994"/>
    <w:rsid w:val="00BD4EB9"/>
    <w:rsid w:val="00BD7D0B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26FF9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51F64"/>
    <w:rsid w:val="00D71D88"/>
    <w:rsid w:val="00D77A53"/>
    <w:rsid w:val="00D84978"/>
    <w:rsid w:val="00D9298F"/>
    <w:rsid w:val="00D92A3B"/>
    <w:rsid w:val="00D93471"/>
    <w:rsid w:val="00D9703D"/>
    <w:rsid w:val="00DB16B3"/>
    <w:rsid w:val="00DB1F69"/>
    <w:rsid w:val="00DB2ED0"/>
    <w:rsid w:val="00DB466B"/>
    <w:rsid w:val="00DB478C"/>
    <w:rsid w:val="00DC4995"/>
    <w:rsid w:val="00DD1A55"/>
    <w:rsid w:val="00DD36D3"/>
    <w:rsid w:val="00DE10E9"/>
    <w:rsid w:val="00DE3D5E"/>
    <w:rsid w:val="00DE7D8E"/>
    <w:rsid w:val="00DF166D"/>
    <w:rsid w:val="00DF1E3E"/>
    <w:rsid w:val="00E046EC"/>
    <w:rsid w:val="00E10326"/>
    <w:rsid w:val="00E21821"/>
    <w:rsid w:val="00E22F04"/>
    <w:rsid w:val="00E23DEA"/>
    <w:rsid w:val="00E30247"/>
    <w:rsid w:val="00E541C9"/>
    <w:rsid w:val="00E62B9B"/>
    <w:rsid w:val="00E63D1E"/>
    <w:rsid w:val="00E64E8F"/>
    <w:rsid w:val="00E7552C"/>
    <w:rsid w:val="00E77DA5"/>
    <w:rsid w:val="00E8660B"/>
    <w:rsid w:val="00E87076"/>
    <w:rsid w:val="00E91363"/>
    <w:rsid w:val="00E9202C"/>
    <w:rsid w:val="00EA2644"/>
    <w:rsid w:val="00EB4EEB"/>
    <w:rsid w:val="00EC2A0E"/>
    <w:rsid w:val="00ED0EC4"/>
    <w:rsid w:val="00ED2956"/>
    <w:rsid w:val="00ED38C1"/>
    <w:rsid w:val="00EE02EA"/>
    <w:rsid w:val="00EE10C1"/>
    <w:rsid w:val="00EF41C0"/>
    <w:rsid w:val="00F02897"/>
    <w:rsid w:val="00F04982"/>
    <w:rsid w:val="00F111BE"/>
    <w:rsid w:val="00F20FCC"/>
    <w:rsid w:val="00F21B52"/>
    <w:rsid w:val="00F2713E"/>
    <w:rsid w:val="00F27E07"/>
    <w:rsid w:val="00F32764"/>
    <w:rsid w:val="00F3336E"/>
    <w:rsid w:val="00F34837"/>
    <w:rsid w:val="00F34F07"/>
    <w:rsid w:val="00F42B83"/>
    <w:rsid w:val="00F46D70"/>
    <w:rsid w:val="00F47E7D"/>
    <w:rsid w:val="00F60260"/>
    <w:rsid w:val="00F67C88"/>
    <w:rsid w:val="00F70F66"/>
    <w:rsid w:val="00F71813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A5B00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68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1260</TotalTime>
  <Pages>2</Pages>
  <Words>347</Words>
  <Characters>1981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104</cp:revision>
  <cp:lastPrinted>2014-03-25T07:20:00Z</cp:lastPrinted>
  <dcterms:created xsi:type="dcterms:W3CDTF">2012-06-16T11:10:00Z</dcterms:created>
  <dcterms:modified xsi:type="dcterms:W3CDTF">2014-10-31T08:08:00Z</dcterms:modified>
</cp:coreProperties>
</file>