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B19" w:rsidRPr="003D1246" w:rsidRDefault="00DE0B19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DE0B19" w:rsidRPr="003D1246" w:rsidRDefault="00DE0B19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DE0B19" w:rsidRDefault="00DE0B1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0B19" w:rsidRDefault="00DE0B1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E0B19" w:rsidRDefault="00DE0B1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E0B19" w:rsidRDefault="00DE0B1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E0B19" w:rsidRDefault="00DE0B1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E0B19" w:rsidRDefault="00DE0B1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0B19" w:rsidRDefault="00DE0B19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E0B19" w:rsidRPr="003D1246" w:rsidRDefault="00DE0B19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DE0B19" w:rsidRDefault="00DE0B19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E0B19" w:rsidRDefault="00DE0B19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E0B19" w:rsidRPr="00862877" w:rsidRDefault="00DE0B19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E0B19" w:rsidRDefault="00DE0B19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E0B19" w:rsidRPr="00862877" w:rsidRDefault="00DE0B1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0B19" w:rsidRDefault="00DE0B19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E0B19" w:rsidRDefault="00DE0B19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E0B19" w:rsidRPr="003D1246" w:rsidRDefault="00DE0B19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DE0B19" w:rsidRPr="003D1246" w:rsidRDefault="00DE0B19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0B19" w:rsidRPr="003D1246" w:rsidRDefault="00DE0B19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0B19" w:rsidRDefault="00DE0B19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DE0B19" w:rsidRDefault="00DE0B19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DE0B19" w:rsidRPr="001574A6" w:rsidRDefault="00DE0B19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E0B19" w:rsidRDefault="00DE0B19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E0B19" w:rsidRPr="009B1542" w:rsidRDefault="00DE0B19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«04»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03.  2015г.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№  122-п</w:t>
      </w:r>
    </w:p>
    <w:p w:rsidR="00DE0B19" w:rsidRDefault="00DE0B19" w:rsidP="00E41E2B">
      <w:pPr>
        <w:pStyle w:val="NormalWeb"/>
        <w:spacing w:before="0" w:after="0"/>
        <w:ind w:firstLine="540"/>
        <w:jc w:val="both"/>
        <w:rPr>
          <w:sz w:val="26"/>
        </w:rPr>
      </w:pPr>
    </w:p>
    <w:p w:rsidR="00DE0B19" w:rsidRDefault="00DE0B19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Об утверждении  муниципальных заданий на 2015 год</w:t>
      </w:r>
    </w:p>
    <w:p w:rsidR="00DE0B19" w:rsidRDefault="00DE0B19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на оказание муниципальных услуг (выполнение работ)</w:t>
      </w:r>
    </w:p>
    <w:p w:rsidR="00DE0B19" w:rsidRDefault="00DE0B19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муниципальным бюджетным учреждениям</w:t>
      </w:r>
    </w:p>
    <w:p w:rsidR="00DE0B19" w:rsidRDefault="00DE0B19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муниципального образования город Сорск</w:t>
      </w:r>
    </w:p>
    <w:p w:rsidR="00DE0B19" w:rsidRDefault="00DE0B19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DE0B19" w:rsidRDefault="00DE0B19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>со статьей 69.2 Бюджетного кодекса Российской Федерации,</w:t>
      </w:r>
    </w:p>
    <w:p w:rsidR="00DE0B19" w:rsidRDefault="00DE0B19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город Сорск, постановлением администрации </w:t>
      </w:r>
    </w:p>
    <w:p w:rsidR="00DE0B19" w:rsidRPr="00A54414" w:rsidRDefault="00DE0B19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 от 10.10.2011 г. № 37 – п. «Об утверждении Положения о формировании муниципального образования г. Сорск и финансовом обеспечении выполнения муниципального задания», администрация города Сорска</w:t>
      </w:r>
    </w:p>
    <w:p w:rsidR="00DE0B19" w:rsidRDefault="00DE0B19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DE0B19" w:rsidRPr="00663B1F" w:rsidRDefault="00DE0B19" w:rsidP="00663B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  <w:t xml:space="preserve">1. </w:t>
      </w:r>
      <w:r>
        <w:rPr>
          <w:rFonts w:ascii="Times New Roman" w:hAnsi="Times New Roman" w:cs="Times New Roman"/>
          <w:sz w:val="26"/>
          <w:szCs w:val="24"/>
        </w:rPr>
        <w:t xml:space="preserve">В постановлении администрации города Сорска от 31.12.2014г. № 602-п  приложение 2 </w:t>
      </w:r>
      <w:r w:rsidRPr="00663B1F">
        <w:rPr>
          <w:rFonts w:ascii="Times New Roman" w:hAnsi="Times New Roman" w:cs="Times New Roman"/>
          <w:sz w:val="26"/>
          <w:szCs w:val="26"/>
        </w:rPr>
        <w:t>отменить и утвердить в новой</w:t>
      </w:r>
      <w:r>
        <w:rPr>
          <w:rFonts w:ascii="Times New Roman" w:hAnsi="Times New Roman" w:cs="Times New Roman"/>
          <w:sz w:val="26"/>
          <w:szCs w:val="26"/>
        </w:rPr>
        <w:t xml:space="preserve"> редакции, согласно приложению </w:t>
      </w:r>
      <w:r w:rsidRPr="00663B1F">
        <w:rPr>
          <w:rFonts w:ascii="Times New Roman" w:hAnsi="Times New Roman" w:cs="Times New Roman"/>
          <w:sz w:val="26"/>
          <w:szCs w:val="26"/>
        </w:rPr>
        <w:t xml:space="preserve"> к данному постановлению.                                                                                                               </w:t>
      </w:r>
    </w:p>
    <w:p w:rsidR="00DE0B19" w:rsidRDefault="00DE0B19" w:rsidP="00C16FE5">
      <w:pPr>
        <w:pStyle w:val="ConsPlusNormal"/>
        <w:widowControl/>
        <w:tabs>
          <w:tab w:val="left" w:pos="70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 Опубликовать настоящее постановление в средствах массовой информации и на официальном сайте администрации города Сорска.</w:t>
      </w:r>
    </w:p>
    <w:p w:rsidR="00DE0B19" w:rsidRDefault="00DE0B19" w:rsidP="00C16FE5">
      <w:pPr>
        <w:pStyle w:val="ConsPlusNormal"/>
        <w:widowControl/>
        <w:tabs>
          <w:tab w:val="left" w:pos="705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 Контроль за исполнением настоящего постановления возложить на заместителя главы города по социальным вопросам. </w:t>
      </w:r>
    </w:p>
    <w:p w:rsidR="00DE0B19" w:rsidRDefault="00DE0B19" w:rsidP="00E866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E0B19" w:rsidRDefault="00DE0B19" w:rsidP="00E866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E0B19" w:rsidRDefault="00DE0B19" w:rsidP="00E866B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</w:t>
      </w:r>
      <w:r>
        <w:rPr>
          <w:rFonts w:ascii="Times New Roman" w:hAnsi="Times New Roman" w:cs="Times New Roman"/>
          <w:sz w:val="26"/>
          <w:szCs w:val="24"/>
        </w:rPr>
        <w:t>В.Ф.Найденов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0B19" w:rsidRPr="00E866B1" w:rsidRDefault="00DE0B19" w:rsidP="00E866B1">
      <w:pPr>
        <w:rPr>
          <w:lang w:eastAsia="ru-RU"/>
        </w:rPr>
      </w:pPr>
    </w:p>
    <w:p w:rsidR="00DE0B19" w:rsidRPr="00E866B1" w:rsidRDefault="00DE0B19" w:rsidP="00E866B1">
      <w:pPr>
        <w:rPr>
          <w:lang w:eastAsia="ru-RU"/>
        </w:rPr>
      </w:pPr>
    </w:p>
    <w:p w:rsidR="00DE0B19" w:rsidRPr="00E866B1" w:rsidRDefault="00DE0B19" w:rsidP="00E866B1">
      <w:pPr>
        <w:rPr>
          <w:lang w:eastAsia="ru-RU"/>
        </w:rPr>
      </w:pPr>
    </w:p>
    <w:p w:rsidR="00DE0B19" w:rsidRDefault="00DE0B19" w:rsidP="00E866B1">
      <w:pPr>
        <w:tabs>
          <w:tab w:val="left" w:pos="6090"/>
        </w:tabs>
        <w:rPr>
          <w:lang w:eastAsia="ru-RU"/>
        </w:rPr>
      </w:pPr>
      <w:r>
        <w:rPr>
          <w:lang w:eastAsia="ru-RU"/>
        </w:rPr>
        <w:tab/>
      </w:r>
    </w:p>
    <w:p w:rsidR="00DE0B19" w:rsidRDefault="00DE0B19" w:rsidP="00200C38">
      <w:pPr>
        <w:rPr>
          <w:rFonts w:ascii="Times New Roman" w:hAnsi="Times New Roman" w:cs="Times New Roman"/>
          <w:sz w:val="26"/>
          <w:szCs w:val="26"/>
        </w:rPr>
      </w:pPr>
    </w:p>
    <w:p w:rsidR="00DE0B19" w:rsidRDefault="00DE0B19" w:rsidP="00200C38">
      <w:pPr>
        <w:rPr>
          <w:rFonts w:ascii="Times New Roman" w:hAnsi="Times New Roman" w:cs="Times New Roman"/>
          <w:sz w:val="26"/>
          <w:szCs w:val="26"/>
        </w:rPr>
      </w:pPr>
    </w:p>
    <w:p w:rsidR="00DE0B19" w:rsidRDefault="00DE0B19" w:rsidP="00200C38">
      <w:pPr>
        <w:rPr>
          <w:rFonts w:ascii="Times New Roman" w:hAnsi="Times New Roman" w:cs="Times New Roman"/>
          <w:sz w:val="26"/>
          <w:szCs w:val="26"/>
        </w:rPr>
      </w:pPr>
    </w:p>
    <w:p w:rsidR="00DE0B19" w:rsidRDefault="00DE0B19" w:rsidP="00200C38">
      <w:pPr>
        <w:rPr>
          <w:rFonts w:ascii="Times New Roman" w:hAnsi="Times New Roman" w:cs="Times New Roman"/>
          <w:sz w:val="26"/>
          <w:szCs w:val="26"/>
        </w:rPr>
      </w:pPr>
    </w:p>
    <w:p w:rsidR="00DE0B19" w:rsidRDefault="00DE0B19" w:rsidP="00200C38">
      <w:pPr>
        <w:rPr>
          <w:rFonts w:ascii="Times New Roman" w:hAnsi="Times New Roman" w:cs="Times New Roman"/>
          <w:sz w:val="26"/>
          <w:szCs w:val="26"/>
        </w:rPr>
      </w:pPr>
    </w:p>
    <w:p w:rsidR="00DE0B19" w:rsidRPr="003E63DB" w:rsidRDefault="00DE0B19" w:rsidP="00E866B1">
      <w:pPr>
        <w:tabs>
          <w:tab w:val="left" w:pos="6090"/>
        </w:tabs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DE0B19" w:rsidRPr="003E63DB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25265"/>
    <w:rsid w:val="000270E9"/>
    <w:rsid w:val="00033715"/>
    <w:rsid w:val="00033A89"/>
    <w:rsid w:val="00045B8E"/>
    <w:rsid w:val="00067DA4"/>
    <w:rsid w:val="00083304"/>
    <w:rsid w:val="000A6E96"/>
    <w:rsid w:val="000D773B"/>
    <w:rsid w:val="000F42E9"/>
    <w:rsid w:val="00110F50"/>
    <w:rsid w:val="00144BDA"/>
    <w:rsid w:val="001574A6"/>
    <w:rsid w:val="00196C3D"/>
    <w:rsid w:val="00197789"/>
    <w:rsid w:val="001A620A"/>
    <w:rsid w:val="001C4B76"/>
    <w:rsid w:val="001C6B38"/>
    <w:rsid w:val="00200C38"/>
    <w:rsid w:val="0021548B"/>
    <w:rsid w:val="0021602E"/>
    <w:rsid w:val="0022511F"/>
    <w:rsid w:val="00254833"/>
    <w:rsid w:val="002A2387"/>
    <w:rsid w:val="002C78ED"/>
    <w:rsid w:val="002F2A92"/>
    <w:rsid w:val="00356011"/>
    <w:rsid w:val="003633EA"/>
    <w:rsid w:val="00371EF0"/>
    <w:rsid w:val="003B4F60"/>
    <w:rsid w:val="003B619B"/>
    <w:rsid w:val="003C4A73"/>
    <w:rsid w:val="003D1246"/>
    <w:rsid w:val="003D64D0"/>
    <w:rsid w:val="003E63DB"/>
    <w:rsid w:val="004129BD"/>
    <w:rsid w:val="00426DD8"/>
    <w:rsid w:val="00432CF2"/>
    <w:rsid w:val="0046484F"/>
    <w:rsid w:val="00466B4F"/>
    <w:rsid w:val="00470D84"/>
    <w:rsid w:val="00474BB4"/>
    <w:rsid w:val="0049451F"/>
    <w:rsid w:val="004D45F1"/>
    <w:rsid w:val="004E6E81"/>
    <w:rsid w:val="004F4FF7"/>
    <w:rsid w:val="004F54FE"/>
    <w:rsid w:val="00516DD9"/>
    <w:rsid w:val="005476CC"/>
    <w:rsid w:val="00551BF2"/>
    <w:rsid w:val="00554609"/>
    <w:rsid w:val="00576001"/>
    <w:rsid w:val="00576D58"/>
    <w:rsid w:val="005875E5"/>
    <w:rsid w:val="005A2640"/>
    <w:rsid w:val="005B51E4"/>
    <w:rsid w:val="005D46F7"/>
    <w:rsid w:val="006209E5"/>
    <w:rsid w:val="00663B1F"/>
    <w:rsid w:val="00693389"/>
    <w:rsid w:val="006B5301"/>
    <w:rsid w:val="006D6753"/>
    <w:rsid w:val="00745D7E"/>
    <w:rsid w:val="00750A18"/>
    <w:rsid w:val="00751B8B"/>
    <w:rsid w:val="00790CBC"/>
    <w:rsid w:val="007A60E2"/>
    <w:rsid w:val="007B263D"/>
    <w:rsid w:val="007C5935"/>
    <w:rsid w:val="007E6B41"/>
    <w:rsid w:val="00820986"/>
    <w:rsid w:val="00827C4F"/>
    <w:rsid w:val="008329E9"/>
    <w:rsid w:val="00854B11"/>
    <w:rsid w:val="0085506D"/>
    <w:rsid w:val="00862562"/>
    <w:rsid w:val="00862877"/>
    <w:rsid w:val="008A2218"/>
    <w:rsid w:val="008D2947"/>
    <w:rsid w:val="008E63A5"/>
    <w:rsid w:val="009124F0"/>
    <w:rsid w:val="009140F4"/>
    <w:rsid w:val="009232F1"/>
    <w:rsid w:val="00935A3B"/>
    <w:rsid w:val="00942ABE"/>
    <w:rsid w:val="00943821"/>
    <w:rsid w:val="00945E52"/>
    <w:rsid w:val="00951131"/>
    <w:rsid w:val="00990916"/>
    <w:rsid w:val="00991663"/>
    <w:rsid w:val="009A75FA"/>
    <w:rsid w:val="009B1542"/>
    <w:rsid w:val="009F3C36"/>
    <w:rsid w:val="00A24824"/>
    <w:rsid w:val="00A42C32"/>
    <w:rsid w:val="00A54414"/>
    <w:rsid w:val="00A640A1"/>
    <w:rsid w:val="00A825D3"/>
    <w:rsid w:val="00AD52D6"/>
    <w:rsid w:val="00AD7535"/>
    <w:rsid w:val="00AE12EB"/>
    <w:rsid w:val="00AE2B98"/>
    <w:rsid w:val="00B0472D"/>
    <w:rsid w:val="00B33672"/>
    <w:rsid w:val="00B40C6E"/>
    <w:rsid w:val="00B51B8E"/>
    <w:rsid w:val="00B5492F"/>
    <w:rsid w:val="00B619E0"/>
    <w:rsid w:val="00B94E8B"/>
    <w:rsid w:val="00B95948"/>
    <w:rsid w:val="00BB376D"/>
    <w:rsid w:val="00BB558D"/>
    <w:rsid w:val="00BC59FE"/>
    <w:rsid w:val="00BE489D"/>
    <w:rsid w:val="00BF4AF8"/>
    <w:rsid w:val="00C158E5"/>
    <w:rsid w:val="00C16FE5"/>
    <w:rsid w:val="00C262D4"/>
    <w:rsid w:val="00C56890"/>
    <w:rsid w:val="00C61B1E"/>
    <w:rsid w:val="00C64EF3"/>
    <w:rsid w:val="00CB00C5"/>
    <w:rsid w:val="00CD78D5"/>
    <w:rsid w:val="00D003C2"/>
    <w:rsid w:val="00D11855"/>
    <w:rsid w:val="00D2065B"/>
    <w:rsid w:val="00D34461"/>
    <w:rsid w:val="00D65351"/>
    <w:rsid w:val="00D65934"/>
    <w:rsid w:val="00D71A41"/>
    <w:rsid w:val="00D76EB1"/>
    <w:rsid w:val="00D81493"/>
    <w:rsid w:val="00DB23CB"/>
    <w:rsid w:val="00DB43ED"/>
    <w:rsid w:val="00DD0BCC"/>
    <w:rsid w:val="00DD23A0"/>
    <w:rsid w:val="00DD7FFD"/>
    <w:rsid w:val="00DE0B19"/>
    <w:rsid w:val="00E02726"/>
    <w:rsid w:val="00E166DD"/>
    <w:rsid w:val="00E3239A"/>
    <w:rsid w:val="00E37B45"/>
    <w:rsid w:val="00E41E2B"/>
    <w:rsid w:val="00E63DF8"/>
    <w:rsid w:val="00E731AA"/>
    <w:rsid w:val="00E866B1"/>
    <w:rsid w:val="00EA66D9"/>
    <w:rsid w:val="00EB28D6"/>
    <w:rsid w:val="00EC2F3D"/>
    <w:rsid w:val="00EC6AC5"/>
    <w:rsid w:val="00EF58F7"/>
    <w:rsid w:val="00EF7A51"/>
    <w:rsid w:val="00F23651"/>
    <w:rsid w:val="00F27621"/>
    <w:rsid w:val="00F94332"/>
    <w:rsid w:val="00FC1F7C"/>
    <w:rsid w:val="00FC5888"/>
    <w:rsid w:val="00FD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2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54B11"/>
    <w:pPr>
      <w:ind w:left="720"/>
      <w:contextualSpacing/>
    </w:pPr>
  </w:style>
  <w:style w:type="paragraph" w:customStyle="1" w:styleId="a">
    <w:name w:val="Без интервала"/>
    <w:uiPriority w:val="99"/>
    <w:rsid w:val="00E866B1"/>
    <w:pPr>
      <w:suppressAutoHyphens/>
    </w:pPr>
    <w:rPr>
      <w:rFonts w:eastAsia="Times New Roman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210</Words>
  <Characters>1199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5</cp:revision>
  <cp:lastPrinted>2015-02-19T04:27:00Z</cp:lastPrinted>
  <dcterms:created xsi:type="dcterms:W3CDTF">2015-02-19T03:51:00Z</dcterms:created>
  <dcterms:modified xsi:type="dcterms:W3CDTF">2015-03-05T07:17:00Z</dcterms:modified>
</cp:coreProperties>
</file>