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0B6" w:rsidRDefault="006C00B6" w:rsidP="00CB5C70">
      <w:pPr>
        <w:jc w:val="both"/>
        <w:rPr>
          <w:sz w:val="26"/>
        </w:rPr>
      </w:pPr>
    </w:p>
    <w:p w:rsidR="006C00B6" w:rsidRPr="003D1246" w:rsidRDefault="006C00B6" w:rsidP="00914026">
      <w:pPr>
        <w:rPr>
          <w:sz w:val="26"/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6C00B6" w:rsidRPr="003D1246" w:rsidRDefault="006C00B6" w:rsidP="00914026">
      <w:pPr>
        <w:rPr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6C00B6" w:rsidRDefault="006C00B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C00B6" w:rsidRDefault="006C00B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6C00B6" w:rsidRDefault="006C00B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C00B6" w:rsidRDefault="006C00B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6C00B6" w:rsidRDefault="006C00B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6C00B6" w:rsidRDefault="006C00B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C00B6" w:rsidRDefault="006C00B6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6C00B6" w:rsidRPr="003D1246" w:rsidRDefault="006C00B6" w:rsidP="00914026">
      <w:pPr>
        <w:rPr>
          <w:b/>
          <w:sz w:val="26"/>
        </w:rPr>
      </w:pPr>
      <w:r>
        <w:rPr>
          <w:noProof/>
        </w:rPr>
        <w:pict>
          <v:shape id="_x0000_s1028" type="#_x0000_t202" style="position:absolute;margin-left:272pt;margin-top:11.1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6C00B6" w:rsidRDefault="006C00B6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6C00B6" w:rsidRDefault="006C00B6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C00B6" w:rsidRPr="00862877" w:rsidRDefault="006C00B6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6C00B6" w:rsidRDefault="006C00B6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6C00B6" w:rsidRPr="00862877" w:rsidRDefault="006C00B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C00B6" w:rsidRDefault="006C00B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C00B6" w:rsidRDefault="006C00B6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6C00B6" w:rsidRPr="003D1246" w:rsidRDefault="006C00B6" w:rsidP="00914026">
      <w:pPr>
        <w:rPr>
          <w:b/>
          <w:sz w:val="26"/>
        </w:rPr>
      </w:pPr>
    </w:p>
    <w:p w:rsidR="006C00B6" w:rsidRPr="003D1246" w:rsidRDefault="006C00B6" w:rsidP="00914026">
      <w:pPr>
        <w:ind w:firstLine="360"/>
        <w:jc w:val="center"/>
        <w:rPr>
          <w:b/>
          <w:sz w:val="26"/>
          <w:szCs w:val="26"/>
        </w:rPr>
      </w:pPr>
    </w:p>
    <w:p w:rsidR="006C00B6" w:rsidRPr="003D1246" w:rsidRDefault="006C00B6" w:rsidP="00914026">
      <w:pPr>
        <w:ind w:firstLine="360"/>
        <w:jc w:val="center"/>
        <w:rPr>
          <w:b/>
          <w:sz w:val="26"/>
          <w:szCs w:val="26"/>
        </w:rPr>
      </w:pPr>
    </w:p>
    <w:p w:rsidR="006C00B6" w:rsidRDefault="006C00B6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6C00B6" w:rsidRDefault="006C00B6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1312" from="18pt,3.35pt" to="469pt,3.35pt" strokeweight=".26mm">
            <v:stroke joinstyle="miter"/>
          </v:line>
        </w:pict>
      </w:r>
    </w:p>
    <w:p w:rsidR="006C00B6" w:rsidRPr="001574A6" w:rsidRDefault="006C00B6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6C00B6" w:rsidRDefault="006C00B6" w:rsidP="00914026">
      <w:pPr>
        <w:jc w:val="center"/>
        <w:rPr>
          <w:sz w:val="26"/>
          <w:szCs w:val="26"/>
        </w:rPr>
      </w:pPr>
    </w:p>
    <w:p w:rsidR="006C00B6" w:rsidRDefault="006C00B6" w:rsidP="00914026">
      <w:pPr>
        <w:rPr>
          <w:sz w:val="26"/>
          <w:szCs w:val="26"/>
        </w:rPr>
      </w:pPr>
      <w:r>
        <w:rPr>
          <w:sz w:val="26"/>
          <w:szCs w:val="26"/>
        </w:rPr>
        <w:t xml:space="preserve">      « 04 » 03.  2015</w:t>
      </w:r>
      <w:r w:rsidRPr="009B1542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                                                                    №  124-п</w:t>
      </w:r>
      <w:r w:rsidRPr="009B1542">
        <w:rPr>
          <w:sz w:val="26"/>
          <w:szCs w:val="26"/>
        </w:rPr>
        <w:t xml:space="preserve">  </w:t>
      </w:r>
    </w:p>
    <w:p w:rsidR="006C00B6" w:rsidRPr="00955E07" w:rsidRDefault="006C00B6" w:rsidP="00914026">
      <w:pPr>
        <w:rPr>
          <w:sz w:val="26"/>
          <w:szCs w:val="26"/>
        </w:rPr>
      </w:pPr>
      <w:r>
        <w:rPr>
          <w:noProof/>
        </w:rPr>
        <w:pict>
          <v:shape id="_x0000_s1030" type="#_x0000_t202" style="position:absolute;margin-left:272pt;margin-top:11.15pt;width:196pt;height:75.95pt;z-index:251662336;mso-wrap-distance-left:9.05pt;mso-wrap-distance-right:9.05pt" stroked="f">
            <v:fill opacity="0" color2="black"/>
            <v:textbox style="mso-next-textbox:#_x0000_s1030" inset="0,0,0,0">
              <w:txbxContent>
                <w:p w:rsidR="006C00B6" w:rsidRPr="00576001" w:rsidRDefault="006C00B6" w:rsidP="00914026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6C00B6" w:rsidRPr="00862877" w:rsidRDefault="006C00B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C00B6" w:rsidRDefault="006C00B6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C00B6" w:rsidRDefault="006C00B6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6C00B6" w:rsidRDefault="006C00B6" w:rsidP="00E04E10">
      <w:pPr>
        <w:pStyle w:val="a1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47FA7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внесении изменений в муниципальную</w:t>
      </w:r>
    </w:p>
    <w:p w:rsidR="006C00B6" w:rsidRDefault="006C00B6" w:rsidP="00E04E10">
      <w:pPr>
        <w:pStyle w:val="a1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программу «Развитие культуры</w:t>
      </w:r>
    </w:p>
    <w:p w:rsidR="006C00B6" w:rsidRDefault="006C00B6" w:rsidP="00E04E10">
      <w:pPr>
        <w:pStyle w:val="a1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г. Сорск</w:t>
      </w:r>
    </w:p>
    <w:p w:rsidR="006C00B6" w:rsidRDefault="006C00B6" w:rsidP="00E04E10">
      <w:pPr>
        <w:pStyle w:val="a1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2014-2016 годы»,  утвержденную</w:t>
      </w:r>
    </w:p>
    <w:p w:rsidR="006C00B6" w:rsidRDefault="006C00B6" w:rsidP="00E04E10">
      <w:pPr>
        <w:pStyle w:val="a1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города</w:t>
      </w:r>
    </w:p>
    <w:p w:rsidR="006C00B6" w:rsidRDefault="006C00B6" w:rsidP="00E04E10">
      <w:pPr>
        <w:pStyle w:val="a1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Сорска от 09.10.2013 №533-п</w:t>
      </w:r>
    </w:p>
    <w:p w:rsidR="006C00B6" w:rsidRPr="00947FA7" w:rsidRDefault="006C00B6" w:rsidP="00E04E10">
      <w:pPr>
        <w:pStyle w:val="a1"/>
        <w:ind w:firstLine="375"/>
        <w:rPr>
          <w:rFonts w:ascii="Times New Roman" w:hAnsi="Times New Roman" w:cs="Times New Roman"/>
          <w:sz w:val="26"/>
          <w:szCs w:val="26"/>
        </w:rPr>
      </w:pPr>
    </w:p>
    <w:p w:rsidR="006C00B6" w:rsidRPr="00947FA7" w:rsidRDefault="006C00B6" w:rsidP="00E04E10">
      <w:pPr>
        <w:pStyle w:val="a1"/>
        <w:rPr>
          <w:rFonts w:ascii="Times New Roman" w:hAnsi="Times New Roman" w:cs="Times New Roman"/>
          <w:sz w:val="26"/>
          <w:szCs w:val="26"/>
        </w:rPr>
      </w:pPr>
    </w:p>
    <w:p w:rsidR="006C00B6" w:rsidRDefault="006C00B6" w:rsidP="00E04E10">
      <w:pPr>
        <w:pStyle w:val="a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В соответствии с Федеральным законом от 06.10.2003 № 131-ФЗ «Об общих принципах организации местного самоуправления в Российской Федерации», ст. 27 Устава муниципального образования города Сорск, администрация города Сорска Республики Хакасия                                                                                                                    </w:t>
      </w:r>
    </w:p>
    <w:p w:rsidR="006C00B6" w:rsidRPr="00947FA7" w:rsidRDefault="006C00B6" w:rsidP="00E04E10">
      <w:pPr>
        <w:pStyle w:val="a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ПОСТАНОВЛЯЕТ:</w:t>
      </w:r>
    </w:p>
    <w:p w:rsidR="006C00B6" w:rsidRDefault="006C00B6" w:rsidP="007342AC">
      <w:pPr>
        <w:tabs>
          <w:tab w:val="left" w:pos="993"/>
          <w:tab w:val="left" w:pos="1134"/>
        </w:tabs>
        <w:jc w:val="both"/>
        <w:rPr>
          <w:sz w:val="26"/>
          <w:szCs w:val="26"/>
        </w:rPr>
      </w:pPr>
      <w:r w:rsidRPr="00947FA7">
        <w:rPr>
          <w:color w:val="000000"/>
          <w:sz w:val="26"/>
          <w:szCs w:val="26"/>
        </w:rPr>
        <w:t xml:space="preserve">      1. </w:t>
      </w:r>
      <w:r>
        <w:rPr>
          <w:color w:val="000000"/>
          <w:sz w:val="26"/>
          <w:szCs w:val="26"/>
        </w:rPr>
        <w:t>Внести в муниципальную программу «Развитие культуры муниципального образования г.Сорск на 2014-2016 годы», утвержденную постановлением администрации города Сорска от 09.10.2013 № 533-п следующие изменения:</w:t>
      </w:r>
      <w:r w:rsidRPr="003839C6">
        <w:rPr>
          <w:sz w:val="26"/>
          <w:szCs w:val="26"/>
        </w:rPr>
        <w:t xml:space="preserve"> </w:t>
      </w:r>
    </w:p>
    <w:p w:rsidR="006C00B6" w:rsidRPr="00CB43F2" w:rsidRDefault="006C00B6" w:rsidP="007342AC">
      <w:pPr>
        <w:tabs>
          <w:tab w:val="left" w:pos="993"/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 паспорт муниципальной целевой программы изменить и изложить в новой редакции, согласно приложению 1.</w:t>
      </w:r>
    </w:p>
    <w:p w:rsidR="006C00B6" w:rsidRDefault="006C00B6" w:rsidP="007342AC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2. Опубликовать настоящее постановление в газете «Сорский молибден» и разместить на официальном сайте администрации города Сорска.</w:t>
      </w:r>
    </w:p>
    <w:p w:rsidR="006C00B6" w:rsidRDefault="006C00B6" w:rsidP="007342AC">
      <w:pPr>
        <w:tabs>
          <w:tab w:val="left" w:pos="993"/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3. Контроль за исполнение данного постановления возложить на заместителя главы города Сорска по социальным вопросам.</w:t>
      </w:r>
    </w:p>
    <w:p w:rsidR="006C00B6" w:rsidRDefault="006C00B6" w:rsidP="00E04E10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6C00B6" w:rsidRDefault="006C00B6" w:rsidP="00E04E10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6C00B6" w:rsidRDefault="006C00B6" w:rsidP="007342A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Глава города                                                                               В.Ф. Найденов</w:t>
      </w:r>
    </w:p>
    <w:p w:rsidR="006C00B6" w:rsidRDefault="006C00B6" w:rsidP="005E3D0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6C00B6" w:rsidRDefault="006C00B6" w:rsidP="005E3D0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6C00B6" w:rsidRDefault="006C00B6" w:rsidP="005E3D0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6C00B6" w:rsidRDefault="006C00B6" w:rsidP="005E3D0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6C00B6" w:rsidRDefault="006C00B6" w:rsidP="005E3D0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6C00B6" w:rsidRDefault="006C00B6" w:rsidP="005E3D0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6C00B6" w:rsidRDefault="006C00B6" w:rsidP="005E3D0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6C00B6" w:rsidRDefault="006C00B6" w:rsidP="005E3D0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6C00B6" w:rsidRDefault="006C00B6" w:rsidP="005E3D0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6C00B6" w:rsidRDefault="006C00B6" w:rsidP="005E3D0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6C00B6" w:rsidRDefault="006C00B6" w:rsidP="005E3D04">
      <w:pPr>
        <w:rPr>
          <w:sz w:val="26"/>
          <w:szCs w:val="26"/>
        </w:rPr>
      </w:pPr>
    </w:p>
    <w:p w:rsidR="006C00B6" w:rsidRDefault="006C00B6" w:rsidP="005E3D04">
      <w:pPr>
        <w:rPr>
          <w:sz w:val="26"/>
          <w:szCs w:val="26"/>
        </w:rPr>
      </w:pPr>
    </w:p>
    <w:p w:rsidR="006C00B6" w:rsidRDefault="006C00B6" w:rsidP="005E3D04">
      <w:pPr>
        <w:rPr>
          <w:sz w:val="26"/>
          <w:szCs w:val="26"/>
        </w:rPr>
      </w:pPr>
    </w:p>
    <w:p w:rsidR="006C00B6" w:rsidRDefault="006C00B6" w:rsidP="005E3D04">
      <w:pPr>
        <w:rPr>
          <w:sz w:val="26"/>
          <w:szCs w:val="26"/>
        </w:rPr>
      </w:pPr>
    </w:p>
    <w:p w:rsidR="006C00B6" w:rsidRPr="00970939" w:rsidRDefault="006C00B6" w:rsidP="00970939">
      <w:pPr>
        <w:rPr>
          <w:sz w:val="18"/>
          <w:szCs w:val="18"/>
        </w:rPr>
      </w:pPr>
    </w:p>
    <w:sectPr w:rsidR="006C00B6" w:rsidRPr="00970939" w:rsidSect="00515B7A">
      <w:pgSz w:w="11906" w:h="16838"/>
      <w:pgMar w:top="284" w:right="851" w:bottom="902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580"/>
    <w:rsid w:val="0001001B"/>
    <w:rsid w:val="00017821"/>
    <w:rsid w:val="00021104"/>
    <w:rsid w:val="00023B8C"/>
    <w:rsid w:val="00033565"/>
    <w:rsid w:val="00040B0F"/>
    <w:rsid w:val="00042C2B"/>
    <w:rsid w:val="000457CA"/>
    <w:rsid w:val="000465D2"/>
    <w:rsid w:val="00046BC4"/>
    <w:rsid w:val="00056E86"/>
    <w:rsid w:val="00063D7D"/>
    <w:rsid w:val="00086C61"/>
    <w:rsid w:val="00092867"/>
    <w:rsid w:val="000A3A6C"/>
    <w:rsid w:val="000A7A23"/>
    <w:rsid w:val="000B49A7"/>
    <w:rsid w:val="000C268B"/>
    <w:rsid w:val="000C3B7C"/>
    <w:rsid w:val="000C5C58"/>
    <w:rsid w:val="000D1C91"/>
    <w:rsid w:val="000E55FA"/>
    <w:rsid w:val="000E7630"/>
    <w:rsid w:val="000F19A1"/>
    <w:rsid w:val="0010560C"/>
    <w:rsid w:val="00133E60"/>
    <w:rsid w:val="00155600"/>
    <w:rsid w:val="001574A6"/>
    <w:rsid w:val="00163EFF"/>
    <w:rsid w:val="00174AA0"/>
    <w:rsid w:val="00177099"/>
    <w:rsid w:val="00186323"/>
    <w:rsid w:val="00187738"/>
    <w:rsid w:val="001939B5"/>
    <w:rsid w:val="001A1D47"/>
    <w:rsid w:val="001A2A5F"/>
    <w:rsid w:val="001B6F78"/>
    <w:rsid w:val="001C6AE6"/>
    <w:rsid w:val="001E050B"/>
    <w:rsid w:val="001E25BB"/>
    <w:rsid w:val="001E5D68"/>
    <w:rsid w:val="001E71E5"/>
    <w:rsid w:val="001F3718"/>
    <w:rsid w:val="002033A8"/>
    <w:rsid w:val="00212036"/>
    <w:rsid w:val="00242B5D"/>
    <w:rsid w:val="002548C9"/>
    <w:rsid w:val="002611C3"/>
    <w:rsid w:val="00271E85"/>
    <w:rsid w:val="00282914"/>
    <w:rsid w:val="00283C41"/>
    <w:rsid w:val="0029013E"/>
    <w:rsid w:val="002A5B97"/>
    <w:rsid w:val="002A75C3"/>
    <w:rsid w:val="002B1E50"/>
    <w:rsid w:val="002B5F84"/>
    <w:rsid w:val="002D189B"/>
    <w:rsid w:val="002D1D32"/>
    <w:rsid w:val="002D30C1"/>
    <w:rsid w:val="002E3AC0"/>
    <w:rsid w:val="002F4155"/>
    <w:rsid w:val="002F5859"/>
    <w:rsid w:val="00326760"/>
    <w:rsid w:val="00335598"/>
    <w:rsid w:val="003807A2"/>
    <w:rsid w:val="003839C6"/>
    <w:rsid w:val="003874ED"/>
    <w:rsid w:val="00387C75"/>
    <w:rsid w:val="003B0E05"/>
    <w:rsid w:val="003C7CF1"/>
    <w:rsid w:val="003D1246"/>
    <w:rsid w:val="003D148E"/>
    <w:rsid w:val="003D2023"/>
    <w:rsid w:val="003E3FB7"/>
    <w:rsid w:val="003E67F5"/>
    <w:rsid w:val="003F2946"/>
    <w:rsid w:val="003F395A"/>
    <w:rsid w:val="003F5B82"/>
    <w:rsid w:val="00406497"/>
    <w:rsid w:val="004215D0"/>
    <w:rsid w:val="004311B7"/>
    <w:rsid w:val="00432F27"/>
    <w:rsid w:val="004412DF"/>
    <w:rsid w:val="004628DA"/>
    <w:rsid w:val="00472038"/>
    <w:rsid w:val="0047308C"/>
    <w:rsid w:val="00473589"/>
    <w:rsid w:val="0048424A"/>
    <w:rsid w:val="00485CCF"/>
    <w:rsid w:val="004A0BE8"/>
    <w:rsid w:val="004C5133"/>
    <w:rsid w:val="004D71EA"/>
    <w:rsid w:val="004E2EEC"/>
    <w:rsid w:val="004E70E3"/>
    <w:rsid w:val="004F0AE2"/>
    <w:rsid w:val="005027BB"/>
    <w:rsid w:val="0050366F"/>
    <w:rsid w:val="005117CA"/>
    <w:rsid w:val="00513915"/>
    <w:rsid w:val="00514C93"/>
    <w:rsid w:val="00515B7A"/>
    <w:rsid w:val="00536B44"/>
    <w:rsid w:val="005671F0"/>
    <w:rsid w:val="00574DE5"/>
    <w:rsid w:val="00576001"/>
    <w:rsid w:val="00576D58"/>
    <w:rsid w:val="005A0BA6"/>
    <w:rsid w:val="005A2C89"/>
    <w:rsid w:val="005C006B"/>
    <w:rsid w:val="005D3637"/>
    <w:rsid w:val="005D405D"/>
    <w:rsid w:val="005D5E57"/>
    <w:rsid w:val="005E3D04"/>
    <w:rsid w:val="005E3D11"/>
    <w:rsid w:val="005E5262"/>
    <w:rsid w:val="005F5D25"/>
    <w:rsid w:val="00600825"/>
    <w:rsid w:val="00605C42"/>
    <w:rsid w:val="00615678"/>
    <w:rsid w:val="006209E5"/>
    <w:rsid w:val="006236FD"/>
    <w:rsid w:val="006245FD"/>
    <w:rsid w:val="006264CF"/>
    <w:rsid w:val="006346D3"/>
    <w:rsid w:val="006617D3"/>
    <w:rsid w:val="006654AB"/>
    <w:rsid w:val="00671405"/>
    <w:rsid w:val="00684626"/>
    <w:rsid w:val="00694038"/>
    <w:rsid w:val="00696F7C"/>
    <w:rsid w:val="006A2201"/>
    <w:rsid w:val="006A6A59"/>
    <w:rsid w:val="006B06E7"/>
    <w:rsid w:val="006B205E"/>
    <w:rsid w:val="006B4C83"/>
    <w:rsid w:val="006B7F78"/>
    <w:rsid w:val="006C00B6"/>
    <w:rsid w:val="006C05BA"/>
    <w:rsid w:val="006C12A0"/>
    <w:rsid w:val="006C2C32"/>
    <w:rsid w:val="006C3BA1"/>
    <w:rsid w:val="006D25F1"/>
    <w:rsid w:val="006F3D2C"/>
    <w:rsid w:val="00701206"/>
    <w:rsid w:val="007060C3"/>
    <w:rsid w:val="00721EA5"/>
    <w:rsid w:val="007342AC"/>
    <w:rsid w:val="00750A2B"/>
    <w:rsid w:val="00776084"/>
    <w:rsid w:val="00782A82"/>
    <w:rsid w:val="007A1D8F"/>
    <w:rsid w:val="007B319F"/>
    <w:rsid w:val="007C6E0F"/>
    <w:rsid w:val="007E2806"/>
    <w:rsid w:val="00800F73"/>
    <w:rsid w:val="00814E59"/>
    <w:rsid w:val="00815D59"/>
    <w:rsid w:val="008252CF"/>
    <w:rsid w:val="00844B44"/>
    <w:rsid w:val="00845F26"/>
    <w:rsid w:val="00846510"/>
    <w:rsid w:val="00862877"/>
    <w:rsid w:val="00884CA0"/>
    <w:rsid w:val="008975BE"/>
    <w:rsid w:val="008B3899"/>
    <w:rsid w:val="008E206E"/>
    <w:rsid w:val="008E282D"/>
    <w:rsid w:val="008E4AA0"/>
    <w:rsid w:val="008E70E5"/>
    <w:rsid w:val="00914026"/>
    <w:rsid w:val="00914351"/>
    <w:rsid w:val="009328F7"/>
    <w:rsid w:val="00942090"/>
    <w:rsid w:val="00946088"/>
    <w:rsid w:val="00947FA7"/>
    <w:rsid w:val="00952A05"/>
    <w:rsid w:val="00955E07"/>
    <w:rsid w:val="009645B4"/>
    <w:rsid w:val="00970939"/>
    <w:rsid w:val="0098355F"/>
    <w:rsid w:val="00986EA4"/>
    <w:rsid w:val="00996776"/>
    <w:rsid w:val="009A3F11"/>
    <w:rsid w:val="009B1542"/>
    <w:rsid w:val="009B37D5"/>
    <w:rsid w:val="009C27EF"/>
    <w:rsid w:val="009D69B1"/>
    <w:rsid w:val="009E6892"/>
    <w:rsid w:val="009F09A0"/>
    <w:rsid w:val="009F51D9"/>
    <w:rsid w:val="00A04BC8"/>
    <w:rsid w:val="00A202C8"/>
    <w:rsid w:val="00A27E6B"/>
    <w:rsid w:val="00A411F2"/>
    <w:rsid w:val="00A56F97"/>
    <w:rsid w:val="00A61074"/>
    <w:rsid w:val="00A74020"/>
    <w:rsid w:val="00A76B33"/>
    <w:rsid w:val="00A97D88"/>
    <w:rsid w:val="00AC7C1E"/>
    <w:rsid w:val="00AD6669"/>
    <w:rsid w:val="00AE513E"/>
    <w:rsid w:val="00AE6AE8"/>
    <w:rsid w:val="00AF4536"/>
    <w:rsid w:val="00B07EDD"/>
    <w:rsid w:val="00B1500C"/>
    <w:rsid w:val="00B550CB"/>
    <w:rsid w:val="00B572C1"/>
    <w:rsid w:val="00B6377E"/>
    <w:rsid w:val="00B82308"/>
    <w:rsid w:val="00B8442C"/>
    <w:rsid w:val="00B86450"/>
    <w:rsid w:val="00BA0C44"/>
    <w:rsid w:val="00BA4F98"/>
    <w:rsid w:val="00BC4806"/>
    <w:rsid w:val="00BD1DA5"/>
    <w:rsid w:val="00BE0C87"/>
    <w:rsid w:val="00BF1118"/>
    <w:rsid w:val="00C01D8E"/>
    <w:rsid w:val="00C055ED"/>
    <w:rsid w:val="00C14580"/>
    <w:rsid w:val="00C160EA"/>
    <w:rsid w:val="00C311F4"/>
    <w:rsid w:val="00C50D35"/>
    <w:rsid w:val="00C54685"/>
    <w:rsid w:val="00C55DFA"/>
    <w:rsid w:val="00C83070"/>
    <w:rsid w:val="00C84B73"/>
    <w:rsid w:val="00CB43F2"/>
    <w:rsid w:val="00CB5C70"/>
    <w:rsid w:val="00CC3222"/>
    <w:rsid w:val="00CF542B"/>
    <w:rsid w:val="00CF64D4"/>
    <w:rsid w:val="00CF7F74"/>
    <w:rsid w:val="00D03793"/>
    <w:rsid w:val="00D11781"/>
    <w:rsid w:val="00D351E3"/>
    <w:rsid w:val="00D50AA5"/>
    <w:rsid w:val="00D61ACE"/>
    <w:rsid w:val="00D77315"/>
    <w:rsid w:val="00D84113"/>
    <w:rsid w:val="00D876AD"/>
    <w:rsid w:val="00DB4289"/>
    <w:rsid w:val="00DB7F70"/>
    <w:rsid w:val="00DE3A8F"/>
    <w:rsid w:val="00DE75A2"/>
    <w:rsid w:val="00DF2B79"/>
    <w:rsid w:val="00DF39B4"/>
    <w:rsid w:val="00DF6C83"/>
    <w:rsid w:val="00E04E10"/>
    <w:rsid w:val="00E15A4E"/>
    <w:rsid w:val="00E20B78"/>
    <w:rsid w:val="00E22E2F"/>
    <w:rsid w:val="00E26AF9"/>
    <w:rsid w:val="00E34AC8"/>
    <w:rsid w:val="00E360BE"/>
    <w:rsid w:val="00E41E2B"/>
    <w:rsid w:val="00E468E0"/>
    <w:rsid w:val="00E5133C"/>
    <w:rsid w:val="00E614CD"/>
    <w:rsid w:val="00E77313"/>
    <w:rsid w:val="00EA61BF"/>
    <w:rsid w:val="00ED0B6E"/>
    <w:rsid w:val="00ED3AC3"/>
    <w:rsid w:val="00EE6002"/>
    <w:rsid w:val="00F011DE"/>
    <w:rsid w:val="00F100DE"/>
    <w:rsid w:val="00F13C19"/>
    <w:rsid w:val="00F16BC2"/>
    <w:rsid w:val="00F21485"/>
    <w:rsid w:val="00F25C3A"/>
    <w:rsid w:val="00F5233A"/>
    <w:rsid w:val="00F5434B"/>
    <w:rsid w:val="00F608CD"/>
    <w:rsid w:val="00F65914"/>
    <w:rsid w:val="00F85F8E"/>
    <w:rsid w:val="00FB6D9B"/>
    <w:rsid w:val="00FD7C5C"/>
    <w:rsid w:val="00FF4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580"/>
    <w:rPr>
      <w:rFonts w:eastAsia="Times New Roman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">
    <w:name w:val="Цветовое выделение"/>
    <w:uiPriority w:val="99"/>
    <w:rsid w:val="00C14580"/>
    <w:rPr>
      <w:b/>
      <w:color w:val="26282F"/>
      <w:sz w:val="26"/>
    </w:rPr>
  </w:style>
  <w:style w:type="paragraph" w:styleId="ListParagraph">
    <w:name w:val="List Paragraph"/>
    <w:basedOn w:val="Normal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0">
    <w:name w:val="Нормальный (таблица)"/>
    <w:basedOn w:val="Normal"/>
    <w:next w:val="Normal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uiPriority w:val="99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914026"/>
    <w:pPr>
      <w:suppressAutoHyphens/>
    </w:pPr>
    <w:rPr>
      <w:rFonts w:ascii="Calibri" w:hAnsi="Calibri" w:cs="Calibri"/>
      <w:lang w:eastAsia="ar-SA"/>
    </w:rPr>
  </w:style>
  <w:style w:type="paragraph" w:customStyle="1" w:styleId="a1">
    <w:name w:val="Без интервала"/>
    <w:uiPriority w:val="99"/>
    <w:rsid w:val="00E04E10"/>
    <w:pPr>
      <w:suppressAutoHyphens/>
    </w:pPr>
    <w:rPr>
      <w:rFonts w:ascii="Calibri" w:eastAsia="Times New Roman" w:hAnsi="Calibri" w:cs="Calibri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1284</TotalTime>
  <Pages>2</Pages>
  <Words>217</Words>
  <Characters>1237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Мунуслуги</cp:lastModifiedBy>
  <cp:revision>95</cp:revision>
  <cp:lastPrinted>2015-03-03T07:32:00Z</cp:lastPrinted>
  <dcterms:created xsi:type="dcterms:W3CDTF">2014-01-31T08:18:00Z</dcterms:created>
  <dcterms:modified xsi:type="dcterms:W3CDTF">2015-03-05T08:14:00Z</dcterms:modified>
</cp:coreProperties>
</file>