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34" w:rsidRPr="00BB0A85" w:rsidRDefault="00E56D34" w:rsidP="00FF4801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7" o:title=""/>
          </v:shape>
        </w:pict>
      </w:r>
    </w:p>
    <w:p w:rsidR="00E56D34" w:rsidRPr="003D1246" w:rsidRDefault="00E56D34" w:rsidP="00FF4801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6D34" w:rsidRDefault="00E56D34" w:rsidP="00FF4801">
                  <w:pPr>
                    <w:rPr>
                      <w:szCs w:val="26"/>
                    </w:rPr>
                  </w:pPr>
                </w:p>
                <w:p w:rsidR="00E56D34" w:rsidRDefault="00E56D34" w:rsidP="00FF4801">
                  <w:pPr>
                    <w:rPr>
                      <w:szCs w:val="26"/>
                    </w:rPr>
                  </w:pPr>
                </w:p>
                <w:p w:rsidR="00E56D34" w:rsidRDefault="00E56D34" w:rsidP="00FF480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56D34" w:rsidRPr="003D1246" w:rsidRDefault="00E56D34" w:rsidP="00FF480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E56D34" w:rsidRDefault="00E56D34" w:rsidP="00FF480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56D34" w:rsidRDefault="00E56D34" w:rsidP="00FF480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56D34" w:rsidRPr="00862877" w:rsidRDefault="00E56D34" w:rsidP="00FF480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E56D34" w:rsidRDefault="00E56D34" w:rsidP="00FF480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56D34" w:rsidRPr="00862877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6D34" w:rsidRDefault="00E56D34" w:rsidP="00FF4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56D34" w:rsidRDefault="00E56D34" w:rsidP="00FF480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56D34" w:rsidRPr="003D1246" w:rsidRDefault="00E56D34" w:rsidP="00FF480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E56D34" w:rsidRPr="003D1246" w:rsidRDefault="00E56D34" w:rsidP="00FF480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E56D34" w:rsidRPr="003D1246" w:rsidRDefault="00E56D34" w:rsidP="00FF480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E56D34" w:rsidRDefault="00E56D34" w:rsidP="00FF480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56D34" w:rsidRDefault="00E56D34" w:rsidP="00FF480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0,3.35pt" to="468pt,3.35pt" strokeweight=".26mm">
            <v:stroke joinstyle="miter"/>
          </v:line>
        </w:pict>
      </w:r>
    </w:p>
    <w:p w:rsidR="00E56D34" w:rsidRPr="001574A6" w:rsidRDefault="00E56D34" w:rsidP="00FF480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56D34" w:rsidRDefault="00E56D34" w:rsidP="00FF480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56D34" w:rsidRDefault="00E56D34" w:rsidP="00FF480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11.03.2015                                                                                 № 131-п.</w:t>
      </w:r>
    </w:p>
    <w:p w:rsidR="00E56D34" w:rsidRDefault="00E56D34" w:rsidP="00FF480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56D34" w:rsidRDefault="00E56D34" w:rsidP="00FF4801">
      <w:pPr>
        <w:spacing w:after="0" w:line="240" w:lineRule="auto"/>
        <w:ind w:firstLine="70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</w:t>
      </w:r>
    </w:p>
    <w:p w:rsidR="00E56D34" w:rsidRDefault="00E56D34" w:rsidP="00FF4801">
      <w:pPr>
        <w:spacing w:after="0" w:line="240" w:lineRule="auto"/>
        <w:ind w:firstLine="70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Сорска</w:t>
      </w:r>
    </w:p>
    <w:p w:rsidR="00E56D34" w:rsidRDefault="00E56D34" w:rsidP="00FF4801">
      <w:pPr>
        <w:spacing w:after="0" w:line="240" w:lineRule="auto"/>
        <w:ind w:firstLine="70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16.04.2013 № 206-п.  </w:t>
      </w:r>
      <w:r>
        <w:rPr>
          <w:rFonts w:ascii="Times New Roman" w:hAnsi="Times New Roman"/>
          <w:sz w:val="26"/>
        </w:rPr>
        <w:tab/>
      </w:r>
    </w:p>
    <w:p w:rsidR="00E56D34" w:rsidRDefault="00E56D34" w:rsidP="00FF4801">
      <w:pPr>
        <w:spacing w:after="0" w:line="240" w:lineRule="auto"/>
        <w:ind w:firstLine="708"/>
        <w:rPr>
          <w:rFonts w:ascii="Times New Roman" w:hAnsi="Times New Roman"/>
          <w:sz w:val="26"/>
        </w:rPr>
      </w:pP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Руководствуясь Федеральным законом от 02.03.2007 №25-ФЗ «О муниципальной службе в Российской Федерации», Законом Республики Хакасия от </w:t>
      </w:r>
      <w:r>
        <w:rPr>
          <w:rFonts w:ascii="Times New Roman" w:hAnsi="Times New Roman"/>
          <w:sz w:val="26"/>
          <w:szCs w:val="26"/>
          <w:lang w:eastAsia="ru-RU"/>
        </w:rPr>
        <w:t>6 июля 2007 года № 39-ЗРХ  «О муниципальной службе в Республике Хакасия», Уставом муниципального образования г. Сорск, администрация города Сорска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ПОСТАНОВЛЯЕТ: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 Внести в постановление администрации города Сорска от 16.04.2013 № 206-п. «Об утверждении квалификационных требований необходимых для замещения должностей муниципальной службы» (далее – Постановление) следующие изменения: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1) пункт 1 Постановления после слов «необходимым для замещения должностей муниципальной службы в администрации города Сорска Республики Хакасия» дополнить словами «и ее структурных подразделений являющихся отдельными юридическими лицами.».  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 Приложение к Постановлению изменить и изложить в следующей редакции:</w:t>
      </w:r>
    </w:p>
    <w:p w:rsidR="00E56D34" w:rsidRDefault="00E56D34" w:rsidP="0021610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«Квалификационные требования к уровню профессионального образования, стажу муниципальной службы, стажу работы по специальности, профессиональным знаниям и навыкам, необходимым для замещения должностей муниципальной службы в администрации города Сорска Республики Хакасия и ее структурных подразделений являющихся отдельными юридическими лицами»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C17458">
        <w:rPr>
          <w:rFonts w:ascii="Times New Roman" w:hAnsi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/>
          <w:sz w:val="26"/>
          <w:szCs w:val="26"/>
          <w:lang w:eastAsia="ru-RU"/>
        </w:rPr>
        <w:t>абзац 2 подпункта 1.1.1 пункта 1.1 раздела 1 после слов «стажа работы по специальности» дополнить словами «,</w:t>
      </w:r>
      <w:r>
        <w:rPr>
          <w:rFonts w:ascii="Times New Roman" w:hAnsi="Times New Roman"/>
          <w:sz w:val="26"/>
        </w:rPr>
        <w:t>направлению подготовки»;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 w:rsidRPr="00C17458">
        <w:rPr>
          <w:rFonts w:ascii="Times New Roman" w:hAnsi="Times New Roman"/>
          <w:sz w:val="26"/>
        </w:rPr>
        <w:t xml:space="preserve">) </w:t>
      </w:r>
      <w:r>
        <w:rPr>
          <w:rFonts w:ascii="Times New Roman" w:hAnsi="Times New Roman"/>
          <w:sz w:val="26"/>
          <w:szCs w:val="26"/>
          <w:lang w:eastAsia="ru-RU"/>
        </w:rPr>
        <w:t>абзац 2 подпункта 1.1.2 пункта 1.1 раздела 1 после слов «стажа работы по специальности» дополнить словами «,</w:t>
      </w:r>
      <w:r>
        <w:rPr>
          <w:rFonts w:ascii="Times New Roman" w:hAnsi="Times New Roman"/>
          <w:sz w:val="26"/>
        </w:rPr>
        <w:t>направлению подготовки»;</w:t>
      </w:r>
    </w:p>
    <w:p w:rsidR="00E56D34" w:rsidRDefault="00E56D34" w:rsidP="00F065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Pr="00C17458">
        <w:rPr>
          <w:rFonts w:ascii="Times New Roman" w:hAnsi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/>
          <w:sz w:val="26"/>
          <w:szCs w:val="26"/>
          <w:lang w:eastAsia="ru-RU"/>
        </w:rPr>
        <w:t>абзац 2 подпункта 1.1.3 пункта 1.1 раздела 1 после слов «стажа работы по специальности» дополнить словами «,</w:t>
      </w:r>
      <w:r>
        <w:rPr>
          <w:rFonts w:ascii="Times New Roman" w:hAnsi="Times New Roman"/>
          <w:sz w:val="26"/>
        </w:rPr>
        <w:t>направлению подготовки»;</w:t>
      </w:r>
    </w:p>
    <w:p w:rsidR="00E56D34" w:rsidRDefault="00E56D34" w:rsidP="00F065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6</w:t>
      </w:r>
      <w:r w:rsidRPr="00C17458">
        <w:rPr>
          <w:rFonts w:ascii="Times New Roman" w:hAnsi="Times New Roman" w:cs="Times New Roman"/>
          <w:sz w:val="26"/>
        </w:rPr>
        <w:t xml:space="preserve">) </w:t>
      </w:r>
      <w:r>
        <w:rPr>
          <w:rFonts w:ascii="Times New Roman" w:hAnsi="Times New Roman" w:cs="Times New Roman"/>
          <w:sz w:val="26"/>
        </w:rPr>
        <w:t xml:space="preserve">подпункт 1.1.4 пункта 1.1 раздела 1 изменить и изложить в новой редакции: </w:t>
      </w:r>
    </w:p>
    <w:p w:rsidR="00E56D34" w:rsidRDefault="00E56D34" w:rsidP="00F065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«1.1.4 Для замещения старших должностей муниципальной службы – высшее профессиональное образование, соответствующее направлению деятельности».</w:t>
      </w:r>
    </w:p>
    <w:p w:rsidR="00E56D34" w:rsidRDefault="00E56D34" w:rsidP="00F065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7) пункт 1.1 раздела 1 дополнить подпунктом 1.1.6 следующего содержания:</w:t>
      </w:r>
    </w:p>
    <w:p w:rsidR="00E56D34" w:rsidRDefault="00E56D34" w:rsidP="00F065F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«1.1.6 Д</w:t>
      </w:r>
      <w:r w:rsidRPr="00514C9F">
        <w:rPr>
          <w:rFonts w:ascii="Times New Roman" w:hAnsi="Times New Roman" w:cs="Times New Roman"/>
          <w:sz w:val="26"/>
        </w:rPr>
        <w:t xml:space="preserve">ля старшей </w:t>
      </w:r>
      <w:r>
        <w:rPr>
          <w:rFonts w:ascii="Times New Roman" w:hAnsi="Times New Roman" w:cs="Times New Roman"/>
          <w:sz w:val="26"/>
        </w:rPr>
        <w:t>и младшей групп должностей требования к стажу не предъявляются. При наличии стажа по специальности приоритет отдается гражданину имеющему стаж работы по специальности».</w:t>
      </w:r>
    </w:p>
    <w:p w:rsidR="00E56D34" w:rsidRDefault="00E56D34" w:rsidP="00F065F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sz w:val="25"/>
          <w:szCs w:val="25"/>
        </w:rPr>
        <w:tab/>
      </w:r>
      <w:r>
        <w:rPr>
          <w:rFonts w:ascii="Times New Roman" w:hAnsi="Times New Roman"/>
          <w:sz w:val="26"/>
          <w:szCs w:val="25"/>
        </w:rPr>
        <w:t>2</w:t>
      </w:r>
      <w:r w:rsidRPr="00F065F7">
        <w:rPr>
          <w:rFonts w:ascii="Times New Roman" w:hAnsi="Times New Roman"/>
          <w:sz w:val="26"/>
          <w:szCs w:val="25"/>
        </w:rPr>
        <w:t xml:space="preserve">. </w:t>
      </w:r>
      <w:r>
        <w:rPr>
          <w:rFonts w:ascii="Times New Roman" w:hAnsi="Times New Roman"/>
          <w:sz w:val="26"/>
          <w:szCs w:val="25"/>
        </w:rPr>
        <w:t>Раздел 1 дополнить пунктом 1.2 следующего содержания:</w:t>
      </w:r>
    </w:p>
    <w:p w:rsidR="00E56D34" w:rsidRDefault="00E56D34" w:rsidP="00F065F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«1.2 Д</w:t>
      </w:r>
      <w:r w:rsidRPr="00F065F7">
        <w:rPr>
          <w:rFonts w:ascii="Times New Roman" w:hAnsi="Times New Roman"/>
          <w:sz w:val="26"/>
          <w:szCs w:val="25"/>
        </w:rPr>
        <w:t xml:space="preserve">ля лиц, имеющих дипломы специалиста или магистра с отличием, в </w:t>
      </w:r>
    </w:p>
    <w:p w:rsidR="00E56D34" w:rsidRDefault="00E56D34" w:rsidP="00F065F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</w:p>
    <w:p w:rsidR="00E56D34" w:rsidRDefault="00E56D34" w:rsidP="00F065F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</w:p>
    <w:p w:rsidR="00E56D34" w:rsidRDefault="00E56D34" w:rsidP="00F065F7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 w:rsidRPr="00F065F7">
        <w:rPr>
          <w:rFonts w:ascii="Times New Roman" w:hAnsi="Times New Roman"/>
          <w:sz w:val="26"/>
          <w:szCs w:val="25"/>
        </w:rPr>
        <w:t xml:space="preserve">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должностей муниципальной службы ведущей группы должностей – не менее одного года стажа муниципальной </w:t>
      </w:r>
      <w:r>
        <w:rPr>
          <w:rFonts w:ascii="Times New Roman" w:hAnsi="Times New Roman"/>
          <w:sz w:val="26"/>
          <w:szCs w:val="25"/>
        </w:rPr>
        <w:t xml:space="preserve">службы </w:t>
      </w:r>
      <w:r w:rsidRPr="00F065F7">
        <w:rPr>
          <w:rFonts w:ascii="Times New Roman" w:hAnsi="Times New Roman"/>
          <w:sz w:val="26"/>
          <w:szCs w:val="25"/>
        </w:rPr>
        <w:t>или стажа работы по специальности, направлению подготовки</w:t>
      </w:r>
      <w:r>
        <w:rPr>
          <w:rFonts w:ascii="Times New Roman" w:hAnsi="Times New Roman"/>
          <w:sz w:val="26"/>
          <w:szCs w:val="25"/>
        </w:rPr>
        <w:t>»</w:t>
      </w:r>
      <w:r w:rsidRPr="00F065F7">
        <w:rPr>
          <w:rFonts w:ascii="Times New Roman" w:hAnsi="Times New Roman"/>
          <w:sz w:val="26"/>
          <w:szCs w:val="25"/>
        </w:rPr>
        <w:t>.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3. В абзаце 7 пункта 2.1 раздела 2 предложение дополнить словами «,а также обязанностей, установленных в целях противодействия коррупции.»;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Пункт 2.1 раздела 2 дополнить абзацем следующего содержания: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«знание структуры и полномочий органов государственной власти Российской Федерации, органов государственной власти Республики Хакасия и органов местного самоуправления города Сорска».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4. Пункт 2.2 раздела 2 изменить и изложить в следующей редакции: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«Общими квалификационными требованиями к профессиональным навыкам муниципальных служащих являются: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>«владение современными средствами, методами и технологиями работы с информацией, необходимыми для исполнения должностных обязанностей по замещаемой должности»;</w:t>
      </w:r>
    </w:p>
    <w:p w:rsidR="00E56D34" w:rsidRDefault="00E56D34" w:rsidP="009D6639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5"/>
        </w:rPr>
      </w:pPr>
      <w:r>
        <w:rPr>
          <w:rFonts w:ascii="Times New Roman" w:hAnsi="Times New Roman"/>
          <w:sz w:val="26"/>
          <w:szCs w:val="25"/>
        </w:rPr>
        <w:tab/>
        <w:t xml:space="preserve">«знание основ делопроизводства». </w:t>
      </w:r>
    </w:p>
    <w:p w:rsidR="00E56D34" w:rsidRDefault="00E56D34" w:rsidP="00C71ECD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5"/>
        </w:rPr>
        <w:tab/>
        <w:t>5</w:t>
      </w:r>
      <w:r>
        <w:rPr>
          <w:rFonts w:ascii="Times New Roman" w:hAnsi="Times New Roman"/>
          <w:sz w:val="26"/>
          <w:szCs w:val="26"/>
          <w:lang w:eastAsia="ru-RU"/>
        </w:rPr>
        <w:t>. Контроль над исполнением постановления возложить на управляющего делами администрации города Сорска.</w:t>
      </w: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56D34" w:rsidRDefault="00E56D34" w:rsidP="00FF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Глава города                                                            В.Ф. Найденов   </w:t>
      </w:r>
    </w:p>
    <w:p w:rsidR="00E56D34" w:rsidRDefault="00E56D34" w:rsidP="00FF4801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</w:p>
    <w:p w:rsidR="00E56D34" w:rsidRDefault="00E56D34" w:rsidP="0099070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6"/>
        </w:rPr>
      </w:pPr>
    </w:p>
    <w:p w:rsidR="00E56D34" w:rsidRDefault="00E56D34" w:rsidP="0099070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6"/>
        </w:rPr>
      </w:pPr>
    </w:p>
    <w:p w:rsidR="00E56D34" w:rsidRPr="00990703" w:rsidRDefault="00E56D34" w:rsidP="0099070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6"/>
        </w:rPr>
      </w:pPr>
    </w:p>
    <w:sectPr w:rsidR="00E56D34" w:rsidRPr="00990703" w:rsidSect="001D29D8">
      <w:footerReference w:type="even" r:id="rId8"/>
      <w:footerReference w:type="default" r:id="rId9"/>
      <w:pgSz w:w="11906" w:h="16838"/>
      <w:pgMar w:top="45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D34" w:rsidRDefault="00E56D34">
      <w:r>
        <w:separator/>
      </w:r>
    </w:p>
  </w:endnote>
  <w:endnote w:type="continuationSeparator" w:id="1">
    <w:p w:rsidR="00E56D34" w:rsidRDefault="00E56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D34" w:rsidRDefault="00E56D34" w:rsidP="001D29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6D34" w:rsidRDefault="00E56D34" w:rsidP="00190219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D34" w:rsidRDefault="00E56D34" w:rsidP="001D29D8">
    <w:pPr>
      <w:pStyle w:val="Footer"/>
      <w:framePr w:wrap="around" w:vAnchor="text" w:hAnchor="margin" w:xAlign="center" w:y="1"/>
      <w:rPr>
        <w:rStyle w:val="PageNumber"/>
      </w:rPr>
    </w:pPr>
  </w:p>
  <w:p w:rsidR="00E56D34" w:rsidRDefault="00E56D34" w:rsidP="001D29D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D34" w:rsidRDefault="00E56D34">
      <w:r>
        <w:separator/>
      </w:r>
    </w:p>
  </w:footnote>
  <w:footnote w:type="continuationSeparator" w:id="1">
    <w:p w:rsidR="00E56D34" w:rsidRDefault="00E56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94D6C"/>
    <w:multiLevelType w:val="multilevel"/>
    <w:tmpl w:val="FC807A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CD1"/>
    <w:rsid w:val="000030E9"/>
    <w:rsid w:val="00062D7F"/>
    <w:rsid w:val="000A0893"/>
    <w:rsid w:val="000D2335"/>
    <w:rsid w:val="00113673"/>
    <w:rsid w:val="00143B56"/>
    <w:rsid w:val="001574A6"/>
    <w:rsid w:val="00184FA6"/>
    <w:rsid w:val="00190219"/>
    <w:rsid w:val="001A5B61"/>
    <w:rsid w:val="001D29D8"/>
    <w:rsid w:val="001E16FD"/>
    <w:rsid w:val="001F287B"/>
    <w:rsid w:val="001F4677"/>
    <w:rsid w:val="0021542C"/>
    <w:rsid w:val="00216105"/>
    <w:rsid w:val="00226991"/>
    <w:rsid w:val="0025248E"/>
    <w:rsid w:val="00252C43"/>
    <w:rsid w:val="00254C2E"/>
    <w:rsid w:val="002C2466"/>
    <w:rsid w:val="00304574"/>
    <w:rsid w:val="00344492"/>
    <w:rsid w:val="003B5852"/>
    <w:rsid w:val="003D1246"/>
    <w:rsid w:val="003D2F4C"/>
    <w:rsid w:val="003D5A0D"/>
    <w:rsid w:val="00420F3C"/>
    <w:rsid w:val="004264BE"/>
    <w:rsid w:val="004454E7"/>
    <w:rsid w:val="00453FD2"/>
    <w:rsid w:val="004813DA"/>
    <w:rsid w:val="004B6E42"/>
    <w:rsid w:val="004C4375"/>
    <w:rsid w:val="004C4758"/>
    <w:rsid w:val="00507B42"/>
    <w:rsid w:val="00514C9F"/>
    <w:rsid w:val="005215C5"/>
    <w:rsid w:val="00542A09"/>
    <w:rsid w:val="00560ED4"/>
    <w:rsid w:val="005A4EC2"/>
    <w:rsid w:val="005B34F5"/>
    <w:rsid w:val="005E2763"/>
    <w:rsid w:val="0060194B"/>
    <w:rsid w:val="006566E3"/>
    <w:rsid w:val="006627C1"/>
    <w:rsid w:val="00697030"/>
    <w:rsid w:val="006A4163"/>
    <w:rsid w:val="006E7B1C"/>
    <w:rsid w:val="007147CC"/>
    <w:rsid w:val="00723AB2"/>
    <w:rsid w:val="0073090A"/>
    <w:rsid w:val="0079332E"/>
    <w:rsid w:val="007F3986"/>
    <w:rsid w:val="007F4632"/>
    <w:rsid w:val="007F61C8"/>
    <w:rsid w:val="0081782C"/>
    <w:rsid w:val="00857FF1"/>
    <w:rsid w:val="00862877"/>
    <w:rsid w:val="00875453"/>
    <w:rsid w:val="00887E03"/>
    <w:rsid w:val="008C607F"/>
    <w:rsid w:val="008F2024"/>
    <w:rsid w:val="009209C0"/>
    <w:rsid w:val="0093538A"/>
    <w:rsid w:val="009906E5"/>
    <w:rsid w:val="00990703"/>
    <w:rsid w:val="009B1540"/>
    <w:rsid w:val="009D100B"/>
    <w:rsid w:val="009D6639"/>
    <w:rsid w:val="00A20693"/>
    <w:rsid w:val="00A2666D"/>
    <w:rsid w:val="00A42C12"/>
    <w:rsid w:val="00A44415"/>
    <w:rsid w:val="00AA74B0"/>
    <w:rsid w:val="00AB4CF0"/>
    <w:rsid w:val="00AC588F"/>
    <w:rsid w:val="00AE53D6"/>
    <w:rsid w:val="00B22735"/>
    <w:rsid w:val="00BB02CB"/>
    <w:rsid w:val="00BB0A85"/>
    <w:rsid w:val="00BF4771"/>
    <w:rsid w:val="00C0143F"/>
    <w:rsid w:val="00C17458"/>
    <w:rsid w:val="00C54188"/>
    <w:rsid w:val="00C576EF"/>
    <w:rsid w:val="00C71ECD"/>
    <w:rsid w:val="00C81457"/>
    <w:rsid w:val="00C84B23"/>
    <w:rsid w:val="00C84CD1"/>
    <w:rsid w:val="00C917D7"/>
    <w:rsid w:val="00CB1D0F"/>
    <w:rsid w:val="00CC7497"/>
    <w:rsid w:val="00DF3B7C"/>
    <w:rsid w:val="00E1387F"/>
    <w:rsid w:val="00E2379B"/>
    <w:rsid w:val="00E42B5B"/>
    <w:rsid w:val="00E44B1D"/>
    <w:rsid w:val="00E56D34"/>
    <w:rsid w:val="00E6387D"/>
    <w:rsid w:val="00E83C8E"/>
    <w:rsid w:val="00E967B9"/>
    <w:rsid w:val="00EA1920"/>
    <w:rsid w:val="00EA7F29"/>
    <w:rsid w:val="00EC0AD9"/>
    <w:rsid w:val="00EF403A"/>
    <w:rsid w:val="00F065F7"/>
    <w:rsid w:val="00F21BE3"/>
    <w:rsid w:val="00F477DE"/>
    <w:rsid w:val="00F56CBF"/>
    <w:rsid w:val="00F70EBB"/>
    <w:rsid w:val="00FB4996"/>
    <w:rsid w:val="00FE7E04"/>
    <w:rsid w:val="00FF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2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4CD1"/>
    <w:pPr>
      <w:ind w:left="720"/>
      <w:contextualSpacing/>
    </w:pPr>
  </w:style>
  <w:style w:type="paragraph" w:styleId="NormalWeb">
    <w:name w:val="Normal (Web)"/>
    <w:basedOn w:val="Normal"/>
    <w:uiPriority w:val="99"/>
    <w:rsid w:val="009D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54C2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6387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7030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E6387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E7E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7B4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2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1083</TotalTime>
  <Pages>2</Pages>
  <Words>556</Words>
  <Characters>3173</Characters>
  <Application>Microsoft Office Outlook</Application>
  <DocSecurity>0</DocSecurity>
  <Lines>0</Lines>
  <Paragraphs>0</Paragraphs>
  <ScaleCrop>false</ScaleCrop>
  <Company>martyshka crak™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karasev vladimir</dc:creator>
  <cp:keywords/>
  <dc:description/>
  <cp:lastModifiedBy>Мунуслуги</cp:lastModifiedBy>
  <cp:revision>47</cp:revision>
  <cp:lastPrinted>2015-03-10T09:59:00Z</cp:lastPrinted>
  <dcterms:created xsi:type="dcterms:W3CDTF">2013-04-01T12:21:00Z</dcterms:created>
  <dcterms:modified xsi:type="dcterms:W3CDTF">2015-03-12T09:07:00Z</dcterms:modified>
</cp:coreProperties>
</file>