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CF4" w:rsidRDefault="009C1CF4" w:rsidP="007B73D4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9C1CF4" w:rsidRPr="0075006A" w:rsidRDefault="009C1CF4" w:rsidP="007B73D4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5006A">
        <w:rPr>
          <w:rFonts w:ascii="Times New Roman" w:hAnsi="Times New Roman"/>
          <w:sz w:val="24"/>
          <w:szCs w:val="24"/>
        </w:rPr>
        <w:t>Приложение 1</w:t>
      </w:r>
    </w:p>
    <w:p w:rsidR="009C1CF4" w:rsidRPr="0075006A" w:rsidRDefault="009C1CF4" w:rsidP="007B73D4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5006A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C1CF4" w:rsidRPr="0075006A" w:rsidRDefault="009C1CF4" w:rsidP="007B73D4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5006A">
        <w:rPr>
          <w:rFonts w:ascii="Times New Roman" w:hAnsi="Times New Roman"/>
          <w:sz w:val="24"/>
          <w:szCs w:val="24"/>
        </w:rPr>
        <w:t>администрации города Сорска</w:t>
      </w:r>
    </w:p>
    <w:p w:rsidR="009C1CF4" w:rsidRPr="0075006A" w:rsidRDefault="009C1CF4" w:rsidP="007B73D4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«12» 03. 2015 года № 133</w:t>
      </w:r>
      <w:r w:rsidRPr="0075006A">
        <w:rPr>
          <w:rFonts w:ascii="Times New Roman" w:hAnsi="Times New Roman"/>
          <w:sz w:val="24"/>
          <w:szCs w:val="24"/>
        </w:rPr>
        <w:t>-п</w:t>
      </w:r>
    </w:p>
    <w:p w:rsidR="009C1CF4" w:rsidRPr="00352118" w:rsidRDefault="009C1CF4" w:rsidP="00C34E6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52118">
        <w:rPr>
          <w:rFonts w:ascii="Times New Roman" w:hAnsi="Times New Roman"/>
          <w:b/>
          <w:sz w:val="24"/>
          <w:szCs w:val="24"/>
        </w:rPr>
        <w:t>ПЛАН МЕРОПРИЯТИЙ</w:t>
      </w:r>
    </w:p>
    <w:p w:rsidR="009C1CF4" w:rsidRPr="00352118" w:rsidRDefault="009C1CF4" w:rsidP="00C34E6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согласно Календарю профориентационных мероприятий для школьников  по городу Сорску</w:t>
      </w:r>
    </w:p>
    <w:p w:rsidR="009C1CF4" w:rsidRPr="00352118" w:rsidRDefault="009C1CF4" w:rsidP="00C34E6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2015</w:t>
      </w:r>
      <w:r w:rsidRPr="00F71280">
        <w:rPr>
          <w:rFonts w:ascii="Times New Roman" w:hAnsi="Times New Roman"/>
          <w:b/>
          <w:sz w:val="24"/>
          <w:szCs w:val="24"/>
        </w:rPr>
        <w:t xml:space="preserve"> году</w:t>
      </w:r>
    </w:p>
    <w:p w:rsidR="009C1CF4" w:rsidRDefault="009C1CF4" w:rsidP="00C34E63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4927"/>
        <w:gridCol w:w="1843"/>
        <w:gridCol w:w="3543"/>
        <w:gridCol w:w="3828"/>
      </w:tblGrid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4A6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27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4A6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4A6C">
              <w:rPr>
                <w:rFonts w:ascii="Times New Roman" w:hAnsi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4A6C">
              <w:rPr>
                <w:rFonts w:ascii="Times New Roman" w:hAnsi="Times New Roman"/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4A6C">
              <w:rPr>
                <w:rFonts w:ascii="Times New Roman" w:hAnsi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7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Оформление информационного стенда в отделе Усть-Абаканского района ГКУ РХ «Центр занятости населения» Доп. Офис в г. Сорске с рубриками: «Типы профессий», «Куда пойти учиться», «структуры деловой деятельности», «Востребованные профессии моего района».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 посвященная Дню российской печати.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13.01.2015г.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МБОУ «Сорская СОШ №3 с УИОП»,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27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Участие в республиканском конкурсе «Лучший работодатель»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работодатели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27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«День профессий»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20.01.2014г.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8-9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27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«Хорошая профессия – уверенность в будущем»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>10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-11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7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в ГКУ РХ «Противопожарная служба»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 МБОУ «Сорская ООШ №2», работодатель ГКУ РХ «Противопожарная служба»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27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Проведение Круглого стола «Жизненный успех – труд по призванию. Организация работы по профессиональному самоопределению учащихся»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Сорска, работодатели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27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Республиканское профориентационное мероприятие «Живая книга» с участием ветеранов и лучших работников.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06.02.2015г.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6-9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Управление образования, ветераны и лучшие работники г. Сорска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color w:val="000000"/>
                <w:sz w:val="24"/>
                <w:szCs w:val="24"/>
              </w:rPr>
              <w:t>Профориентационная акция, посвященная Международному Дню стоматолога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09.02.2015г.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МБОУ «Сорская СОШ №3 с УИОП»,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color w:val="000000"/>
                <w:sz w:val="24"/>
                <w:szCs w:val="24"/>
              </w:rPr>
              <w:t>Школьное родительское собрание на тему: «Советы родителям по содействию ребенку в профессиональном самоопределении»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27 .02 шк№3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12.02.в 14-00 ерб. школа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родители учеников 6-11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«Сорская СОШ №3 с УИОП» МБОУ «Сорская ООШ №2»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на гор. Котельную МУП «Коммунальные системы»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26.02.2015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 МБОУ «Сорская ООШ №2», ООО «Горизонт»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Республиканская профориентационная акция «Выбери военную профессию»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20.02.2015г. 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 Управление образования администрации г. Сорска, ВУС администрации г. Сорска (Мазин Михаил Михайлович шк№3)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Республиканская профориентационная акция «С уверенностью – в будущее!», в т.ч. проведение «Круглого стола» по теме: Профориентация и личностное самоопределение детей-сирот»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06.03.2015г.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дети-сироты, дети из неполных семей, дети, находящиеся на попечении у приемных родителей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ЦЗН,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республиканском конкурсе рисунков «Все работы хороши»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color w:val="000000"/>
                <w:sz w:val="24"/>
                <w:szCs w:val="24"/>
              </w:rPr>
              <w:t>Профориентационный час «Моя будущая профессия»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учащиеся 3-5 классов,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состоящие на учете КДН и ЗП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</w:rPr>
              <w:t>МБОУ «Сорская СОШ№1»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работников бытового обслуживания населения и жилищно-коммунального хозяйства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16.03.2015г.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 МБОУ 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в салон красоты ИП Медянникова А.Н.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март 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 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ИП Монахова Н.А.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День «Открытых дверей» в отдел Усть-Абаканского района ГКУ РХ ЦЗН Доп. Офис г. Сорск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20.03.2015г.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«Я выбираю рабочую профессию»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F04A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на ООО ЧОП «Тепсей»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, работодатель ООО ЧОП «Тепсей»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Всемирному дню охраны труда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28.04.2015г.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«Твои горизонты»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5-9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Профориентационный час «Моя будущая профессия»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6-11 классов, состоящие на учете КДН и ЗП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Международному дню медицинских сестер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12.05.2015г.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5-9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в МБДОУ д/с Голубок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май 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, работодатель МБДОУ д/с 26Голубок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Международному дню борьбы с безработицей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21.05.2015г. 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учащиеся 9-11 классов, 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российского предпринимателя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26.05.2015г.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безработная молодежь, в возрасте до 30 лет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Участие в Республиканской ярмарке рабочих профессий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29.05.2015г.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7-10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Школьное родительское собрание по вопросу: «Организация летнего отдыха и трудоустройство  учащихся»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май 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13.05 в шк3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родители учеников 6-10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ЦЗН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работников текстильной и легкой промышленности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08.06.2015г.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УИОП»(площадка)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Экскурсия в ателье ИП Кузнецова 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МБОУ «Сорская СОШ №3 с УИОП» ИП Кузнецова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«Большая перемена»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молодежь до 18 лет в каникулярное время в детских лагерях отдыха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в ГБУЗ РХ «Сорская городская больница»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19.06.2015г.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«Труд, здоровье, семья – основы счастливой жизни», приуроченная к Международному дню борьбы со злоупотреблением наркотическими средствами и их незаконным оборотом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25.06.2015г.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несовершеннолетние граждане, состоящие на учете КДН и ЗП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«Большая перемена»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молодежь до 18 лет в каникулярное время в детских лагерях отдыха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металлурга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17.07.2015г.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в МУП «Авиценна»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, работодатель МУП «Авиценна»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строителя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06.08.2015г.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Участие в Республиканском слете трудовых отрядов учащихся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 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молодежь в возрасте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14-18 лет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Государственный комитет по занятости населения РХ ( угольная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Профориентационный час «Моя будущая профессия»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jc w:val="center"/>
              <w:rPr>
                <w:rFonts w:ascii="Times New Roman" w:hAnsi="Times New Roman"/>
              </w:rPr>
            </w:pPr>
            <w:r w:rsidRPr="00F04A6C">
              <w:rPr>
                <w:rFonts w:ascii="Times New Roman" w:hAnsi="Times New Roman"/>
                <w:lang w:val="en-US"/>
              </w:rPr>
              <w:t>I</w:t>
            </w:r>
            <w:r w:rsidRPr="00F04A6C">
              <w:rPr>
                <w:rFonts w:ascii="Times New Roman" w:hAnsi="Times New Roman"/>
              </w:rPr>
              <w:t xml:space="preserve"> гр. учащиеся 2-5 кл.(8-11 лет);</w:t>
            </w:r>
          </w:p>
          <w:p w:rsidR="009C1CF4" w:rsidRPr="00F04A6C" w:rsidRDefault="009C1CF4" w:rsidP="00F0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lang w:val="en-US"/>
              </w:rPr>
              <w:t>II</w:t>
            </w:r>
            <w:r w:rsidRPr="00F04A6C">
              <w:rPr>
                <w:rFonts w:ascii="Times New Roman" w:hAnsi="Times New Roman"/>
              </w:rPr>
              <w:t xml:space="preserve"> гр.  учащиеся 6-9 кл.(12-16 лет)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>состоящие на учете КДН и ЗП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ООШ №2»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«Это мой выбор!»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11.09.2015г.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5-9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парикмахера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13.09.2015г.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 МБОУ 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в ФГУ ЦР ФСС РФ «Туманный»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 работодатель ФГУ ЦР ФСС РФ «Туманный»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к работодателю ИП Нематуллаев Э.Р. (лесоперерабатывающая промышленность)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УИОП», работодатель ИП Нематуллаев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работников леса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21.09.2015г. 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туризма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27.09.2015г.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Школьное родительское собрание по вопросу: «Изучение склонностей и способностей ребенка»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Сентябрь (1 декада шк3)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родители учеников 6-10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«Мир профессий сельского хозяйства»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02.10.2015г.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учащиеся 9-11 классов 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работников сельского хозяйства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09.10.2015г.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8-9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в КФХ Бойко Д.Ю.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УИОП», работодатель Бойко Д.Ю.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Международному дню повара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20.10.2015г.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8-9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в школьную столовую Сорской СОШ №1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МБОУ «Сорская СОШ №3 с УИОП»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Республиканское профориентационное мероприятие «Живая книга» с участием ветеранов и лучших работников.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23.10.2015г.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6-9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Участие в Республиканском конкурсе эссе «Трудовая родословная моей семьи»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6-7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 «Крошка сын к отцу пришел…», приуроченная к Международному дню мужчин (вовлечение отцов школьников к рассказу о своей профессии»)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31.10.2015г.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Профориентационный час «Моя будущая профессия»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jc w:val="center"/>
              <w:rPr>
                <w:rFonts w:ascii="Times New Roman" w:hAnsi="Times New Roman"/>
              </w:rPr>
            </w:pPr>
            <w:r w:rsidRPr="00F04A6C">
              <w:rPr>
                <w:rFonts w:ascii="Times New Roman" w:hAnsi="Times New Roman"/>
                <w:lang w:val="en-US"/>
              </w:rPr>
              <w:t>I</w:t>
            </w:r>
            <w:r w:rsidRPr="00F04A6C">
              <w:rPr>
                <w:rFonts w:ascii="Times New Roman" w:hAnsi="Times New Roman"/>
              </w:rPr>
              <w:t xml:space="preserve"> гр. учащиеся 2-5 кл.(8-11 лет);</w:t>
            </w:r>
          </w:p>
          <w:p w:rsidR="009C1CF4" w:rsidRPr="00F04A6C" w:rsidRDefault="009C1CF4" w:rsidP="00F0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lang w:val="en-US"/>
              </w:rPr>
              <w:t>II</w:t>
            </w:r>
            <w:r w:rsidRPr="00F04A6C">
              <w:rPr>
                <w:rFonts w:ascii="Times New Roman" w:hAnsi="Times New Roman"/>
              </w:rPr>
              <w:t xml:space="preserve"> гр.  учащиеся 6-9 кл.(12-16 лет)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>состоящие на учете КДН и ЗП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«Ербинская ООШ №4»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в рамках «Дней среднего профессионального образования»: «Профессиональный диалог: школа – колледж – предприятие. Твой профессиональный выбор»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Всемирному дню качества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06.11.2015г.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Ярмарка вакансий и учебных рабочих мест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к работодателю МПТП «Прогресс» (торговля)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УИОП», работодатель  МПТП «Прогресс»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Подведение итогов республиканского конкурса «Лучший работодатель»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работодатели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Государственный комитет по занятости населения РХ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Школьное родительское собрание на тему  «Формирование основ жизненного и профессионального самоопределения учащихся»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родители 6-10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 МБОУ «Сорская СОШ №3 с УИОП»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«Большая перемена»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молодежь до 18 лет в каникулярное время в детских лагерях отдыха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к ИП Павлова А.В.(строительная компания)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УИОП», работодатель ИП Павлова А.В.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«Солнечный круг» приуроченная к Международному дню инвалидов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03.12.2015г.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школьники с физическими ограниченными способностями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ЦЗН,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Участие в Межведомственном совещании по вопросу: «О реализации Комплекса мер по проведению профессиональной ориентации школьников и молодежи в РХ на 2014 – 2017 годы в 2015 году»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04A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04A6C">
              <w:rPr>
                <w:rFonts w:ascii="Times New Roman" w:hAnsi="Times New Roman"/>
                <w:sz w:val="24"/>
                <w:szCs w:val="24"/>
              </w:rPr>
              <w:t xml:space="preserve"> декада)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ответственные за реализацию Комплекса мер по проведению профессиональной ориентации школьников и молодежи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ЦЗН,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Профориентационная акция, посвященная Дню энергетика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8-11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ЦЗН,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</w:tr>
      <w:tr w:rsidR="009C1CF4" w:rsidTr="00F04A6C">
        <w:tc>
          <w:tcPr>
            <w:tcW w:w="56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927" w:type="dxa"/>
            <w:shd w:val="clear" w:color="auto" w:fill="FFFFFF"/>
          </w:tcPr>
          <w:p w:rsidR="009C1CF4" w:rsidRPr="00F04A6C" w:rsidRDefault="009C1CF4" w:rsidP="00F04A6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Экскурсия на ОАО «Хакасэнергосбыт» Сорский филиал, ОАО «Межрайонные электрические сети» Сорский филиал</w:t>
            </w:r>
          </w:p>
        </w:tc>
        <w:tc>
          <w:tcPr>
            <w:tcW w:w="18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543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3828" w:type="dxa"/>
          </w:tcPr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 xml:space="preserve">ЦЗН, </w:t>
            </w:r>
          </w:p>
          <w:p w:rsidR="009C1CF4" w:rsidRPr="00F04A6C" w:rsidRDefault="009C1CF4" w:rsidP="00F04A6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A6C">
              <w:rPr>
                <w:rFonts w:ascii="Times New Roman" w:hAnsi="Times New Roman"/>
                <w:sz w:val="24"/>
                <w:szCs w:val="24"/>
              </w:rPr>
              <w:t>МБОУ «Сорская СОШ №3 с УИОП», работодатель ОАО «Хакасэнергосбыт», ОАО «Межрайонные электрические сети»</w:t>
            </w:r>
          </w:p>
        </w:tc>
      </w:tr>
    </w:tbl>
    <w:p w:rsidR="009C1CF4" w:rsidRDefault="009C1CF4"/>
    <w:sectPr w:rsidR="009C1CF4" w:rsidSect="006A0265">
      <w:pgSz w:w="16838" w:h="11906" w:orient="landscape"/>
      <w:pgMar w:top="153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E63"/>
    <w:rsid w:val="00000185"/>
    <w:rsid w:val="00000B04"/>
    <w:rsid w:val="000013C6"/>
    <w:rsid w:val="000015DC"/>
    <w:rsid w:val="000019AA"/>
    <w:rsid w:val="00001C8D"/>
    <w:rsid w:val="00002A21"/>
    <w:rsid w:val="000030DA"/>
    <w:rsid w:val="00003216"/>
    <w:rsid w:val="0000380B"/>
    <w:rsid w:val="00003BDE"/>
    <w:rsid w:val="00005531"/>
    <w:rsid w:val="00005E5B"/>
    <w:rsid w:val="00006182"/>
    <w:rsid w:val="0000660A"/>
    <w:rsid w:val="00006F9B"/>
    <w:rsid w:val="00007439"/>
    <w:rsid w:val="00007AAB"/>
    <w:rsid w:val="00010C5C"/>
    <w:rsid w:val="000110AD"/>
    <w:rsid w:val="00011E3B"/>
    <w:rsid w:val="00012609"/>
    <w:rsid w:val="00012EBE"/>
    <w:rsid w:val="00012FF7"/>
    <w:rsid w:val="00013077"/>
    <w:rsid w:val="00013156"/>
    <w:rsid w:val="000132A4"/>
    <w:rsid w:val="000132A7"/>
    <w:rsid w:val="00013AFF"/>
    <w:rsid w:val="00013D34"/>
    <w:rsid w:val="00014732"/>
    <w:rsid w:val="00014E3E"/>
    <w:rsid w:val="00015501"/>
    <w:rsid w:val="00015A57"/>
    <w:rsid w:val="0001616D"/>
    <w:rsid w:val="0001620F"/>
    <w:rsid w:val="00016838"/>
    <w:rsid w:val="000178C6"/>
    <w:rsid w:val="000207DD"/>
    <w:rsid w:val="00020AA1"/>
    <w:rsid w:val="000215D9"/>
    <w:rsid w:val="00021CF6"/>
    <w:rsid w:val="000221D5"/>
    <w:rsid w:val="000229BE"/>
    <w:rsid w:val="000233EA"/>
    <w:rsid w:val="00023635"/>
    <w:rsid w:val="00023FE1"/>
    <w:rsid w:val="0002458C"/>
    <w:rsid w:val="000250B6"/>
    <w:rsid w:val="00025271"/>
    <w:rsid w:val="0002530D"/>
    <w:rsid w:val="00025A6E"/>
    <w:rsid w:val="0002600C"/>
    <w:rsid w:val="00026112"/>
    <w:rsid w:val="00026214"/>
    <w:rsid w:val="0002667E"/>
    <w:rsid w:val="00026A65"/>
    <w:rsid w:val="000270C7"/>
    <w:rsid w:val="00027241"/>
    <w:rsid w:val="000274ED"/>
    <w:rsid w:val="00027806"/>
    <w:rsid w:val="00030081"/>
    <w:rsid w:val="000300D9"/>
    <w:rsid w:val="00030221"/>
    <w:rsid w:val="00030351"/>
    <w:rsid w:val="0003296A"/>
    <w:rsid w:val="00032A32"/>
    <w:rsid w:val="00033224"/>
    <w:rsid w:val="000332C0"/>
    <w:rsid w:val="000341B5"/>
    <w:rsid w:val="000342B4"/>
    <w:rsid w:val="0003536D"/>
    <w:rsid w:val="00035AAB"/>
    <w:rsid w:val="00035B40"/>
    <w:rsid w:val="00035B76"/>
    <w:rsid w:val="00035F11"/>
    <w:rsid w:val="00036021"/>
    <w:rsid w:val="00036972"/>
    <w:rsid w:val="00036BCB"/>
    <w:rsid w:val="000377B2"/>
    <w:rsid w:val="00037890"/>
    <w:rsid w:val="00037C46"/>
    <w:rsid w:val="0004002A"/>
    <w:rsid w:val="00040331"/>
    <w:rsid w:val="000404B7"/>
    <w:rsid w:val="00040640"/>
    <w:rsid w:val="0004097B"/>
    <w:rsid w:val="00040A65"/>
    <w:rsid w:val="00042857"/>
    <w:rsid w:val="000429D8"/>
    <w:rsid w:val="00043103"/>
    <w:rsid w:val="0004310C"/>
    <w:rsid w:val="0004325E"/>
    <w:rsid w:val="00043E91"/>
    <w:rsid w:val="00044158"/>
    <w:rsid w:val="00044613"/>
    <w:rsid w:val="00045473"/>
    <w:rsid w:val="0004571A"/>
    <w:rsid w:val="00045B55"/>
    <w:rsid w:val="00046508"/>
    <w:rsid w:val="00046BB4"/>
    <w:rsid w:val="00046DC6"/>
    <w:rsid w:val="00047425"/>
    <w:rsid w:val="00047D13"/>
    <w:rsid w:val="00051799"/>
    <w:rsid w:val="00051F30"/>
    <w:rsid w:val="00053A2A"/>
    <w:rsid w:val="00054CDE"/>
    <w:rsid w:val="00054F6A"/>
    <w:rsid w:val="0005518C"/>
    <w:rsid w:val="0005547B"/>
    <w:rsid w:val="0005623E"/>
    <w:rsid w:val="000563DD"/>
    <w:rsid w:val="000564FE"/>
    <w:rsid w:val="0005657B"/>
    <w:rsid w:val="000566CB"/>
    <w:rsid w:val="00057BA4"/>
    <w:rsid w:val="00057E72"/>
    <w:rsid w:val="00060D62"/>
    <w:rsid w:val="000612BA"/>
    <w:rsid w:val="00061986"/>
    <w:rsid w:val="0006258C"/>
    <w:rsid w:val="00062780"/>
    <w:rsid w:val="000628F3"/>
    <w:rsid w:val="0006338A"/>
    <w:rsid w:val="00063816"/>
    <w:rsid w:val="00063A03"/>
    <w:rsid w:val="00064538"/>
    <w:rsid w:val="0006508B"/>
    <w:rsid w:val="000651D3"/>
    <w:rsid w:val="00065998"/>
    <w:rsid w:val="00065FF1"/>
    <w:rsid w:val="000663C3"/>
    <w:rsid w:val="00066D88"/>
    <w:rsid w:val="00070A76"/>
    <w:rsid w:val="00070E75"/>
    <w:rsid w:val="00070EBB"/>
    <w:rsid w:val="00071664"/>
    <w:rsid w:val="000721B9"/>
    <w:rsid w:val="000723D8"/>
    <w:rsid w:val="00072515"/>
    <w:rsid w:val="0007286F"/>
    <w:rsid w:val="000743CB"/>
    <w:rsid w:val="00074520"/>
    <w:rsid w:val="00074CE0"/>
    <w:rsid w:val="00074E11"/>
    <w:rsid w:val="000751D7"/>
    <w:rsid w:val="00075A88"/>
    <w:rsid w:val="000766D6"/>
    <w:rsid w:val="00077750"/>
    <w:rsid w:val="00080657"/>
    <w:rsid w:val="00080CEE"/>
    <w:rsid w:val="00081378"/>
    <w:rsid w:val="000819E4"/>
    <w:rsid w:val="000824E0"/>
    <w:rsid w:val="00082847"/>
    <w:rsid w:val="00082C18"/>
    <w:rsid w:val="0008313C"/>
    <w:rsid w:val="0008360E"/>
    <w:rsid w:val="000839D4"/>
    <w:rsid w:val="0008414F"/>
    <w:rsid w:val="00084886"/>
    <w:rsid w:val="00084E5F"/>
    <w:rsid w:val="0008503C"/>
    <w:rsid w:val="00085539"/>
    <w:rsid w:val="00085BE6"/>
    <w:rsid w:val="0008611E"/>
    <w:rsid w:val="000865B9"/>
    <w:rsid w:val="000865FE"/>
    <w:rsid w:val="000866A4"/>
    <w:rsid w:val="000878D5"/>
    <w:rsid w:val="00087B3F"/>
    <w:rsid w:val="00090AB4"/>
    <w:rsid w:val="000919AE"/>
    <w:rsid w:val="000920FA"/>
    <w:rsid w:val="000926CD"/>
    <w:rsid w:val="00092EFA"/>
    <w:rsid w:val="00092F36"/>
    <w:rsid w:val="0009369D"/>
    <w:rsid w:val="00093FD7"/>
    <w:rsid w:val="000940F4"/>
    <w:rsid w:val="000942F9"/>
    <w:rsid w:val="000950CF"/>
    <w:rsid w:val="00096203"/>
    <w:rsid w:val="00097273"/>
    <w:rsid w:val="000A1F12"/>
    <w:rsid w:val="000A2297"/>
    <w:rsid w:val="000A2A84"/>
    <w:rsid w:val="000A3590"/>
    <w:rsid w:val="000A382D"/>
    <w:rsid w:val="000A3AD6"/>
    <w:rsid w:val="000A3B28"/>
    <w:rsid w:val="000A3BCA"/>
    <w:rsid w:val="000A4A6A"/>
    <w:rsid w:val="000A579A"/>
    <w:rsid w:val="000A57CA"/>
    <w:rsid w:val="000A5A7E"/>
    <w:rsid w:val="000A5A7F"/>
    <w:rsid w:val="000A5BE0"/>
    <w:rsid w:val="000A5D0F"/>
    <w:rsid w:val="000A6507"/>
    <w:rsid w:val="000A66C5"/>
    <w:rsid w:val="000A7B7E"/>
    <w:rsid w:val="000B04E7"/>
    <w:rsid w:val="000B1631"/>
    <w:rsid w:val="000B1660"/>
    <w:rsid w:val="000B1C88"/>
    <w:rsid w:val="000B23F9"/>
    <w:rsid w:val="000B26CC"/>
    <w:rsid w:val="000B2985"/>
    <w:rsid w:val="000B2DC2"/>
    <w:rsid w:val="000B370A"/>
    <w:rsid w:val="000B3CDA"/>
    <w:rsid w:val="000B3FAA"/>
    <w:rsid w:val="000B4961"/>
    <w:rsid w:val="000B4EB8"/>
    <w:rsid w:val="000B5D16"/>
    <w:rsid w:val="000B5F24"/>
    <w:rsid w:val="000B68DA"/>
    <w:rsid w:val="000B6D19"/>
    <w:rsid w:val="000B71A2"/>
    <w:rsid w:val="000C0499"/>
    <w:rsid w:val="000C082E"/>
    <w:rsid w:val="000C0BA7"/>
    <w:rsid w:val="000C0C7A"/>
    <w:rsid w:val="000C15D6"/>
    <w:rsid w:val="000C19C1"/>
    <w:rsid w:val="000C26EE"/>
    <w:rsid w:val="000C2AE6"/>
    <w:rsid w:val="000C31CE"/>
    <w:rsid w:val="000C31DD"/>
    <w:rsid w:val="000C3424"/>
    <w:rsid w:val="000C4D0B"/>
    <w:rsid w:val="000C5DCB"/>
    <w:rsid w:val="000C6167"/>
    <w:rsid w:val="000C6914"/>
    <w:rsid w:val="000C704F"/>
    <w:rsid w:val="000C783E"/>
    <w:rsid w:val="000C7DE8"/>
    <w:rsid w:val="000C7E67"/>
    <w:rsid w:val="000D0182"/>
    <w:rsid w:val="000D035D"/>
    <w:rsid w:val="000D0795"/>
    <w:rsid w:val="000D0D83"/>
    <w:rsid w:val="000D2C23"/>
    <w:rsid w:val="000D3321"/>
    <w:rsid w:val="000D399D"/>
    <w:rsid w:val="000D416B"/>
    <w:rsid w:val="000D41D4"/>
    <w:rsid w:val="000D437C"/>
    <w:rsid w:val="000D449F"/>
    <w:rsid w:val="000D45B9"/>
    <w:rsid w:val="000D480D"/>
    <w:rsid w:val="000D4CB3"/>
    <w:rsid w:val="000D58E8"/>
    <w:rsid w:val="000D5FD9"/>
    <w:rsid w:val="000D6281"/>
    <w:rsid w:val="000D683B"/>
    <w:rsid w:val="000D6B44"/>
    <w:rsid w:val="000D6C9A"/>
    <w:rsid w:val="000D70E3"/>
    <w:rsid w:val="000D7151"/>
    <w:rsid w:val="000D757F"/>
    <w:rsid w:val="000E096D"/>
    <w:rsid w:val="000E1215"/>
    <w:rsid w:val="000E1610"/>
    <w:rsid w:val="000E2143"/>
    <w:rsid w:val="000E439E"/>
    <w:rsid w:val="000E44AD"/>
    <w:rsid w:val="000E53E7"/>
    <w:rsid w:val="000E58F9"/>
    <w:rsid w:val="000E5F8D"/>
    <w:rsid w:val="000E641E"/>
    <w:rsid w:val="000E6A1E"/>
    <w:rsid w:val="000E6C5B"/>
    <w:rsid w:val="000E7215"/>
    <w:rsid w:val="000E7949"/>
    <w:rsid w:val="000F01BE"/>
    <w:rsid w:val="000F0565"/>
    <w:rsid w:val="000F0C45"/>
    <w:rsid w:val="000F0E55"/>
    <w:rsid w:val="000F137E"/>
    <w:rsid w:val="000F13C2"/>
    <w:rsid w:val="000F13FE"/>
    <w:rsid w:val="000F15DB"/>
    <w:rsid w:val="000F2239"/>
    <w:rsid w:val="000F268B"/>
    <w:rsid w:val="000F2702"/>
    <w:rsid w:val="000F2916"/>
    <w:rsid w:val="000F336A"/>
    <w:rsid w:val="000F4065"/>
    <w:rsid w:val="000F4076"/>
    <w:rsid w:val="000F4F6B"/>
    <w:rsid w:val="000F5179"/>
    <w:rsid w:val="000F5630"/>
    <w:rsid w:val="000F57FF"/>
    <w:rsid w:val="000F5A3D"/>
    <w:rsid w:val="000F628E"/>
    <w:rsid w:val="000F62FD"/>
    <w:rsid w:val="000F6985"/>
    <w:rsid w:val="000F6CA2"/>
    <w:rsid w:val="000F792A"/>
    <w:rsid w:val="000F7B55"/>
    <w:rsid w:val="000F7DE7"/>
    <w:rsid w:val="000F7F7E"/>
    <w:rsid w:val="00100085"/>
    <w:rsid w:val="001003FA"/>
    <w:rsid w:val="001018A0"/>
    <w:rsid w:val="00101A43"/>
    <w:rsid w:val="00101D5A"/>
    <w:rsid w:val="001022C5"/>
    <w:rsid w:val="0010241F"/>
    <w:rsid w:val="00103042"/>
    <w:rsid w:val="00103382"/>
    <w:rsid w:val="00103F64"/>
    <w:rsid w:val="0010467A"/>
    <w:rsid w:val="00104BB3"/>
    <w:rsid w:val="001052B5"/>
    <w:rsid w:val="00105BC4"/>
    <w:rsid w:val="00105E24"/>
    <w:rsid w:val="00106127"/>
    <w:rsid w:val="001076DE"/>
    <w:rsid w:val="00110053"/>
    <w:rsid w:val="00110286"/>
    <w:rsid w:val="001106FE"/>
    <w:rsid w:val="00110D68"/>
    <w:rsid w:val="00111662"/>
    <w:rsid w:val="00111676"/>
    <w:rsid w:val="00111759"/>
    <w:rsid w:val="001117CC"/>
    <w:rsid w:val="00111990"/>
    <w:rsid w:val="00111E4C"/>
    <w:rsid w:val="001120B8"/>
    <w:rsid w:val="00112133"/>
    <w:rsid w:val="00112803"/>
    <w:rsid w:val="0011287E"/>
    <w:rsid w:val="00112C3A"/>
    <w:rsid w:val="00113115"/>
    <w:rsid w:val="001133BA"/>
    <w:rsid w:val="00113B31"/>
    <w:rsid w:val="001141BF"/>
    <w:rsid w:val="00114C28"/>
    <w:rsid w:val="001151EF"/>
    <w:rsid w:val="0011563D"/>
    <w:rsid w:val="00116FE1"/>
    <w:rsid w:val="0011707E"/>
    <w:rsid w:val="00120599"/>
    <w:rsid w:val="00120980"/>
    <w:rsid w:val="00120CBA"/>
    <w:rsid w:val="0012107B"/>
    <w:rsid w:val="00121320"/>
    <w:rsid w:val="00121352"/>
    <w:rsid w:val="001216EE"/>
    <w:rsid w:val="00121B9A"/>
    <w:rsid w:val="00121D2F"/>
    <w:rsid w:val="00121D8A"/>
    <w:rsid w:val="00121E7F"/>
    <w:rsid w:val="001220C0"/>
    <w:rsid w:val="001239E6"/>
    <w:rsid w:val="00123B2E"/>
    <w:rsid w:val="001241AF"/>
    <w:rsid w:val="0012426A"/>
    <w:rsid w:val="00125B90"/>
    <w:rsid w:val="001271D7"/>
    <w:rsid w:val="001306D4"/>
    <w:rsid w:val="00130900"/>
    <w:rsid w:val="00130D1D"/>
    <w:rsid w:val="00130F49"/>
    <w:rsid w:val="00130FE4"/>
    <w:rsid w:val="00131328"/>
    <w:rsid w:val="00131927"/>
    <w:rsid w:val="00131D8F"/>
    <w:rsid w:val="001323C7"/>
    <w:rsid w:val="00132841"/>
    <w:rsid w:val="001329E3"/>
    <w:rsid w:val="00133090"/>
    <w:rsid w:val="00133AD6"/>
    <w:rsid w:val="00133D72"/>
    <w:rsid w:val="00134A89"/>
    <w:rsid w:val="00134D88"/>
    <w:rsid w:val="00134E33"/>
    <w:rsid w:val="001354E7"/>
    <w:rsid w:val="0013552F"/>
    <w:rsid w:val="001356DF"/>
    <w:rsid w:val="001357C8"/>
    <w:rsid w:val="00136A0A"/>
    <w:rsid w:val="00136A60"/>
    <w:rsid w:val="00136CD5"/>
    <w:rsid w:val="00136FE3"/>
    <w:rsid w:val="00137AF7"/>
    <w:rsid w:val="00137CA5"/>
    <w:rsid w:val="00137E75"/>
    <w:rsid w:val="0014088E"/>
    <w:rsid w:val="00140A06"/>
    <w:rsid w:val="00140C9B"/>
    <w:rsid w:val="0014121C"/>
    <w:rsid w:val="0014148E"/>
    <w:rsid w:val="001415C7"/>
    <w:rsid w:val="00141814"/>
    <w:rsid w:val="00141F0D"/>
    <w:rsid w:val="001420C9"/>
    <w:rsid w:val="001421CD"/>
    <w:rsid w:val="001424B9"/>
    <w:rsid w:val="00142619"/>
    <w:rsid w:val="001427DF"/>
    <w:rsid w:val="001440F9"/>
    <w:rsid w:val="001441E6"/>
    <w:rsid w:val="00144231"/>
    <w:rsid w:val="0014435E"/>
    <w:rsid w:val="00144896"/>
    <w:rsid w:val="001456C6"/>
    <w:rsid w:val="00145CB3"/>
    <w:rsid w:val="00146002"/>
    <w:rsid w:val="001462BD"/>
    <w:rsid w:val="0014685C"/>
    <w:rsid w:val="00146DFF"/>
    <w:rsid w:val="001474A0"/>
    <w:rsid w:val="00147A86"/>
    <w:rsid w:val="00150026"/>
    <w:rsid w:val="00150443"/>
    <w:rsid w:val="00150713"/>
    <w:rsid w:val="001507BB"/>
    <w:rsid w:val="00150934"/>
    <w:rsid w:val="0015096A"/>
    <w:rsid w:val="00150BB5"/>
    <w:rsid w:val="00150EE9"/>
    <w:rsid w:val="00151531"/>
    <w:rsid w:val="001518C2"/>
    <w:rsid w:val="00151EFF"/>
    <w:rsid w:val="00152BC6"/>
    <w:rsid w:val="001537D0"/>
    <w:rsid w:val="001541FD"/>
    <w:rsid w:val="00154B64"/>
    <w:rsid w:val="00154B8E"/>
    <w:rsid w:val="001552E1"/>
    <w:rsid w:val="001561C5"/>
    <w:rsid w:val="0015651E"/>
    <w:rsid w:val="001568E9"/>
    <w:rsid w:val="00160DE9"/>
    <w:rsid w:val="00160FCC"/>
    <w:rsid w:val="00162D34"/>
    <w:rsid w:val="0016313A"/>
    <w:rsid w:val="00163176"/>
    <w:rsid w:val="00164DE2"/>
    <w:rsid w:val="0016567B"/>
    <w:rsid w:val="0016646F"/>
    <w:rsid w:val="001676CE"/>
    <w:rsid w:val="00167B3C"/>
    <w:rsid w:val="00171239"/>
    <w:rsid w:val="00171F8D"/>
    <w:rsid w:val="00172563"/>
    <w:rsid w:val="00172C81"/>
    <w:rsid w:val="001733A4"/>
    <w:rsid w:val="001733F2"/>
    <w:rsid w:val="00173629"/>
    <w:rsid w:val="00173913"/>
    <w:rsid w:val="00173952"/>
    <w:rsid w:val="00175742"/>
    <w:rsid w:val="00175B4B"/>
    <w:rsid w:val="00176505"/>
    <w:rsid w:val="00176655"/>
    <w:rsid w:val="00177886"/>
    <w:rsid w:val="00177D9B"/>
    <w:rsid w:val="0018008E"/>
    <w:rsid w:val="00180180"/>
    <w:rsid w:val="001803F5"/>
    <w:rsid w:val="00181A18"/>
    <w:rsid w:val="00181F41"/>
    <w:rsid w:val="00182A28"/>
    <w:rsid w:val="00182BB2"/>
    <w:rsid w:val="00182D9F"/>
    <w:rsid w:val="001831C6"/>
    <w:rsid w:val="001831E8"/>
    <w:rsid w:val="001832EB"/>
    <w:rsid w:val="0018364B"/>
    <w:rsid w:val="00183898"/>
    <w:rsid w:val="001841C9"/>
    <w:rsid w:val="00184451"/>
    <w:rsid w:val="001844F7"/>
    <w:rsid w:val="0018618F"/>
    <w:rsid w:val="00186553"/>
    <w:rsid w:val="001865EB"/>
    <w:rsid w:val="0018780F"/>
    <w:rsid w:val="00187A73"/>
    <w:rsid w:val="0019010D"/>
    <w:rsid w:val="001906A1"/>
    <w:rsid w:val="00191045"/>
    <w:rsid w:val="001914CA"/>
    <w:rsid w:val="001937E9"/>
    <w:rsid w:val="00193827"/>
    <w:rsid w:val="00193C69"/>
    <w:rsid w:val="001944FC"/>
    <w:rsid w:val="001955DD"/>
    <w:rsid w:val="00195D94"/>
    <w:rsid w:val="001968DB"/>
    <w:rsid w:val="001971F1"/>
    <w:rsid w:val="00197DE3"/>
    <w:rsid w:val="001A0027"/>
    <w:rsid w:val="001A0507"/>
    <w:rsid w:val="001A0BC6"/>
    <w:rsid w:val="001A0C47"/>
    <w:rsid w:val="001A0DD2"/>
    <w:rsid w:val="001A228C"/>
    <w:rsid w:val="001A2555"/>
    <w:rsid w:val="001A271F"/>
    <w:rsid w:val="001A2A91"/>
    <w:rsid w:val="001A2D96"/>
    <w:rsid w:val="001A3E55"/>
    <w:rsid w:val="001A4006"/>
    <w:rsid w:val="001A49FE"/>
    <w:rsid w:val="001A4BB0"/>
    <w:rsid w:val="001A4BB9"/>
    <w:rsid w:val="001A5029"/>
    <w:rsid w:val="001A532D"/>
    <w:rsid w:val="001A5445"/>
    <w:rsid w:val="001A56CB"/>
    <w:rsid w:val="001A5A34"/>
    <w:rsid w:val="001A5F46"/>
    <w:rsid w:val="001A6891"/>
    <w:rsid w:val="001A7ABB"/>
    <w:rsid w:val="001B02F1"/>
    <w:rsid w:val="001B07F2"/>
    <w:rsid w:val="001B09B3"/>
    <w:rsid w:val="001B0A47"/>
    <w:rsid w:val="001B14DC"/>
    <w:rsid w:val="001B1DF5"/>
    <w:rsid w:val="001B1EF1"/>
    <w:rsid w:val="001B2108"/>
    <w:rsid w:val="001B36D2"/>
    <w:rsid w:val="001B38F1"/>
    <w:rsid w:val="001B3EB3"/>
    <w:rsid w:val="001B40C7"/>
    <w:rsid w:val="001B43E5"/>
    <w:rsid w:val="001B4725"/>
    <w:rsid w:val="001B52D8"/>
    <w:rsid w:val="001B5E37"/>
    <w:rsid w:val="001B5EF6"/>
    <w:rsid w:val="001B60C7"/>
    <w:rsid w:val="001B6D75"/>
    <w:rsid w:val="001B6EAD"/>
    <w:rsid w:val="001B711A"/>
    <w:rsid w:val="001B7558"/>
    <w:rsid w:val="001B793F"/>
    <w:rsid w:val="001B7BB4"/>
    <w:rsid w:val="001B7D3D"/>
    <w:rsid w:val="001B7D46"/>
    <w:rsid w:val="001C06B2"/>
    <w:rsid w:val="001C0F6B"/>
    <w:rsid w:val="001C0FBB"/>
    <w:rsid w:val="001C12A9"/>
    <w:rsid w:val="001C1697"/>
    <w:rsid w:val="001C1A7D"/>
    <w:rsid w:val="001C1A8C"/>
    <w:rsid w:val="001C1CC5"/>
    <w:rsid w:val="001C1D5D"/>
    <w:rsid w:val="001C22C7"/>
    <w:rsid w:val="001C286A"/>
    <w:rsid w:val="001C295A"/>
    <w:rsid w:val="001C3C40"/>
    <w:rsid w:val="001C4170"/>
    <w:rsid w:val="001C520F"/>
    <w:rsid w:val="001C5C20"/>
    <w:rsid w:val="001C60B6"/>
    <w:rsid w:val="001C6605"/>
    <w:rsid w:val="001C718D"/>
    <w:rsid w:val="001C73F3"/>
    <w:rsid w:val="001C7EA3"/>
    <w:rsid w:val="001D0599"/>
    <w:rsid w:val="001D08DA"/>
    <w:rsid w:val="001D0978"/>
    <w:rsid w:val="001D0A04"/>
    <w:rsid w:val="001D0BA1"/>
    <w:rsid w:val="001D0FB4"/>
    <w:rsid w:val="001D20E8"/>
    <w:rsid w:val="001D23C9"/>
    <w:rsid w:val="001D2411"/>
    <w:rsid w:val="001D25EB"/>
    <w:rsid w:val="001D3101"/>
    <w:rsid w:val="001D3A91"/>
    <w:rsid w:val="001D3C10"/>
    <w:rsid w:val="001D3CFA"/>
    <w:rsid w:val="001D455A"/>
    <w:rsid w:val="001D49E2"/>
    <w:rsid w:val="001D5603"/>
    <w:rsid w:val="001D577F"/>
    <w:rsid w:val="001D63E2"/>
    <w:rsid w:val="001D6642"/>
    <w:rsid w:val="001D7184"/>
    <w:rsid w:val="001D79F9"/>
    <w:rsid w:val="001E0AB0"/>
    <w:rsid w:val="001E0D15"/>
    <w:rsid w:val="001E0E1E"/>
    <w:rsid w:val="001E1010"/>
    <w:rsid w:val="001E1403"/>
    <w:rsid w:val="001E147A"/>
    <w:rsid w:val="001E18BC"/>
    <w:rsid w:val="001E1910"/>
    <w:rsid w:val="001E1F9D"/>
    <w:rsid w:val="001E26B8"/>
    <w:rsid w:val="001E294A"/>
    <w:rsid w:val="001E36D8"/>
    <w:rsid w:val="001E3A51"/>
    <w:rsid w:val="001E3C6C"/>
    <w:rsid w:val="001E4E83"/>
    <w:rsid w:val="001E4F0C"/>
    <w:rsid w:val="001E56D2"/>
    <w:rsid w:val="001E5986"/>
    <w:rsid w:val="001E5A32"/>
    <w:rsid w:val="001E6027"/>
    <w:rsid w:val="001E77B0"/>
    <w:rsid w:val="001E7F7F"/>
    <w:rsid w:val="001F051F"/>
    <w:rsid w:val="001F0675"/>
    <w:rsid w:val="001F0B75"/>
    <w:rsid w:val="001F0D3C"/>
    <w:rsid w:val="001F130C"/>
    <w:rsid w:val="001F140C"/>
    <w:rsid w:val="001F206A"/>
    <w:rsid w:val="001F2FED"/>
    <w:rsid w:val="001F2FFF"/>
    <w:rsid w:val="001F30D1"/>
    <w:rsid w:val="001F32D3"/>
    <w:rsid w:val="001F4099"/>
    <w:rsid w:val="001F4ACB"/>
    <w:rsid w:val="001F4BCF"/>
    <w:rsid w:val="001F4FAD"/>
    <w:rsid w:val="001F5333"/>
    <w:rsid w:val="001F5A8E"/>
    <w:rsid w:val="001F5E60"/>
    <w:rsid w:val="001F643B"/>
    <w:rsid w:val="001F6F0A"/>
    <w:rsid w:val="001F7270"/>
    <w:rsid w:val="002001D4"/>
    <w:rsid w:val="00200589"/>
    <w:rsid w:val="00200969"/>
    <w:rsid w:val="002009F3"/>
    <w:rsid w:val="00200A6F"/>
    <w:rsid w:val="00202347"/>
    <w:rsid w:val="002029BA"/>
    <w:rsid w:val="00202A29"/>
    <w:rsid w:val="00202B2C"/>
    <w:rsid w:val="00203A73"/>
    <w:rsid w:val="00204353"/>
    <w:rsid w:val="002044C3"/>
    <w:rsid w:val="00204833"/>
    <w:rsid w:val="00210133"/>
    <w:rsid w:val="002101E7"/>
    <w:rsid w:val="0021024B"/>
    <w:rsid w:val="00210971"/>
    <w:rsid w:val="00210ABE"/>
    <w:rsid w:val="00210C81"/>
    <w:rsid w:val="00210DE4"/>
    <w:rsid w:val="002112FB"/>
    <w:rsid w:val="00211698"/>
    <w:rsid w:val="00211C6C"/>
    <w:rsid w:val="0021213E"/>
    <w:rsid w:val="002125DA"/>
    <w:rsid w:val="00212F97"/>
    <w:rsid w:val="00213090"/>
    <w:rsid w:val="002148E6"/>
    <w:rsid w:val="00215D61"/>
    <w:rsid w:val="00215E52"/>
    <w:rsid w:val="002163B1"/>
    <w:rsid w:val="00216F3D"/>
    <w:rsid w:val="0022124A"/>
    <w:rsid w:val="0022139A"/>
    <w:rsid w:val="002215A1"/>
    <w:rsid w:val="0022160B"/>
    <w:rsid w:val="00221FD7"/>
    <w:rsid w:val="002225B8"/>
    <w:rsid w:val="00222AE1"/>
    <w:rsid w:val="00222C95"/>
    <w:rsid w:val="00223793"/>
    <w:rsid w:val="0022538E"/>
    <w:rsid w:val="00225527"/>
    <w:rsid w:val="0022614C"/>
    <w:rsid w:val="002265D0"/>
    <w:rsid w:val="00226752"/>
    <w:rsid w:val="00226B36"/>
    <w:rsid w:val="00226EAF"/>
    <w:rsid w:val="00226F3C"/>
    <w:rsid w:val="002276BA"/>
    <w:rsid w:val="00227725"/>
    <w:rsid w:val="002277D8"/>
    <w:rsid w:val="00227DCB"/>
    <w:rsid w:val="002304AD"/>
    <w:rsid w:val="0023088E"/>
    <w:rsid w:val="00230B53"/>
    <w:rsid w:val="0023129C"/>
    <w:rsid w:val="002314D7"/>
    <w:rsid w:val="0023189D"/>
    <w:rsid w:val="0023273C"/>
    <w:rsid w:val="0023309C"/>
    <w:rsid w:val="00233AAF"/>
    <w:rsid w:val="00233C6A"/>
    <w:rsid w:val="00234B81"/>
    <w:rsid w:val="00234D31"/>
    <w:rsid w:val="0023509D"/>
    <w:rsid w:val="002350E4"/>
    <w:rsid w:val="00235380"/>
    <w:rsid w:val="002355B7"/>
    <w:rsid w:val="00235DF4"/>
    <w:rsid w:val="00235FD7"/>
    <w:rsid w:val="00237645"/>
    <w:rsid w:val="00237A22"/>
    <w:rsid w:val="00237DAD"/>
    <w:rsid w:val="0024001C"/>
    <w:rsid w:val="00240383"/>
    <w:rsid w:val="00240734"/>
    <w:rsid w:val="0024074C"/>
    <w:rsid w:val="00240BC5"/>
    <w:rsid w:val="00240F62"/>
    <w:rsid w:val="00241AAB"/>
    <w:rsid w:val="00241E67"/>
    <w:rsid w:val="002423C0"/>
    <w:rsid w:val="002429DE"/>
    <w:rsid w:val="00243050"/>
    <w:rsid w:val="0024353A"/>
    <w:rsid w:val="002437C8"/>
    <w:rsid w:val="00243D06"/>
    <w:rsid w:val="00245A98"/>
    <w:rsid w:val="00245F70"/>
    <w:rsid w:val="00246EFA"/>
    <w:rsid w:val="002470A3"/>
    <w:rsid w:val="0024778F"/>
    <w:rsid w:val="00247A61"/>
    <w:rsid w:val="00247A64"/>
    <w:rsid w:val="00250652"/>
    <w:rsid w:val="00250FE3"/>
    <w:rsid w:val="002517E7"/>
    <w:rsid w:val="00251BBD"/>
    <w:rsid w:val="00252077"/>
    <w:rsid w:val="00252146"/>
    <w:rsid w:val="002524E3"/>
    <w:rsid w:val="00252BDD"/>
    <w:rsid w:val="00252C75"/>
    <w:rsid w:val="00253280"/>
    <w:rsid w:val="00253F91"/>
    <w:rsid w:val="00254A99"/>
    <w:rsid w:val="00254AD9"/>
    <w:rsid w:val="00254C20"/>
    <w:rsid w:val="00254F23"/>
    <w:rsid w:val="0025623F"/>
    <w:rsid w:val="00260B96"/>
    <w:rsid w:val="00260D4F"/>
    <w:rsid w:val="002623BD"/>
    <w:rsid w:val="00262A06"/>
    <w:rsid w:val="00262EB8"/>
    <w:rsid w:val="00262F17"/>
    <w:rsid w:val="0026379D"/>
    <w:rsid w:val="00263CCE"/>
    <w:rsid w:val="00263D07"/>
    <w:rsid w:val="00264152"/>
    <w:rsid w:val="00264235"/>
    <w:rsid w:val="002643FC"/>
    <w:rsid w:val="002645FD"/>
    <w:rsid w:val="00265D56"/>
    <w:rsid w:val="0026728D"/>
    <w:rsid w:val="002675CD"/>
    <w:rsid w:val="002704F2"/>
    <w:rsid w:val="0027098F"/>
    <w:rsid w:val="00270BBB"/>
    <w:rsid w:val="00270E8F"/>
    <w:rsid w:val="0027160A"/>
    <w:rsid w:val="00271768"/>
    <w:rsid w:val="00271D15"/>
    <w:rsid w:val="00271F97"/>
    <w:rsid w:val="0027226B"/>
    <w:rsid w:val="002728EF"/>
    <w:rsid w:val="002736D9"/>
    <w:rsid w:val="00274D74"/>
    <w:rsid w:val="00275276"/>
    <w:rsid w:val="00275653"/>
    <w:rsid w:val="00275D1E"/>
    <w:rsid w:val="00275E80"/>
    <w:rsid w:val="00277211"/>
    <w:rsid w:val="00277432"/>
    <w:rsid w:val="00277586"/>
    <w:rsid w:val="0027771E"/>
    <w:rsid w:val="00277B38"/>
    <w:rsid w:val="00277F4B"/>
    <w:rsid w:val="002803F8"/>
    <w:rsid w:val="0028040F"/>
    <w:rsid w:val="00280935"/>
    <w:rsid w:val="00281A9A"/>
    <w:rsid w:val="002822D6"/>
    <w:rsid w:val="0028363D"/>
    <w:rsid w:val="00283CD3"/>
    <w:rsid w:val="00284042"/>
    <w:rsid w:val="0028406E"/>
    <w:rsid w:val="002840E6"/>
    <w:rsid w:val="0028428C"/>
    <w:rsid w:val="0028497B"/>
    <w:rsid w:val="00285399"/>
    <w:rsid w:val="00285998"/>
    <w:rsid w:val="00286619"/>
    <w:rsid w:val="002866CE"/>
    <w:rsid w:val="0028671A"/>
    <w:rsid w:val="002873D9"/>
    <w:rsid w:val="002878FB"/>
    <w:rsid w:val="002900B8"/>
    <w:rsid w:val="0029067C"/>
    <w:rsid w:val="00291469"/>
    <w:rsid w:val="00291BA7"/>
    <w:rsid w:val="00292DFB"/>
    <w:rsid w:val="002932CF"/>
    <w:rsid w:val="002934DE"/>
    <w:rsid w:val="00294144"/>
    <w:rsid w:val="00294AE3"/>
    <w:rsid w:val="00295B6E"/>
    <w:rsid w:val="00297317"/>
    <w:rsid w:val="0029747F"/>
    <w:rsid w:val="00297CA5"/>
    <w:rsid w:val="002A001C"/>
    <w:rsid w:val="002A00F2"/>
    <w:rsid w:val="002A075E"/>
    <w:rsid w:val="002A0B46"/>
    <w:rsid w:val="002A0D8E"/>
    <w:rsid w:val="002A285B"/>
    <w:rsid w:val="002A3120"/>
    <w:rsid w:val="002A32B8"/>
    <w:rsid w:val="002A3DC7"/>
    <w:rsid w:val="002A3ECE"/>
    <w:rsid w:val="002A3F47"/>
    <w:rsid w:val="002A406C"/>
    <w:rsid w:val="002A4449"/>
    <w:rsid w:val="002A493A"/>
    <w:rsid w:val="002A4973"/>
    <w:rsid w:val="002A4DED"/>
    <w:rsid w:val="002A50A6"/>
    <w:rsid w:val="002A653A"/>
    <w:rsid w:val="002A6938"/>
    <w:rsid w:val="002B0403"/>
    <w:rsid w:val="002B0660"/>
    <w:rsid w:val="002B0B55"/>
    <w:rsid w:val="002B1D7C"/>
    <w:rsid w:val="002B226A"/>
    <w:rsid w:val="002B23C6"/>
    <w:rsid w:val="002B279D"/>
    <w:rsid w:val="002B3417"/>
    <w:rsid w:val="002B36FA"/>
    <w:rsid w:val="002B3CCD"/>
    <w:rsid w:val="002B4166"/>
    <w:rsid w:val="002B6239"/>
    <w:rsid w:val="002B6486"/>
    <w:rsid w:val="002B667D"/>
    <w:rsid w:val="002B66FB"/>
    <w:rsid w:val="002B6C29"/>
    <w:rsid w:val="002B746C"/>
    <w:rsid w:val="002B7CCF"/>
    <w:rsid w:val="002B7E23"/>
    <w:rsid w:val="002C00EC"/>
    <w:rsid w:val="002C06D4"/>
    <w:rsid w:val="002C0C95"/>
    <w:rsid w:val="002C0FC3"/>
    <w:rsid w:val="002C23A2"/>
    <w:rsid w:val="002C28B9"/>
    <w:rsid w:val="002C2A44"/>
    <w:rsid w:val="002C2B5A"/>
    <w:rsid w:val="002C32D7"/>
    <w:rsid w:val="002C32FE"/>
    <w:rsid w:val="002C33EE"/>
    <w:rsid w:val="002C35C7"/>
    <w:rsid w:val="002C3EE8"/>
    <w:rsid w:val="002C5016"/>
    <w:rsid w:val="002C51E6"/>
    <w:rsid w:val="002C55B4"/>
    <w:rsid w:val="002C5821"/>
    <w:rsid w:val="002C661D"/>
    <w:rsid w:val="002C6632"/>
    <w:rsid w:val="002C7330"/>
    <w:rsid w:val="002C7370"/>
    <w:rsid w:val="002D00CB"/>
    <w:rsid w:val="002D0338"/>
    <w:rsid w:val="002D03A7"/>
    <w:rsid w:val="002D0543"/>
    <w:rsid w:val="002D0CF5"/>
    <w:rsid w:val="002D0F90"/>
    <w:rsid w:val="002D10FF"/>
    <w:rsid w:val="002D12BC"/>
    <w:rsid w:val="002D14B7"/>
    <w:rsid w:val="002D16A8"/>
    <w:rsid w:val="002D1BF7"/>
    <w:rsid w:val="002D2307"/>
    <w:rsid w:val="002D2FD6"/>
    <w:rsid w:val="002D37D3"/>
    <w:rsid w:val="002D3874"/>
    <w:rsid w:val="002D451C"/>
    <w:rsid w:val="002D4964"/>
    <w:rsid w:val="002D5390"/>
    <w:rsid w:val="002D60D4"/>
    <w:rsid w:val="002D6175"/>
    <w:rsid w:val="002D6326"/>
    <w:rsid w:val="002D67B9"/>
    <w:rsid w:val="002E0603"/>
    <w:rsid w:val="002E118B"/>
    <w:rsid w:val="002E1464"/>
    <w:rsid w:val="002E1872"/>
    <w:rsid w:val="002E253F"/>
    <w:rsid w:val="002E2DBA"/>
    <w:rsid w:val="002E2FD6"/>
    <w:rsid w:val="002E3607"/>
    <w:rsid w:val="002E3AB6"/>
    <w:rsid w:val="002E3D70"/>
    <w:rsid w:val="002E3FE4"/>
    <w:rsid w:val="002E4A7A"/>
    <w:rsid w:val="002E52B7"/>
    <w:rsid w:val="002E5513"/>
    <w:rsid w:val="002E5AF1"/>
    <w:rsid w:val="002E60A1"/>
    <w:rsid w:val="002E615A"/>
    <w:rsid w:val="002E623F"/>
    <w:rsid w:val="002E6409"/>
    <w:rsid w:val="002E6C23"/>
    <w:rsid w:val="002E6D3C"/>
    <w:rsid w:val="002E6FB3"/>
    <w:rsid w:val="002E6FC0"/>
    <w:rsid w:val="002F09FC"/>
    <w:rsid w:val="002F1155"/>
    <w:rsid w:val="002F1B05"/>
    <w:rsid w:val="002F1B1B"/>
    <w:rsid w:val="002F1B36"/>
    <w:rsid w:val="002F2D8B"/>
    <w:rsid w:val="002F2FA2"/>
    <w:rsid w:val="002F2FBF"/>
    <w:rsid w:val="002F30E4"/>
    <w:rsid w:val="002F322F"/>
    <w:rsid w:val="002F34D1"/>
    <w:rsid w:val="002F36EF"/>
    <w:rsid w:val="002F3727"/>
    <w:rsid w:val="002F45C2"/>
    <w:rsid w:val="002F473A"/>
    <w:rsid w:val="002F574B"/>
    <w:rsid w:val="002F579A"/>
    <w:rsid w:val="002F5A79"/>
    <w:rsid w:val="002F5AC8"/>
    <w:rsid w:val="002F6861"/>
    <w:rsid w:val="002F735E"/>
    <w:rsid w:val="002F7791"/>
    <w:rsid w:val="003003C2"/>
    <w:rsid w:val="00301125"/>
    <w:rsid w:val="00301D91"/>
    <w:rsid w:val="00302530"/>
    <w:rsid w:val="003042D7"/>
    <w:rsid w:val="00304F54"/>
    <w:rsid w:val="00305B61"/>
    <w:rsid w:val="0030641A"/>
    <w:rsid w:val="003072F5"/>
    <w:rsid w:val="00310592"/>
    <w:rsid w:val="0031087E"/>
    <w:rsid w:val="00310B96"/>
    <w:rsid w:val="00310CE1"/>
    <w:rsid w:val="003111E0"/>
    <w:rsid w:val="00311599"/>
    <w:rsid w:val="00311A28"/>
    <w:rsid w:val="00311AA5"/>
    <w:rsid w:val="00311F95"/>
    <w:rsid w:val="00312048"/>
    <w:rsid w:val="00312D95"/>
    <w:rsid w:val="00312F46"/>
    <w:rsid w:val="0031419C"/>
    <w:rsid w:val="003155D6"/>
    <w:rsid w:val="003155D7"/>
    <w:rsid w:val="00315755"/>
    <w:rsid w:val="0031606D"/>
    <w:rsid w:val="0031635A"/>
    <w:rsid w:val="003163F8"/>
    <w:rsid w:val="00316C1A"/>
    <w:rsid w:val="00316C5F"/>
    <w:rsid w:val="00316D4C"/>
    <w:rsid w:val="0031716E"/>
    <w:rsid w:val="003172BD"/>
    <w:rsid w:val="00317A94"/>
    <w:rsid w:val="00317E0A"/>
    <w:rsid w:val="00320127"/>
    <w:rsid w:val="003208C5"/>
    <w:rsid w:val="00321562"/>
    <w:rsid w:val="00321852"/>
    <w:rsid w:val="00321AC1"/>
    <w:rsid w:val="003223A9"/>
    <w:rsid w:val="003226CA"/>
    <w:rsid w:val="00322B7C"/>
    <w:rsid w:val="00322EE4"/>
    <w:rsid w:val="003231E9"/>
    <w:rsid w:val="0032369A"/>
    <w:rsid w:val="00323D28"/>
    <w:rsid w:val="00324106"/>
    <w:rsid w:val="00324222"/>
    <w:rsid w:val="00324775"/>
    <w:rsid w:val="00324C88"/>
    <w:rsid w:val="00325C96"/>
    <w:rsid w:val="00325DEE"/>
    <w:rsid w:val="00326346"/>
    <w:rsid w:val="00326716"/>
    <w:rsid w:val="00327935"/>
    <w:rsid w:val="0032798B"/>
    <w:rsid w:val="00327A3A"/>
    <w:rsid w:val="00330377"/>
    <w:rsid w:val="00330ADC"/>
    <w:rsid w:val="0033251B"/>
    <w:rsid w:val="003327B5"/>
    <w:rsid w:val="003328F2"/>
    <w:rsid w:val="003339CB"/>
    <w:rsid w:val="00333C50"/>
    <w:rsid w:val="00334048"/>
    <w:rsid w:val="00334604"/>
    <w:rsid w:val="00335006"/>
    <w:rsid w:val="003351D8"/>
    <w:rsid w:val="003358C7"/>
    <w:rsid w:val="003366A9"/>
    <w:rsid w:val="00336A03"/>
    <w:rsid w:val="00337151"/>
    <w:rsid w:val="003373F2"/>
    <w:rsid w:val="00337EEB"/>
    <w:rsid w:val="003407DB"/>
    <w:rsid w:val="00340B3B"/>
    <w:rsid w:val="00340EBD"/>
    <w:rsid w:val="0034129B"/>
    <w:rsid w:val="00341D32"/>
    <w:rsid w:val="003422B1"/>
    <w:rsid w:val="00342CA2"/>
    <w:rsid w:val="00342DD1"/>
    <w:rsid w:val="00342E95"/>
    <w:rsid w:val="003437BC"/>
    <w:rsid w:val="00343F32"/>
    <w:rsid w:val="003442E1"/>
    <w:rsid w:val="00344450"/>
    <w:rsid w:val="00344987"/>
    <w:rsid w:val="0034501F"/>
    <w:rsid w:val="00345750"/>
    <w:rsid w:val="00345DF2"/>
    <w:rsid w:val="0034619F"/>
    <w:rsid w:val="0034724B"/>
    <w:rsid w:val="00347AE1"/>
    <w:rsid w:val="00350773"/>
    <w:rsid w:val="003507CC"/>
    <w:rsid w:val="00350937"/>
    <w:rsid w:val="0035147B"/>
    <w:rsid w:val="003514C0"/>
    <w:rsid w:val="00351845"/>
    <w:rsid w:val="00352118"/>
    <w:rsid w:val="0035268D"/>
    <w:rsid w:val="00352ED5"/>
    <w:rsid w:val="00353495"/>
    <w:rsid w:val="00354649"/>
    <w:rsid w:val="00354B7B"/>
    <w:rsid w:val="00354F49"/>
    <w:rsid w:val="00355616"/>
    <w:rsid w:val="00355B1F"/>
    <w:rsid w:val="00355D41"/>
    <w:rsid w:val="00355E61"/>
    <w:rsid w:val="00355EC8"/>
    <w:rsid w:val="003564DE"/>
    <w:rsid w:val="003567C0"/>
    <w:rsid w:val="00356860"/>
    <w:rsid w:val="00356C8A"/>
    <w:rsid w:val="00356DD5"/>
    <w:rsid w:val="00357089"/>
    <w:rsid w:val="00357252"/>
    <w:rsid w:val="00357F30"/>
    <w:rsid w:val="00360014"/>
    <w:rsid w:val="00361147"/>
    <w:rsid w:val="00361575"/>
    <w:rsid w:val="00361664"/>
    <w:rsid w:val="00361C80"/>
    <w:rsid w:val="0036259A"/>
    <w:rsid w:val="00362F49"/>
    <w:rsid w:val="00363242"/>
    <w:rsid w:val="003633C7"/>
    <w:rsid w:val="00363FAC"/>
    <w:rsid w:val="00364457"/>
    <w:rsid w:val="003647B9"/>
    <w:rsid w:val="00364AB5"/>
    <w:rsid w:val="00364DA4"/>
    <w:rsid w:val="00364F35"/>
    <w:rsid w:val="003658A2"/>
    <w:rsid w:val="00365CC8"/>
    <w:rsid w:val="00366319"/>
    <w:rsid w:val="00366CAF"/>
    <w:rsid w:val="00366E38"/>
    <w:rsid w:val="00366F6F"/>
    <w:rsid w:val="003674A5"/>
    <w:rsid w:val="00367A78"/>
    <w:rsid w:val="00370BF5"/>
    <w:rsid w:val="003712DC"/>
    <w:rsid w:val="0037192A"/>
    <w:rsid w:val="00371A78"/>
    <w:rsid w:val="0037251C"/>
    <w:rsid w:val="00372641"/>
    <w:rsid w:val="00372B49"/>
    <w:rsid w:val="00372F31"/>
    <w:rsid w:val="00373172"/>
    <w:rsid w:val="003739C4"/>
    <w:rsid w:val="00373C9E"/>
    <w:rsid w:val="00373E99"/>
    <w:rsid w:val="00374E95"/>
    <w:rsid w:val="003757F3"/>
    <w:rsid w:val="00375855"/>
    <w:rsid w:val="0037590F"/>
    <w:rsid w:val="00376716"/>
    <w:rsid w:val="00376984"/>
    <w:rsid w:val="00376F6A"/>
    <w:rsid w:val="00377E57"/>
    <w:rsid w:val="0038039A"/>
    <w:rsid w:val="003803F5"/>
    <w:rsid w:val="00381647"/>
    <w:rsid w:val="00382123"/>
    <w:rsid w:val="0038233E"/>
    <w:rsid w:val="00382BA5"/>
    <w:rsid w:val="00382C8D"/>
    <w:rsid w:val="003834CC"/>
    <w:rsid w:val="00383575"/>
    <w:rsid w:val="00383F6E"/>
    <w:rsid w:val="00383FEF"/>
    <w:rsid w:val="00384E77"/>
    <w:rsid w:val="00385428"/>
    <w:rsid w:val="00385778"/>
    <w:rsid w:val="00386485"/>
    <w:rsid w:val="003864DB"/>
    <w:rsid w:val="00387589"/>
    <w:rsid w:val="00387D4B"/>
    <w:rsid w:val="00390FE4"/>
    <w:rsid w:val="00391AC5"/>
    <w:rsid w:val="00392028"/>
    <w:rsid w:val="0039207A"/>
    <w:rsid w:val="0039210B"/>
    <w:rsid w:val="00392194"/>
    <w:rsid w:val="00392913"/>
    <w:rsid w:val="0039298A"/>
    <w:rsid w:val="00392A61"/>
    <w:rsid w:val="0039327D"/>
    <w:rsid w:val="0039337A"/>
    <w:rsid w:val="003936AE"/>
    <w:rsid w:val="00393A82"/>
    <w:rsid w:val="003943A7"/>
    <w:rsid w:val="00394806"/>
    <w:rsid w:val="00394B63"/>
    <w:rsid w:val="003950B9"/>
    <w:rsid w:val="0039524A"/>
    <w:rsid w:val="00395978"/>
    <w:rsid w:val="00395B22"/>
    <w:rsid w:val="00396E15"/>
    <w:rsid w:val="00396ECC"/>
    <w:rsid w:val="00397F3F"/>
    <w:rsid w:val="003A0869"/>
    <w:rsid w:val="003A0E02"/>
    <w:rsid w:val="003A19CD"/>
    <w:rsid w:val="003A1A52"/>
    <w:rsid w:val="003A1AAA"/>
    <w:rsid w:val="003A1C27"/>
    <w:rsid w:val="003A207E"/>
    <w:rsid w:val="003A25B0"/>
    <w:rsid w:val="003A28F8"/>
    <w:rsid w:val="003A35E1"/>
    <w:rsid w:val="003A3603"/>
    <w:rsid w:val="003A48A0"/>
    <w:rsid w:val="003A496B"/>
    <w:rsid w:val="003A4CFB"/>
    <w:rsid w:val="003A517B"/>
    <w:rsid w:val="003A5881"/>
    <w:rsid w:val="003A58B5"/>
    <w:rsid w:val="003A58C7"/>
    <w:rsid w:val="003A5D80"/>
    <w:rsid w:val="003A658D"/>
    <w:rsid w:val="003A67FE"/>
    <w:rsid w:val="003A6F26"/>
    <w:rsid w:val="003A7492"/>
    <w:rsid w:val="003B041D"/>
    <w:rsid w:val="003B3360"/>
    <w:rsid w:val="003B4018"/>
    <w:rsid w:val="003B470B"/>
    <w:rsid w:val="003B47A2"/>
    <w:rsid w:val="003B5075"/>
    <w:rsid w:val="003B52C7"/>
    <w:rsid w:val="003B5D95"/>
    <w:rsid w:val="003B68C9"/>
    <w:rsid w:val="003B6C96"/>
    <w:rsid w:val="003B70C9"/>
    <w:rsid w:val="003B7A32"/>
    <w:rsid w:val="003C0310"/>
    <w:rsid w:val="003C0436"/>
    <w:rsid w:val="003C06B1"/>
    <w:rsid w:val="003C0A14"/>
    <w:rsid w:val="003C0E81"/>
    <w:rsid w:val="003C21C5"/>
    <w:rsid w:val="003C4F97"/>
    <w:rsid w:val="003C54F1"/>
    <w:rsid w:val="003C57FA"/>
    <w:rsid w:val="003C59BF"/>
    <w:rsid w:val="003C6305"/>
    <w:rsid w:val="003C793C"/>
    <w:rsid w:val="003D039C"/>
    <w:rsid w:val="003D1098"/>
    <w:rsid w:val="003D140A"/>
    <w:rsid w:val="003D1549"/>
    <w:rsid w:val="003D242E"/>
    <w:rsid w:val="003D3595"/>
    <w:rsid w:val="003D397C"/>
    <w:rsid w:val="003D3A31"/>
    <w:rsid w:val="003D3B89"/>
    <w:rsid w:val="003D47BE"/>
    <w:rsid w:val="003D4CA8"/>
    <w:rsid w:val="003D4DA2"/>
    <w:rsid w:val="003D5C72"/>
    <w:rsid w:val="003D5E18"/>
    <w:rsid w:val="003D62E8"/>
    <w:rsid w:val="003D6426"/>
    <w:rsid w:val="003D6A64"/>
    <w:rsid w:val="003D7D4E"/>
    <w:rsid w:val="003D7F09"/>
    <w:rsid w:val="003E09B2"/>
    <w:rsid w:val="003E13C5"/>
    <w:rsid w:val="003E1421"/>
    <w:rsid w:val="003E183D"/>
    <w:rsid w:val="003E1A79"/>
    <w:rsid w:val="003E1D5D"/>
    <w:rsid w:val="003E1F7F"/>
    <w:rsid w:val="003E26BB"/>
    <w:rsid w:val="003E37A4"/>
    <w:rsid w:val="003E3C9A"/>
    <w:rsid w:val="003E3CD1"/>
    <w:rsid w:val="003E3E01"/>
    <w:rsid w:val="003E484F"/>
    <w:rsid w:val="003E48B1"/>
    <w:rsid w:val="003E5328"/>
    <w:rsid w:val="003E7645"/>
    <w:rsid w:val="003E7C03"/>
    <w:rsid w:val="003F043C"/>
    <w:rsid w:val="003F0A48"/>
    <w:rsid w:val="003F0EBF"/>
    <w:rsid w:val="003F19F8"/>
    <w:rsid w:val="003F1B63"/>
    <w:rsid w:val="003F1FCE"/>
    <w:rsid w:val="003F2FC7"/>
    <w:rsid w:val="003F389F"/>
    <w:rsid w:val="003F3AF1"/>
    <w:rsid w:val="003F4798"/>
    <w:rsid w:val="003F6CED"/>
    <w:rsid w:val="003F7BC7"/>
    <w:rsid w:val="003F7E1D"/>
    <w:rsid w:val="004002E2"/>
    <w:rsid w:val="004004C3"/>
    <w:rsid w:val="00400A3C"/>
    <w:rsid w:val="0040103F"/>
    <w:rsid w:val="00402508"/>
    <w:rsid w:val="0040333E"/>
    <w:rsid w:val="004053D7"/>
    <w:rsid w:val="00405970"/>
    <w:rsid w:val="00405CC2"/>
    <w:rsid w:val="004062C3"/>
    <w:rsid w:val="00406A16"/>
    <w:rsid w:val="004079A3"/>
    <w:rsid w:val="0041015F"/>
    <w:rsid w:val="004102DD"/>
    <w:rsid w:val="0041140E"/>
    <w:rsid w:val="004119E0"/>
    <w:rsid w:val="00412392"/>
    <w:rsid w:val="0041280D"/>
    <w:rsid w:val="00412EBC"/>
    <w:rsid w:val="00414617"/>
    <w:rsid w:val="004148FE"/>
    <w:rsid w:val="004149D2"/>
    <w:rsid w:val="00415114"/>
    <w:rsid w:val="00415324"/>
    <w:rsid w:val="00416588"/>
    <w:rsid w:val="00416658"/>
    <w:rsid w:val="004171A4"/>
    <w:rsid w:val="0041752C"/>
    <w:rsid w:val="00417BCA"/>
    <w:rsid w:val="00417F08"/>
    <w:rsid w:val="0042021A"/>
    <w:rsid w:val="00420E0F"/>
    <w:rsid w:val="004214BD"/>
    <w:rsid w:val="004220CA"/>
    <w:rsid w:val="00422B72"/>
    <w:rsid w:val="00423031"/>
    <w:rsid w:val="004236D1"/>
    <w:rsid w:val="00423F59"/>
    <w:rsid w:val="00424340"/>
    <w:rsid w:val="00424343"/>
    <w:rsid w:val="00424877"/>
    <w:rsid w:val="004248E3"/>
    <w:rsid w:val="004253EB"/>
    <w:rsid w:val="004254FE"/>
    <w:rsid w:val="004255B1"/>
    <w:rsid w:val="004255D2"/>
    <w:rsid w:val="00425E2D"/>
    <w:rsid w:val="0042717F"/>
    <w:rsid w:val="0042761A"/>
    <w:rsid w:val="0043114F"/>
    <w:rsid w:val="0043179B"/>
    <w:rsid w:val="00431B60"/>
    <w:rsid w:val="00431D10"/>
    <w:rsid w:val="00432047"/>
    <w:rsid w:val="00432ABC"/>
    <w:rsid w:val="00432F81"/>
    <w:rsid w:val="00433C7F"/>
    <w:rsid w:val="00433E0D"/>
    <w:rsid w:val="00433F8C"/>
    <w:rsid w:val="00434158"/>
    <w:rsid w:val="00434A21"/>
    <w:rsid w:val="00435355"/>
    <w:rsid w:val="00435442"/>
    <w:rsid w:val="00435AE4"/>
    <w:rsid w:val="00435ECA"/>
    <w:rsid w:val="004362B1"/>
    <w:rsid w:val="00437B16"/>
    <w:rsid w:val="00437C51"/>
    <w:rsid w:val="00440843"/>
    <w:rsid w:val="00440F18"/>
    <w:rsid w:val="00441240"/>
    <w:rsid w:val="00441638"/>
    <w:rsid w:val="00441C60"/>
    <w:rsid w:val="00442FC5"/>
    <w:rsid w:val="00443731"/>
    <w:rsid w:val="00443F79"/>
    <w:rsid w:val="004441C6"/>
    <w:rsid w:val="0044470B"/>
    <w:rsid w:val="00444C42"/>
    <w:rsid w:val="0044587F"/>
    <w:rsid w:val="004462C9"/>
    <w:rsid w:val="004463E5"/>
    <w:rsid w:val="0044750E"/>
    <w:rsid w:val="004479A9"/>
    <w:rsid w:val="00447B7A"/>
    <w:rsid w:val="00447BC9"/>
    <w:rsid w:val="00450301"/>
    <w:rsid w:val="00450A97"/>
    <w:rsid w:val="00451F23"/>
    <w:rsid w:val="00452A2C"/>
    <w:rsid w:val="00453069"/>
    <w:rsid w:val="004557BD"/>
    <w:rsid w:val="0045596D"/>
    <w:rsid w:val="00455B0C"/>
    <w:rsid w:val="00455C36"/>
    <w:rsid w:val="00455F8E"/>
    <w:rsid w:val="0045638B"/>
    <w:rsid w:val="004570FC"/>
    <w:rsid w:val="004574BC"/>
    <w:rsid w:val="00457CAD"/>
    <w:rsid w:val="00461018"/>
    <w:rsid w:val="00461455"/>
    <w:rsid w:val="004626A2"/>
    <w:rsid w:val="00462A35"/>
    <w:rsid w:val="00463292"/>
    <w:rsid w:val="00463B22"/>
    <w:rsid w:val="00463DC8"/>
    <w:rsid w:val="0046460A"/>
    <w:rsid w:val="004648FC"/>
    <w:rsid w:val="004655C3"/>
    <w:rsid w:val="00465ED5"/>
    <w:rsid w:val="00465FF9"/>
    <w:rsid w:val="00467238"/>
    <w:rsid w:val="00467420"/>
    <w:rsid w:val="0046790F"/>
    <w:rsid w:val="00470812"/>
    <w:rsid w:val="00470870"/>
    <w:rsid w:val="00470E33"/>
    <w:rsid w:val="00471303"/>
    <w:rsid w:val="00471439"/>
    <w:rsid w:val="004715B8"/>
    <w:rsid w:val="0047161E"/>
    <w:rsid w:val="00472144"/>
    <w:rsid w:val="0047377F"/>
    <w:rsid w:val="00473886"/>
    <w:rsid w:val="004739E7"/>
    <w:rsid w:val="00473A11"/>
    <w:rsid w:val="00473E28"/>
    <w:rsid w:val="0047443A"/>
    <w:rsid w:val="00474781"/>
    <w:rsid w:val="00474C09"/>
    <w:rsid w:val="00475287"/>
    <w:rsid w:val="00475357"/>
    <w:rsid w:val="00475866"/>
    <w:rsid w:val="00476166"/>
    <w:rsid w:val="00476818"/>
    <w:rsid w:val="00476A0A"/>
    <w:rsid w:val="00476E2A"/>
    <w:rsid w:val="004778BE"/>
    <w:rsid w:val="00477981"/>
    <w:rsid w:val="0048066E"/>
    <w:rsid w:val="00480D28"/>
    <w:rsid w:val="00480D90"/>
    <w:rsid w:val="004818F8"/>
    <w:rsid w:val="00481BF3"/>
    <w:rsid w:val="00481E8E"/>
    <w:rsid w:val="004837A2"/>
    <w:rsid w:val="0048381A"/>
    <w:rsid w:val="00483A53"/>
    <w:rsid w:val="004841B7"/>
    <w:rsid w:val="00484BEA"/>
    <w:rsid w:val="00485887"/>
    <w:rsid w:val="00486CE5"/>
    <w:rsid w:val="00487D4E"/>
    <w:rsid w:val="004904D8"/>
    <w:rsid w:val="0049060C"/>
    <w:rsid w:val="0049071E"/>
    <w:rsid w:val="00491A7D"/>
    <w:rsid w:val="00492342"/>
    <w:rsid w:val="004927D0"/>
    <w:rsid w:val="00492AFC"/>
    <w:rsid w:val="00492B4A"/>
    <w:rsid w:val="00492D73"/>
    <w:rsid w:val="004930D6"/>
    <w:rsid w:val="004939C7"/>
    <w:rsid w:val="004939DE"/>
    <w:rsid w:val="004939FD"/>
    <w:rsid w:val="00494A3A"/>
    <w:rsid w:val="00494BA7"/>
    <w:rsid w:val="00494D77"/>
    <w:rsid w:val="00495317"/>
    <w:rsid w:val="0049546D"/>
    <w:rsid w:val="00495B55"/>
    <w:rsid w:val="004964C2"/>
    <w:rsid w:val="004967DA"/>
    <w:rsid w:val="004968FB"/>
    <w:rsid w:val="00496975"/>
    <w:rsid w:val="004979B0"/>
    <w:rsid w:val="00497D51"/>
    <w:rsid w:val="004A01DF"/>
    <w:rsid w:val="004A05BA"/>
    <w:rsid w:val="004A0C83"/>
    <w:rsid w:val="004A1711"/>
    <w:rsid w:val="004A1F23"/>
    <w:rsid w:val="004A2225"/>
    <w:rsid w:val="004A2761"/>
    <w:rsid w:val="004A2A46"/>
    <w:rsid w:val="004A2C42"/>
    <w:rsid w:val="004A2E13"/>
    <w:rsid w:val="004A30AB"/>
    <w:rsid w:val="004A3452"/>
    <w:rsid w:val="004A3D82"/>
    <w:rsid w:val="004A3EA8"/>
    <w:rsid w:val="004A40FC"/>
    <w:rsid w:val="004A563B"/>
    <w:rsid w:val="004A60D6"/>
    <w:rsid w:val="004A6452"/>
    <w:rsid w:val="004A6C93"/>
    <w:rsid w:val="004A7242"/>
    <w:rsid w:val="004A7278"/>
    <w:rsid w:val="004A7696"/>
    <w:rsid w:val="004A7B6D"/>
    <w:rsid w:val="004B044E"/>
    <w:rsid w:val="004B11E0"/>
    <w:rsid w:val="004B12E3"/>
    <w:rsid w:val="004B24C6"/>
    <w:rsid w:val="004B2714"/>
    <w:rsid w:val="004B279C"/>
    <w:rsid w:val="004B3005"/>
    <w:rsid w:val="004B3136"/>
    <w:rsid w:val="004B3761"/>
    <w:rsid w:val="004B3E91"/>
    <w:rsid w:val="004B4117"/>
    <w:rsid w:val="004B429B"/>
    <w:rsid w:val="004B47A3"/>
    <w:rsid w:val="004B4AA3"/>
    <w:rsid w:val="004B4ADF"/>
    <w:rsid w:val="004B4CB8"/>
    <w:rsid w:val="004B4FFE"/>
    <w:rsid w:val="004B5412"/>
    <w:rsid w:val="004B5A8C"/>
    <w:rsid w:val="004B605A"/>
    <w:rsid w:val="004B67D2"/>
    <w:rsid w:val="004B725A"/>
    <w:rsid w:val="004B7476"/>
    <w:rsid w:val="004B76FB"/>
    <w:rsid w:val="004C01BA"/>
    <w:rsid w:val="004C0F68"/>
    <w:rsid w:val="004C10DB"/>
    <w:rsid w:val="004C1919"/>
    <w:rsid w:val="004C1B35"/>
    <w:rsid w:val="004C1C1A"/>
    <w:rsid w:val="004C1EEB"/>
    <w:rsid w:val="004C2F51"/>
    <w:rsid w:val="004C2FBB"/>
    <w:rsid w:val="004C43F1"/>
    <w:rsid w:val="004C4437"/>
    <w:rsid w:val="004C44DE"/>
    <w:rsid w:val="004C44E3"/>
    <w:rsid w:val="004C574C"/>
    <w:rsid w:val="004C5E02"/>
    <w:rsid w:val="004C61EA"/>
    <w:rsid w:val="004C6DCF"/>
    <w:rsid w:val="004C7397"/>
    <w:rsid w:val="004D1218"/>
    <w:rsid w:val="004D22C2"/>
    <w:rsid w:val="004D2523"/>
    <w:rsid w:val="004D267E"/>
    <w:rsid w:val="004D27E9"/>
    <w:rsid w:val="004D2D2B"/>
    <w:rsid w:val="004D3252"/>
    <w:rsid w:val="004D35A2"/>
    <w:rsid w:val="004D4273"/>
    <w:rsid w:val="004D4DE8"/>
    <w:rsid w:val="004D505E"/>
    <w:rsid w:val="004D534C"/>
    <w:rsid w:val="004D6562"/>
    <w:rsid w:val="004D661D"/>
    <w:rsid w:val="004D69BE"/>
    <w:rsid w:val="004D75FC"/>
    <w:rsid w:val="004D7D2F"/>
    <w:rsid w:val="004E0998"/>
    <w:rsid w:val="004E0D1E"/>
    <w:rsid w:val="004E278C"/>
    <w:rsid w:val="004E2911"/>
    <w:rsid w:val="004E2F51"/>
    <w:rsid w:val="004E3057"/>
    <w:rsid w:val="004E3E10"/>
    <w:rsid w:val="004E4B75"/>
    <w:rsid w:val="004E4CDE"/>
    <w:rsid w:val="004E4D76"/>
    <w:rsid w:val="004E58B7"/>
    <w:rsid w:val="004E5EA4"/>
    <w:rsid w:val="004E618D"/>
    <w:rsid w:val="004E61A4"/>
    <w:rsid w:val="004E64CC"/>
    <w:rsid w:val="004E68A1"/>
    <w:rsid w:val="004E6980"/>
    <w:rsid w:val="004E7360"/>
    <w:rsid w:val="004E7F79"/>
    <w:rsid w:val="004F0CED"/>
    <w:rsid w:val="004F0D72"/>
    <w:rsid w:val="004F14AE"/>
    <w:rsid w:val="004F17B3"/>
    <w:rsid w:val="004F1D48"/>
    <w:rsid w:val="004F4B7D"/>
    <w:rsid w:val="004F4CCF"/>
    <w:rsid w:val="004F5AE0"/>
    <w:rsid w:val="004F5CB2"/>
    <w:rsid w:val="004F5E91"/>
    <w:rsid w:val="004F61F7"/>
    <w:rsid w:val="004F6301"/>
    <w:rsid w:val="004F78A9"/>
    <w:rsid w:val="004F7E1E"/>
    <w:rsid w:val="00500299"/>
    <w:rsid w:val="005008A0"/>
    <w:rsid w:val="005009FD"/>
    <w:rsid w:val="005025D1"/>
    <w:rsid w:val="00502786"/>
    <w:rsid w:val="005029B4"/>
    <w:rsid w:val="00502EAC"/>
    <w:rsid w:val="00502F74"/>
    <w:rsid w:val="0050301C"/>
    <w:rsid w:val="00503143"/>
    <w:rsid w:val="00503365"/>
    <w:rsid w:val="00503A3A"/>
    <w:rsid w:val="0050435C"/>
    <w:rsid w:val="00504B9B"/>
    <w:rsid w:val="00505244"/>
    <w:rsid w:val="00505614"/>
    <w:rsid w:val="005056FD"/>
    <w:rsid w:val="00505F15"/>
    <w:rsid w:val="00506176"/>
    <w:rsid w:val="00506516"/>
    <w:rsid w:val="00507073"/>
    <w:rsid w:val="005075C7"/>
    <w:rsid w:val="00507B43"/>
    <w:rsid w:val="00507CCB"/>
    <w:rsid w:val="00507E62"/>
    <w:rsid w:val="005100BF"/>
    <w:rsid w:val="00510705"/>
    <w:rsid w:val="00510DF2"/>
    <w:rsid w:val="005115C4"/>
    <w:rsid w:val="005118F0"/>
    <w:rsid w:val="00513AB9"/>
    <w:rsid w:val="00513AC9"/>
    <w:rsid w:val="0051402D"/>
    <w:rsid w:val="0051468C"/>
    <w:rsid w:val="005146ED"/>
    <w:rsid w:val="00514D00"/>
    <w:rsid w:val="0051537D"/>
    <w:rsid w:val="00515C21"/>
    <w:rsid w:val="00516CE2"/>
    <w:rsid w:val="005170C9"/>
    <w:rsid w:val="00517F52"/>
    <w:rsid w:val="00517FFE"/>
    <w:rsid w:val="00520648"/>
    <w:rsid w:val="00520A0D"/>
    <w:rsid w:val="00520E57"/>
    <w:rsid w:val="005210A3"/>
    <w:rsid w:val="0052158A"/>
    <w:rsid w:val="005215A9"/>
    <w:rsid w:val="00522E15"/>
    <w:rsid w:val="005233A9"/>
    <w:rsid w:val="005258C9"/>
    <w:rsid w:val="00525B7E"/>
    <w:rsid w:val="00526C22"/>
    <w:rsid w:val="00526F17"/>
    <w:rsid w:val="00527483"/>
    <w:rsid w:val="005300DA"/>
    <w:rsid w:val="0053083E"/>
    <w:rsid w:val="00530C54"/>
    <w:rsid w:val="00531389"/>
    <w:rsid w:val="00532477"/>
    <w:rsid w:val="00534452"/>
    <w:rsid w:val="00534506"/>
    <w:rsid w:val="0053462E"/>
    <w:rsid w:val="00534B30"/>
    <w:rsid w:val="00535977"/>
    <w:rsid w:val="00535BD9"/>
    <w:rsid w:val="0053611F"/>
    <w:rsid w:val="005371A1"/>
    <w:rsid w:val="005371CD"/>
    <w:rsid w:val="00537261"/>
    <w:rsid w:val="00537656"/>
    <w:rsid w:val="00537C7B"/>
    <w:rsid w:val="00537DE6"/>
    <w:rsid w:val="00537E1E"/>
    <w:rsid w:val="0054086A"/>
    <w:rsid w:val="0054096C"/>
    <w:rsid w:val="00540D93"/>
    <w:rsid w:val="00541C4F"/>
    <w:rsid w:val="00543167"/>
    <w:rsid w:val="005437CA"/>
    <w:rsid w:val="005438BA"/>
    <w:rsid w:val="00544389"/>
    <w:rsid w:val="00544474"/>
    <w:rsid w:val="00544CF5"/>
    <w:rsid w:val="00544E39"/>
    <w:rsid w:val="00545F21"/>
    <w:rsid w:val="00545F5F"/>
    <w:rsid w:val="005472C2"/>
    <w:rsid w:val="005474DF"/>
    <w:rsid w:val="00547BE5"/>
    <w:rsid w:val="00547D38"/>
    <w:rsid w:val="00547ECA"/>
    <w:rsid w:val="00550153"/>
    <w:rsid w:val="005503FF"/>
    <w:rsid w:val="00550873"/>
    <w:rsid w:val="00551127"/>
    <w:rsid w:val="005518CB"/>
    <w:rsid w:val="00551F7D"/>
    <w:rsid w:val="00552E43"/>
    <w:rsid w:val="00552F2F"/>
    <w:rsid w:val="00552FAD"/>
    <w:rsid w:val="00553918"/>
    <w:rsid w:val="00553F7F"/>
    <w:rsid w:val="00554BA5"/>
    <w:rsid w:val="005553F5"/>
    <w:rsid w:val="00556252"/>
    <w:rsid w:val="00556AA6"/>
    <w:rsid w:val="00556AEB"/>
    <w:rsid w:val="00556BD8"/>
    <w:rsid w:val="00556BDE"/>
    <w:rsid w:val="00556C70"/>
    <w:rsid w:val="0055728E"/>
    <w:rsid w:val="0055737E"/>
    <w:rsid w:val="00557DA6"/>
    <w:rsid w:val="00561216"/>
    <w:rsid w:val="00561C47"/>
    <w:rsid w:val="00561CF8"/>
    <w:rsid w:val="005621FC"/>
    <w:rsid w:val="00562334"/>
    <w:rsid w:val="005624C8"/>
    <w:rsid w:val="00562A90"/>
    <w:rsid w:val="00562B26"/>
    <w:rsid w:val="00563E6C"/>
    <w:rsid w:val="00564701"/>
    <w:rsid w:val="00564F2A"/>
    <w:rsid w:val="00564F7F"/>
    <w:rsid w:val="005653CE"/>
    <w:rsid w:val="005654C7"/>
    <w:rsid w:val="00565885"/>
    <w:rsid w:val="00565C15"/>
    <w:rsid w:val="00566B4D"/>
    <w:rsid w:val="00566CC5"/>
    <w:rsid w:val="00566E3B"/>
    <w:rsid w:val="00566F94"/>
    <w:rsid w:val="0057017A"/>
    <w:rsid w:val="005701E8"/>
    <w:rsid w:val="00570E31"/>
    <w:rsid w:val="00570FE4"/>
    <w:rsid w:val="0057193D"/>
    <w:rsid w:val="00571C8C"/>
    <w:rsid w:val="005727BF"/>
    <w:rsid w:val="0057324B"/>
    <w:rsid w:val="00573EC2"/>
    <w:rsid w:val="00574069"/>
    <w:rsid w:val="00574C1F"/>
    <w:rsid w:val="00574D67"/>
    <w:rsid w:val="005751FF"/>
    <w:rsid w:val="0057529C"/>
    <w:rsid w:val="00575983"/>
    <w:rsid w:val="005760EE"/>
    <w:rsid w:val="0057650F"/>
    <w:rsid w:val="005765DB"/>
    <w:rsid w:val="0057689C"/>
    <w:rsid w:val="00576A39"/>
    <w:rsid w:val="00576E36"/>
    <w:rsid w:val="00576E72"/>
    <w:rsid w:val="00577DA4"/>
    <w:rsid w:val="005800AD"/>
    <w:rsid w:val="00581131"/>
    <w:rsid w:val="00581FD7"/>
    <w:rsid w:val="00582106"/>
    <w:rsid w:val="005823A0"/>
    <w:rsid w:val="0058304B"/>
    <w:rsid w:val="00583B4E"/>
    <w:rsid w:val="0058417C"/>
    <w:rsid w:val="005844DC"/>
    <w:rsid w:val="00584930"/>
    <w:rsid w:val="00584B17"/>
    <w:rsid w:val="00584C4C"/>
    <w:rsid w:val="00585125"/>
    <w:rsid w:val="005852B0"/>
    <w:rsid w:val="00585BBA"/>
    <w:rsid w:val="00585D9C"/>
    <w:rsid w:val="00585F76"/>
    <w:rsid w:val="005862E5"/>
    <w:rsid w:val="0058756F"/>
    <w:rsid w:val="00587B72"/>
    <w:rsid w:val="0059008B"/>
    <w:rsid w:val="00590719"/>
    <w:rsid w:val="005907F8"/>
    <w:rsid w:val="00591330"/>
    <w:rsid w:val="0059135B"/>
    <w:rsid w:val="005917C1"/>
    <w:rsid w:val="005931BA"/>
    <w:rsid w:val="00593362"/>
    <w:rsid w:val="005938D1"/>
    <w:rsid w:val="00594130"/>
    <w:rsid w:val="00594462"/>
    <w:rsid w:val="005948B0"/>
    <w:rsid w:val="00594DD1"/>
    <w:rsid w:val="00595F88"/>
    <w:rsid w:val="005961B8"/>
    <w:rsid w:val="00597961"/>
    <w:rsid w:val="005A0164"/>
    <w:rsid w:val="005A03E4"/>
    <w:rsid w:val="005A0540"/>
    <w:rsid w:val="005A0650"/>
    <w:rsid w:val="005A08CA"/>
    <w:rsid w:val="005A0EC4"/>
    <w:rsid w:val="005A115B"/>
    <w:rsid w:val="005A1A60"/>
    <w:rsid w:val="005A2EF8"/>
    <w:rsid w:val="005A41D7"/>
    <w:rsid w:val="005A447E"/>
    <w:rsid w:val="005A4981"/>
    <w:rsid w:val="005A5551"/>
    <w:rsid w:val="005A5A09"/>
    <w:rsid w:val="005A5AB3"/>
    <w:rsid w:val="005A5EE1"/>
    <w:rsid w:val="005A5FA9"/>
    <w:rsid w:val="005A65DD"/>
    <w:rsid w:val="005A6633"/>
    <w:rsid w:val="005A6A4E"/>
    <w:rsid w:val="005A6C88"/>
    <w:rsid w:val="005A78BA"/>
    <w:rsid w:val="005A7E03"/>
    <w:rsid w:val="005B0E82"/>
    <w:rsid w:val="005B1258"/>
    <w:rsid w:val="005B17F5"/>
    <w:rsid w:val="005B1B17"/>
    <w:rsid w:val="005B1DAC"/>
    <w:rsid w:val="005B2A31"/>
    <w:rsid w:val="005B2E8C"/>
    <w:rsid w:val="005B3588"/>
    <w:rsid w:val="005B3808"/>
    <w:rsid w:val="005B4396"/>
    <w:rsid w:val="005B4518"/>
    <w:rsid w:val="005B4EC9"/>
    <w:rsid w:val="005B550C"/>
    <w:rsid w:val="005B6383"/>
    <w:rsid w:val="005B6F40"/>
    <w:rsid w:val="005B6F49"/>
    <w:rsid w:val="005B780E"/>
    <w:rsid w:val="005B7A13"/>
    <w:rsid w:val="005C1284"/>
    <w:rsid w:val="005C16CA"/>
    <w:rsid w:val="005C1DEA"/>
    <w:rsid w:val="005C24CC"/>
    <w:rsid w:val="005C2BE8"/>
    <w:rsid w:val="005C31F6"/>
    <w:rsid w:val="005C3523"/>
    <w:rsid w:val="005C366F"/>
    <w:rsid w:val="005C3733"/>
    <w:rsid w:val="005C42DF"/>
    <w:rsid w:val="005C470D"/>
    <w:rsid w:val="005C475A"/>
    <w:rsid w:val="005C525C"/>
    <w:rsid w:val="005C52C9"/>
    <w:rsid w:val="005C53F5"/>
    <w:rsid w:val="005C5808"/>
    <w:rsid w:val="005C591E"/>
    <w:rsid w:val="005C5CCB"/>
    <w:rsid w:val="005C614F"/>
    <w:rsid w:val="005C68AA"/>
    <w:rsid w:val="005C6D6B"/>
    <w:rsid w:val="005C6EA6"/>
    <w:rsid w:val="005C711C"/>
    <w:rsid w:val="005D0016"/>
    <w:rsid w:val="005D01C0"/>
    <w:rsid w:val="005D1967"/>
    <w:rsid w:val="005D1BEE"/>
    <w:rsid w:val="005D27E1"/>
    <w:rsid w:val="005D2891"/>
    <w:rsid w:val="005D2F36"/>
    <w:rsid w:val="005D33F9"/>
    <w:rsid w:val="005D3BB1"/>
    <w:rsid w:val="005D3DB7"/>
    <w:rsid w:val="005D51E6"/>
    <w:rsid w:val="005D5F03"/>
    <w:rsid w:val="005D600B"/>
    <w:rsid w:val="005D6DA1"/>
    <w:rsid w:val="005D711F"/>
    <w:rsid w:val="005D7C00"/>
    <w:rsid w:val="005E0C0D"/>
    <w:rsid w:val="005E17EB"/>
    <w:rsid w:val="005E2A56"/>
    <w:rsid w:val="005E2F43"/>
    <w:rsid w:val="005E38A0"/>
    <w:rsid w:val="005E47AE"/>
    <w:rsid w:val="005E4F86"/>
    <w:rsid w:val="005E5759"/>
    <w:rsid w:val="005E59D3"/>
    <w:rsid w:val="005E6648"/>
    <w:rsid w:val="005E6DF1"/>
    <w:rsid w:val="005E7DA9"/>
    <w:rsid w:val="005F02AF"/>
    <w:rsid w:val="005F030A"/>
    <w:rsid w:val="005F06C3"/>
    <w:rsid w:val="005F1762"/>
    <w:rsid w:val="005F1861"/>
    <w:rsid w:val="005F18E6"/>
    <w:rsid w:val="005F1F93"/>
    <w:rsid w:val="005F22D3"/>
    <w:rsid w:val="005F37D0"/>
    <w:rsid w:val="005F3988"/>
    <w:rsid w:val="005F3B38"/>
    <w:rsid w:val="005F3D40"/>
    <w:rsid w:val="005F4AE4"/>
    <w:rsid w:val="005F4E64"/>
    <w:rsid w:val="005F527C"/>
    <w:rsid w:val="005F560A"/>
    <w:rsid w:val="005F5DB6"/>
    <w:rsid w:val="005F7638"/>
    <w:rsid w:val="005F790C"/>
    <w:rsid w:val="005F7C18"/>
    <w:rsid w:val="005F7D6E"/>
    <w:rsid w:val="00601285"/>
    <w:rsid w:val="0060168E"/>
    <w:rsid w:val="00601DD2"/>
    <w:rsid w:val="00603958"/>
    <w:rsid w:val="00603A77"/>
    <w:rsid w:val="006044D1"/>
    <w:rsid w:val="0060487E"/>
    <w:rsid w:val="00604CB8"/>
    <w:rsid w:val="00605416"/>
    <w:rsid w:val="006055AF"/>
    <w:rsid w:val="0060579F"/>
    <w:rsid w:val="00605A0E"/>
    <w:rsid w:val="00606906"/>
    <w:rsid w:val="0060716E"/>
    <w:rsid w:val="006102CF"/>
    <w:rsid w:val="0061059B"/>
    <w:rsid w:val="00611445"/>
    <w:rsid w:val="0061146D"/>
    <w:rsid w:val="00611A5A"/>
    <w:rsid w:val="0061250B"/>
    <w:rsid w:val="00612A86"/>
    <w:rsid w:val="00612D22"/>
    <w:rsid w:val="00613CB3"/>
    <w:rsid w:val="00614E72"/>
    <w:rsid w:val="00615044"/>
    <w:rsid w:val="00615EA3"/>
    <w:rsid w:val="006160E4"/>
    <w:rsid w:val="0061675C"/>
    <w:rsid w:val="00616D2F"/>
    <w:rsid w:val="006174AE"/>
    <w:rsid w:val="00617FFA"/>
    <w:rsid w:val="00621120"/>
    <w:rsid w:val="0062128A"/>
    <w:rsid w:val="006212AE"/>
    <w:rsid w:val="00621FAB"/>
    <w:rsid w:val="006220F1"/>
    <w:rsid w:val="0062294B"/>
    <w:rsid w:val="006232D1"/>
    <w:rsid w:val="00623710"/>
    <w:rsid w:val="00623CAC"/>
    <w:rsid w:val="00624727"/>
    <w:rsid w:val="00625495"/>
    <w:rsid w:val="006254A9"/>
    <w:rsid w:val="0062575A"/>
    <w:rsid w:val="00625B7F"/>
    <w:rsid w:val="0062665A"/>
    <w:rsid w:val="00626D3F"/>
    <w:rsid w:val="00627024"/>
    <w:rsid w:val="006272AE"/>
    <w:rsid w:val="00627439"/>
    <w:rsid w:val="00627699"/>
    <w:rsid w:val="00627768"/>
    <w:rsid w:val="00627865"/>
    <w:rsid w:val="00627CBB"/>
    <w:rsid w:val="00627EAE"/>
    <w:rsid w:val="0063040E"/>
    <w:rsid w:val="00630968"/>
    <w:rsid w:val="006309EF"/>
    <w:rsid w:val="00630A14"/>
    <w:rsid w:val="00630CF4"/>
    <w:rsid w:val="006313AE"/>
    <w:rsid w:val="006317F0"/>
    <w:rsid w:val="00631952"/>
    <w:rsid w:val="00633306"/>
    <w:rsid w:val="00633365"/>
    <w:rsid w:val="00633F12"/>
    <w:rsid w:val="00633FAA"/>
    <w:rsid w:val="00634196"/>
    <w:rsid w:val="006345CE"/>
    <w:rsid w:val="006352D7"/>
    <w:rsid w:val="00635606"/>
    <w:rsid w:val="0063569C"/>
    <w:rsid w:val="006357A6"/>
    <w:rsid w:val="006357EB"/>
    <w:rsid w:val="00635AD5"/>
    <w:rsid w:val="006363BA"/>
    <w:rsid w:val="00636820"/>
    <w:rsid w:val="0063739A"/>
    <w:rsid w:val="006376EB"/>
    <w:rsid w:val="0064001A"/>
    <w:rsid w:val="00640066"/>
    <w:rsid w:val="006409EF"/>
    <w:rsid w:val="00640F60"/>
    <w:rsid w:val="006412E1"/>
    <w:rsid w:val="00641C74"/>
    <w:rsid w:val="00642293"/>
    <w:rsid w:val="00642CC5"/>
    <w:rsid w:val="00642D6F"/>
    <w:rsid w:val="0064301C"/>
    <w:rsid w:val="0064353C"/>
    <w:rsid w:val="00643560"/>
    <w:rsid w:val="006435C8"/>
    <w:rsid w:val="0064373C"/>
    <w:rsid w:val="00644070"/>
    <w:rsid w:val="00644150"/>
    <w:rsid w:val="0064513E"/>
    <w:rsid w:val="00645194"/>
    <w:rsid w:val="00645521"/>
    <w:rsid w:val="00645C52"/>
    <w:rsid w:val="00645DFC"/>
    <w:rsid w:val="00646384"/>
    <w:rsid w:val="00646BFA"/>
    <w:rsid w:val="0065069E"/>
    <w:rsid w:val="00650B46"/>
    <w:rsid w:val="00650D9A"/>
    <w:rsid w:val="00651233"/>
    <w:rsid w:val="00651B5B"/>
    <w:rsid w:val="00651ED2"/>
    <w:rsid w:val="006522EE"/>
    <w:rsid w:val="0065253E"/>
    <w:rsid w:val="006526BB"/>
    <w:rsid w:val="006528C0"/>
    <w:rsid w:val="006528D8"/>
    <w:rsid w:val="006530CB"/>
    <w:rsid w:val="00653433"/>
    <w:rsid w:val="00653CBF"/>
    <w:rsid w:val="00653D61"/>
    <w:rsid w:val="00653D7D"/>
    <w:rsid w:val="00653FDA"/>
    <w:rsid w:val="00654174"/>
    <w:rsid w:val="00654374"/>
    <w:rsid w:val="0065507A"/>
    <w:rsid w:val="006551FE"/>
    <w:rsid w:val="00655A09"/>
    <w:rsid w:val="0065632E"/>
    <w:rsid w:val="00656B88"/>
    <w:rsid w:val="00656E1D"/>
    <w:rsid w:val="006579E9"/>
    <w:rsid w:val="00657F32"/>
    <w:rsid w:val="00657FEF"/>
    <w:rsid w:val="00660CC7"/>
    <w:rsid w:val="0066197D"/>
    <w:rsid w:val="00662243"/>
    <w:rsid w:val="0066254A"/>
    <w:rsid w:val="006625DA"/>
    <w:rsid w:val="00662C66"/>
    <w:rsid w:val="00662F1C"/>
    <w:rsid w:val="0066376E"/>
    <w:rsid w:val="0066443D"/>
    <w:rsid w:val="00664679"/>
    <w:rsid w:val="00664A9F"/>
    <w:rsid w:val="00664CAC"/>
    <w:rsid w:val="00664EF7"/>
    <w:rsid w:val="006650DD"/>
    <w:rsid w:val="006659F9"/>
    <w:rsid w:val="006664E0"/>
    <w:rsid w:val="00667798"/>
    <w:rsid w:val="00667DB7"/>
    <w:rsid w:val="00670344"/>
    <w:rsid w:val="006708D4"/>
    <w:rsid w:val="00670A62"/>
    <w:rsid w:val="006712C3"/>
    <w:rsid w:val="00671505"/>
    <w:rsid w:val="00671B02"/>
    <w:rsid w:val="006720D7"/>
    <w:rsid w:val="00672912"/>
    <w:rsid w:val="00673447"/>
    <w:rsid w:val="0067365D"/>
    <w:rsid w:val="00674369"/>
    <w:rsid w:val="0067527C"/>
    <w:rsid w:val="006753AA"/>
    <w:rsid w:val="00675ED7"/>
    <w:rsid w:val="006766E2"/>
    <w:rsid w:val="00677ED3"/>
    <w:rsid w:val="00680630"/>
    <w:rsid w:val="006808F0"/>
    <w:rsid w:val="006811AF"/>
    <w:rsid w:val="006818CB"/>
    <w:rsid w:val="00682318"/>
    <w:rsid w:val="0068259C"/>
    <w:rsid w:val="00683340"/>
    <w:rsid w:val="00683847"/>
    <w:rsid w:val="00683915"/>
    <w:rsid w:val="00683ABB"/>
    <w:rsid w:val="00684CEE"/>
    <w:rsid w:val="00686095"/>
    <w:rsid w:val="006862FE"/>
    <w:rsid w:val="00686855"/>
    <w:rsid w:val="00686A72"/>
    <w:rsid w:val="00686BD9"/>
    <w:rsid w:val="00686E50"/>
    <w:rsid w:val="0068787A"/>
    <w:rsid w:val="00687B4C"/>
    <w:rsid w:val="00687EB8"/>
    <w:rsid w:val="00687F71"/>
    <w:rsid w:val="00687F75"/>
    <w:rsid w:val="0069075A"/>
    <w:rsid w:val="006907A9"/>
    <w:rsid w:val="00691383"/>
    <w:rsid w:val="0069139A"/>
    <w:rsid w:val="006930FC"/>
    <w:rsid w:val="0069446F"/>
    <w:rsid w:val="00694B27"/>
    <w:rsid w:val="00695847"/>
    <w:rsid w:val="00695BAF"/>
    <w:rsid w:val="006961E4"/>
    <w:rsid w:val="00696769"/>
    <w:rsid w:val="00696B7B"/>
    <w:rsid w:val="006974FC"/>
    <w:rsid w:val="0069751B"/>
    <w:rsid w:val="0069754B"/>
    <w:rsid w:val="006977A5"/>
    <w:rsid w:val="00697904"/>
    <w:rsid w:val="006979C0"/>
    <w:rsid w:val="00697D3A"/>
    <w:rsid w:val="006A0265"/>
    <w:rsid w:val="006A0DDE"/>
    <w:rsid w:val="006A0FBF"/>
    <w:rsid w:val="006A1689"/>
    <w:rsid w:val="006A1B3F"/>
    <w:rsid w:val="006A2538"/>
    <w:rsid w:val="006A28EC"/>
    <w:rsid w:val="006A3654"/>
    <w:rsid w:val="006A37FA"/>
    <w:rsid w:val="006A3825"/>
    <w:rsid w:val="006A3BF7"/>
    <w:rsid w:val="006A3F34"/>
    <w:rsid w:val="006A46BB"/>
    <w:rsid w:val="006A4EAF"/>
    <w:rsid w:val="006A5203"/>
    <w:rsid w:val="006A55A9"/>
    <w:rsid w:val="006A5E20"/>
    <w:rsid w:val="006A62DA"/>
    <w:rsid w:val="006A6771"/>
    <w:rsid w:val="006A69D8"/>
    <w:rsid w:val="006A716C"/>
    <w:rsid w:val="006B00DF"/>
    <w:rsid w:val="006B043C"/>
    <w:rsid w:val="006B0F41"/>
    <w:rsid w:val="006B1CA2"/>
    <w:rsid w:val="006B1E67"/>
    <w:rsid w:val="006B2214"/>
    <w:rsid w:val="006B2A54"/>
    <w:rsid w:val="006B3333"/>
    <w:rsid w:val="006B358D"/>
    <w:rsid w:val="006B377F"/>
    <w:rsid w:val="006B3827"/>
    <w:rsid w:val="006B4AA2"/>
    <w:rsid w:val="006B5230"/>
    <w:rsid w:val="006B58ED"/>
    <w:rsid w:val="006B5E0C"/>
    <w:rsid w:val="006B5E98"/>
    <w:rsid w:val="006B5FC7"/>
    <w:rsid w:val="006B673D"/>
    <w:rsid w:val="006B79C2"/>
    <w:rsid w:val="006C034D"/>
    <w:rsid w:val="006C06B0"/>
    <w:rsid w:val="006C10CD"/>
    <w:rsid w:val="006C1B81"/>
    <w:rsid w:val="006C1BBE"/>
    <w:rsid w:val="006C2050"/>
    <w:rsid w:val="006C28D1"/>
    <w:rsid w:val="006C30D3"/>
    <w:rsid w:val="006C4104"/>
    <w:rsid w:val="006C4213"/>
    <w:rsid w:val="006C4B42"/>
    <w:rsid w:val="006C4B74"/>
    <w:rsid w:val="006C4D8F"/>
    <w:rsid w:val="006C5150"/>
    <w:rsid w:val="006C6505"/>
    <w:rsid w:val="006C7041"/>
    <w:rsid w:val="006C7A15"/>
    <w:rsid w:val="006C7ED3"/>
    <w:rsid w:val="006D0E63"/>
    <w:rsid w:val="006D1E62"/>
    <w:rsid w:val="006D242B"/>
    <w:rsid w:val="006D2951"/>
    <w:rsid w:val="006D37E2"/>
    <w:rsid w:val="006D3929"/>
    <w:rsid w:val="006D4650"/>
    <w:rsid w:val="006D4A52"/>
    <w:rsid w:val="006D5576"/>
    <w:rsid w:val="006D57A3"/>
    <w:rsid w:val="006D6645"/>
    <w:rsid w:val="006D6A58"/>
    <w:rsid w:val="006D7A31"/>
    <w:rsid w:val="006D7F5E"/>
    <w:rsid w:val="006E05D2"/>
    <w:rsid w:val="006E0BCC"/>
    <w:rsid w:val="006E10CA"/>
    <w:rsid w:val="006E1250"/>
    <w:rsid w:val="006E129F"/>
    <w:rsid w:val="006E13E1"/>
    <w:rsid w:val="006E15B8"/>
    <w:rsid w:val="006E2000"/>
    <w:rsid w:val="006E2A52"/>
    <w:rsid w:val="006E2BF7"/>
    <w:rsid w:val="006E4027"/>
    <w:rsid w:val="006E5080"/>
    <w:rsid w:val="006E5215"/>
    <w:rsid w:val="006E58E8"/>
    <w:rsid w:val="006E59AA"/>
    <w:rsid w:val="006E6CB4"/>
    <w:rsid w:val="006F0294"/>
    <w:rsid w:val="006F0478"/>
    <w:rsid w:val="006F0F3F"/>
    <w:rsid w:val="006F18E7"/>
    <w:rsid w:val="006F2220"/>
    <w:rsid w:val="006F2CFF"/>
    <w:rsid w:val="006F31D8"/>
    <w:rsid w:val="006F32A2"/>
    <w:rsid w:val="006F399C"/>
    <w:rsid w:val="006F41A7"/>
    <w:rsid w:val="006F44D1"/>
    <w:rsid w:val="006F59BF"/>
    <w:rsid w:val="006F5A37"/>
    <w:rsid w:val="006F621C"/>
    <w:rsid w:val="006F6816"/>
    <w:rsid w:val="006F78ED"/>
    <w:rsid w:val="0070045E"/>
    <w:rsid w:val="00700BEA"/>
    <w:rsid w:val="007013C2"/>
    <w:rsid w:val="00701B58"/>
    <w:rsid w:val="007023EB"/>
    <w:rsid w:val="007034B0"/>
    <w:rsid w:val="00703B2E"/>
    <w:rsid w:val="00704208"/>
    <w:rsid w:val="007064A2"/>
    <w:rsid w:val="007100F4"/>
    <w:rsid w:val="00711497"/>
    <w:rsid w:val="0071149B"/>
    <w:rsid w:val="00711909"/>
    <w:rsid w:val="00711B77"/>
    <w:rsid w:val="00712E53"/>
    <w:rsid w:val="007130D0"/>
    <w:rsid w:val="00713AB8"/>
    <w:rsid w:val="00713DC1"/>
    <w:rsid w:val="00714231"/>
    <w:rsid w:val="007143D3"/>
    <w:rsid w:val="007145DF"/>
    <w:rsid w:val="0071483E"/>
    <w:rsid w:val="00714C68"/>
    <w:rsid w:val="007154BF"/>
    <w:rsid w:val="007157E8"/>
    <w:rsid w:val="007160E2"/>
    <w:rsid w:val="007165E2"/>
    <w:rsid w:val="007166D5"/>
    <w:rsid w:val="00717854"/>
    <w:rsid w:val="00717CE1"/>
    <w:rsid w:val="00717FB8"/>
    <w:rsid w:val="0072118E"/>
    <w:rsid w:val="00721589"/>
    <w:rsid w:val="007217CB"/>
    <w:rsid w:val="00721E3E"/>
    <w:rsid w:val="00721F2F"/>
    <w:rsid w:val="00722677"/>
    <w:rsid w:val="00722AA1"/>
    <w:rsid w:val="00722F39"/>
    <w:rsid w:val="00722FA8"/>
    <w:rsid w:val="00723505"/>
    <w:rsid w:val="00724696"/>
    <w:rsid w:val="00724E6A"/>
    <w:rsid w:val="0072536F"/>
    <w:rsid w:val="007253AD"/>
    <w:rsid w:val="007258F0"/>
    <w:rsid w:val="0072600F"/>
    <w:rsid w:val="007262D9"/>
    <w:rsid w:val="00726BA1"/>
    <w:rsid w:val="00727E43"/>
    <w:rsid w:val="0073195A"/>
    <w:rsid w:val="00732119"/>
    <w:rsid w:val="007328FE"/>
    <w:rsid w:val="00734C57"/>
    <w:rsid w:val="00734E6C"/>
    <w:rsid w:val="007356BC"/>
    <w:rsid w:val="007362DA"/>
    <w:rsid w:val="00736DE8"/>
    <w:rsid w:val="00737468"/>
    <w:rsid w:val="00740B60"/>
    <w:rsid w:val="00741CED"/>
    <w:rsid w:val="00742437"/>
    <w:rsid w:val="00742AF3"/>
    <w:rsid w:val="00742CB4"/>
    <w:rsid w:val="0074312A"/>
    <w:rsid w:val="007432A4"/>
    <w:rsid w:val="007439F4"/>
    <w:rsid w:val="00743D72"/>
    <w:rsid w:val="00743EE2"/>
    <w:rsid w:val="00744223"/>
    <w:rsid w:val="00744E35"/>
    <w:rsid w:val="007453C8"/>
    <w:rsid w:val="00745AFE"/>
    <w:rsid w:val="00746A60"/>
    <w:rsid w:val="00746A7A"/>
    <w:rsid w:val="00746BCE"/>
    <w:rsid w:val="00746F00"/>
    <w:rsid w:val="007471A3"/>
    <w:rsid w:val="00747358"/>
    <w:rsid w:val="007473B0"/>
    <w:rsid w:val="00747876"/>
    <w:rsid w:val="00747AB6"/>
    <w:rsid w:val="0075006A"/>
    <w:rsid w:val="00750CB1"/>
    <w:rsid w:val="00751BD8"/>
    <w:rsid w:val="00751EF7"/>
    <w:rsid w:val="00752AA1"/>
    <w:rsid w:val="00752DED"/>
    <w:rsid w:val="00753058"/>
    <w:rsid w:val="00753590"/>
    <w:rsid w:val="007546AF"/>
    <w:rsid w:val="00754FCD"/>
    <w:rsid w:val="0075566D"/>
    <w:rsid w:val="007565D0"/>
    <w:rsid w:val="007578E2"/>
    <w:rsid w:val="00757C9F"/>
    <w:rsid w:val="00757D50"/>
    <w:rsid w:val="00757EFE"/>
    <w:rsid w:val="007604B0"/>
    <w:rsid w:val="0076143A"/>
    <w:rsid w:val="00761B90"/>
    <w:rsid w:val="007629B1"/>
    <w:rsid w:val="00762F38"/>
    <w:rsid w:val="00763021"/>
    <w:rsid w:val="00763E27"/>
    <w:rsid w:val="00763EDC"/>
    <w:rsid w:val="007646DB"/>
    <w:rsid w:val="00764AB0"/>
    <w:rsid w:val="007653EE"/>
    <w:rsid w:val="00765445"/>
    <w:rsid w:val="00765CA9"/>
    <w:rsid w:val="007666E1"/>
    <w:rsid w:val="0076682A"/>
    <w:rsid w:val="00767B22"/>
    <w:rsid w:val="007703B2"/>
    <w:rsid w:val="007703F9"/>
    <w:rsid w:val="00770B01"/>
    <w:rsid w:val="00770B02"/>
    <w:rsid w:val="007714CC"/>
    <w:rsid w:val="00771AE1"/>
    <w:rsid w:val="00771E9E"/>
    <w:rsid w:val="00772E5D"/>
    <w:rsid w:val="00773694"/>
    <w:rsid w:val="00774DD5"/>
    <w:rsid w:val="0077546F"/>
    <w:rsid w:val="00775E58"/>
    <w:rsid w:val="00775E85"/>
    <w:rsid w:val="00776948"/>
    <w:rsid w:val="00777615"/>
    <w:rsid w:val="00780E9E"/>
    <w:rsid w:val="007817C7"/>
    <w:rsid w:val="00782932"/>
    <w:rsid w:val="00782DD6"/>
    <w:rsid w:val="007831AD"/>
    <w:rsid w:val="0078321D"/>
    <w:rsid w:val="007838AF"/>
    <w:rsid w:val="00783AFC"/>
    <w:rsid w:val="00783DFE"/>
    <w:rsid w:val="00783E63"/>
    <w:rsid w:val="007841BA"/>
    <w:rsid w:val="007842F2"/>
    <w:rsid w:val="00784C4F"/>
    <w:rsid w:val="00784E59"/>
    <w:rsid w:val="00785BED"/>
    <w:rsid w:val="00787815"/>
    <w:rsid w:val="00787837"/>
    <w:rsid w:val="00787BE6"/>
    <w:rsid w:val="00787EF4"/>
    <w:rsid w:val="00790556"/>
    <w:rsid w:val="0079137F"/>
    <w:rsid w:val="007918F0"/>
    <w:rsid w:val="00791C80"/>
    <w:rsid w:val="007927A0"/>
    <w:rsid w:val="0079288F"/>
    <w:rsid w:val="00792F07"/>
    <w:rsid w:val="00793714"/>
    <w:rsid w:val="00793C96"/>
    <w:rsid w:val="0079423D"/>
    <w:rsid w:val="007942E6"/>
    <w:rsid w:val="0079742E"/>
    <w:rsid w:val="00797777"/>
    <w:rsid w:val="0079796D"/>
    <w:rsid w:val="00797A35"/>
    <w:rsid w:val="00797FE1"/>
    <w:rsid w:val="007A020D"/>
    <w:rsid w:val="007A0687"/>
    <w:rsid w:val="007A09EA"/>
    <w:rsid w:val="007A26D6"/>
    <w:rsid w:val="007A2850"/>
    <w:rsid w:val="007A2AA4"/>
    <w:rsid w:val="007A2ABB"/>
    <w:rsid w:val="007A3109"/>
    <w:rsid w:val="007A3748"/>
    <w:rsid w:val="007A37FD"/>
    <w:rsid w:val="007A3BE2"/>
    <w:rsid w:val="007A4763"/>
    <w:rsid w:val="007A4A17"/>
    <w:rsid w:val="007A55B0"/>
    <w:rsid w:val="007A6313"/>
    <w:rsid w:val="007A65A6"/>
    <w:rsid w:val="007A7D66"/>
    <w:rsid w:val="007B00EB"/>
    <w:rsid w:val="007B012D"/>
    <w:rsid w:val="007B095F"/>
    <w:rsid w:val="007B0DE5"/>
    <w:rsid w:val="007B1195"/>
    <w:rsid w:val="007B16C8"/>
    <w:rsid w:val="007B229C"/>
    <w:rsid w:val="007B3068"/>
    <w:rsid w:val="007B35AD"/>
    <w:rsid w:val="007B4405"/>
    <w:rsid w:val="007B52F2"/>
    <w:rsid w:val="007B5E6A"/>
    <w:rsid w:val="007B6515"/>
    <w:rsid w:val="007B6B39"/>
    <w:rsid w:val="007B71ED"/>
    <w:rsid w:val="007B73D4"/>
    <w:rsid w:val="007B74D5"/>
    <w:rsid w:val="007B776E"/>
    <w:rsid w:val="007B7AAC"/>
    <w:rsid w:val="007B7E35"/>
    <w:rsid w:val="007C10FB"/>
    <w:rsid w:val="007C112B"/>
    <w:rsid w:val="007C20E9"/>
    <w:rsid w:val="007C2674"/>
    <w:rsid w:val="007C2BAB"/>
    <w:rsid w:val="007C3011"/>
    <w:rsid w:val="007C4499"/>
    <w:rsid w:val="007C516E"/>
    <w:rsid w:val="007C5A06"/>
    <w:rsid w:val="007C5A0F"/>
    <w:rsid w:val="007C7090"/>
    <w:rsid w:val="007D0195"/>
    <w:rsid w:val="007D030B"/>
    <w:rsid w:val="007D05A0"/>
    <w:rsid w:val="007D0C51"/>
    <w:rsid w:val="007D0C9A"/>
    <w:rsid w:val="007D0E8D"/>
    <w:rsid w:val="007D0F91"/>
    <w:rsid w:val="007D118D"/>
    <w:rsid w:val="007D147D"/>
    <w:rsid w:val="007D183C"/>
    <w:rsid w:val="007D18F7"/>
    <w:rsid w:val="007D1E89"/>
    <w:rsid w:val="007D1FCD"/>
    <w:rsid w:val="007D2247"/>
    <w:rsid w:val="007D3203"/>
    <w:rsid w:val="007D3603"/>
    <w:rsid w:val="007D40EC"/>
    <w:rsid w:val="007D4229"/>
    <w:rsid w:val="007D44B1"/>
    <w:rsid w:val="007D5FBF"/>
    <w:rsid w:val="007D6377"/>
    <w:rsid w:val="007D6DE1"/>
    <w:rsid w:val="007D6E1B"/>
    <w:rsid w:val="007D76EF"/>
    <w:rsid w:val="007D78E4"/>
    <w:rsid w:val="007D7A74"/>
    <w:rsid w:val="007D7B24"/>
    <w:rsid w:val="007E02EF"/>
    <w:rsid w:val="007E0450"/>
    <w:rsid w:val="007E0DAA"/>
    <w:rsid w:val="007E1BE0"/>
    <w:rsid w:val="007E23A0"/>
    <w:rsid w:val="007E25F4"/>
    <w:rsid w:val="007E2E50"/>
    <w:rsid w:val="007E35C0"/>
    <w:rsid w:val="007E36E6"/>
    <w:rsid w:val="007E3D72"/>
    <w:rsid w:val="007E4146"/>
    <w:rsid w:val="007E4153"/>
    <w:rsid w:val="007E4407"/>
    <w:rsid w:val="007E45AD"/>
    <w:rsid w:val="007E465B"/>
    <w:rsid w:val="007E515B"/>
    <w:rsid w:val="007E57BA"/>
    <w:rsid w:val="007E58D9"/>
    <w:rsid w:val="007E6073"/>
    <w:rsid w:val="007E69DC"/>
    <w:rsid w:val="007E6B50"/>
    <w:rsid w:val="007E6FB1"/>
    <w:rsid w:val="007E7103"/>
    <w:rsid w:val="007E77AE"/>
    <w:rsid w:val="007E782F"/>
    <w:rsid w:val="007E7B2B"/>
    <w:rsid w:val="007E7D0F"/>
    <w:rsid w:val="007F07A4"/>
    <w:rsid w:val="007F1D54"/>
    <w:rsid w:val="007F28FC"/>
    <w:rsid w:val="007F2A36"/>
    <w:rsid w:val="007F2AF0"/>
    <w:rsid w:val="007F2D63"/>
    <w:rsid w:val="007F312C"/>
    <w:rsid w:val="007F3C52"/>
    <w:rsid w:val="007F4577"/>
    <w:rsid w:val="007F480D"/>
    <w:rsid w:val="007F4C60"/>
    <w:rsid w:val="007F4CA2"/>
    <w:rsid w:val="007F4EA4"/>
    <w:rsid w:val="007F5347"/>
    <w:rsid w:val="007F53E9"/>
    <w:rsid w:val="007F624F"/>
    <w:rsid w:val="007F69D0"/>
    <w:rsid w:val="007F7B4A"/>
    <w:rsid w:val="0080032D"/>
    <w:rsid w:val="008007DE"/>
    <w:rsid w:val="00801D01"/>
    <w:rsid w:val="00801D65"/>
    <w:rsid w:val="00801DB6"/>
    <w:rsid w:val="00801EC3"/>
    <w:rsid w:val="00801FF2"/>
    <w:rsid w:val="008021C0"/>
    <w:rsid w:val="00803036"/>
    <w:rsid w:val="0080336B"/>
    <w:rsid w:val="008047C2"/>
    <w:rsid w:val="00804F88"/>
    <w:rsid w:val="008065A0"/>
    <w:rsid w:val="00806763"/>
    <w:rsid w:val="00806A9E"/>
    <w:rsid w:val="00807979"/>
    <w:rsid w:val="00807A75"/>
    <w:rsid w:val="00807DF8"/>
    <w:rsid w:val="0081172F"/>
    <w:rsid w:val="00811A05"/>
    <w:rsid w:val="00811E25"/>
    <w:rsid w:val="0081242C"/>
    <w:rsid w:val="00812F55"/>
    <w:rsid w:val="00813D14"/>
    <w:rsid w:val="00814D68"/>
    <w:rsid w:val="00814E33"/>
    <w:rsid w:val="008155C2"/>
    <w:rsid w:val="00815704"/>
    <w:rsid w:val="00815C49"/>
    <w:rsid w:val="00815FE3"/>
    <w:rsid w:val="00816CFB"/>
    <w:rsid w:val="00820086"/>
    <w:rsid w:val="00820343"/>
    <w:rsid w:val="0082035B"/>
    <w:rsid w:val="00820494"/>
    <w:rsid w:val="008207FF"/>
    <w:rsid w:val="0082117F"/>
    <w:rsid w:val="00821436"/>
    <w:rsid w:val="008224F0"/>
    <w:rsid w:val="008226E2"/>
    <w:rsid w:val="00823263"/>
    <w:rsid w:val="0082387D"/>
    <w:rsid w:val="00823F7B"/>
    <w:rsid w:val="008241AB"/>
    <w:rsid w:val="00824D6C"/>
    <w:rsid w:val="008254BC"/>
    <w:rsid w:val="008254F1"/>
    <w:rsid w:val="00825BE5"/>
    <w:rsid w:val="008261CE"/>
    <w:rsid w:val="00826C24"/>
    <w:rsid w:val="008271FD"/>
    <w:rsid w:val="0082727C"/>
    <w:rsid w:val="00827598"/>
    <w:rsid w:val="00827A27"/>
    <w:rsid w:val="00827BF1"/>
    <w:rsid w:val="00830110"/>
    <w:rsid w:val="00830203"/>
    <w:rsid w:val="00830278"/>
    <w:rsid w:val="00830C53"/>
    <w:rsid w:val="00831298"/>
    <w:rsid w:val="00831336"/>
    <w:rsid w:val="00831F43"/>
    <w:rsid w:val="008323B6"/>
    <w:rsid w:val="008327D3"/>
    <w:rsid w:val="008327F3"/>
    <w:rsid w:val="0083429E"/>
    <w:rsid w:val="00834332"/>
    <w:rsid w:val="008344CA"/>
    <w:rsid w:val="00834884"/>
    <w:rsid w:val="00834D06"/>
    <w:rsid w:val="008356C4"/>
    <w:rsid w:val="008357EF"/>
    <w:rsid w:val="00837CD4"/>
    <w:rsid w:val="00840001"/>
    <w:rsid w:val="008404E5"/>
    <w:rsid w:val="00840F5E"/>
    <w:rsid w:val="008411A0"/>
    <w:rsid w:val="0084186C"/>
    <w:rsid w:val="00841FA3"/>
    <w:rsid w:val="00842131"/>
    <w:rsid w:val="00842F44"/>
    <w:rsid w:val="00843C4E"/>
    <w:rsid w:val="00844E6F"/>
    <w:rsid w:val="008450CE"/>
    <w:rsid w:val="008451D2"/>
    <w:rsid w:val="00845BFA"/>
    <w:rsid w:val="008475E5"/>
    <w:rsid w:val="008479DE"/>
    <w:rsid w:val="00847AC1"/>
    <w:rsid w:val="0085038D"/>
    <w:rsid w:val="008518A6"/>
    <w:rsid w:val="008518B3"/>
    <w:rsid w:val="0085196E"/>
    <w:rsid w:val="00851B5F"/>
    <w:rsid w:val="00851EF4"/>
    <w:rsid w:val="008527FE"/>
    <w:rsid w:val="00852D67"/>
    <w:rsid w:val="0085332A"/>
    <w:rsid w:val="00853652"/>
    <w:rsid w:val="00853A56"/>
    <w:rsid w:val="00854ABC"/>
    <w:rsid w:val="0085501B"/>
    <w:rsid w:val="008556CA"/>
    <w:rsid w:val="00856328"/>
    <w:rsid w:val="008565A6"/>
    <w:rsid w:val="00856F6B"/>
    <w:rsid w:val="0085711B"/>
    <w:rsid w:val="008574DF"/>
    <w:rsid w:val="00857824"/>
    <w:rsid w:val="0085782D"/>
    <w:rsid w:val="00860547"/>
    <w:rsid w:val="00860D6C"/>
    <w:rsid w:val="00860DFB"/>
    <w:rsid w:val="0086174E"/>
    <w:rsid w:val="00861CBE"/>
    <w:rsid w:val="00862010"/>
    <w:rsid w:val="008621E0"/>
    <w:rsid w:val="008622BA"/>
    <w:rsid w:val="0086348F"/>
    <w:rsid w:val="00863699"/>
    <w:rsid w:val="00863E77"/>
    <w:rsid w:val="008648C8"/>
    <w:rsid w:val="00864A83"/>
    <w:rsid w:val="00865128"/>
    <w:rsid w:val="0086513D"/>
    <w:rsid w:val="008653F6"/>
    <w:rsid w:val="00865E99"/>
    <w:rsid w:val="00866F43"/>
    <w:rsid w:val="0086731D"/>
    <w:rsid w:val="00867CEC"/>
    <w:rsid w:val="00867FC3"/>
    <w:rsid w:val="00870230"/>
    <w:rsid w:val="00870730"/>
    <w:rsid w:val="00870AE7"/>
    <w:rsid w:val="00871C25"/>
    <w:rsid w:val="00871ED8"/>
    <w:rsid w:val="008720F3"/>
    <w:rsid w:val="008729D8"/>
    <w:rsid w:val="00872A3D"/>
    <w:rsid w:val="00872B49"/>
    <w:rsid w:val="00872BED"/>
    <w:rsid w:val="00872EEC"/>
    <w:rsid w:val="00874172"/>
    <w:rsid w:val="0087454B"/>
    <w:rsid w:val="008747A3"/>
    <w:rsid w:val="008747F1"/>
    <w:rsid w:val="00874C3F"/>
    <w:rsid w:val="00874D7C"/>
    <w:rsid w:val="00874F84"/>
    <w:rsid w:val="00875337"/>
    <w:rsid w:val="00875DC2"/>
    <w:rsid w:val="00875F2B"/>
    <w:rsid w:val="0087746C"/>
    <w:rsid w:val="00877968"/>
    <w:rsid w:val="00877FAF"/>
    <w:rsid w:val="00880040"/>
    <w:rsid w:val="00880053"/>
    <w:rsid w:val="00880DCC"/>
    <w:rsid w:val="00881464"/>
    <w:rsid w:val="00883122"/>
    <w:rsid w:val="008834F1"/>
    <w:rsid w:val="00883953"/>
    <w:rsid w:val="00884171"/>
    <w:rsid w:val="008845C9"/>
    <w:rsid w:val="00884A8E"/>
    <w:rsid w:val="00884C31"/>
    <w:rsid w:val="00884E28"/>
    <w:rsid w:val="00884EFA"/>
    <w:rsid w:val="00885115"/>
    <w:rsid w:val="00885946"/>
    <w:rsid w:val="0088599B"/>
    <w:rsid w:val="00886106"/>
    <w:rsid w:val="0088634F"/>
    <w:rsid w:val="00886C49"/>
    <w:rsid w:val="00890583"/>
    <w:rsid w:val="00890898"/>
    <w:rsid w:val="008909E8"/>
    <w:rsid w:val="00890E1E"/>
    <w:rsid w:val="0089111F"/>
    <w:rsid w:val="0089136B"/>
    <w:rsid w:val="00891D2E"/>
    <w:rsid w:val="0089394A"/>
    <w:rsid w:val="00893B28"/>
    <w:rsid w:val="00893CE3"/>
    <w:rsid w:val="008945DA"/>
    <w:rsid w:val="00894876"/>
    <w:rsid w:val="00895C9A"/>
    <w:rsid w:val="00895F13"/>
    <w:rsid w:val="008962E9"/>
    <w:rsid w:val="00896F20"/>
    <w:rsid w:val="008977BD"/>
    <w:rsid w:val="00897936"/>
    <w:rsid w:val="008A0A2A"/>
    <w:rsid w:val="008A211F"/>
    <w:rsid w:val="008A21DE"/>
    <w:rsid w:val="008A2A0C"/>
    <w:rsid w:val="008A2A4B"/>
    <w:rsid w:val="008A3222"/>
    <w:rsid w:val="008A3C95"/>
    <w:rsid w:val="008A4C2A"/>
    <w:rsid w:val="008A4EDC"/>
    <w:rsid w:val="008A4F88"/>
    <w:rsid w:val="008A52AB"/>
    <w:rsid w:val="008A573B"/>
    <w:rsid w:val="008A5B0C"/>
    <w:rsid w:val="008A62F1"/>
    <w:rsid w:val="008A6EC8"/>
    <w:rsid w:val="008A7306"/>
    <w:rsid w:val="008B060C"/>
    <w:rsid w:val="008B1AC5"/>
    <w:rsid w:val="008B1C5C"/>
    <w:rsid w:val="008B26F6"/>
    <w:rsid w:val="008B370A"/>
    <w:rsid w:val="008B370B"/>
    <w:rsid w:val="008B3CDC"/>
    <w:rsid w:val="008B3DBE"/>
    <w:rsid w:val="008B548E"/>
    <w:rsid w:val="008B54F8"/>
    <w:rsid w:val="008B57B0"/>
    <w:rsid w:val="008B57D9"/>
    <w:rsid w:val="008B5CAC"/>
    <w:rsid w:val="008B66AA"/>
    <w:rsid w:val="008B6E6F"/>
    <w:rsid w:val="008B6FCC"/>
    <w:rsid w:val="008B76BE"/>
    <w:rsid w:val="008B7C88"/>
    <w:rsid w:val="008B7EF7"/>
    <w:rsid w:val="008C0718"/>
    <w:rsid w:val="008C1296"/>
    <w:rsid w:val="008C1FF3"/>
    <w:rsid w:val="008C238F"/>
    <w:rsid w:val="008C2473"/>
    <w:rsid w:val="008C26E1"/>
    <w:rsid w:val="008C3D1D"/>
    <w:rsid w:val="008C41B8"/>
    <w:rsid w:val="008C4C4A"/>
    <w:rsid w:val="008C5739"/>
    <w:rsid w:val="008C630B"/>
    <w:rsid w:val="008C6957"/>
    <w:rsid w:val="008C6A27"/>
    <w:rsid w:val="008C7030"/>
    <w:rsid w:val="008C73AE"/>
    <w:rsid w:val="008C78AB"/>
    <w:rsid w:val="008C7CC2"/>
    <w:rsid w:val="008C7F05"/>
    <w:rsid w:val="008C7F22"/>
    <w:rsid w:val="008D0A3B"/>
    <w:rsid w:val="008D0A41"/>
    <w:rsid w:val="008D0AB9"/>
    <w:rsid w:val="008D13DE"/>
    <w:rsid w:val="008D1869"/>
    <w:rsid w:val="008D1C65"/>
    <w:rsid w:val="008D2265"/>
    <w:rsid w:val="008D264A"/>
    <w:rsid w:val="008D2AE5"/>
    <w:rsid w:val="008D3343"/>
    <w:rsid w:val="008D39C0"/>
    <w:rsid w:val="008D3C56"/>
    <w:rsid w:val="008D44FB"/>
    <w:rsid w:val="008D47B8"/>
    <w:rsid w:val="008D495E"/>
    <w:rsid w:val="008D4FFB"/>
    <w:rsid w:val="008D507A"/>
    <w:rsid w:val="008D52E5"/>
    <w:rsid w:val="008D55D9"/>
    <w:rsid w:val="008D68A5"/>
    <w:rsid w:val="008D71BE"/>
    <w:rsid w:val="008E04C6"/>
    <w:rsid w:val="008E0713"/>
    <w:rsid w:val="008E1066"/>
    <w:rsid w:val="008E11C0"/>
    <w:rsid w:val="008E172E"/>
    <w:rsid w:val="008E1738"/>
    <w:rsid w:val="008E187B"/>
    <w:rsid w:val="008E1C17"/>
    <w:rsid w:val="008E20F9"/>
    <w:rsid w:val="008E2688"/>
    <w:rsid w:val="008E2868"/>
    <w:rsid w:val="008E308B"/>
    <w:rsid w:val="008E3959"/>
    <w:rsid w:val="008E3F4F"/>
    <w:rsid w:val="008E450D"/>
    <w:rsid w:val="008E4936"/>
    <w:rsid w:val="008E4B6E"/>
    <w:rsid w:val="008E51E6"/>
    <w:rsid w:val="008E5E55"/>
    <w:rsid w:val="008E5F03"/>
    <w:rsid w:val="008E6ED8"/>
    <w:rsid w:val="008E6FD7"/>
    <w:rsid w:val="008E7024"/>
    <w:rsid w:val="008E75E5"/>
    <w:rsid w:val="008F1034"/>
    <w:rsid w:val="008F1072"/>
    <w:rsid w:val="008F1609"/>
    <w:rsid w:val="008F1E9B"/>
    <w:rsid w:val="008F24A9"/>
    <w:rsid w:val="008F2AF3"/>
    <w:rsid w:val="008F34A0"/>
    <w:rsid w:val="008F4033"/>
    <w:rsid w:val="008F4276"/>
    <w:rsid w:val="008F4F34"/>
    <w:rsid w:val="008F510A"/>
    <w:rsid w:val="008F55A0"/>
    <w:rsid w:val="008F5758"/>
    <w:rsid w:val="008F5991"/>
    <w:rsid w:val="008F65FC"/>
    <w:rsid w:val="008F7522"/>
    <w:rsid w:val="008F7664"/>
    <w:rsid w:val="0090025A"/>
    <w:rsid w:val="00900D9F"/>
    <w:rsid w:val="00900FAA"/>
    <w:rsid w:val="0090208E"/>
    <w:rsid w:val="0090234C"/>
    <w:rsid w:val="00902B38"/>
    <w:rsid w:val="00902EDB"/>
    <w:rsid w:val="00902F73"/>
    <w:rsid w:val="00903921"/>
    <w:rsid w:val="00903E1D"/>
    <w:rsid w:val="00904340"/>
    <w:rsid w:val="009056FA"/>
    <w:rsid w:val="0090628A"/>
    <w:rsid w:val="00907046"/>
    <w:rsid w:val="00907356"/>
    <w:rsid w:val="00907622"/>
    <w:rsid w:val="00907884"/>
    <w:rsid w:val="00910070"/>
    <w:rsid w:val="009102DF"/>
    <w:rsid w:val="009107BB"/>
    <w:rsid w:val="00910E55"/>
    <w:rsid w:val="009115AF"/>
    <w:rsid w:val="009116F8"/>
    <w:rsid w:val="00911D67"/>
    <w:rsid w:val="00911EF8"/>
    <w:rsid w:val="00912B5B"/>
    <w:rsid w:val="00913482"/>
    <w:rsid w:val="00915659"/>
    <w:rsid w:val="009158A1"/>
    <w:rsid w:val="009161CB"/>
    <w:rsid w:val="00916BE4"/>
    <w:rsid w:val="00916F6F"/>
    <w:rsid w:val="0091716A"/>
    <w:rsid w:val="00917429"/>
    <w:rsid w:val="00917753"/>
    <w:rsid w:val="00917770"/>
    <w:rsid w:val="00917F8B"/>
    <w:rsid w:val="009203AF"/>
    <w:rsid w:val="00920F33"/>
    <w:rsid w:val="00921776"/>
    <w:rsid w:val="00921B41"/>
    <w:rsid w:val="00921B90"/>
    <w:rsid w:val="009224F2"/>
    <w:rsid w:val="00922F33"/>
    <w:rsid w:val="00923346"/>
    <w:rsid w:val="009236CF"/>
    <w:rsid w:val="009238EF"/>
    <w:rsid w:val="00923961"/>
    <w:rsid w:val="0092428B"/>
    <w:rsid w:val="0092440F"/>
    <w:rsid w:val="009251BA"/>
    <w:rsid w:val="00925B1F"/>
    <w:rsid w:val="00925C39"/>
    <w:rsid w:val="00925D92"/>
    <w:rsid w:val="00925DD7"/>
    <w:rsid w:val="009260A3"/>
    <w:rsid w:val="009264D7"/>
    <w:rsid w:val="00926A5B"/>
    <w:rsid w:val="00926C2F"/>
    <w:rsid w:val="00926D8D"/>
    <w:rsid w:val="00926F80"/>
    <w:rsid w:val="00927E38"/>
    <w:rsid w:val="00930D79"/>
    <w:rsid w:val="00931110"/>
    <w:rsid w:val="00931448"/>
    <w:rsid w:val="0093278E"/>
    <w:rsid w:val="00932CEB"/>
    <w:rsid w:val="009335C5"/>
    <w:rsid w:val="00933A21"/>
    <w:rsid w:val="00933AEE"/>
    <w:rsid w:val="00934214"/>
    <w:rsid w:val="00934235"/>
    <w:rsid w:val="0093486D"/>
    <w:rsid w:val="00934B20"/>
    <w:rsid w:val="00934DAE"/>
    <w:rsid w:val="0093592D"/>
    <w:rsid w:val="0093603E"/>
    <w:rsid w:val="00936415"/>
    <w:rsid w:val="00936740"/>
    <w:rsid w:val="009375D2"/>
    <w:rsid w:val="0093764A"/>
    <w:rsid w:val="00937F02"/>
    <w:rsid w:val="009404D0"/>
    <w:rsid w:val="00940735"/>
    <w:rsid w:val="009415DE"/>
    <w:rsid w:val="00941751"/>
    <w:rsid w:val="00941946"/>
    <w:rsid w:val="00941EC8"/>
    <w:rsid w:val="00941F07"/>
    <w:rsid w:val="009422B1"/>
    <w:rsid w:val="00942625"/>
    <w:rsid w:val="0094306B"/>
    <w:rsid w:val="00944092"/>
    <w:rsid w:val="009440A3"/>
    <w:rsid w:val="009443A3"/>
    <w:rsid w:val="00944C8F"/>
    <w:rsid w:val="00944F0A"/>
    <w:rsid w:val="0094656C"/>
    <w:rsid w:val="009467F8"/>
    <w:rsid w:val="009470D3"/>
    <w:rsid w:val="00947823"/>
    <w:rsid w:val="00947A81"/>
    <w:rsid w:val="00950859"/>
    <w:rsid w:val="00950DEE"/>
    <w:rsid w:val="009518BC"/>
    <w:rsid w:val="00951B6E"/>
    <w:rsid w:val="0095285D"/>
    <w:rsid w:val="00952B31"/>
    <w:rsid w:val="00952C6E"/>
    <w:rsid w:val="00952EDE"/>
    <w:rsid w:val="0095300B"/>
    <w:rsid w:val="00953901"/>
    <w:rsid w:val="009539D1"/>
    <w:rsid w:val="00953FF6"/>
    <w:rsid w:val="00954631"/>
    <w:rsid w:val="009549A6"/>
    <w:rsid w:val="009557BF"/>
    <w:rsid w:val="00955968"/>
    <w:rsid w:val="0095654D"/>
    <w:rsid w:val="00956E01"/>
    <w:rsid w:val="009605E8"/>
    <w:rsid w:val="0096075A"/>
    <w:rsid w:val="00960C00"/>
    <w:rsid w:val="009616DE"/>
    <w:rsid w:val="00961797"/>
    <w:rsid w:val="00961D80"/>
    <w:rsid w:val="0096284F"/>
    <w:rsid w:val="00962C1E"/>
    <w:rsid w:val="00962DA5"/>
    <w:rsid w:val="009645A9"/>
    <w:rsid w:val="00964A19"/>
    <w:rsid w:val="009650C6"/>
    <w:rsid w:val="0096575F"/>
    <w:rsid w:val="00965840"/>
    <w:rsid w:val="00965B57"/>
    <w:rsid w:val="00966736"/>
    <w:rsid w:val="00967011"/>
    <w:rsid w:val="009673A2"/>
    <w:rsid w:val="00967428"/>
    <w:rsid w:val="0096755B"/>
    <w:rsid w:val="00967820"/>
    <w:rsid w:val="00970D62"/>
    <w:rsid w:val="0097220A"/>
    <w:rsid w:val="00972761"/>
    <w:rsid w:val="009736D2"/>
    <w:rsid w:val="00973E80"/>
    <w:rsid w:val="00973E93"/>
    <w:rsid w:val="00973EEF"/>
    <w:rsid w:val="00974C65"/>
    <w:rsid w:val="009754FC"/>
    <w:rsid w:val="009759C3"/>
    <w:rsid w:val="00976280"/>
    <w:rsid w:val="00976670"/>
    <w:rsid w:val="0097678D"/>
    <w:rsid w:val="00976F07"/>
    <w:rsid w:val="00977010"/>
    <w:rsid w:val="009803F5"/>
    <w:rsid w:val="00980FB6"/>
    <w:rsid w:val="00981411"/>
    <w:rsid w:val="009815AC"/>
    <w:rsid w:val="0098378F"/>
    <w:rsid w:val="009841B2"/>
    <w:rsid w:val="009842A3"/>
    <w:rsid w:val="00984981"/>
    <w:rsid w:val="009852B8"/>
    <w:rsid w:val="009857BA"/>
    <w:rsid w:val="00985880"/>
    <w:rsid w:val="00985D59"/>
    <w:rsid w:val="009866AC"/>
    <w:rsid w:val="009869E6"/>
    <w:rsid w:val="00986A03"/>
    <w:rsid w:val="009872CA"/>
    <w:rsid w:val="0098775B"/>
    <w:rsid w:val="00987EBE"/>
    <w:rsid w:val="0099037C"/>
    <w:rsid w:val="0099044C"/>
    <w:rsid w:val="00990484"/>
    <w:rsid w:val="00990881"/>
    <w:rsid w:val="00990F72"/>
    <w:rsid w:val="009914B5"/>
    <w:rsid w:val="00991F9A"/>
    <w:rsid w:val="00992C7E"/>
    <w:rsid w:val="009938B6"/>
    <w:rsid w:val="00993E20"/>
    <w:rsid w:val="00993FF9"/>
    <w:rsid w:val="0099411F"/>
    <w:rsid w:val="00994266"/>
    <w:rsid w:val="00994C77"/>
    <w:rsid w:val="00994D07"/>
    <w:rsid w:val="009950FD"/>
    <w:rsid w:val="00995C7D"/>
    <w:rsid w:val="00995F77"/>
    <w:rsid w:val="009966D8"/>
    <w:rsid w:val="009969C2"/>
    <w:rsid w:val="00996B13"/>
    <w:rsid w:val="009A0220"/>
    <w:rsid w:val="009A04CD"/>
    <w:rsid w:val="009A1C73"/>
    <w:rsid w:val="009A1E62"/>
    <w:rsid w:val="009A1ED3"/>
    <w:rsid w:val="009A26E7"/>
    <w:rsid w:val="009A3737"/>
    <w:rsid w:val="009A3BC7"/>
    <w:rsid w:val="009A44C3"/>
    <w:rsid w:val="009A552E"/>
    <w:rsid w:val="009A600A"/>
    <w:rsid w:val="009A7176"/>
    <w:rsid w:val="009A7476"/>
    <w:rsid w:val="009A7850"/>
    <w:rsid w:val="009A7E01"/>
    <w:rsid w:val="009B023D"/>
    <w:rsid w:val="009B079B"/>
    <w:rsid w:val="009B10FE"/>
    <w:rsid w:val="009B1175"/>
    <w:rsid w:val="009B2042"/>
    <w:rsid w:val="009B22AA"/>
    <w:rsid w:val="009B247A"/>
    <w:rsid w:val="009B25F6"/>
    <w:rsid w:val="009B2B3A"/>
    <w:rsid w:val="009B33ED"/>
    <w:rsid w:val="009B3445"/>
    <w:rsid w:val="009B3C6E"/>
    <w:rsid w:val="009B435C"/>
    <w:rsid w:val="009B44DF"/>
    <w:rsid w:val="009B4531"/>
    <w:rsid w:val="009B461A"/>
    <w:rsid w:val="009B4964"/>
    <w:rsid w:val="009B4DB8"/>
    <w:rsid w:val="009B500C"/>
    <w:rsid w:val="009B57EF"/>
    <w:rsid w:val="009B5EE0"/>
    <w:rsid w:val="009B617E"/>
    <w:rsid w:val="009B699F"/>
    <w:rsid w:val="009B7070"/>
    <w:rsid w:val="009B7312"/>
    <w:rsid w:val="009B7BC0"/>
    <w:rsid w:val="009B7D3D"/>
    <w:rsid w:val="009C021D"/>
    <w:rsid w:val="009C0E19"/>
    <w:rsid w:val="009C1CF4"/>
    <w:rsid w:val="009C2D80"/>
    <w:rsid w:val="009C30DA"/>
    <w:rsid w:val="009C311D"/>
    <w:rsid w:val="009C36B5"/>
    <w:rsid w:val="009C43A7"/>
    <w:rsid w:val="009C4634"/>
    <w:rsid w:val="009C4809"/>
    <w:rsid w:val="009C4B63"/>
    <w:rsid w:val="009C550C"/>
    <w:rsid w:val="009C57F4"/>
    <w:rsid w:val="009C5CA9"/>
    <w:rsid w:val="009C5EAB"/>
    <w:rsid w:val="009C6061"/>
    <w:rsid w:val="009C6313"/>
    <w:rsid w:val="009C6AA0"/>
    <w:rsid w:val="009C6C21"/>
    <w:rsid w:val="009C771F"/>
    <w:rsid w:val="009D0C40"/>
    <w:rsid w:val="009D0F28"/>
    <w:rsid w:val="009D0FE9"/>
    <w:rsid w:val="009D1776"/>
    <w:rsid w:val="009D22EC"/>
    <w:rsid w:val="009D2677"/>
    <w:rsid w:val="009D2EF3"/>
    <w:rsid w:val="009D317B"/>
    <w:rsid w:val="009D38E4"/>
    <w:rsid w:val="009D396B"/>
    <w:rsid w:val="009D468B"/>
    <w:rsid w:val="009D46DA"/>
    <w:rsid w:val="009D4916"/>
    <w:rsid w:val="009D4D85"/>
    <w:rsid w:val="009D5F51"/>
    <w:rsid w:val="009D7459"/>
    <w:rsid w:val="009D7B78"/>
    <w:rsid w:val="009D7E91"/>
    <w:rsid w:val="009D7EF2"/>
    <w:rsid w:val="009E14FF"/>
    <w:rsid w:val="009E1CEE"/>
    <w:rsid w:val="009E1E08"/>
    <w:rsid w:val="009E222D"/>
    <w:rsid w:val="009E2433"/>
    <w:rsid w:val="009E2ADE"/>
    <w:rsid w:val="009E4691"/>
    <w:rsid w:val="009E4747"/>
    <w:rsid w:val="009E49EE"/>
    <w:rsid w:val="009E4EBF"/>
    <w:rsid w:val="009E4F8E"/>
    <w:rsid w:val="009E517D"/>
    <w:rsid w:val="009E5C48"/>
    <w:rsid w:val="009E611A"/>
    <w:rsid w:val="009E6B4A"/>
    <w:rsid w:val="009E75AE"/>
    <w:rsid w:val="009E793A"/>
    <w:rsid w:val="009E7BC2"/>
    <w:rsid w:val="009F0138"/>
    <w:rsid w:val="009F033A"/>
    <w:rsid w:val="009F0548"/>
    <w:rsid w:val="009F0688"/>
    <w:rsid w:val="009F0993"/>
    <w:rsid w:val="009F0B76"/>
    <w:rsid w:val="009F0B8C"/>
    <w:rsid w:val="009F18F5"/>
    <w:rsid w:val="009F1FAF"/>
    <w:rsid w:val="009F212C"/>
    <w:rsid w:val="009F2A69"/>
    <w:rsid w:val="009F38CE"/>
    <w:rsid w:val="009F4235"/>
    <w:rsid w:val="009F4516"/>
    <w:rsid w:val="009F45A6"/>
    <w:rsid w:val="009F4A29"/>
    <w:rsid w:val="009F51FC"/>
    <w:rsid w:val="009F53C9"/>
    <w:rsid w:val="009F5D71"/>
    <w:rsid w:val="009F610E"/>
    <w:rsid w:val="009F6338"/>
    <w:rsid w:val="009F685B"/>
    <w:rsid w:val="009F6A4D"/>
    <w:rsid w:val="009F6F58"/>
    <w:rsid w:val="009F6FAF"/>
    <w:rsid w:val="009F7750"/>
    <w:rsid w:val="00A00A30"/>
    <w:rsid w:val="00A00CEA"/>
    <w:rsid w:val="00A01C28"/>
    <w:rsid w:val="00A02351"/>
    <w:rsid w:val="00A0238B"/>
    <w:rsid w:val="00A02C15"/>
    <w:rsid w:val="00A03982"/>
    <w:rsid w:val="00A04018"/>
    <w:rsid w:val="00A04D40"/>
    <w:rsid w:val="00A05DE6"/>
    <w:rsid w:val="00A06662"/>
    <w:rsid w:val="00A07579"/>
    <w:rsid w:val="00A07CA0"/>
    <w:rsid w:val="00A10428"/>
    <w:rsid w:val="00A105F5"/>
    <w:rsid w:val="00A1103B"/>
    <w:rsid w:val="00A110F4"/>
    <w:rsid w:val="00A1263A"/>
    <w:rsid w:val="00A12A4C"/>
    <w:rsid w:val="00A12C1A"/>
    <w:rsid w:val="00A13E08"/>
    <w:rsid w:val="00A13E78"/>
    <w:rsid w:val="00A14035"/>
    <w:rsid w:val="00A14131"/>
    <w:rsid w:val="00A1437F"/>
    <w:rsid w:val="00A1451E"/>
    <w:rsid w:val="00A14754"/>
    <w:rsid w:val="00A14A24"/>
    <w:rsid w:val="00A14F2F"/>
    <w:rsid w:val="00A14FA3"/>
    <w:rsid w:val="00A15A20"/>
    <w:rsid w:val="00A16B8B"/>
    <w:rsid w:val="00A16EEE"/>
    <w:rsid w:val="00A2052F"/>
    <w:rsid w:val="00A21831"/>
    <w:rsid w:val="00A226FD"/>
    <w:rsid w:val="00A22920"/>
    <w:rsid w:val="00A22A08"/>
    <w:rsid w:val="00A22E17"/>
    <w:rsid w:val="00A2314D"/>
    <w:rsid w:val="00A239D6"/>
    <w:rsid w:val="00A24CE9"/>
    <w:rsid w:val="00A24EF4"/>
    <w:rsid w:val="00A255C7"/>
    <w:rsid w:val="00A25EAD"/>
    <w:rsid w:val="00A26F1D"/>
    <w:rsid w:val="00A27111"/>
    <w:rsid w:val="00A27626"/>
    <w:rsid w:val="00A30572"/>
    <w:rsid w:val="00A307FF"/>
    <w:rsid w:val="00A30877"/>
    <w:rsid w:val="00A315B7"/>
    <w:rsid w:val="00A316D5"/>
    <w:rsid w:val="00A318F1"/>
    <w:rsid w:val="00A321A4"/>
    <w:rsid w:val="00A32736"/>
    <w:rsid w:val="00A3292D"/>
    <w:rsid w:val="00A32AAF"/>
    <w:rsid w:val="00A32AD6"/>
    <w:rsid w:val="00A337CC"/>
    <w:rsid w:val="00A33AF5"/>
    <w:rsid w:val="00A33D35"/>
    <w:rsid w:val="00A34976"/>
    <w:rsid w:val="00A34CA1"/>
    <w:rsid w:val="00A35926"/>
    <w:rsid w:val="00A35DE7"/>
    <w:rsid w:val="00A36A9F"/>
    <w:rsid w:val="00A36DFD"/>
    <w:rsid w:val="00A373D2"/>
    <w:rsid w:val="00A377BA"/>
    <w:rsid w:val="00A379D8"/>
    <w:rsid w:val="00A37A77"/>
    <w:rsid w:val="00A401D8"/>
    <w:rsid w:val="00A41910"/>
    <w:rsid w:val="00A41941"/>
    <w:rsid w:val="00A419E6"/>
    <w:rsid w:val="00A42619"/>
    <w:rsid w:val="00A429BF"/>
    <w:rsid w:val="00A430AD"/>
    <w:rsid w:val="00A43422"/>
    <w:rsid w:val="00A4368B"/>
    <w:rsid w:val="00A43A1C"/>
    <w:rsid w:val="00A44378"/>
    <w:rsid w:val="00A4611E"/>
    <w:rsid w:val="00A471C2"/>
    <w:rsid w:val="00A47935"/>
    <w:rsid w:val="00A5001D"/>
    <w:rsid w:val="00A50853"/>
    <w:rsid w:val="00A50856"/>
    <w:rsid w:val="00A510A6"/>
    <w:rsid w:val="00A519B0"/>
    <w:rsid w:val="00A51F1B"/>
    <w:rsid w:val="00A52816"/>
    <w:rsid w:val="00A52884"/>
    <w:rsid w:val="00A52D3C"/>
    <w:rsid w:val="00A5351D"/>
    <w:rsid w:val="00A5376A"/>
    <w:rsid w:val="00A53A9F"/>
    <w:rsid w:val="00A53AD3"/>
    <w:rsid w:val="00A53DB2"/>
    <w:rsid w:val="00A53E8C"/>
    <w:rsid w:val="00A5418A"/>
    <w:rsid w:val="00A54F15"/>
    <w:rsid w:val="00A54FF9"/>
    <w:rsid w:val="00A554F3"/>
    <w:rsid w:val="00A55B22"/>
    <w:rsid w:val="00A56640"/>
    <w:rsid w:val="00A56779"/>
    <w:rsid w:val="00A56A8D"/>
    <w:rsid w:val="00A57F13"/>
    <w:rsid w:val="00A60D1C"/>
    <w:rsid w:val="00A6108F"/>
    <w:rsid w:val="00A61995"/>
    <w:rsid w:val="00A628C1"/>
    <w:rsid w:val="00A62A24"/>
    <w:rsid w:val="00A62FAD"/>
    <w:rsid w:val="00A63391"/>
    <w:rsid w:val="00A633BF"/>
    <w:rsid w:val="00A635A8"/>
    <w:rsid w:val="00A638F7"/>
    <w:rsid w:val="00A63CCC"/>
    <w:rsid w:val="00A64855"/>
    <w:rsid w:val="00A64919"/>
    <w:rsid w:val="00A64B5A"/>
    <w:rsid w:val="00A6500D"/>
    <w:rsid w:val="00A65AA0"/>
    <w:rsid w:val="00A65C31"/>
    <w:rsid w:val="00A65D6E"/>
    <w:rsid w:val="00A65E08"/>
    <w:rsid w:val="00A665A1"/>
    <w:rsid w:val="00A665E4"/>
    <w:rsid w:val="00A66699"/>
    <w:rsid w:val="00A66926"/>
    <w:rsid w:val="00A66AE2"/>
    <w:rsid w:val="00A67D1A"/>
    <w:rsid w:val="00A70194"/>
    <w:rsid w:val="00A70C82"/>
    <w:rsid w:val="00A70D8F"/>
    <w:rsid w:val="00A7101F"/>
    <w:rsid w:val="00A71AC3"/>
    <w:rsid w:val="00A71F0B"/>
    <w:rsid w:val="00A72819"/>
    <w:rsid w:val="00A73A84"/>
    <w:rsid w:val="00A73BB1"/>
    <w:rsid w:val="00A740C8"/>
    <w:rsid w:val="00A74328"/>
    <w:rsid w:val="00A74683"/>
    <w:rsid w:val="00A74CCF"/>
    <w:rsid w:val="00A74E5C"/>
    <w:rsid w:val="00A75027"/>
    <w:rsid w:val="00A75197"/>
    <w:rsid w:val="00A7698E"/>
    <w:rsid w:val="00A76CDA"/>
    <w:rsid w:val="00A7770A"/>
    <w:rsid w:val="00A807C6"/>
    <w:rsid w:val="00A81140"/>
    <w:rsid w:val="00A816D5"/>
    <w:rsid w:val="00A819CD"/>
    <w:rsid w:val="00A822CE"/>
    <w:rsid w:val="00A82475"/>
    <w:rsid w:val="00A82693"/>
    <w:rsid w:val="00A828D6"/>
    <w:rsid w:val="00A82FEB"/>
    <w:rsid w:val="00A8362A"/>
    <w:rsid w:val="00A83B6E"/>
    <w:rsid w:val="00A848F4"/>
    <w:rsid w:val="00A849C2"/>
    <w:rsid w:val="00A851D9"/>
    <w:rsid w:val="00A8538A"/>
    <w:rsid w:val="00A85A52"/>
    <w:rsid w:val="00A86EE8"/>
    <w:rsid w:val="00A87022"/>
    <w:rsid w:val="00A87BBD"/>
    <w:rsid w:val="00A87CA5"/>
    <w:rsid w:val="00A906FA"/>
    <w:rsid w:val="00A908B6"/>
    <w:rsid w:val="00A91573"/>
    <w:rsid w:val="00A919C3"/>
    <w:rsid w:val="00A92E00"/>
    <w:rsid w:val="00A92F2C"/>
    <w:rsid w:val="00A931BE"/>
    <w:rsid w:val="00A9322B"/>
    <w:rsid w:val="00A93C8E"/>
    <w:rsid w:val="00A9483D"/>
    <w:rsid w:val="00A94FE2"/>
    <w:rsid w:val="00A9640B"/>
    <w:rsid w:val="00A964E5"/>
    <w:rsid w:val="00A972F7"/>
    <w:rsid w:val="00A975BC"/>
    <w:rsid w:val="00A979DB"/>
    <w:rsid w:val="00AA1537"/>
    <w:rsid w:val="00AA183D"/>
    <w:rsid w:val="00AA3252"/>
    <w:rsid w:val="00AA45CD"/>
    <w:rsid w:val="00AA53B4"/>
    <w:rsid w:val="00AA62BC"/>
    <w:rsid w:val="00AA648A"/>
    <w:rsid w:val="00AA66D0"/>
    <w:rsid w:val="00AA68DF"/>
    <w:rsid w:val="00AA6B84"/>
    <w:rsid w:val="00AA6BE1"/>
    <w:rsid w:val="00AA7795"/>
    <w:rsid w:val="00AA7837"/>
    <w:rsid w:val="00AB115D"/>
    <w:rsid w:val="00AB130C"/>
    <w:rsid w:val="00AB14AD"/>
    <w:rsid w:val="00AB32B6"/>
    <w:rsid w:val="00AB374B"/>
    <w:rsid w:val="00AB43A7"/>
    <w:rsid w:val="00AB484C"/>
    <w:rsid w:val="00AB515E"/>
    <w:rsid w:val="00AB541A"/>
    <w:rsid w:val="00AB54F1"/>
    <w:rsid w:val="00AB55EE"/>
    <w:rsid w:val="00AB5DA5"/>
    <w:rsid w:val="00AB6157"/>
    <w:rsid w:val="00AB62CB"/>
    <w:rsid w:val="00AB655F"/>
    <w:rsid w:val="00AB6DFF"/>
    <w:rsid w:val="00AB7608"/>
    <w:rsid w:val="00AB7A9D"/>
    <w:rsid w:val="00AB7B42"/>
    <w:rsid w:val="00AC0087"/>
    <w:rsid w:val="00AC0494"/>
    <w:rsid w:val="00AC0B06"/>
    <w:rsid w:val="00AC0B07"/>
    <w:rsid w:val="00AC0DB5"/>
    <w:rsid w:val="00AC14A8"/>
    <w:rsid w:val="00AC245A"/>
    <w:rsid w:val="00AC2C57"/>
    <w:rsid w:val="00AC334F"/>
    <w:rsid w:val="00AC3677"/>
    <w:rsid w:val="00AC37D2"/>
    <w:rsid w:val="00AC3B81"/>
    <w:rsid w:val="00AC3CEE"/>
    <w:rsid w:val="00AC4374"/>
    <w:rsid w:val="00AC4EDE"/>
    <w:rsid w:val="00AC519D"/>
    <w:rsid w:val="00AC5BD3"/>
    <w:rsid w:val="00AC66EC"/>
    <w:rsid w:val="00AC6BB5"/>
    <w:rsid w:val="00AC6E86"/>
    <w:rsid w:val="00AC7071"/>
    <w:rsid w:val="00AC76E9"/>
    <w:rsid w:val="00AC7AE4"/>
    <w:rsid w:val="00AD02C5"/>
    <w:rsid w:val="00AD0546"/>
    <w:rsid w:val="00AD07DB"/>
    <w:rsid w:val="00AD0C1A"/>
    <w:rsid w:val="00AD0FCF"/>
    <w:rsid w:val="00AD1DEB"/>
    <w:rsid w:val="00AD281F"/>
    <w:rsid w:val="00AD3C55"/>
    <w:rsid w:val="00AD3CE5"/>
    <w:rsid w:val="00AD3F77"/>
    <w:rsid w:val="00AD4464"/>
    <w:rsid w:val="00AD48C8"/>
    <w:rsid w:val="00AD5756"/>
    <w:rsid w:val="00AD59B9"/>
    <w:rsid w:val="00AD6698"/>
    <w:rsid w:val="00AD6F69"/>
    <w:rsid w:val="00AD71F1"/>
    <w:rsid w:val="00AD734E"/>
    <w:rsid w:val="00AE0815"/>
    <w:rsid w:val="00AE099B"/>
    <w:rsid w:val="00AE0A57"/>
    <w:rsid w:val="00AE0B11"/>
    <w:rsid w:val="00AE0EB5"/>
    <w:rsid w:val="00AE11C1"/>
    <w:rsid w:val="00AE1895"/>
    <w:rsid w:val="00AE27E4"/>
    <w:rsid w:val="00AE2818"/>
    <w:rsid w:val="00AE2AE5"/>
    <w:rsid w:val="00AE30D1"/>
    <w:rsid w:val="00AE35BE"/>
    <w:rsid w:val="00AE3901"/>
    <w:rsid w:val="00AE3B14"/>
    <w:rsid w:val="00AE3F8F"/>
    <w:rsid w:val="00AE520E"/>
    <w:rsid w:val="00AE5600"/>
    <w:rsid w:val="00AE58A4"/>
    <w:rsid w:val="00AE7F13"/>
    <w:rsid w:val="00AE7FD3"/>
    <w:rsid w:val="00AF0269"/>
    <w:rsid w:val="00AF03BF"/>
    <w:rsid w:val="00AF08A4"/>
    <w:rsid w:val="00AF277D"/>
    <w:rsid w:val="00AF290F"/>
    <w:rsid w:val="00AF29AA"/>
    <w:rsid w:val="00AF3FFE"/>
    <w:rsid w:val="00AF40F4"/>
    <w:rsid w:val="00AF4AFD"/>
    <w:rsid w:val="00AF56E4"/>
    <w:rsid w:val="00AF5822"/>
    <w:rsid w:val="00AF5FD7"/>
    <w:rsid w:val="00AF648D"/>
    <w:rsid w:val="00AF6A00"/>
    <w:rsid w:val="00AF7787"/>
    <w:rsid w:val="00B004FD"/>
    <w:rsid w:val="00B00924"/>
    <w:rsid w:val="00B01619"/>
    <w:rsid w:val="00B03331"/>
    <w:rsid w:val="00B03606"/>
    <w:rsid w:val="00B04FBE"/>
    <w:rsid w:val="00B05B74"/>
    <w:rsid w:val="00B0606E"/>
    <w:rsid w:val="00B06CCA"/>
    <w:rsid w:val="00B06EE2"/>
    <w:rsid w:val="00B074F3"/>
    <w:rsid w:val="00B1057F"/>
    <w:rsid w:val="00B10613"/>
    <w:rsid w:val="00B112C2"/>
    <w:rsid w:val="00B1216A"/>
    <w:rsid w:val="00B123F9"/>
    <w:rsid w:val="00B1247C"/>
    <w:rsid w:val="00B126EE"/>
    <w:rsid w:val="00B127F1"/>
    <w:rsid w:val="00B12896"/>
    <w:rsid w:val="00B12D97"/>
    <w:rsid w:val="00B139DB"/>
    <w:rsid w:val="00B1403E"/>
    <w:rsid w:val="00B144D6"/>
    <w:rsid w:val="00B14705"/>
    <w:rsid w:val="00B14710"/>
    <w:rsid w:val="00B161B0"/>
    <w:rsid w:val="00B16DEA"/>
    <w:rsid w:val="00B1737E"/>
    <w:rsid w:val="00B17DE0"/>
    <w:rsid w:val="00B2069E"/>
    <w:rsid w:val="00B20C9D"/>
    <w:rsid w:val="00B20CD7"/>
    <w:rsid w:val="00B21C9F"/>
    <w:rsid w:val="00B227FC"/>
    <w:rsid w:val="00B22A0B"/>
    <w:rsid w:val="00B22CE3"/>
    <w:rsid w:val="00B231AD"/>
    <w:rsid w:val="00B234E5"/>
    <w:rsid w:val="00B23646"/>
    <w:rsid w:val="00B239D2"/>
    <w:rsid w:val="00B23DC7"/>
    <w:rsid w:val="00B24006"/>
    <w:rsid w:val="00B24735"/>
    <w:rsid w:val="00B24D28"/>
    <w:rsid w:val="00B25955"/>
    <w:rsid w:val="00B25CE8"/>
    <w:rsid w:val="00B26221"/>
    <w:rsid w:val="00B26ED5"/>
    <w:rsid w:val="00B27A17"/>
    <w:rsid w:val="00B30802"/>
    <w:rsid w:val="00B30A1F"/>
    <w:rsid w:val="00B30AF1"/>
    <w:rsid w:val="00B3136F"/>
    <w:rsid w:val="00B3194E"/>
    <w:rsid w:val="00B31EDB"/>
    <w:rsid w:val="00B32B09"/>
    <w:rsid w:val="00B32F4F"/>
    <w:rsid w:val="00B33FC5"/>
    <w:rsid w:val="00B34069"/>
    <w:rsid w:val="00B34DF1"/>
    <w:rsid w:val="00B3501D"/>
    <w:rsid w:val="00B35C73"/>
    <w:rsid w:val="00B3633A"/>
    <w:rsid w:val="00B36A5A"/>
    <w:rsid w:val="00B373D8"/>
    <w:rsid w:val="00B375E8"/>
    <w:rsid w:val="00B376DF"/>
    <w:rsid w:val="00B401E5"/>
    <w:rsid w:val="00B408E4"/>
    <w:rsid w:val="00B409EB"/>
    <w:rsid w:val="00B40B5F"/>
    <w:rsid w:val="00B4113D"/>
    <w:rsid w:val="00B4118E"/>
    <w:rsid w:val="00B411F6"/>
    <w:rsid w:val="00B41387"/>
    <w:rsid w:val="00B413A5"/>
    <w:rsid w:val="00B41A2B"/>
    <w:rsid w:val="00B41CC2"/>
    <w:rsid w:val="00B42151"/>
    <w:rsid w:val="00B42CB1"/>
    <w:rsid w:val="00B42E55"/>
    <w:rsid w:val="00B42F0F"/>
    <w:rsid w:val="00B4417C"/>
    <w:rsid w:val="00B44DB5"/>
    <w:rsid w:val="00B44FD8"/>
    <w:rsid w:val="00B45DDF"/>
    <w:rsid w:val="00B4610B"/>
    <w:rsid w:val="00B46A4B"/>
    <w:rsid w:val="00B46D21"/>
    <w:rsid w:val="00B4721E"/>
    <w:rsid w:val="00B47326"/>
    <w:rsid w:val="00B50049"/>
    <w:rsid w:val="00B50057"/>
    <w:rsid w:val="00B5134E"/>
    <w:rsid w:val="00B51C65"/>
    <w:rsid w:val="00B520BB"/>
    <w:rsid w:val="00B523CD"/>
    <w:rsid w:val="00B529D7"/>
    <w:rsid w:val="00B53559"/>
    <w:rsid w:val="00B53672"/>
    <w:rsid w:val="00B546B2"/>
    <w:rsid w:val="00B5522B"/>
    <w:rsid w:val="00B55319"/>
    <w:rsid w:val="00B5536F"/>
    <w:rsid w:val="00B56041"/>
    <w:rsid w:val="00B56679"/>
    <w:rsid w:val="00B56890"/>
    <w:rsid w:val="00B57B7D"/>
    <w:rsid w:val="00B57C56"/>
    <w:rsid w:val="00B57EB1"/>
    <w:rsid w:val="00B604A6"/>
    <w:rsid w:val="00B61618"/>
    <w:rsid w:val="00B61BEC"/>
    <w:rsid w:val="00B629FE"/>
    <w:rsid w:val="00B62FA2"/>
    <w:rsid w:val="00B63357"/>
    <w:rsid w:val="00B64935"/>
    <w:rsid w:val="00B650BA"/>
    <w:rsid w:val="00B6554E"/>
    <w:rsid w:val="00B66037"/>
    <w:rsid w:val="00B6711F"/>
    <w:rsid w:val="00B673A0"/>
    <w:rsid w:val="00B67E5C"/>
    <w:rsid w:val="00B7000B"/>
    <w:rsid w:val="00B70F7E"/>
    <w:rsid w:val="00B71658"/>
    <w:rsid w:val="00B71718"/>
    <w:rsid w:val="00B718EE"/>
    <w:rsid w:val="00B719C7"/>
    <w:rsid w:val="00B71C9C"/>
    <w:rsid w:val="00B72BFB"/>
    <w:rsid w:val="00B72DE6"/>
    <w:rsid w:val="00B7429F"/>
    <w:rsid w:val="00B748BD"/>
    <w:rsid w:val="00B74C52"/>
    <w:rsid w:val="00B74C7D"/>
    <w:rsid w:val="00B7573E"/>
    <w:rsid w:val="00B7579E"/>
    <w:rsid w:val="00B75FD6"/>
    <w:rsid w:val="00B76076"/>
    <w:rsid w:val="00B760E8"/>
    <w:rsid w:val="00B76889"/>
    <w:rsid w:val="00B76BFD"/>
    <w:rsid w:val="00B77333"/>
    <w:rsid w:val="00B81421"/>
    <w:rsid w:val="00B819DD"/>
    <w:rsid w:val="00B8227F"/>
    <w:rsid w:val="00B8233F"/>
    <w:rsid w:val="00B82B93"/>
    <w:rsid w:val="00B82FA8"/>
    <w:rsid w:val="00B833B4"/>
    <w:rsid w:val="00B83555"/>
    <w:rsid w:val="00B83B15"/>
    <w:rsid w:val="00B83BB4"/>
    <w:rsid w:val="00B84397"/>
    <w:rsid w:val="00B84A37"/>
    <w:rsid w:val="00B84F90"/>
    <w:rsid w:val="00B85046"/>
    <w:rsid w:val="00B851F2"/>
    <w:rsid w:val="00B85E2A"/>
    <w:rsid w:val="00B85F0D"/>
    <w:rsid w:val="00B86B35"/>
    <w:rsid w:val="00B86DBE"/>
    <w:rsid w:val="00B8771A"/>
    <w:rsid w:val="00B87AAE"/>
    <w:rsid w:val="00B90505"/>
    <w:rsid w:val="00B90929"/>
    <w:rsid w:val="00B90DDD"/>
    <w:rsid w:val="00B90DE2"/>
    <w:rsid w:val="00B910B2"/>
    <w:rsid w:val="00B91465"/>
    <w:rsid w:val="00B916B4"/>
    <w:rsid w:val="00B917BF"/>
    <w:rsid w:val="00B91A97"/>
    <w:rsid w:val="00B91B3E"/>
    <w:rsid w:val="00B92630"/>
    <w:rsid w:val="00B92740"/>
    <w:rsid w:val="00B92C91"/>
    <w:rsid w:val="00B93D46"/>
    <w:rsid w:val="00B93F87"/>
    <w:rsid w:val="00B94305"/>
    <w:rsid w:val="00B94437"/>
    <w:rsid w:val="00B94B9C"/>
    <w:rsid w:val="00B95299"/>
    <w:rsid w:val="00B9601D"/>
    <w:rsid w:val="00B96EE0"/>
    <w:rsid w:val="00B96F6C"/>
    <w:rsid w:val="00B9726E"/>
    <w:rsid w:val="00B97294"/>
    <w:rsid w:val="00B975F3"/>
    <w:rsid w:val="00B97CEF"/>
    <w:rsid w:val="00B97D95"/>
    <w:rsid w:val="00BA0E12"/>
    <w:rsid w:val="00BA1386"/>
    <w:rsid w:val="00BA1A56"/>
    <w:rsid w:val="00BA1ADB"/>
    <w:rsid w:val="00BA28B8"/>
    <w:rsid w:val="00BA2983"/>
    <w:rsid w:val="00BA2E6D"/>
    <w:rsid w:val="00BA2FA1"/>
    <w:rsid w:val="00BA30D9"/>
    <w:rsid w:val="00BA31A2"/>
    <w:rsid w:val="00BA3782"/>
    <w:rsid w:val="00BA4D66"/>
    <w:rsid w:val="00BA4EBA"/>
    <w:rsid w:val="00BA50F7"/>
    <w:rsid w:val="00BA5578"/>
    <w:rsid w:val="00BA5D8A"/>
    <w:rsid w:val="00BA7018"/>
    <w:rsid w:val="00BA73DE"/>
    <w:rsid w:val="00BA7738"/>
    <w:rsid w:val="00BA7B5E"/>
    <w:rsid w:val="00BA7BD3"/>
    <w:rsid w:val="00BB091D"/>
    <w:rsid w:val="00BB0C1E"/>
    <w:rsid w:val="00BB0E45"/>
    <w:rsid w:val="00BB119D"/>
    <w:rsid w:val="00BB11D5"/>
    <w:rsid w:val="00BB1ED0"/>
    <w:rsid w:val="00BB31B2"/>
    <w:rsid w:val="00BB44AD"/>
    <w:rsid w:val="00BB47ED"/>
    <w:rsid w:val="00BB4A93"/>
    <w:rsid w:val="00BB4DAB"/>
    <w:rsid w:val="00BB58C6"/>
    <w:rsid w:val="00BB6F24"/>
    <w:rsid w:val="00BB7512"/>
    <w:rsid w:val="00BB79D0"/>
    <w:rsid w:val="00BB7DAC"/>
    <w:rsid w:val="00BC0453"/>
    <w:rsid w:val="00BC1586"/>
    <w:rsid w:val="00BC2CCD"/>
    <w:rsid w:val="00BC3060"/>
    <w:rsid w:val="00BC3374"/>
    <w:rsid w:val="00BC3396"/>
    <w:rsid w:val="00BC33C9"/>
    <w:rsid w:val="00BC3621"/>
    <w:rsid w:val="00BC408B"/>
    <w:rsid w:val="00BC4A6F"/>
    <w:rsid w:val="00BC4E0A"/>
    <w:rsid w:val="00BC5EC6"/>
    <w:rsid w:val="00BC5FBB"/>
    <w:rsid w:val="00BC64C7"/>
    <w:rsid w:val="00BC662C"/>
    <w:rsid w:val="00BC6AA7"/>
    <w:rsid w:val="00BC6CBE"/>
    <w:rsid w:val="00BC71A1"/>
    <w:rsid w:val="00BC7C41"/>
    <w:rsid w:val="00BD060A"/>
    <w:rsid w:val="00BD1A0F"/>
    <w:rsid w:val="00BD1F0B"/>
    <w:rsid w:val="00BD2A4F"/>
    <w:rsid w:val="00BD31BD"/>
    <w:rsid w:val="00BD34E1"/>
    <w:rsid w:val="00BD4056"/>
    <w:rsid w:val="00BD4324"/>
    <w:rsid w:val="00BD52CB"/>
    <w:rsid w:val="00BD5F91"/>
    <w:rsid w:val="00BD5FA1"/>
    <w:rsid w:val="00BD6989"/>
    <w:rsid w:val="00BD6CE6"/>
    <w:rsid w:val="00BD6F6B"/>
    <w:rsid w:val="00BD72E0"/>
    <w:rsid w:val="00BE0526"/>
    <w:rsid w:val="00BE098D"/>
    <w:rsid w:val="00BE0C4E"/>
    <w:rsid w:val="00BE18FA"/>
    <w:rsid w:val="00BE1A42"/>
    <w:rsid w:val="00BE1B03"/>
    <w:rsid w:val="00BE2609"/>
    <w:rsid w:val="00BE2A2A"/>
    <w:rsid w:val="00BE3377"/>
    <w:rsid w:val="00BE3FD4"/>
    <w:rsid w:val="00BE4167"/>
    <w:rsid w:val="00BE58B8"/>
    <w:rsid w:val="00BE5C30"/>
    <w:rsid w:val="00BE6228"/>
    <w:rsid w:val="00BE7BF8"/>
    <w:rsid w:val="00BE7C8F"/>
    <w:rsid w:val="00BF00E6"/>
    <w:rsid w:val="00BF13B4"/>
    <w:rsid w:val="00BF19BE"/>
    <w:rsid w:val="00BF1E3D"/>
    <w:rsid w:val="00BF2083"/>
    <w:rsid w:val="00BF2320"/>
    <w:rsid w:val="00BF293D"/>
    <w:rsid w:val="00BF2F1A"/>
    <w:rsid w:val="00BF3446"/>
    <w:rsid w:val="00BF37C7"/>
    <w:rsid w:val="00BF3D71"/>
    <w:rsid w:val="00BF41D1"/>
    <w:rsid w:val="00BF5124"/>
    <w:rsid w:val="00BF5308"/>
    <w:rsid w:val="00BF5427"/>
    <w:rsid w:val="00BF5B6C"/>
    <w:rsid w:val="00BF69F7"/>
    <w:rsid w:val="00BF6A6B"/>
    <w:rsid w:val="00BF7948"/>
    <w:rsid w:val="00C00828"/>
    <w:rsid w:val="00C00E86"/>
    <w:rsid w:val="00C01358"/>
    <w:rsid w:val="00C02528"/>
    <w:rsid w:val="00C0322E"/>
    <w:rsid w:val="00C046F2"/>
    <w:rsid w:val="00C04E85"/>
    <w:rsid w:val="00C05016"/>
    <w:rsid w:val="00C05DC7"/>
    <w:rsid w:val="00C06153"/>
    <w:rsid w:val="00C06158"/>
    <w:rsid w:val="00C0627B"/>
    <w:rsid w:val="00C06452"/>
    <w:rsid w:val="00C06A9E"/>
    <w:rsid w:val="00C06F85"/>
    <w:rsid w:val="00C06F8F"/>
    <w:rsid w:val="00C07013"/>
    <w:rsid w:val="00C079D0"/>
    <w:rsid w:val="00C07BAF"/>
    <w:rsid w:val="00C1020D"/>
    <w:rsid w:val="00C11BD1"/>
    <w:rsid w:val="00C11D2D"/>
    <w:rsid w:val="00C12515"/>
    <w:rsid w:val="00C1277A"/>
    <w:rsid w:val="00C1358D"/>
    <w:rsid w:val="00C13B69"/>
    <w:rsid w:val="00C1448B"/>
    <w:rsid w:val="00C147BA"/>
    <w:rsid w:val="00C148E9"/>
    <w:rsid w:val="00C152B7"/>
    <w:rsid w:val="00C15B3E"/>
    <w:rsid w:val="00C161FC"/>
    <w:rsid w:val="00C162CA"/>
    <w:rsid w:val="00C1632F"/>
    <w:rsid w:val="00C16E59"/>
    <w:rsid w:val="00C177AC"/>
    <w:rsid w:val="00C17914"/>
    <w:rsid w:val="00C17A7B"/>
    <w:rsid w:val="00C17AA2"/>
    <w:rsid w:val="00C17DD3"/>
    <w:rsid w:val="00C17F54"/>
    <w:rsid w:val="00C200E8"/>
    <w:rsid w:val="00C202CB"/>
    <w:rsid w:val="00C208BC"/>
    <w:rsid w:val="00C20B41"/>
    <w:rsid w:val="00C210EC"/>
    <w:rsid w:val="00C21C8C"/>
    <w:rsid w:val="00C21CD8"/>
    <w:rsid w:val="00C21DA4"/>
    <w:rsid w:val="00C21F15"/>
    <w:rsid w:val="00C22689"/>
    <w:rsid w:val="00C23050"/>
    <w:rsid w:val="00C239BD"/>
    <w:rsid w:val="00C2424C"/>
    <w:rsid w:val="00C25257"/>
    <w:rsid w:val="00C25382"/>
    <w:rsid w:val="00C255FA"/>
    <w:rsid w:val="00C258BE"/>
    <w:rsid w:val="00C259D6"/>
    <w:rsid w:val="00C25DE5"/>
    <w:rsid w:val="00C268ED"/>
    <w:rsid w:val="00C26B85"/>
    <w:rsid w:val="00C26DAB"/>
    <w:rsid w:val="00C27136"/>
    <w:rsid w:val="00C27144"/>
    <w:rsid w:val="00C27634"/>
    <w:rsid w:val="00C278DC"/>
    <w:rsid w:val="00C2799F"/>
    <w:rsid w:val="00C30285"/>
    <w:rsid w:val="00C30389"/>
    <w:rsid w:val="00C31AF6"/>
    <w:rsid w:val="00C32364"/>
    <w:rsid w:val="00C32992"/>
    <w:rsid w:val="00C32CF0"/>
    <w:rsid w:val="00C3344C"/>
    <w:rsid w:val="00C33497"/>
    <w:rsid w:val="00C33825"/>
    <w:rsid w:val="00C3467C"/>
    <w:rsid w:val="00C3470D"/>
    <w:rsid w:val="00C34C89"/>
    <w:rsid w:val="00C34CF6"/>
    <w:rsid w:val="00C34E63"/>
    <w:rsid w:val="00C35507"/>
    <w:rsid w:val="00C3625A"/>
    <w:rsid w:val="00C377F9"/>
    <w:rsid w:val="00C40CA2"/>
    <w:rsid w:val="00C413E1"/>
    <w:rsid w:val="00C417A8"/>
    <w:rsid w:val="00C4230F"/>
    <w:rsid w:val="00C42471"/>
    <w:rsid w:val="00C42BE4"/>
    <w:rsid w:val="00C4321C"/>
    <w:rsid w:val="00C437E4"/>
    <w:rsid w:val="00C441D2"/>
    <w:rsid w:val="00C442B7"/>
    <w:rsid w:val="00C443CD"/>
    <w:rsid w:val="00C45757"/>
    <w:rsid w:val="00C45C40"/>
    <w:rsid w:val="00C4618B"/>
    <w:rsid w:val="00C46CF0"/>
    <w:rsid w:val="00C472FE"/>
    <w:rsid w:val="00C47453"/>
    <w:rsid w:val="00C47D58"/>
    <w:rsid w:val="00C50552"/>
    <w:rsid w:val="00C50932"/>
    <w:rsid w:val="00C51B4A"/>
    <w:rsid w:val="00C51DFB"/>
    <w:rsid w:val="00C5206E"/>
    <w:rsid w:val="00C52ABF"/>
    <w:rsid w:val="00C52E8B"/>
    <w:rsid w:val="00C531C1"/>
    <w:rsid w:val="00C537BA"/>
    <w:rsid w:val="00C53F03"/>
    <w:rsid w:val="00C55C35"/>
    <w:rsid w:val="00C56069"/>
    <w:rsid w:val="00C57329"/>
    <w:rsid w:val="00C57488"/>
    <w:rsid w:val="00C578F2"/>
    <w:rsid w:val="00C57C56"/>
    <w:rsid w:val="00C60A1F"/>
    <w:rsid w:val="00C6173E"/>
    <w:rsid w:val="00C61D2A"/>
    <w:rsid w:val="00C62D9D"/>
    <w:rsid w:val="00C63357"/>
    <w:rsid w:val="00C6362E"/>
    <w:rsid w:val="00C6387C"/>
    <w:rsid w:val="00C642EF"/>
    <w:rsid w:val="00C647C9"/>
    <w:rsid w:val="00C64ADF"/>
    <w:rsid w:val="00C64E29"/>
    <w:rsid w:val="00C6505D"/>
    <w:rsid w:val="00C65783"/>
    <w:rsid w:val="00C66291"/>
    <w:rsid w:val="00C66355"/>
    <w:rsid w:val="00C6637A"/>
    <w:rsid w:val="00C66F5F"/>
    <w:rsid w:val="00C67AB8"/>
    <w:rsid w:val="00C711DE"/>
    <w:rsid w:val="00C71313"/>
    <w:rsid w:val="00C71846"/>
    <w:rsid w:val="00C72A1B"/>
    <w:rsid w:val="00C72D0A"/>
    <w:rsid w:val="00C730CC"/>
    <w:rsid w:val="00C736BC"/>
    <w:rsid w:val="00C7449F"/>
    <w:rsid w:val="00C74A4A"/>
    <w:rsid w:val="00C74CD6"/>
    <w:rsid w:val="00C74D3B"/>
    <w:rsid w:val="00C75BD5"/>
    <w:rsid w:val="00C75E27"/>
    <w:rsid w:val="00C7623C"/>
    <w:rsid w:val="00C76C57"/>
    <w:rsid w:val="00C76F29"/>
    <w:rsid w:val="00C7704D"/>
    <w:rsid w:val="00C773E4"/>
    <w:rsid w:val="00C77A93"/>
    <w:rsid w:val="00C80286"/>
    <w:rsid w:val="00C8115B"/>
    <w:rsid w:val="00C813A8"/>
    <w:rsid w:val="00C81980"/>
    <w:rsid w:val="00C81E76"/>
    <w:rsid w:val="00C82553"/>
    <w:rsid w:val="00C82DE9"/>
    <w:rsid w:val="00C82EC3"/>
    <w:rsid w:val="00C831E7"/>
    <w:rsid w:val="00C834FA"/>
    <w:rsid w:val="00C8362F"/>
    <w:rsid w:val="00C841ED"/>
    <w:rsid w:val="00C845E4"/>
    <w:rsid w:val="00C84E5E"/>
    <w:rsid w:val="00C8544B"/>
    <w:rsid w:val="00C855B2"/>
    <w:rsid w:val="00C8587D"/>
    <w:rsid w:val="00C85D50"/>
    <w:rsid w:val="00C864CF"/>
    <w:rsid w:val="00C86984"/>
    <w:rsid w:val="00C86A66"/>
    <w:rsid w:val="00C87CD1"/>
    <w:rsid w:val="00C87EC4"/>
    <w:rsid w:val="00C90559"/>
    <w:rsid w:val="00C90C20"/>
    <w:rsid w:val="00C911E3"/>
    <w:rsid w:val="00C925CF"/>
    <w:rsid w:val="00C9353B"/>
    <w:rsid w:val="00C93C29"/>
    <w:rsid w:val="00C93C96"/>
    <w:rsid w:val="00C946E2"/>
    <w:rsid w:val="00C96A54"/>
    <w:rsid w:val="00C96A72"/>
    <w:rsid w:val="00C96DB4"/>
    <w:rsid w:val="00C97411"/>
    <w:rsid w:val="00C97478"/>
    <w:rsid w:val="00CA0020"/>
    <w:rsid w:val="00CA0805"/>
    <w:rsid w:val="00CA0AE9"/>
    <w:rsid w:val="00CA0F0C"/>
    <w:rsid w:val="00CA27A0"/>
    <w:rsid w:val="00CA2AC3"/>
    <w:rsid w:val="00CA2DDC"/>
    <w:rsid w:val="00CA4E26"/>
    <w:rsid w:val="00CA53D7"/>
    <w:rsid w:val="00CA5515"/>
    <w:rsid w:val="00CA68AE"/>
    <w:rsid w:val="00CA6CC5"/>
    <w:rsid w:val="00CA6EA6"/>
    <w:rsid w:val="00CA7583"/>
    <w:rsid w:val="00CB0740"/>
    <w:rsid w:val="00CB211C"/>
    <w:rsid w:val="00CB253F"/>
    <w:rsid w:val="00CB28A4"/>
    <w:rsid w:val="00CB37AC"/>
    <w:rsid w:val="00CB3A0C"/>
    <w:rsid w:val="00CB3A5D"/>
    <w:rsid w:val="00CB3D79"/>
    <w:rsid w:val="00CB44AE"/>
    <w:rsid w:val="00CB4784"/>
    <w:rsid w:val="00CB4C89"/>
    <w:rsid w:val="00CB4E93"/>
    <w:rsid w:val="00CB5E7E"/>
    <w:rsid w:val="00CB6B2F"/>
    <w:rsid w:val="00CB7453"/>
    <w:rsid w:val="00CB74FB"/>
    <w:rsid w:val="00CC014B"/>
    <w:rsid w:val="00CC077D"/>
    <w:rsid w:val="00CC149D"/>
    <w:rsid w:val="00CC14AE"/>
    <w:rsid w:val="00CC16C5"/>
    <w:rsid w:val="00CC2174"/>
    <w:rsid w:val="00CC22E9"/>
    <w:rsid w:val="00CC2520"/>
    <w:rsid w:val="00CC25E7"/>
    <w:rsid w:val="00CC272A"/>
    <w:rsid w:val="00CC347F"/>
    <w:rsid w:val="00CC34E0"/>
    <w:rsid w:val="00CC427C"/>
    <w:rsid w:val="00CC4569"/>
    <w:rsid w:val="00CC4A13"/>
    <w:rsid w:val="00CC4B42"/>
    <w:rsid w:val="00CC5D55"/>
    <w:rsid w:val="00CC6393"/>
    <w:rsid w:val="00CC6480"/>
    <w:rsid w:val="00CC66E4"/>
    <w:rsid w:val="00CC728F"/>
    <w:rsid w:val="00CC7A47"/>
    <w:rsid w:val="00CC7BAC"/>
    <w:rsid w:val="00CC7EE8"/>
    <w:rsid w:val="00CD0858"/>
    <w:rsid w:val="00CD1346"/>
    <w:rsid w:val="00CD1912"/>
    <w:rsid w:val="00CD1A55"/>
    <w:rsid w:val="00CD2C67"/>
    <w:rsid w:val="00CD3B37"/>
    <w:rsid w:val="00CD3D64"/>
    <w:rsid w:val="00CD3EEC"/>
    <w:rsid w:val="00CD4012"/>
    <w:rsid w:val="00CD4BA4"/>
    <w:rsid w:val="00CD4D75"/>
    <w:rsid w:val="00CD4EBC"/>
    <w:rsid w:val="00CD564A"/>
    <w:rsid w:val="00CD5984"/>
    <w:rsid w:val="00CD5A64"/>
    <w:rsid w:val="00CD6353"/>
    <w:rsid w:val="00CD645A"/>
    <w:rsid w:val="00CD66AD"/>
    <w:rsid w:val="00CD6E31"/>
    <w:rsid w:val="00CE030B"/>
    <w:rsid w:val="00CE0AAF"/>
    <w:rsid w:val="00CE20FB"/>
    <w:rsid w:val="00CE2A8C"/>
    <w:rsid w:val="00CE2D8D"/>
    <w:rsid w:val="00CE2FE6"/>
    <w:rsid w:val="00CE3B4F"/>
    <w:rsid w:val="00CE3C35"/>
    <w:rsid w:val="00CE48E0"/>
    <w:rsid w:val="00CE4A8D"/>
    <w:rsid w:val="00CE4E83"/>
    <w:rsid w:val="00CE57C0"/>
    <w:rsid w:val="00CE596B"/>
    <w:rsid w:val="00CE5E18"/>
    <w:rsid w:val="00CE5F10"/>
    <w:rsid w:val="00CE621E"/>
    <w:rsid w:val="00CE6842"/>
    <w:rsid w:val="00CE6BE0"/>
    <w:rsid w:val="00CE6D26"/>
    <w:rsid w:val="00CE7049"/>
    <w:rsid w:val="00CE76AE"/>
    <w:rsid w:val="00CE7E28"/>
    <w:rsid w:val="00CF1239"/>
    <w:rsid w:val="00CF1AE3"/>
    <w:rsid w:val="00CF1ECB"/>
    <w:rsid w:val="00CF2231"/>
    <w:rsid w:val="00CF2BC6"/>
    <w:rsid w:val="00CF2FA1"/>
    <w:rsid w:val="00CF35A9"/>
    <w:rsid w:val="00CF40EF"/>
    <w:rsid w:val="00CF54A7"/>
    <w:rsid w:val="00CF597B"/>
    <w:rsid w:val="00CF6099"/>
    <w:rsid w:val="00CF61BD"/>
    <w:rsid w:val="00CF6490"/>
    <w:rsid w:val="00CF65A3"/>
    <w:rsid w:val="00CF6782"/>
    <w:rsid w:val="00CF6816"/>
    <w:rsid w:val="00CF6D6C"/>
    <w:rsid w:val="00CF70F1"/>
    <w:rsid w:val="00CF723D"/>
    <w:rsid w:val="00CF7A93"/>
    <w:rsid w:val="00D0059D"/>
    <w:rsid w:val="00D006F6"/>
    <w:rsid w:val="00D01150"/>
    <w:rsid w:val="00D012B5"/>
    <w:rsid w:val="00D01734"/>
    <w:rsid w:val="00D0195A"/>
    <w:rsid w:val="00D0286B"/>
    <w:rsid w:val="00D03AE0"/>
    <w:rsid w:val="00D04E18"/>
    <w:rsid w:val="00D05229"/>
    <w:rsid w:val="00D0530D"/>
    <w:rsid w:val="00D05628"/>
    <w:rsid w:val="00D05740"/>
    <w:rsid w:val="00D065FC"/>
    <w:rsid w:val="00D06728"/>
    <w:rsid w:val="00D07169"/>
    <w:rsid w:val="00D07241"/>
    <w:rsid w:val="00D07CBD"/>
    <w:rsid w:val="00D07E21"/>
    <w:rsid w:val="00D1010E"/>
    <w:rsid w:val="00D1078B"/>
    <w:rsid w:val="00D10E71"/>
    <w:rsid w:val="00D11DE5"/>
    <w:rsid w:val="00D13606"/>
    <w:rsid w:val="00D13E04"/>
    <w:rsid w:val="00D145F5"/>
    <w:rsid w:val="00D15256"/>
    <w:rsid w:val="00D15C09"/>
    <w:rsid w:val="00D1674D"/>
    <w:rsid w:val="00D16A0E"/>
    <w:rsid w:val="00D16BBA"/>
    <w:rsid w:val="00D16C7A"/>
    <w:rsid w:val="00D16ED7"/>
    <w:rsid w:val="00D1708A"/>
    <w:rsid w:val="00D17CC0"/>
    <w:rsid w:val="00D17DF1"/>
    <w:rsid w:val="00D20227"/>
    <w:rsid w:val="00D20985"/>
    <w:rsid w:val="00D20B76"/>
    <w:rsid w:val="00D20F23"/>
    <w:rsid w:val="00D21262"/>
    <w:rsid w:val="00D215F4"/>
    <w:rsid w:val="00D21BDC"/>
    <w:rsid w:val="00D21C52"/>
    <w:rsid w:val="00D2214C"/>
    <w:rsid w:val="00D22256"/>
    <w:rsid w:val="00D222DA"/>
    <w:rsid w:val="00D234AF"/>
    <w:rsid w:val="00D23F39"/>
    <w:rsid w:val="00D259EA"/>
    <w:rsid w:val="00D25A18"/>
    <w:rsid w:val="00D263BF"/>
    <w:rsid w:val="00D2730F"/>
    <w:rsid w:val="00D27345"/>
    <w:rsid w:val="00D275A2"/>
    <w:rsid w:val="00D27700"/>
    <w:rsid w:val="00D27B97"/>
    <w:rsid w:val="00D30CF6"/>
    <w:rsid w:val="00D30DAB"/>
    <w:rsid w:val="00D31DA3"/>
    <w:rsid w:val="00D3205C"/>
    <w:rsid w:val="00D325A7"/>
    <w:rsid w:val="00D33218"/>
    <w:rsid w:val="00D332C6"/>
    <w:rsid w:val="00D333D0"/>
    <w:rsid w:val="00D334F8"/>
    <w:rsid w:val="00D33AB4"/>
    <w:rsid w:val="00D34A55"/>
    <w:rsid w:val="00D34B00"/>
    <w:rsid w:val="00D34FB8"/>
    <w:rsid w:val="00D3565C"/>
    <w:rsid w:val="00D37267"/>
    <w:rsid w:val="00D376C1"/>
    <w:rsid w:val="00D4080D"/>
    <w:rsid w:val="00D40839"/>
    <w:rsid w:val="00D4085B"/>
    <w:rsid w:val="00D40DBA"/>
    <w:rsid w:val="00D40FDF"/>
    <w:rsid w:val="00D41208"/>
    <w:rsid w:val="00D413C5"/>
    <w:rsid w:val="00D41B6A"/>
    <w:rsid w:val="00D423C0"/>
    <w:rsid w:val="00D424EB"/>
    <w:rsid w:val="00D43112"/>
    <w:rsid w:val="00D436AA"/>
    <w:rsid w:val="00D437C1"/>
    <w:rsid w:val="00D44403"/>
    <w:rsid w:val="00D45931"/>
    <w:rsid w:val="00D45A11"/>
    <w:rsid w:val="00D45B35"/>
    <w:rsid w:val="00D45BF2"/>
    <w:rsid w:val="00D46DDA"/>
    <w:rsid w:val="00D506A8"/>
    <w:rsid w:val="00D51C87"/>
    <w:rsid w:val="00D51C94"/>
    <w:rsid w:val="00D52962"/>
    <w:rsid w:val="00D52C55"/>
    <w:rsid w:val="00D52CA4"/>
    <w:rsid w:val="00D542E8"/>
    <w:rsid w:val="00D55104"/>
    <w:rsid w:val="00D56AF1"/>
    <w:rsid w:val="00D57000"/>
    <w:rsid w:val="00D570D3"/>
    <w:rsid w:val="00D5716D"/>
    <w:rsid w:val="00D57C24"/>
    <w:rsid w:val="00D607F2"/>
    <w:rsid w:val="00D60DD5"/>
    <w:rsid w:val="00D61162"/>
    <w:rsid w:val="00D61A2A"/>
    <w:rsid w:val="00D62380"/>
    <w:rsid w:val="00D62498"/>
    <w:rsid w:val="00D6267B"/>
    <w:rsid w:val="00D6281D"/>
    <w:rsid w:val="00D62D62"/>
    <w:rsid w:val="00D62DEA"/>
    <w:rsid w:val="00D62FDD"/>
    <w:rsid w:val="00D6353E"/>
    <w:rsid w:val="00D63FAC"/>
    <w:rsid w:val="00D645FA"/>
    <w:rsid w:val="00D6490C"/>
    <w:rsid w:val="00D64B16"/>
    <w:rsid w:val="00D64CA7"/>
    <w:rsid w:val="00D64CD3"/>
    <w:rsid w:val="00D65483"/>
    <w:rsid w:val="00D655D5"/>
    <w:rsid w:val="00D665FA"/>
    <w:rsid w:val="00D66951"/>
    <w:rsid w:val="00D6776F"/>
    <w:rsid w:val="00D67915"/>
    <w:rsid w:val="00D70B60"/>
    <w:rsid w:val="00D713FC"/>
    <w:rsid w:val="00D718F4"/>
    <w:rsid w:val="00D71D17"/>
    <w:rsid w:val="00D7264B"/>
    <w:rsid w:val="00D72C89"/>
    <w:rsid w:val="00D73277"/>
    <w:rsid w:val="00D737F4"/>
    <w:rsid w:val="00D74C0B"/>
    <w:rsid w:val="00D7573D"/>
    <w:rsid w:val="00D758EF"/>
    <w:rsid w:val="00D75B82"/>
    <w:rsid w:val="00D75C27"/>
    <w:rsid w:val="00D769F2"/>
    <w:rsid w:val="00D77325"/>
    <w:rsid w:val="00D77BEB"/>
    <w:rsid w:val="00D804D1"/>
    <w:rsid w:val="00D805C3"/>
    <w:rsid w:val="00D80B1C"/>
    <w:rsid w:val="00D8155A"/>
    <w:rsid w:val="00D822E4"/>
    <w:rsid w:val="00D82D3E"/>
    <w:rsid w:val="00D832C7"/>
    <w:rsid w:val="00D838DB"/>
    <w:rsid w:val="00D83A54"/>
    <w:rsid w:val="00D83F26"/>
    <w:rsid w:val="00D846F7"/>
    <w:rsid w:val="00D84971"/>
    <w:rsid w:val="00D84EDD"/>
    <w:rsid w:val="00D8591D"/>
    <w:rsid w:val="00D8594B"/>
    <w:rsid w:val="00D85953"/>
    <w:rsid w:val="00D85DFE"/>
    <w:rsid w:val="00D85E5F"/>
    <w:rsid w:val="00D860B6"/>
    <w:rsid w:val="00D86181"/>
    <w:rsid w:val="00D86531"/>
    <w:rsid w:val="00D878B7"/>
    <w:rsid w:val="00D90A2D"/>
    <w:rsid w:val="00D9183D"/>
    <w:rsid w:val="00D920F7"/>
    <w:rsid w:val="00D928A2"/>
    <w:rsid w:val="00D92BDE"/>
    <w:rsid w:val="00D9314C"/>
    <w:rsid w:val="00D937A9"/>
    <w:rsid w:val="00D93C93"/>
    <w:rsid w:val="00D950DA"/>
    <w:rsid w:val="00D95800"/>
    <w:rsid w:val="00D95D8A"/>
    <w:rsid w:val="00D95ECD"/>
    <w:rsid w:val="00D96835"/>
    <w:rsid w:val="00D96C35"/>
    <w:rsid w:val="00D96DEA"/>
    <w:rsid w:val="00D97196"/>
    <w:rsid w:val="00D978FA"/>
    <w:rsid w:val="00DA0649"/>
    <w:rsid w:val="00DA0E26"/>
    <w:rsid w:val="00DA1673"/>
    <w:rsid w:val="00DA1839"/>
    <w:rsid w:val="00DA20BE"/>
    <w:rsid w:val="00DA2678"/>
    <w:rsid w:val="00DA2BC7"/>
    <w:rsid w:val="00DA3662"/>
    <w:rsid w:val="00DA478F"/>
    <w:rsid w:val="00DA4C18"/>
    <w:rsid w:val="00DA5DC0"/>
    <w:rsid w:val="00DA61C0"/>
    <w:rsid w:val="00DA6549"/>
    <w:rsid w:val="00DA669A"/>
    <w:rsid w:val="00DA66C2"/>
    <w:rsid w:val="00DA6BD0"/>
    <w:rsid w:val="00DA6CA4"/>
    <w:rsid w:val="00DA6E11"/>
    <w:rsid w:val="00DA7525"/>
    <w:rsid w:val="00DB01C2"/>
    <w:rsid w:val="00DB08B3"/>
    <w:rsid w:val="00DB0B33"/>
    <w:rsid w:val="00DB18C3"/>
    <w:rsid w:val="00DB1D45"/>
    <w:rsid w:val="00DB2910"/>
    <w:rsid w:val="00DB3148"/>
    <w:rsid w:val="00DB3FA7"/>
    <w:rsid w:val="00DB4E90"/>
    <w:rsid w:val="00DB5183"/>
    <w:rsid w:val="00DB6338"/>
    <w:rsid w:val="00DB640F"/>
    <w:rsid w:val="00DB6616"/>
    <w:rsid w:val="00DB665A"/>
    <w:rsid w:val="00DB67DA"/>
    <w:rsid w:val="00DB70EB"/>
    <w:rsid w:val="00DB739F"/>
    <w:rsid w:val="00DB76F8"/>
    <w:rsid w:val="00DB77B8"/>
    <w:rsid w:val="00DC0104"/>
    <w:rsid w:val="00DC049E"/>
    <w:rsid w:val="00DC091A"/>
    <w:rsid w:val="00DC0DFC"/>
    <w:rsid w:val="00DC1089"/>
    <w:rsid w:val="00DC19CD"/>
    <w:rsid w:val="00DC1DCF"/>
    <w:rsid w:val="00DC282F"/>
    <w:rsid w:val="00DC31D5"/>
    <w:rsid w:val="00DC332F"/>
    <w:rsid w:val="00DC3738"/>
    <w:rsid w:val="00DC3909"/>
    <w:rsid w:val="00DC3B27"/>
    <w:rsid w:val="00DC3C57"/>
    <w:rsid w:val="00DC412B"/>
    <w:rsid w:val="00DC51FB"/>
    <w:rsid w:val="00DC56CE"/>
    <w:rsid w:val="00DC5CCB"/>
    <w:rsid w:val="00DC6621"/>
    <w:rsid w:val="00DC6DF7"/>
    <w:rsid w:val="00DC7044"/>
    <w:rsid w:val="00DC74D6"/>
    <w:rsid w:val="00DC75DD"/>
    <w:rsid w:val="00DC78E8"/>
    <w:rsid w:val="00DD0548"/>
    <w:rsid w:val="00DD054B"/>
    <w:rsid w:val="00DD0DFB"/>
    <w:rsid w:val="00DD0E79"/>
    <w:rsid w:val="00DD1365"/>
    <w:rsid w:val="00DD17B7"/>
    <w:rsid w:val="00DD1B7A"/>
    <w:rsid w:val="00DD1BF0"/>
    <w:rsid w:val="00DD2A6A"/>
    <w:rsid w:val="00DD3354"/>
    <w:rsid w:val="00DD37C1"/>
    <w:rsid w:val="00DD3A89"/>
    <w:rsid w:val="00DD4A62"/>
    <w:rsid w:val="00DD5DCB"/>
    <w:rsid w:val="00DD600A"/>
    <w:rsid w:val="00DD6EBA"/>
    <w:rsid w:val="00DD7162"/>
    <w:rsid w:val="00DD757D"/>
    <w:rsid w:val="00DD7948"/>
    <w:rsid w:val="00DD7AF1"/>
    <w:rsid w:val="00DE0988"/>
    <w:rsid w:val="00DE0C01"/>
    <w:rsid w:val="00DE1035"/>
    <w:rsid w:val="00DE19FA"/>
    <w:rsid w:val="00DE27B5"/>
    <w:rsid w:val="00DE347E"/>
    <w:rsid w:val="00DE4BBC"/>
    <w:rsid w:val="00DE57E9"/>
    <w:rsid w:val="00DE5CBC"/>
    <w:rsid w:val="00DE61F9"/>
    <w:rsid w:val="00DE6882"/>
    <w:rsid w:val="00DE72B8"/>
    <w:rsid w:val="00DE7916"/>
    <w:rsid w:val="00DE7C0B"/>
    <w:rsid w:val="00DE7C10"/>
    <w:rsid w:val="00DF035C"/>
    <w:rsid w:val="00DF083B"/>
    <w:rsid w:val="00DF0940"/>
    <w:rsid w:val="00DF0DB6"/>
    <w:rsid w:val="00DF0F64"/>
    <w:rsid w:val="00DF11DD"/>
    <w:rsid w:val="00DF19D8"/>
    <w:rsid w:val="00DF1F12"/>
    <w:rsid w:val="00DF2C01"/>
    <w:rsid w:val="00DF2E39"/>
    <w:rsid w:val="00DF311F"/>
    <w:rsid w:val="00DF32F9"/>
    <w:rsid w:val="00DF35F9"/>
    <w:rsid w:val="00DF373F"/>
    <w:rsid w:val="00DF390E"/>
    <w:rsid w:val="00DF40CE"/>
    <w:rsid w:val="00DF4966"/>
    <w:rsid w:val="00DF5393"/>
    <w:rsid w:val="00DF5A41"/>
    <w:rsid w:val="00DF5BA8"/>
    <w:rsid w:val="00DF65B7"/>
    <w:rsid w:val="00DF68DF"/>
    <w:rsid w:val="00DF6D6C"/>
    <w:rsid w:val="00DF6E20"/>
    <w:rsid w:val="00DF6EA4"/>
    <w:rsid w:val="00E00493"/>
    <w:rsid w:val="00E007F2"/>
    <w:rsid w:val="00E01823"/>
    <w:rsid w:val="00E0182C"/>
    <w:rsid w:val="00E01ADD"/>
    <w:rsid w:val="00E01D7E"/>
    <w:rsid w:val="00E02094"/>
    <w:rsid w:val="00E02596"/>
    <w:rsid w:val="00E0339C"/>
    <w:rsid w:val="00E036DF"/>
    <w:rsid w:val="00E0491E"/>
    <w:rsid w:val="00E04F00"/>
    <w:rsid w:val="00E066FD"/>
    <w:rsid w:val="00E06846"/>
    <w:rsid w:val="00E06B87"/>
    <w:rsid w:val="00E06DBE"/>
    <w:rsid w:val="00E076CA"/>
    <w:rsid w:val="00E07710"/>
    <w:rsid w:val="00E1134B"/>
    <w:rsid w:val="00E11E7C"/>
    <w:rsid w:val="00E122A3"/>
    <w:rsid w:val="00E12357"/>
    <w:rsid w:val="00E12599"/>
    <w:rsid w:val="00E12D4E"/>
    <w:rsid w:val="00E13950"/>
    <w:rsid w:val="00E13AA0"/>
    <w:rsid w:val="00E1492F"/>
    <w:rsid w:val="00E14B3A"/>
    <w:rsid w:val="00E15DF8"/>
    <w:rsid w:val="00E15E18"/>
    <w:rsid w:val="00E160D3"/>
    <w:rsid w:val="00E163B3"/>
    <w:rsid w:val="00E16FB4"/>
    <w:rsid w:val="00E1799B"/>
    <w:rsid w:val="00E203E7"/>
    <w:rsid w:val="00E20A1D"/>
    <w:rsid w:val="00E20F95"/>
    <w:rsid w:val="00E2112F"/>
    <w:rsid w:val="00E21C45"/>
    <w:rsid w:val="00E21CF7"/>
    <w:rsid w:val="00E227FC"/>
    <w:rsid w:val="00E2289A"/>
    <w:rsid w:val="00E228B5"/>
    <w:rsid w:val="00E23780"/>
    <w:rsid w:val="00E23CE6"/>
    <w:rsid w:val="00E253A4"/>
    <w:rsid w:val="00E2594D"/>
    <w:rsid w:val="00E27405"/>
    <w:rsid w:val="00E27928"/>
    <w:rsid w:val="00E27B25"/>
    <w:rsid w:val="00E27F25"/>
    <w:rsid w:val="00E30866"/>
    <w:rsid w:val="00E30BD3"/>
    <w:rsid w:val="00E30F10"/>
    <w:rsid w:val="00E323FC"/>
    <w:rsid w:val="00E338FC"/>
    <w:rsid w:val="00E33907"/>
    <w:rsid w:val="00E348A9"/>
    <w:rsid w:val="00E34CAC"/>
    <w:rsid w:val="00E34DDC"/>
    <w:rsid w:val="00E354D1"/>
    <w:rsid w:val="00E357B6"/>
    <w:rsid w:val="00E36006"/>
    <w:rsid w:val="00E365B6"/>
    <w:rsid w:val="00E37357"/>
    <w:rsid w:val="00E374BA"/>
    <w:rsid w:val="00E41054"/>
    <w:rsid w:val="00E4191A"/>
    <w:rsid w:val="00E41958"/>
    <w:rsid w:val="00E41CD4"/>
    <w:rsid w:val="00E4314E"/>
    <w:rsid w:val="00E4351B"/>
    <w:rsid w:val="00E44370"/>
    <w:rsid w:val="00E44393"/>
    <w:rsid w:val="00E458F0"/>
    <w:rsid w:val="00E45CEF"/>
    <w:rsid w:val="00E45E56"/>
    <w:rsid w:val="00E466A5"/>
    <w:rsid w:val="00E468F8"/>
    <w:rsid w:val="00E46C01"/>
    <w:rsid w:val="00E46C82"/>
    <w:rsid w:val="00E47610"/>
    <w:rsid w:val="00E477B8"/>
    <w:rsid w:val="00E47A82"/>
    <w:rsid w:val="00E51012"/>
    <w:rsid w:val="00E51EF1"/>
    <w:rsid w:val="00E5233E"/>
    <w:rsid w:val="00E530A8"/>
    <w:rsid w:val="00E534D3"/>
    <w:rsid w:val="00E5388F"/>
    <w:rsid w:val="00E53BE8"/>
    <w:rsid w:val="00E53FFE"/>
    <w:rsid w:val="00E54168"/>
    <w:rsid w:val="00E54B2C"/>
    <w:rsid w:val="00E54F07"/>
    <w:rsid w:val="00E54FAB"/>
    <w:rsid w:val="00E55596"/>
    <w:rsid w:val="00E55AB6"/>
    <w:rsid w:val="00E55D0C"/>
    <w:rsid w:val="00E56698"/>
    <w:rsid w:val="00E5672D"/>
    <w:rsid w:val="00E56B4A"/>
    <w:rsid w:val="00E57143"/>
    <w:rsid w:val="00E5728F"/>
    <w:rsid w:val="00E60281"/>
    <w:rsid w:val="00E60319"/>
    <w:rsid w:val="00E60B9E"/>
    <w:rsid w:val="00E62424"/>
    <w:rsid w:val="00E62F67"/>
    <w:rsid w:val="00E63655"/>
    <w:rsid w:val="00E6375D"/>
    <w:rsid w:val="00E63D4D"/>
    <w:rsid w:val="00E653F6"/>
    <w:rsid w:val="00E657ED"/>
    <w:rsid w:val="00E67168"/>
    <w:rsid w:val="00E673A0"/>
    <w:rsid w:val="00E67A42"/>
    <w:rsid w:val="00E67F5C"/>
    <w:rsid w:val="00E70AD2"/>
    <w:rsid w:val="00E7155F"/>
    <w:rsid w:val="00E72064"/>
    <w:rsid w:val="00E72098"/>
    <w:rsid w:val="00E73147"/>
    <w:rsid w:val="00E73381"/>
    <w:rsid w:val="00E744EA"/>
    <w:rsid w:val="00E751CD"/>
    <w:rsid w:val="00E75329"/>
    <w:rsid w:val="00E75E27"/>
    <w:rsid w:val="00E767B7"/>
    <w:rsid w:val="00E76A38"/>
    <w:rsid w:val="00E77514"/>
    <w:rsid w:val="00E77B0D"/>
    <w:rsid w:val="00E8001A"/>
    <w:rsid w:val="00E80218"/>
    <w:rsid w:val="00E80FE1"/>
    <w:rsid w:val="00E8265A"/>
    <w:rsid w:val="00E82BE0"/>
    <w:rsid w:val="00E830D7"/>
    <w:rsid w:val="00E84B6A"/>
    <w:rsid w:val="00E84E77"/>
    <w:rsid w:val="00E84F74"/>
    <w:rsid w:val="00E851C2"/>
    <w:rsid w:val="00E85415"/>
    <w:rsid w:val="00E856BB"/>
    <w:rsid w:val="00E85F76"/>
    <w:rsid w:val="00E86229"/>
    <w:rsid w:val="00E863A4"/>
    <w:rsid w:val="00E86608"/>
    <w:rsid w:val="00E8678E"/>
    <w:rsid w:val="00E86840"/>
    <w:rsid w:val="00E86B72"/>
    <w:rsid w:val="00E87241"/>
    <w:rsid w:val="00E876D5"/>
    <w:rsid w:val="00E878EE"/>
    <w:rsid w:val="00E8795F"/>
    <w:rsid w:val="00E87AB9"/>
    <w:rsid w:val="00E907E9"/>
    <w:rsid w:val="00E90BE7"/>
    <w:rsid w:val="00E911C9"/>
    <w:rsid w:val="00E91749"/>
    <w:rsid w:val="00E91AD5"/>
    <w:rsid w:val="00E91D8C"/>
    <w:rsid w:val="00E9203A"/>
    <w:rsid w:val="00E9211A"/>
    <w:rsid w:val="00E9267C"/>
    <w:rsid w:val="00E9369A"/>
    <w:rsid w:val="00E95F48"/>
    <w:rsid w:val="00E960AA"/>
    <w:rsid w:val="00E961A9"/>
    <w:rsid w:val="00E97B95"/>
    <w:rsid w:val="00E97C49"/>
    <w:rsid w:val="00EA025E"/>
    <w:rsid w:val="00EA0655"/>
    <w:rsid w:val="00EA0D54"/>
    <w:rsid w:val="00EA10D1"/>
    <w:rsid w:val="00EA156F"/>
    <w:rsid w:val="00EA1B82"/>
    <w:rsid w:val="00EA1DF5"/>
    <w:rsid w:val="00EA1F99"/>
    <w:rsid w:val="00EA2081"/>
    <w:rsid w:val="00EA36F9"/>
    <w:rsid w:val="00EA3C61"/>
    <w:rsid w:val="00EA437C"/>
    <w:rsid w:val="00EA4B76"/>
    <w:rsid w:val="00EA4D8B"/>
    <w:rsid w:val="00EA55F2"/>
    <w:rsid w:val="00EA59F3"/>
    <w:rsid w:val="00EA5E76"/>
    <w:rsid w:val="00EA6033"/>
    <w:rsid w:val="00EA6280"/>
    <w:rsid w:val="00EA77DD"/>
    <w:rsid w:val="00EB0380"/>
    <w:rsid w:val="00EB0B81"/>
    <w:rsid w:val="00EB14BF"/>
    <w:rsid w:val="00EB21F3"/>
    <w:rsid w:val="00EB279F"/>
    <w:rsid w:val="00EB27FB"/>
    <w:rsid w:val="00EB35CC"/>
    <w:rsid w:val="00EB35D7"/>
    <w:rsid w:val="00EB365B"/>
    <w:rsid w:val="00EB3949"/>
    <w:rsid w:val="00EB3D10"/>
    <w:rsid w:val="00EB3DFC"/>
    <w:rsid w:val="00EB3FB3"/>
    <w:rsid w:val="00EB4232"/>
    <w:rsid w:val="00EB50F0"/>
    <w:rsid w:val="00EB549C"/>
    <w:rsid w:val="00EB5EC8"/>
    <w:rsid w:val="00EB64C9"/>
    <w:rsid w:val="00EB6B58"/>
    <w:rsid w:val="00EB6EF4"/>
    <w:rsid w:val="00EB78D3"/>
    <w:rsid w:val="00EC018A"/>
    <w:rsid w:val="00EC048B"/>
    <w:rsid w:val="00EC068A"/>
    <w:rsid w:val="00EC07DE"/>
    <w:rsid w:val="00EC1379"/>
    <w:rsid w:val="00EC1579"/>
    <w:rsid w:val="00EC1711"/>
    <w:rsid w:val="00EC1F32"/>
    <w:rsid w:val="00EC20DB"/>
    <w:rsid w:val="00EC2366"/>
    <w:rsid w:val="00EC292D"/>
    <w:rsid w:val="00EC3023"/>
    <w:rsid w:val="00EC3342"/>
    <w:rsid w:val="00EC3418"/>
    <w:rsid w:val="00EC35F9"/>
    <w:rsid w:val="00EC36C8"/>
    <w:rsid w:val="00EC3DB9"/>
    <w:rsid w:val="00EC3EA6"/>
    <w:rsid w:val="00EC41C0"/>
    <w:rsid w:val="00EC4B33"/>
    <w:rsid w:val="00EC5479"/>
    <w:rsid w:val="00EC5FDE"/>
    <w:rsid w:val="00EC603F"/>
    <w:rsid w:val="00EC66E7"/>
    <w:rsid w:val="00EC6BC2"/>
    <w:rsid w:val="00EC6EC7"/>
    <w:rsid w:val="00EC7B12"/>
    <w:rsid w:val="00EC7D18"/>
    <w:rsid w:val="00ED0974"/>
    <w:rsid w:val="00ED0E91"/>
    <w:rsid w:val="00ED0F07"/>
    <w:rsid w:val="00ED1541"/>
    <w:rsid w:val="00ED1543"/>
    <w:rsid w:val="00ED1E98"/>
    <w:rsid w:val="00ED21AD"/>
    <w:rsid w:val="00ED21E0"/>
    <w:rsid w:val="00ED227B"/>
    <w:rsid w:val="00ED29B5"/>
    <w:rsid w:val="00ED352F"/>
    <w:rsid w:val="00ED39B3"/>
    <w:rsid w:val="00ED3EBB"/>
    <w:rsid w:val="00ED43FD"/>
    <w:rsid w:val="00ED463C"/>
    <w:rsid w:val="00ED4F0D"/>
    <w:rsid w:val="00ED5134"/>
    <w:rsid w:val="00ED55B1"/>
    <w:rsid w:val="00ED6553"/>
    <w:rsid w:val="00ED68E5"/>
    <w:rsid w:val="00ED68FD"/>
    <w:rsid w:val="00ED7223"/>
    <w:rsid w:val="00ED7DFF"/>
    <w:rsid w:val="00EE021A"/>
    <w:rsid w:val="00EE02C0"/>
    <w:rsid w:val="00EE0A8A"/>
    <w:rsid w:val="00EE12B3"/>
    <w:rsid w:val="00EE15B5"/>
    <w:rsid w:val="00EE15C7"/>
    <w:rsid w:val="00EE1CBB"/>
    <w:rsid w:val="00EE1DF0"/>
    <w:rsid w:val="00EE208F"/>
    <w:rsid w:val="00EE2260"/>
    <w:rsid w:val="00EE2CE9"/>
    <w:rsid w:val="00EE3CEE"/>
    <w:rsid w:val="00EE4762"/>
    <w:rsid w:val="00EE4FAD"/>
    <w:rsid w:val="00EE5150"/>
    <w:rsid w:val="00EE5F9B"/>
    <w:rsid w:val="00EE6112"/>
    <w:rsid w:val="00EE6EAE"/>
    <w:rsid w:val="00EE6EE3"/>
    <w:rsid w:val="00EE71F3"/>
    <w:rsid w:val="00EE742C"/>
    <w:rsid w:val="00EE7994"/>
    <w:rsid w:val="00EE7BB7"/>
    <w:rsid w:val="00EE7DA3"/>
    <w:rsid w:val="00EF0050"/>
    <w:rsid w:val="00EF0518"/>
    <w:rsid w:val="00EF0DCC"/>
    <w:rsid w:val="00EF20CB"/>
    <w:rsid w:val="00EF2357"/>
    <w:rsid w:val="00EF3794"/>
    <w:rsid w:val="00EF3A72"/>
    <w:rsid w:val="00EF40CF"/>
    <w:rsid w:val="00EF4CA4"/>
    <w:rsid w:val="00EF52AA"/>
    <w:rsid w:val="00EF6D35"/>
    <w:rsid w:val="00EF6DCD"/>
    <w:rsid w:val="00EF7142"/>
    <w:rsid w:val="00EF7990"/>
    <w:rsid w:val="00F003DA"/>
    <w:rsid w:val="00F00D62"/>
    <w:rsid w:val="00F0188E"/>
    <w:rsid w:val="00F01A5C"/>
    <w:rsid w:val="00F01C42"/>
    <w:rsid w:val="00F01FFC"/>
    <w:rsid w:val="00F029ED"/>
    <w:rsid w:val="00F02D3E"/>
    <w:rsid w:val="00F02E57"/>
    <w:rsid w:val="00F030CB"/>
    <w:rsid w:val="00F032F8"/>
    <w:rsid w:val="00F03ACC"/>
    <w:rsid w:val="00F03FA2"/>
    <w:rsid w:val="00F03FCC"/>
    <w:rsid w:val="00F0436F"/>
    <w:rsid w:val="00F04751"/>
    <w:rsid w:val="00F04A6C"/>
    <w:rsid w:val="00F04CB0"/>
    <w:rsid w:val="00F04CD4"/>
    <w:rsid w:val="00F051DB"/>
    <w:rsid w:val="00F05771"/>
    <w:rsid w:val="00F05818"/>
    <w:rsid w:val="00F05D45"/>
    <w:rsid w:val="00F061B4"/>
    <w:rsid w:val="00F06608"/>
    <w:rsid w:val="00F07022"/>
    <w:rsid w:val="00F07E6D"/>
    <w:rsid w:val="00F07EFC"/>
    <w:rsid w:val="00F105C4"/>
    <w:rsid w:val="00F10C8A"/>
    <w:rsid w:val="00F11366"/>
    <w:rsid w:val="00F11A75"/>
    <w:rsid w:val="00F11D2D"/>
    <w:rsid w:val="00F11D7A"/>
    <w:rsid w:val="00F14AD0"/>
    <w:rsid w:val="00F14D47"/>
    <w:rsid w:val="00F1512D"/>
    <w:rsid w:val="00F15384"/>
    <w:rsid w:val="00F15A0F"/>
    <w:rsid w:val="00F16525"/>
    <w:rsid w:val="00F17482"/>
    <w:rsid w:val="00F17634"/>
    <w:rsid w:val="00F17E3B"/>
    <w:rsid w:val="00F21049"/>
    <w:rsid w:val="00F213CD"/>
    <w:rsid w:val="00F213D3"/>
    <w:rsid w:val="00F21A9A"/>
    <w:rsid w:val="00F21EC3"/>
    <w:rsid w:val="00F22240"/>
    <w:rsid w:val="00F224A5"/>
    <w:rsid w:val="00F226A3"/>
    <w:rsid w:val="00F22C90"/>
    <w:rsid w:val="00F2396F"/>
    <w:rsid w:val="00F239CE"/>
    <w:rsid w:val="00F23A4D"/>
    <w:rsid w:val="00F24110"/>
    <w:rsid w:val="00F2427E"/>
    <w:rsid w:val="00F24803"/>
    <w:rsid w:val="00F24D30"/>
    <w:rsid w:val="00F268B3"/>
    <w:rsid w:val="00F276FD"/>
    <w:rsid w:val="00F27A5D"/>
    <w:rsid w:val="00F27AAE"/>
    <w:rsid w:val="00F30219"/>
    <w:rsid w:val="00F304F8"/>
    <w:rsid w:val="00F30A38"/>
    <w:rsid w:val="00F30B60"/>
    <w:rsid w:val="00F30C75"/>
    <w:rsid w:val="00F3172F"/>
    <w:rsid w:val="00F3191A"/>
    <w:rsid w:val="00F31E1D"/>
    <w:rsid w:val="00F327E0"/>
    <w:rsid w:val="00F32892"/>
    <w:rsid w:val="00F3408A"/>
    <w:rsid w:val="00F3415F"/>
    <w:rsid w:val="00F35022"/>
    <w:rsid w:val="00F3580B"/>
    <w:rsid w:val="00F35CB8"/>
    <w:rsid w:val="00F35F1F"/>
    <w:rsid w:val="00F3702A"/>
    <w:rsid w:val="00F37319"/>
    <w:rsid w:val="00F402DD"/>
    <w:rsid w:val="00F404DE"/>
    <w:rsid w:val="00F4087B"/>
    <w:rsid w:val="00F41029"/>
    <w:rsid w:val="00F411CD"/>
    <w:rsid w:val="00F41898"/>
    <w:rsid w:val="00F421DA"/>
    <w:rsid w:val="00F42409"/>
    <w:rsid w:val="00F436C0"/>
    <w:rsid w:val="00F43728"/>
    <w:rsid w:val="00F43869"/>
    <w:rsid w:val="00F43934"/>
    <w:rsid w:val="00F4395A"/>
    <w:rsid w:val="00F44BE1"/>
    <w:rsid w:val="00F46AF0"/>
    <w:rsid w:val="00F47118"/>
    <w:rsid w:val="00F47152"/>
    <w:rsid w:val="00F47248"/>
    <w:rsid w:val="00F473B4"/>
    <w:rsid w:val="00F475F8"/>
    <w:rsid w:val="00F5036A"/>
    <w:rsid w:val="00F50553"/>
    <w:rsid w:val="00F51552"/>
    <w:rsid w:val="00F51D7A"/>
    <w:rsid w:val="00F51F44"/>
    <w:rsid w:val="00F52050"/>
    <w:rsid w:val="00F52CE3"/>
    <w:rsid w:val="00F52E6E"/>
    <w:rsid w:val="00F538CE"/>
    <w:rsid w:val="00F53D66"/>
    <w:rsid w:val="00F53FE6"/>
    <w:rsid w:val="00F548F2"/>
    <w:rsid w:val="00F54AAA"/>
    <w:rsid w:val="00F55272"/>
    <w:rsid w:val="00F56738"/>
    <w:rsid w:val="00F56953"/>
    <w:rsid w:val="00F56B5E"/>
    <w:rsid w:val="00F56E8A"/>
    <w:rsid w:val="00F573D2"/>
    <w:rsid w:val="00F57D9F"/>
    <w:rsid w:val="00F60B32"/>
    <w:rsid w:val="00F60C09"/>
    <w:rsid w:val="00F61324"/>
    <w:rsid w:val="00F6134F"/>
    <w:rsid w:val="00F613A5"/>
    <w:rsid w:val="00F61460"/>
    <w:rsid w:val="00F61C0C"/>
    <w:rsid w:val="00F62630"/>
    <w:rsid w:val="00F626C4"/>
    <w:rsid w:val="00F62F58"/>
    <w:rsid w:val="00F63083"/>
    <w:rsid w:val="00F635B8"/>
    <w:rsid w:val="00F63738"/>
    <w:rsid w:val="00F63919"/>
    <w:rsid w:val="00F63BE7"/>
    <w:rsid w:val="00F6464C"/>
    <w:rsid w:val="00F64A3E"/>
    <w:rsid w:val="00F659E9"/>
    <w:rsid w:val="00F65FAA"/>
    <w:rsid w:val="00F662B4"/>
    <w:rsid w:val="00F677CE"/>
    <w:rsid w:val="00F67A94"/>
    <w:rsid w:val="00F70757"/>
    <w:rsid w:val="00F71280"/>
    <w:rsid w:val="00F71BCA"/>
    <w:rsid w:val="00F72349"/>
    <w:rsid w:val="00F723B1"/>
    <w:rsid w:val="00F72580"/>
    <w:rsid w:val="00F725F7"/>
    <w:rsid w:val="00F7265C"/>
    <w:rsid w:val="00F73160"/>
    <w:rsid w:val="00F7360B"/>
    <w:rsid w:val="00F73A6C"/>
    <w:rsid w:val="00F7402B"/>
    <w:rsid w:val="00F7452E"/>
    <w:rsid w:val="00F74593"/>
    <w:rsid w:val="00F745F3"/>
    <w:rsid w:val="00F747DE"/>
    <w:rsid w:val="00F74D26"/>
    <w:rsid w:val="00F757ED"/>
    <w:rsid w:val="00F75C25"/>
    <w:rsid w:val="00F769F4"/>
    <w:rsid w:val="00F76FA9"/>
    <w:rsid w:val="00F77AC6"/>
    <w:rsid w:val="00F80ADD"/>
    <w:rsid w:val="00F80E21"/>
    <w:rsid w:val="00F81BDF"/>
    <w:rsid w:val="00F82035"/>
    <w:rsid w:val="00F82310"/>
    <w:rsid w:val="00F83387"/>
    <w:rsid w:val="00F83569"/>
    <w:rsid w:val="00F83E51"/>
    <w:rsid w:val="00F8425F"/>
    <w:rsid w:val="00F84475"/>
    <w:rsid w:val="00F84C61"/>
    <w:rsid w:val="00F84D0D"/>
    <w:rsid w:val="00F85176"/>
    <w:rsid w:val="00F852E5"/>
    <w:rsid w:val="00F858CB"/>
    <w:rsid w:val="00F86073"/>
    <w:rsid w:val="00F86C13"/>
    <w:rsid w:val="00F90349"/>
    <w:rsid w:val="00F90477"/>
    <w:rsid w:val="00F90768"/>
    <w:rsid w:val="00F90FD4"/>
    <w:rsid w:val="00F9125C"/>
    <w:rsid w:val="00F915C3"/>
    <w:rsid w:val="00F92067"/>
    <w:rsid w:val="00F92296"/>
    <w:rsid w:val="00F92854"/>
    <w:rsid w:val="00F929B9"/>
    <w:rsid w:val="00F93548"/>
    <w:rsid w:val="00F936BD"/>
    <w:rsid w:val="00F936CB"/>
    <w:rsid w:val="00F93A5E"/>
    <w:rsid w:val="00F93D92"/>
    <w:rsid w:val="00F94856"/>
    <w:rsid w:val="00F953C6"/>
    <w:rsid w:val="00F95728"/>
    <w:rsid w:val="00F967D6"/>
    <w:rsid w:val="00F96B66"/>
    <w:rsid w:val="00FA0242"/>
    <w:rsid w:val="00FA1568"/>
    <w:rsid w:val="00FA18F8"/>
    <w:rsid w:val="00FA1D7A"/>
    <w:rsid w:val="00FA2660"/>
    <w:rsid w:val="00FA29CA"/>
    <w:rsid w:val="00FA2CC7"/>
    <w:rsid w:val="00FA2E62"/>
    <w:rsid w:val="00FA3496"/>
    <w:rsid w:val="00FA3DE1"/>
    <w:rsid w:val="00FA432A"/>
    <w:rsid w:val="00FA574D"/>
    <w:rsid w:val="00FA60EF"/>
    <w:rsid w:val="00FA65EB"/>
    <w:rsid w:val="00FA70A6"/>
    <w:rsid w:val="00FA7B1B"/>
    <w:rsid w:val="00FA7E1D"/>
    <w:rsid w:val="00FA7F59"/>
    <w:rsid w:val="00FB0319"/>
    <w:rsid w:val="00FB06CB"/>
    <w:rsid w:val="00FB0703"/>
    <w:rsid w:val="00FB0761"/>
    <w:rsid w:val="00FB0A7C"/>
    <w:rsid w:val="00FB1763"/>
    <w:rsid w:val="00FB1901"/>
    <w:rsid w:val="00FB1964"/>
    <w:rsid w:val="00FB1A7A"/>
    <w:rsid w:val="00FB1F16"/>
    <w:rsid w:val="00FB2595"/>
    <w:rsid w:val="00FB2AAA"/>
    <w:rsid w:val="00FB350D"/>
    <w:rsid w:val="00FB3920"/>
    <w:rsid w:val="00FB3B67"/>
    <w:rsid w:val="00FB3C13"/>
    <w:rsid w:val="00FB3D96"/>
    <w:rsid w:val="00FB3EE4"/>
    <w:rsid w:val="00FB453E"/>
    <w:rsid w:val="00FB474A"/>
    <w:rsid w:val="00FB4972"/>
    <w:rsid w:val="00FB53BE"/>
    <w:rsid w:val="00FB57E8"/>
    <w:rsid w:val="00FB5D1E"/>
    <w:rsid w:val="00FB63CD"/>
    <w:rsid w:val="00FB6900"/>
    <w:rsid w:val="00FB739C"/>
    <w:rsid w:val="00FB7BC9"/>
    <w:rsid w:val="00FC00B6"/>
    <w:rsid w:val="00FC0947"/>
    <w:rsid w:val="00FC1221"/>
    <w:rsid w:val="00FC173E"/>
    <w:rsid w:val="00FC266D"/>
    <w:rsid w:val="00FC2D84"/>
    <w:rsid w:val="00FC3B26"/>
    <w:rsid w:val="00FC3E4D"/>
    <w:rsid w:val="00FC46A6"/>
    <w:rsid w:val="00FC4800"/>
    <w:rsid w:val="00FC4BC6"/>
    <w:rsid w:val="00FC4D11"/>
    <w:rsid w:val="00FC58B7"/>
    <w:rsid w:val="00FC5933"/>
    <w:rsid w:val="00FC5F76"/>
    <w:rsid w:val="00FC6640"/>
    <w:rsid w:val="00FC716D"/>
    <w:rsid w:val="00FC76D9"/>
    <w:rsid w:val="00FD1173"/>
    <w:rsid w:val="00FD17A8"/>
    <w:rsid w:val="00FD1E2E"/>
    <w:rsid w:val="00FD2057"/>
    <w:rsid w:val="00FD2058"/>
    <w:rsid w:val="00FD29B8"/>
    <w:rsid w:val="00FD2E28"/>
    <w:rsid w:val="00FD3E2D"/>
    <w:rsid w:val="00FD441F"/>
    <w:rsid w:val="00FD533B"/>
    <w:rsid w:val="00FD53D2"/>
    <w:rsid w:val="00FD5AE2"/>
    <w:rsid w:val="00FD6F7C"/>
    <w:rsid w:val="00FD7D3A"/>
    <w:rsid w:val="00FD7E12"/>
    <w:rsid w:val="00FD7E8F"/>
    <w:rsid w:val="00FE0067"/>
    <w:rsid w:val="00FE1868"/>
    <w:rsid w:val="00FE194B"/>
    <w:rsid w:val="00FE2058"/>
    <w:rsid w:val="00FE22CD"/>
    <w:rsid w:val="00FE257C"/>
    <w:rsid w:val="00FE29AD"/>
    <w:rsid w:val="00FE2DBA"/>
    <w:rsid w:val="00FE342A"/>
    <w:rsid w:val="00FE39B1"/>
    <w:rsid w:val="00FE3A1C"/>
    <w:rsid w:val="00FE3F8E"/>
    <w:rsid w:val="00FE510D"/>
    <w:rsid w:val="00FE59F4"/>
    <w:rsid w:val="00FE5BF1"/>
    <w:rsid w:val="00FE5FDC"/>
    <w:rsid w:val="00FE61FF"/>
    <w:rsid w:val="00FE6794"/>
    <w:rsid w:val="00FE6E8A"/>
    <w:rsid w:val="00FF02AE"/>
    <w:rsid w:val="00FF03E0"/>
    <w:rsid w:val="00FF041C"/>
    <w:rsid w:val="00FF04C6"/>
    <w:rsid w:val="00FF0A2D"/>
    <w:rsid w:val="00FF0E63"/>
    <w:rsid w:val="00FF1D24"/>
    <w:rsid w:val="00FF25A2"/>
    <w:rsid w:val="00FF2DFE"/>
    <w:rsid w:val="00FF33B0"/>
    <w:rsid w:val="00FF342E"/>
    <w:rsid w:val="00FF344B"/>
    <w:rsid w:val="00FF35EC"/>
    <w:rsid w:val="00FF41E1"/>
    <w:rsid w:val="00FF45C1"/>
    <w:rsid w:val="00FF4A70"/>
    <w:rsid w:val="00FF5FC4"/>
    <w:rsid w:val="00FF6826"/>
    <w:rsid w:val="00FF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E6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550C"/>
    <w:pPr>
      <w:ind w:left="720"/>
      <w:contextualSpacing/>
    </w:pPr>
  </w:style>
  <w:style w:type="table" w:styleId="TableGrid">
    <w:name w:val="Table Grid"/>
    <w:basedOn w:val="TableNormal"/>
    <w:uiPriority w:val="99"/>
    <w:rsid w:val="00C34E6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8A2A0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353</TotalTime>
  <Pages>11</Pages>
  <Words>1708</Words>
  <Characters>9737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 А. Захарова</dc:creator>
  <cp:keywords/>
  <dc:description/>
  <cp:lastModifiedBy>Мунуслуги</cp:lastModifiedBy>
  <cp:revision>22</cp:revision>
  <cp:lastPrinted>2015-02-24T03:54:00Z</cp:lastPrinted>
  <dcterms:created xsi:type="dcterms:W3CDTF">2014-12-15T02:54:00Z</dcterms:created>
  <dcterms:modified xsi:type="dcterms:W3CDTF">2015-03-23T06:17:00Z</dcterms:modified>
</cp:coreProperties>
</file>