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8C" w:rsidRPr="0075764C" w:rsidRDefault="00AC298C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:rsidR="00AC298C" w:rsidRPr="003D1246" w:rsidRDefault="00AC298C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AC298C" w:rsidRDefault="00AC298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C298C" w:rsidRDefault="00AC298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C298C" w:rsidRDefault="00AC298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C298C" w:rsidRDefault="00AC298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C298C" w:rsidRDefault="00AC298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C298C" w:rsidRDefault="00AC298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C298C" w:rsidRDefault="00AC298C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C298C" w:rsidRPr="003D1246" w:rsidRDefault="00AC298C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AC298C" w:rsidRDefault="00AC298C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C298C" w:rsidRDefault="00AC298C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C298C" w:rsidRPr="00862877" w:rsidRDefault="00AC298C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C298C" w:rsidRDefault="00AC298C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C298C" w:rsidRPr="00862877" w:rsidRDefault="00AC298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C298C" w:rsidRDefault="00AC298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C298C" w:rsidRDefault="00AC298C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C298C" w:rsidRPr="003D1246" w:rsidRDefault="00AC298C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C298C" w:rsidRPr="003D1246" w:rsidRDefault="00AC298C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298C" w:rsidRPr="003D1246" w:rsidRDefault="00AC298C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298C" w:rsidRDefault="00AC298C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AC298C" w:rsidRDefault="00AC298C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AC298C" w:rsidRPr="001574A6" w:rsidRDefault="00AC298C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C298C" w:rsidRDefault="00AC298C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C298C" w:rsidRPr="009B1542" w:rsidRDefault="00AC298C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«30»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03. 2015г.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№   173 -п</w:t>
      </w:r>
    </w:p>
    <w:p w:rsidR="00AC298C" w:rsidRDefault="00AC298C" w:rsidP="00E41E2B">
      <w:pPr>
        <w:pStyle w:val="NormalWeb"/>
        <w:spacing w:before="0" w:after="0"/>
        <w:ind w:firstLine="540"/>
        <w:jc w:val="both"/>
        <w:rPr>
          <w:sz w:val="26"/>
        </w:rPr>
      </w:pPr>
    </w:p>
    <w:p w:rsidR="00AC298C" w:rsidRDefault="00AC298C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 внесении изменений в Постановление</w:t>
      </w:r>
    </w:p>
    <w:p w:rsidR="00AC298C" w:rsidRDefault="00AC298C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администрации города Сорска</w:t>
      </w:r>
    </w:p>
    <w:p w:rsidR="00AC298C" w:rsidRDefault="00AC298C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31.01.2014г. № 601-п</w:t>
      </w:r>
    </w:p>
    <w:p w:rsidR="00AC298C" w:rsidRDefault="00AC298C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утверждении Планов финансово- </w:t>
      </w:r>
    </w:p>
    <w:p w:rsidR="00AC298C" w:rsidRDefault="00AC298C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хозяйственной деятельности</w:t>
      </w:r>
    </w:p>
    <w:p w:rsidR="00AC298C" w:rsidRDefault="00AC298C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муниципальных  бюджетных </w:t>
      </w:r>
    </w:p>
    <w:p w:rsidR="00AC298C" w:rsidRDefault="00AC298C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учреждений города Сорска на 2015 год»</w:t>
      </w:r>
    </w:p>
    <w:p w:rsidR="00AC298C" w:rsidRDefault="00AC298C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AC298C" w:rsidRPr="00A54414" w:rsidRDefault="00AC298C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24 Устава 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>, с решением Совета депутатов города Сорска от 2.12.201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246</w:t>
      </w:r>
      <w:r w:rsidRPr="00A54414">
        <w:rPr>
          <w:rFonts w:ascii="Times New Roman" w:hAnsi="Times New Roman" w:cs="Times New Roman"/>
          <w:sz w:val="26"/>
          <w:szCs w:val="26"/>
        </w:rPr>
        <w:t xml:space="preserve">  «О бюджете муниципального образования город Сорск на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A54414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Pr="00A54414">
        <w:rPr>
          <w:rFonts w:ascii="Times New Roman" w:hAnsi="Times New Roman" w:cs="Times New Roman"/>
          <w:sz w:val="26"/>
          <w:szCs w:val="26"/>
        </w:rPr>
        <w:t>, на основании постановления администрации муниципального образования город Сорск от 10.10.2011 г. № 35-п. «Об утверждении Порядка составления и утверждения плана финансово-хозяйственной деятельности муниципальных учреждений муниципального образования г.Сорска»,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AC298C" w:rsidRDefault="00AC298C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AC298C" w:rsidRDefault="00AC298C" w:rsidP="0021548B">
      <w:pPr>
        <w:pStyle w:val="ListParagraph"/>
        <w:numPr>
          <w:ilvl w:val="0"/>
          <w:numId w:val="2"/>
        </w:numPr>
        <w:tabs>
          <w:tab w:val="clear" w:pos="1557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1 «План финансово-хозяйственной деятельности на 2015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образовательного учреждения дополнительного образования детей Детская музыкальная школа г.Сорска»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1 к данному постановлению.                                                                                                               </w:t>
      </w:r>
    </w:p>
    <w:p w:rsidR="00AC298C" w:rsidRPr="0021548B" w:rsidRDefault="00AC298C" w:rsidP="00EA66D9">
      <w:pPr>
        <w:pStyle w:val="ListParagraph"/>
        <w:numPr>
          <w:ilvl w:val="0"/>
          <w:numId w:val="2"/>
        </w:numPr>
        <w:tabs>
          <w:tab w:val="clear" w:pos="1557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2 «План финансово-хозяйственной деятельности на 2015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образовательного учреждения дополнительного образования детей «Комплексная детско-юношеская спортивная школа»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2 к данному постановлению.</w:t>
      </w:r>
    </w:p>
    <w:p w:rsidR="00AC298C" w:rsidRPr="00593C6B" w:rsidRDefault="00AC298C" w:rsidP="00593C6B">
      <w:pPr>
        <w:pStyle w:val="ListParagraph"/>
        <w:numPr>
          <w:ilvl w:val="0"/>
          <w:numId w:val="2"/>
        </w:numPr>
        <w:tabs>
          <w:tab w:val="clear" w:pos="1557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C6B">
        <w:rPr>
          <w:rFonts w:ascii="Times New Roman" w:hAnsi="Times New Roman" w:cs="Times New Roman"/>
          <w:sz w:val="26"/>
          <w:szCs w:val="26"/>
        </w:rPr>
        <w:t xml:space="preserve">В приложении 3 «План финансово-хозяйственной деятельности на 2015 год муниципального бюджетного учреждения культуры Дом культуры «Металлург» раздел </w:t>
      </w:r>
      <w:r w:rsidRPr="00593C6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593C6B"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</w:t>
      </w:r>
      <w:r>
        <w:rPr>
          <w:rFonts w:ascii="Times New Roman" w:hAnsi="Times New Roman" w:cs="Times New Roman"/>
          <w:sz w:val="26"/>
          <w:szCs w:val="26"/>
        </w:rPr>
        <w:t xml:space="preserve"> редакции, согласно приложению 3</w:t>
      </w:r>
      <w:r w:rsidRPr="00593C6B">
        <w:rPr>
          <w:rFonts w:ascii="Times New Roman" w:hAnsi="Times New Roman" w:cs="Times New Roman"/>
          <w:sz w:val="26"/>
          <w:szCs w:val="26"/>
        </w:rPr>
        <w:t xml:space="preserve"> к данному постановлению.</w:t>
      </w:r>
    </w:p>
    <w:p w:rsidR="00AC298C" w:rsidRPr="00593C6B" w:rsidRDefault="00AC298C" w:rsidP="00593C6B">
      <w:pPr>
        <w:numPr>
          <w:ilvl w:val="0"/>
          <w:numId w:val="1"/>
        </w:numPr>
        <w:tabs>
          <w:tab w:val="clear" w:pos="1557"/>
          <w:tab w:val="num" w:pos="0"/>
          <w:tab w:val="left" w:pos="284"/>
          <w:tab w:val="left" w:pos="567"/>
          <w:tab w:val="num" w:pos="993"/>
        </w:tabs>
        <w:suppressAutoHyphens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  <w:sectPr w:rsidR="00AC298C" w:rsidRPr="00593C6B">
          <w:pgSz w:w="11906" w:h="16838"/>
          <w:pgMar w:top="510" w:right="851" w:bottom="1134" w:left="1531" w:header="709" w:footer="709" w:gutter="0"/>
          <w:cols w:space="720"/>
        </w:sectPr>
      </w:pPr>
      <w:r>
        <w:rPr>
          <w:rFonts w:ascii="Times New Roman" w:hAnsi="Times New Roman" w:cs="Times New Roman"/>
          <w:sz w:val="26"/>
          <w:szCs w:val="26"/>
        </w:rPr>
        <w:t xml:space="preserve">В приложении 5 «План финансово-хозяйственной деятельности на 2015 год муниципального бюджетного учреждения культуры «Единая сеть библиотек» раздел 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учреждения», отменить и утвердить в новой редакции, согласно приложению 4 к данному постановлению.                                                                 </w:t>
      </w:r>
    </w:p>
    <w:p w:rsidR="00AC298C" w:rsidRDefault="00AC298C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C298C" w:rsidRDefault="00AC298C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C298C" w:rsidRPr="00144BDA" w:rsidRDefault="00AC298C" w:rsidP="00BF4AF8">
      <w:pPr>
        <w:numPr>
          <w:ilvl w:val="0"/>
          <w:numId w:val="1"/>
        </w:numPr>
        <w:tabs>
          <w:tab w:val="clear" w:pos="1557"/>
          <w:tab w:val="num" w:pos="0"/>
          <w:tab w:val="left" w:pos="284"/>
          <w:tab w:val="left" w:pos="567"/>
          <w:tab w:val="num" w:pos="993"/>
        </w:tabs>
        <w:suppressAutoHyphens w:val="0"/>
        <w:spacing w:after="100" w:afterAutospacing="1" w:line="240" w:lineRule="auto"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AC298C" w:rsidRPr="00144BDA" w:rsidRDefault="00AC298C" w:rsidP="00BF4AF8">
      <w:pPr>
        <w:numPr>
          <w:ilvl w:val="0"/>
          <w:numId w:val="1"/>
        </w:numPr>
        <w:tabs>
          <w:tab w:val="clear" w:pos="1557"/>
          <w:tab w:val="num" w:pos="0"/>
          <w:tab w:val="num" w:pos="110"/>
          <w:tab w:val="left" w:pos="284"/>
          <w:tab w:val="left" w:pos="567"/>
          <w:tab w:val="num" w:pos="993"/>
        </w:tabs>
        <w:suppressAutoHyphens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AC298C" w:rsidRDefault="00AC298C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C298C" w:rsidRDefault="00AC298C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C298C" w:rsidRDefault="00AC298C" w:rsidP="00033A89">
      <w:pPr>
        <w:pStyle w:val="ConsPlusNormal"/>
        <w:widowControl/>
        <w:ind w:firstLine="708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</w:t>
      </w:r>
      <w:r>
        <w:rPr>
          <w:rFonts w:ascii="Times New Roman" w:hAnsi="Times New Roman" w:cs="Times New Roman"/>
          <w:sz w:val="26"/>
          <w:szCs w:val="24"/>
        </w:rPr>
        <w:t>В.Ф.Найденов</w:t>
      </w:r>
      <w:r w:rsidRPr="003C4A73">
        <w:rPr>
          <w:rFonts w:ascii="Times New Roman" w:hAnsi="Times New Roman" w:cs="Times New Roman"/>
          <w:sz w:val="26"/>
          <w:szCs w:val="24"/>
        </w:rPr>
        <w:t xml:space="preserve"> </w:t>
      </w:r>
    </w:p>
    <w:p w:rsidR="00AC298C" w:rsidRPr="006209E5" w:rsidRDefault="00AC298C" w:rsidP="006209E5">
      <w:pPr>
        <w:rPr>
          <w:lang w:eastAsia="ru-RU"/>
        </w:rPr>
      </w:pPr>
    </w:p>
    <w:p w:rsidR="00AC298C" w:rsidRPr="006209E5" w:rsidRDefault="00AC298C" w:rsidP="006209E5">
      <w:pPr>
        <w:rPr>
          <w:lang w:eastAsia="ru-RU"/>
        </w:rPr>
      </w:pPr>
    </w:p>
    <w:p w:rsidR="00AC298C" w:rsidRPr="006209E5" w:rsidRDefault="00AC298C" w:rsidP="006209E5">
      <w:pPr>
        <w:rPr>
          <w:lang w:eastAsia="ru-RU"/>
        </w:rPr>
      </w:pPr>
    </w:p>
    <w:p w:rsidR="00AC298C" w:rsidRPr="006209E5" w:rsidRDefault="00AC298C" w:rsidP="006209E5">
      <w:pPr>
        <w:rPr>
          <w:lang w:eastAsia="ru-RU"/>
        </w:rPr>
      </w:pPr>
    </w:p>
    <w:p w:rsidR="00AC298C" w:rsidRPr="006209E5" w:rsidRDefault="00AC298C" w:rsidP="006209E5">
      <w:pPr>
        <w:rPr>
          <w:lang w:eastAsia="ru-RU"/>
        </w:rPr>
      </w:pPr>
    </w:p>
    <w:p w:rsidR="00AC298C" w:rsidRPr="006209E5" w:rsidRDefault="00AC298C" w:rsidP="006209E5">
      <w:pPr>
        <w:rPr>
          <w:lang w:eastAsia="ru-RU"/>
        </w:rPr>
      </w:pPr>
    </w:p>
    <w:p w:rsidR="00AC298C" w:rsidRPr="006209E5" w:rsidRDefault="00AC298C" w:rsidP="006209E5">
      <w:pPr>
        <w:rPr>
          <w:lang w:eastAsia="ru-RU"/>
        </w:rPr>
      </w:pPr>
    </w:p>
    <w:p w:rsidR="00AC298C" w:rsidRPr="006209E5" w:rsidRDefault="00AC298C" w:rsidP="006209E5">
      <w:pPr>
        <w:rPr>
          <w:lang w:eastAsia="ru-RU"/>
        </w:rPr>
      </w:pPr>
    </w:p>
    <w:p w:rsidR="00AC298C" w:rsidRPr="006209E5" w:rsidRDefault="00AC298C" w:rsidP="006209E5">
      <w:pPr>
        <w:rPr>
          <w:lang w:eastAsia="ru-RU"/>
        </w:rPr>
      </w:pPr>
    </w:p>
    <w:p w:rsidR="00AC298C" w:rsidRPr="006209E5" w:rsidRDefault="00AC298C" w:rsidP="006209E5">
      <w:pPr>
        <w:rPr>
          <w:lang w:eastAsia="ru-RU"/>
        </w:rPr>
      </w:pPr>
    </w:p>
    <w:p w:rsidR="00AC298C" w:rsidRDefault="00AC298C" w:rsidP="006209E5">
      <w:pPr>
        <w:rPr>
          <w:lang w:eastAsia="ru-RU"/>
        </w:rPr>
      </w:pPr>
    </w:p>
    <w:p w:rsidR="00AC298C" w:rsidRDefault="00AC298C" w:rsidP="006209E5">
      <w:pPr>
        <w:tabs>
          <w:tab w:val="left" w:pos="8700"/>
        </w:tabs>
        <w:rPr>
          <w:lang w:eastAsia="ru-RU"/>
        </w:rPr>
      </w:pPr>
      <w:r>
        <w:rPr>
          <w:lang w:eastAsia="ru-RU"/>
        </w:rPr>
        <w:tab/>
      </w:r>
    </w:p>
    <w:p w:rsidR="00AC298C" w:rsidRDefault="00AC298C" w:rsidP="006209E5">
      <w:pPr>
        <w:tabs>
          <w:tab w:val="left" w:pos="8700"/>
        </w:tabs>
        <w:rPr>
          <w:lang w:eastAsia="ru-RU"/>
        </w:rPr>
      </w:pPr>
    </w:p>
    <w:p w:rsidR="00AC298C" w:rsidRDefault="00AC298C" w:rsidP="006209E5">
      <w:pPr>
        <w:tabs>
          <w:tab w:val="left" w:pos="8700"/>
        </w:tabs>
        <w:rPr>
          <w:lang w:eastAsia="ru-RU"/>
        </w:rPr>
      </w:pPr>
    </w:p>
    <w:p w:rsidR="00AC298C" w:rsidRDefault="00AC298C" w:rsidP="006209E5">
      <w:pPr>
        <w:tabs>
          <w:tab w:val="left" w:pos="8700"/>
        </w:tabs>
        <w:rPr>
          <w:lang w:eastAsia="ru-RU"/>
        </w:rPr>
      </w:pPr>
    </w:p>
    <w:p w:rsidR="00AC298C" w:rsidRDefault="00AC298C" w:rsidP="006209E5">
      <w:pPr>
        <w:tabs>
          <w:tab w:val="left" w:pos="8700"/>
        </w:tabs>
        <w:rPr>
          <w:lang w:eastAsia="ru-RU"/>
        </w:rPr>
      </w:pPr>
    </w:p>
    <w:p w:rsidR="00AC298C" w:rsidRDefault="00AC298C" w:rsidP="006209E5">
      <w:pPr>
        <w:tabs>
          <w:tab w:val="left" w:pos="8700"/>
        </w:tabs>
        <w:rPr>
          <w:lang w:eastAsia="ru-RU"/>
        </w:rPr>
      </w:pPr>
    </w:p>
    <w:p w:rsidR="00AC298C" w:rsidRDefault="00AC298C" w:rsidP="006209E5">
      <w:pPr>
        <w:tabs>
          <w:tab w:val="left" w:pos="8700"/>
        </w:tabs>
        <w:rPr>
          <w:lang w:eastAsia="ru-RU"/>
        </w:rPr>
      </w:pPr>
    </w:p>
    <w:p w:rsidR="00AC298C" w:rsidRDefault="00AC298C" w:rsidP="006209E5">
      <w:pPr>
        <w:tabs>
          <w:tab w:val="left" w:pos="8700"/>
        </w:tabs>
        <w:rPr>
          <w:lang w:eastAsia="ru-RU"/>
        </w:rPr>
      </w:pPr>
    </w:p>
    <w:p w:rsidR="00AC298C" w:rsidRDefault="00AC298C" w:rsidP="006209E5">
      <w:pPr>
        <w:tabs>
          <w:tab w:val="left" w:pos="8700"/>
        </w:tabs>
        <w:rPr>
          <w:lang w:eastAsia="ru-RU"/>
        </w:rPr>
      </w:pPr>
    </w:p>
    <w:p w:rsidR="00AC298C" w:rsidRDefault="00AC298C" w:rsidP="006209E5">
      <w:pPr>
        <w:tabs>
          <w:tab w:val="left" w:pos="8700"/>
        </w:tabs>
        <w:rPr>
          <w:lang w:eastAsia="ru-RU"/>
        </w:rPr>
      </w:pPr>
    </w:p>
    <w:p w:rsidR="00AC298C" w:rsidRDefault="00AC298C" w:rsidP="00825C7C">
      <w:pPr>
        <w:rPr>
          <w:rFonts w:ascii="Times New Roman" w:hAnsi="Times New Roman" w:cs="Times New Roman"/>
          <w:sz w:val="26"/>
          <w:szCs w:val="26"/>
        </w:rPr>
      </w:pPr>
    </w:p>
    <w:p w:rsidR="00AC298C" w:rsidRDefault="00AC298C" w:rsidP="00825C7C">
      <w:pPr>
        <w:rPr>
          <w:rFonts w:ascii="Times New Roman" w:hAnsi="Times New Roman" w:cs="Times New Roman"/>
          <w:sz w:val="26"/>
          <w:szCs w:val="26"/>
        </w:rPr>
      </w:pPr>
    </w:p>
    <w:p w:rsidR="00AC298C" w:rsidRDefault="00AC298C" w:rsidP="00825C7C">
      <w:pPr>
        <w:rPr>
          <w:rFonts w:ascii="Times New Roman" w:hAnsi="Times New Roman" w:cs="Times New Roman"/>
          <w:sz w:val="26"/>
          <w:szCs w:val="26"/>
        </w:rPr>
      </w:pPr>
    </w:p>
    <w:p w:rsidR="00AC298C" w:rsidRPr="006209E5" w:rsidRDefault="00AC298C" w:rsidP="006209E5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sectPr w:rsidR="00AC298C" w:rsidRPr="006209E5" w:rsidSect="00B5492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1557"/>
        </w:tabs>
        <w:ind w:left="1557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2292"/>
        </w:tabs>
        <w:ind w:left="229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270E9"/>
    <w:rsid w:val="00033715"/>
    <w:rsid w:val="00033A89"/>
    <w:rsid w:val="00045B8E"/>
    <w:rsid w:val="000776F2"/>
    <w:rsid w:val="00083304"/>
    <w:rsid w:val="000A5386"/>
    <w:rsid w:val="000F42E9"/>
    <w:rsid w:val="00110F50"/>
    <w:rsid w:val="00141E01"/>
    <w:rsid w:val="00144BDA"/>
    <w:rsid w:val="001574A6"/>
    <w:rsid w:val="001710DE"/>
    <w:rsid w:val="00196C3D"/>
    <w:rsid w:val="001975D9"/>
    <w:rsid w:val="001A620A"/>
    <w:rsid w:val="001C4B76"/>
    <w:rsid w:val="001C6B38"/>
    <w:rsid w:val="0021548B"/>
    <w:rsid w:val="0022511F"/>
    <w:rsid w:val="0025194D"/>
    <w:rsid w:val="00254833"/>
    <w:rsid w:val="002A2387"/>
    <w:rsid w:val="002B29C3"/>
    <w:rsid w:val="002C78ED"/>
    <w:rsid w:val="002F2A92"/>
    <w:rsid w:val="00356011"/>
    <w:rsid w:val="003633EA"/>
    <w:rsid w:val="00371EF0"/>
    <w:rsid w:val="003A15C0"/>
    <w:rsid w:val="003B619B"/>
    <w:rsid w:val="003C4A73"/>
    <w:rsid w:val="003D1246"/>
    <w:rsid w:val="003D64D0"/>
    <w:rsid w:val="003E379E"/>
    <w:rsid w:val="004129BD"/>
    <w:rsid w:val="00426DD8"/>
    <w:rsid w:val="00432CF2"/>
    <w:rsid w:val="0046155C"/>
    <w:rsid w:val="0046484F"/>
    <w:rsid w:val="00466B4F"/>
    <w:rsid w:val="00474BB4"/>
    <w:rsid w:val="0049451F"/>
    <w:rsid w:val="004A4603"/>
    <w:rsid w:val="004D45F1"/>
    <w:rsid w:val="004E6E81"/>
    <w:rsid w:val="004F4FF7"/>
    <w:rsid w:val="004F54FE"/>
    <w:rsid w:val="00516DD9"/>
    <w:rsid w:val="00576001"/>
    <w:rsid w:val="00576D58"/>
    <w:rsid w:val="00593C6B"/>
    <w:rsid w:val="005A2640"/>
    <w:rsid w:val="005B51E4"/>
    <w:rsid w:val="005C2736"/>
    <w:rsid w:val="005D46F7"/>
    <w:rsid w:val="006209E5"/>
    <w:rsid w:val="00693389"/>
    <w:rsid w:val="006B5301"/>
    <w:rsid w:val="006D6753"/>
    <w:rsid w:val="006E6E15"/>
    <w:rsid w:val="00750A18"/>
    <w:rsid w:val="00751B8B"/>
    <w:rsid w:val="00753425"/>
    <w:rsid w:val="0075764C"/>
    <w:rsid w:val="007910C8"/>
    <w:rsid w:val="007B263D"/>
    <w:rsid w:val="007B6B9A"/>
    <w:rsid w:val="007C5935"/>
    <w:rsid w:val="007E00AE"/>
    <w:rsid w:val="007E6B41"/>
    <w:rsid w:val="00802238"/>
    <w:rsid w:val="008048FE"/>
    <w:rsid w:val="00820986"/>
    <w:rsid w:val="00825C7C"/>
    <w:rsid w:val="00827C4F"/>
    <w:rsid w:val="008329E9"/>
    <w:rsid w:val="00833FA9"/>
    <w:rsid w:val="00854B11"/>
    <w:rsid w:val="0085506D"/>
    <w:rsid w:val="00862877"/>
    <w:rsid w:val="008676F3"/>
    <w:rsid w:val="008A2218"/>
    <w:rsid w:val="008B469A"/>
    <w:rsid w:val="008B6CC7"/>
    <w:rsid w:val="009124F0"/>
    <w:rsid w:val="009140F4"/>
    <w:rsid w:val="009232F1"/>
    <w:rsid w:val="00942ABE"/>
    <w:rsid w:val="00990916"/>
    <w:rsid w:val="009A75FA"/>
    <w:rsid w:val="009B1542"/>
    <w:rsid w:val="009D62BB"/>
    <w:rsid w:val="009F3C36"/>
    <w:rsid w:val="00A023DD"/>
    <w:rsid w:val="00A42C32"/>
    <w:rsid w:val="00A54414"/>
    <w:rsid w:val="00A825D3"/>
    <w:rsid w:val="00A87595"/>
    <w:rsid w:val="00AA6C6E"/>
    <w:rsid w:val="00AB2B3F"/>
    <w:rsid w:val="00AC083A"/>
    <w:rsid w:val="00AC298C"/>
    <w:rsid w:val="00AC33AE"/>
    <w:rsid w:val="00AC6BDF"/>
    <w:rsid w:val="00AD52D6"/>
    <w:rsid w:val="00AD7535"/>
    <w:rsid w:val="00AE12EB"/>
    <w:rsid w:val="00AE2B98"/>
    <w:rsid w:val="00AE40CF"/>
    <w:rsid w:val="00B33672"/>
    <w:rsid w:val="00B40C6E"/>
    <w:rsid w:val="00B51B8E"/>
    <w:rsid w:val="00B51FE0"/>
    <w:rsid w:val="00B5492F"/>
    <w:rsid w:val="00B619E0"/>
    <w:rsid w:val="00B70718"/>
    <w:rsid w:val="00B8277A"/>
    <w:rsid w:val="00B94E8B"/>
    <w:rsid w:val="00B95948"/>
    <w:rsid w:val="00BB376D"/>
    <w:rsid w:val="00BB558D"/>
    <w:rsid w:val="00BE489D"/>
    <w:rsid w:val="00BE4B28"/>
    <w:rsid w:val="00BF4AF8"/>
    <w:rsid w:val="00C14F5F"/>
    <w:rsid w:val="00C1557B"/>
    <w:rsid w:val="00C158E5"/>
    <w:rsid w:val="00C163C5"/>
    <w:rsid w:val="00C262D4"/>
    <w:rsid w:val="00C61B1E"/>
    <w:rsid w:val="00C64E34"/>
    <w:rsid w:val="00C64EF3"/>
    <w:rsid w:val="00C76AC2"/>
    <w:rsid w:val="00CB0F4B"/>
    <w:rsid w:val="00CD78D5"/>
    <w:rsid w:val="00D003C2"/>
    <w:rsid w:val="00D65351"/>
    <w:rsid w:val="00D71D9D"/>
    <w:rsid w:val="00D80F13"/>
    <w:rsid w:val="00D81493"/>
    <w:rsid w:val="00DB23CB"/>
    <w:rsid w:val="00DB43ED"/>
    <w:rsid w:val="00DD0BCC"/>
    <w:rsid w:val="00E166DD"/>
    <w:rsid w:val="00E3239A"/>
    <w:rsid w:val="00E37B45"/>
    <w:rsid w:val="00E41E2B"/>
    <w:rsid w:val="00EA66D9"/>
    <w:rsid w:val="00EB28D6"/>
    <w:rsid w:val="00EC2F3D"/>
    <w:rsid w:val="00EC6AC5"/>
    <w:rsid w:val="00EC7220"/>
    <w:rsid w:val="00EF7A51"/>
    <w:rsid w:val="00F2280E"/>
    <w:rsid w:val="00F23651"/>
    <w:rsid w:val="00F66217"/>
    <w:rsid w:val="00FC1F7C"/>
    <w:rsid w:val="00FD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2B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54B11"/>
    <w:pPr>
      <w:ind w:left="720"/>
      <w:contextualSpacing/>
    </w:pPr>
  </w:style>
  <w:style w:type="paragraph" w:customStyle="1" w:styleId="a">
    <w:name w:val="Без интервала"/>
    <w:uiPriority w:val="99"/>
    <w:rsid w:val="006209E5"/>
    <w:pPr>
      <w:suppressAutoHyphens/>
    </w:pPr>
    <w:rPr>
      <w:rFonts w:eastAsia="Times New Roman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54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1057</TotalTime>
  <Pages>3</Pages>
  <Words>450</Words>
  <Characters>2570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73</cp:revision>
  <cp:lastPrinted>2015-03-24T04:37:00Z</cp:lastPrinted>
  <dcterms:created xsi:type="dcterms:W3CDTF">2012-02-27T07:59:00Z</dcterms:created>
  <dcterms:modified xsi:type="dcterms:W3CDTF">2015-04-01T02:57:00Z</dcterms:modified>
</cp:coreProperties>
</file>