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58" w:rsidRPr="00EE60E5" w:rsidRDefault="003E5258" w:rsidP="00E814E8">
      <w:pPr>
        <w:rPr>
          <w:sz w:val="26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margin-left:-1.8pt;margin-top:10.8pt;width:187.5pt;height:62.2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" stroked="f">
            <v:fill opacity="0"/>
            <v:textbox inset="0,0,0,0">
              <w:txbxContent>
                <w:p w:rsidR="003E5258" w:rsidRDefault="003E5258" w:rsidP="00E814E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E814E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E5258" w:rsidRDefault="003E5258" w:rsidP="00E814E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E5258" w:rsidRDefault="003E5258" w:rsidP="00E814E8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3E5258" w:rsidRDefault="003E5258" w:rsidP="00E814E8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3E5258" w:rsidRDefault="003E5258" w:rsidP="00E814E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27" type="#_x0000_t75" style="position:absolute;margin-left:198.8pt;margin-top:-38.65pt;width:50.95pt;height:64.1pt;z-index:251659776;visibility:visible;mso-wrap-distance-left:9.05pt;mso-wrap-distance-right:9.05pt" filled="t">
            <v:imagedata r:id="rId5" o:title=""/>
          </v:shape>
        </w:pict>
      </w:r>
    </w:p>
    <w:p w:rsidR="003E5258" w:rsidRPr="003D1246" w:rsidRDefault="003E5258" w:rsidP="00E814E8">
      <w:pPr>
        <w:rPr>
          <w:b/>
          <w:sz w:val="26"/>
        </w:rPr>
      </w:pPr>
      <w:r>
        <w:rPr>
          <w:noProof/>
        </w:rPr>
        <w:pict>
          <v:shape id="Поле 5" o:spid="_x0000_s1028" type="#_x0000_t202" style="position:absolute;margin-left:271.95pt;margin-top:11.6pt;width:188.25pt;height:46.5pt;z-index:25165875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" stroked="f">
            <v:fill opacity="0"/>
            <v:textbox inset="0,0,0,0">
              <w:txbxContent>
                <w:p w:rsidR="003E5258" w:rsidRDefault="003E5258" w:rsidP="00E814E8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E5258" w:rsidRDefault="003E5258" w:rsidP="00E814E8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E5258" w:rsidRPr="00862877" w:rsidRDefault="003E5258" w:rsidP="00E814E8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3E5258" w:rsidRDefault="003E5258" w:rsidP="00E814E8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3E5258" w:rsidRDefault="003E5258" w:rsidP="00E814E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5258" w:rsidRPr="003D1246" w:rsidRDefault="003E5258" w:rsidP="00E814E8">
      <w:pPr>
        <w:rPr>
          <w:b/>
          <w:sz w:val="26"/>
        </w:rPr>
      </w:pPr>
    </w:p>
    <w:p w:rsidR="003E5258" w:rsidRPr="003D1246" w:rsidRDefault="003E5258" w:rsidP="00E814E8">
      <w:pPr>
        <w:ind w:firstLine="360"/>
        <w:jc w:val="center"/>
        <w:rPr>
          <w:b/>
          <w:sz w:val="26"/>
          <w:szCs w:val="26"/>
        </w:rPr>
      </w:pPr>
    </w:p>
    <w:p w:rsidR="003E5258" w:rsidRPr="003D1246" w:rsidRDefault="003E5258" w:rsidP="00E814E8">
      <w:pPr>
        <w:ind w:firstLine="360"/>
        <w:jc w:val="center"/>
        <w:rPr>
          <w:b/>
          <w:sz w:val="26"/>
          <w:szCs w:val="26"/>
        </w:rPr>
      </w:pPr>
    </w:p>
    <w:p w:rsidR="003E5258" w:rsidRDefault="003E5258" w:rsidP="00E814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Прямая соединительная линия 4" o:spid="_x0000_s1029" style="position:absolute;left:0;text-align:left;z-index:251660800;visibility:visible" from="17pt,5.85pt" to="46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" strokeweight=".26mm">
            <v:stroke joinstyle="miter"/>
          </v:line>
        </w:pict>
      </w:r>
    </w:p>
    <w:p w:rsidR="003E5258" w:rsidRPr="001574A6" w:rsidRDefault="003E5258" w:rsidP="00E814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5258" w:rsidRDefault="003E5258" w:rsidP="00E814E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pict>
          <v:line id="Прямая соединительная линия 1" o:spid="_x0000_s1030" style="position:absolute;left:0;text-align:left;flip:x;z-index:251654656;visibility:visible" from="622.7pt,5.9pt" to="661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" strokeweight=".26mm">
            <v:stroke joinstyle="miter"/>
          </v:line>
        </w:pict>
      </w:r>
    </w:p>
    <w:p w:rsidR="003E5258" w:rsidRPr="009B1542" w:rsidRDefault="003E5258" w:rsidP="00E814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«08» 07.2015                                                                                             №  22-п.</w:t>
      </w:r>
    </w:p>
    <w:p w:rsidR="003E5258" w:rsidRDefault="003E5258" w:rsidP="00E814E8">
      <w:pPr>
        <w:rPr>
          <w:b/>
          <w:bCs/>
        </w:rPr>
      </w:pPr>
      <w:r>
        <w:rPr>
          <w:noProof/>
        </w:rPr>
        <w:pict>
          <v:shape id="Поле 2" o:spid="_x0000_s1031" type="#_x0000_t202" style="position:absolute;margin-left:546.2pt;margin-top:11.25pt;width:76pt;height:34.5pt;z-index:2516567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" stroked="f">
            <v:fill opacity="0"/>
            <v:textbox inset="0,0,0,0">
              <w:txbxContent>
                <w:p w:rsidR="003E5258" w:rsidRDefault="003E5258" w:rsidP="0077296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Pr="000C5F62" w:rsidRDefault="003E5258" w:rsidP="0077296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Pr="00862877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Поле 3" o:spid="_x0000_s1032" type="#_x0000_t202" style="position:absolute;margin-left:-229.8pt;margin-top:10.5pt;width:48.75pt;height:35.25pt;flip:x;z-index:2516556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" stroked="f">
            <v:fill opacity="0"/>
            <v:textbox inset="0,0,0,0">
              <w:txbxContent>
                <w:p w:rsidR="003E5258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E5258" w:rsidRDefault="003E5258" w:rsidP="0077296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5258" w:rsidRPr="0037430F" w:rsidRDefault="003E5258" w:rsidP="0077296D">
      <w:pPr>
        <w:tabs>
          <w:tab w:val="left" w:pos="3960"/>
          <w:tab w:val="left" w:pos="4500"/>
          <w:tab w:val="left" w:pos="4680"/>
        </w:tabs>
        <w:ind w:right="4855"/>
        <w:jc w:val="both"/>
        <w:rPr>
          <w:sz w:val="26"/>
          <w:szCs w:val="26"/>
        </w:rPr>
      </w:pPr>
      <w:r w:rsidRPr="0037430F">
        <w:rPr>
          <w:sz w:val="26"/>
          <w:szCs w:val="26"/>
        </w:rPr>
        <w:t>О мерах по ока</w:t>
      </w:r>
      <w:r>
        <w:rPr>
          <w:sz w:val="26"/>
          <w:szCs w:val="26"/>
        </w:rPr>
        <w:t>з</w:t>
      </w:r>
      <w:r w:rsidRPr="0037430F">
        <w:rPr>
          <w:sz w:val="26"/>
          <w:szCs w:val="26"/>
        </w:rPr>
        <w:t>анию</w:t>
      </w:r>
      <w:r>
        <w:rPr>
          <w:sz w:val="26"/>
          <w:szCs w:val="26"/>
        </w:rPr>
        <w:t xml:space="preserve"> содействия избирательным комиссиям в городе Сорске в реализации их полномочий при подготовке и проведении дополнительных выборов депутатов Совета депутатов города Сорска пятого созыва по одномандатным избирательным округам № 9, 11 на территории муниципального образования город Сорск</w:t>
      </w:r>
    </w:p>
    <w:p w:rsidR="003E5258" w:rsidRPr="0037430F" w:rsidRDefault="003E5258" w:rsidP="0077296D">
      <w:pPr>
        <w:jc w:val="both"/>
        <w:rPr>
          <w:sz w:val="26"/>
          <w:szCs w:val="26"/>
        </w:rPr>
      </w:pPr>
    </w:p>
    <w:p w:rsidR="003E5258" w:rsidRPr="0037430F" w:rsidRDefault="003E5258" w:rsidP="0077296D">
      <w:pPr>
        <w:jc w:val="both"/>
        <w:rPr>
          <w:sz w:val="26"/>
          <w:szCs w:val="26"/>
        </w:rPr>
      </w:pPr>
      <w:r w:rsidRPr="0037430F">
        <w:rPr>
          <w:sz w:val="26"/>
          <w:szCs w:val="26"/>
        </w:rPr>
        <w:tab/>
      </w:r>
      <w:r>
        <w:rPr>
          <w:sz w:val="26"/>
          <w:szCs w:val="26"/>
        </w:rPr>
        <w:t xml:space="preserve">В целях оказания содействия избирательным комиссиям в городе Сорске в реализации их полномочий при подготовке и проведении выборов депутатов Совета депутатов города Сорска пятого созыва по одномандатным избирательным округам № 9, 11 на территории муниципального образования город Сорск, руководствуясь федеральным законам от </w:t>
      </w:r>
      <w:smartTag w:uri="urn:schemas-microsoft-com:office:smarttags" w:element="date">
        <w:smartTagPr>
          <w:attr w:name="Year" w:val="2002"/>
          <w:attr w:name="Day" w:val="12"/>
          <w:attr w:name="Month" w:val="6"/>
          <w:attr w:name="ls" w:val="trans"/>
        </w:smartTagPr>
        <w:r>
          <w:rPr>
            <w:sz w:val="26"/>
            <w:szCs w:val="26"/>
          </w:rPr>
          <w:t>12 июня 2002 года</w:t>
        </w:r>
      </w:smartTag>
      <w:r>
        <w:rPr>
          <w:sz w:val="26"/>
          <w:szCs w:val="26"/>
        </w:rPr>
        <w:t xml:space="preserve"> № 67-ФЗ «Об основных гарантиях избирательных прав и права на участие в референдуме граждан Российской Федерации», Законом о выборах глав МО и депутатов представительныхорганов МО в РХ и Уставом муниципального образования город Сорск,</w:t>
      </w:r>
    </w:p>
    <w:p w:rsidR="003E5258" w:rsidRPr="0037430F" w:rsidRDefault="003E5258" w:rsidP="0077296D">
      <w:pPr>
        <w:ind w:firstLine="360"/>
        <w:jc w:val="both"/>
        <w:rPr>
          <w:sz w:val="26"/>
          <w:szCs w:val="26"/>
        </w:rPr>
      </w:pPr>
      <w:bookmarkStart w:id="0" w:name="_GoBack"/>
      <w:bookmarkEnd w:id="0"/>
      <w:r w:rsidRPr="0037430F">
        <w:rPr>
          <w:sz w:val="26"/>
          <w:szCs w:val="26"/>
        </w:rPr>
        <w:t>ПОСТАНОВЛЯЮ:</w:t>
      </w:r>
    </w:p>
    <w:p w:rsidR="003E5258" w:rsidRDefault="003E5258" w:rsidP="0077296D">
      <w:pPr>
        <w:pStyle w:val="ListParagraph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начальнику ОМВД Россиипо г. Сорску А.В. Гительману, начальнику территориального пункта Управления Федеральной миграционной службы России по Республике Хакасия в МО г. Сорск Т.Н. Грищенко обеспечить в порядке и сроки, установленные статьей 16 Федерального Закона № 67 «Об основных гарантиях избирательных прав и права на участие в референдуме граждан Российской Федерации», представление сведений в территориальную избирательную комиссию и участковые избирательные комиссии для составления и уточнения списков избирателей.</w:t>
      </w:r>
    </w:p>
    <w:p w:rsidR="003E5258" w:rsidRDefault="003E5258" w:rsidP="0077296D">
      <w:pPr>
        <w:pStyle w:val="ListParagraph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начальникуОМВД Россиипо г. Сорску А.В. Гительману обеспечить:</w:t>
      </w:r>
    </w:p>
    <w:p w:rsidR="003E5258" w:rsidRDefault="003E5258" w:rsidP="0077296D">
      <w:pPr>
        <w:pStyle w:val="ListParagraph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а) охрану общественного порядка и общественной безопасности в период подготовки и проведения выборов депутатов Совета депутатов города Сорска пятого созыва по одномандатным избирательным округам № 9, 11 на территории муниципального образования город Сорск, в том числе на безвозмездной основе охрану помещений избирательных комиссий, помещений для голосования, сопровождение и охрану транспортных средств, перевозящих избирательные документы;</w:t>
      </w:r>
    </w:p>
    <w:p w:rsidR="003E5258" w:rsidRDefault="003E5258" w:rsidP="0077296D">
      <w:pPr>
        <w:pStyle w:val="ListParagraph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б) принятие мер по предотвращению изготовления подложных и незаконных предвыборных материалов и их изъятию, установлению изготовителей и распространителей указанных материалов, источников их оплаты, а также своевременное информирование соответствующих избирательных комиссий о выявленных фактах и принятых мерах, своевременное направление материалов в суд;</w:t>
      </w:r>
    </w:p>
    <w:p w:rsidR="003E5258" w:rsidRPr="00D46CD2" w:rsidRDefault="003E5258" w:rsidP="0077296D">
      <w:pPr>
        <w:pStyle w:val="ListParagraph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в) принятие мер по пресечению экстремистской и противоправной агитационной деятельности, в том числе возбуждающей социальную, расовую, национальную, религиозную ненависть и вражду, а также своевременно информировать избирательные комиссии о выявленных фактах и принятых мерах.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 Рекомендовать старшему инспектору отдела надзорной деятельности по Усть-Абаканскому району и городу Сорску Н.А. Шинко обеспечить контроль над соблюдением пожарной безопасности в помещениях избирательных комиссий и помещениях для голосования.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4. Рекомендовать руководителю муниципального образовательного учреждения:  Сорская средняя общеобразовательная школа №3 с углубленным изучением отдельных предметов Л.Ю. Видяйкиной, директору МУП «Коммунальные системы» Д.Е.Калижанову: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а) предоставлять на безвозмездной основе помещения для работы избирательных комиссий, хранения избирательной документации, в том числе обеспечивать охрану этих помещений и избирательной документации, транспортные средства, средства связи и техническое оборудование, а также оказывать при необходимости иное содействие, направленное на обеспечение выполнения избирательными комиссиями полномочий, установленных законодательством Российской Федерации;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б) обеспечить оборудование избирательных участков специальными приспособлениями, позволяющими в полном объеме реализовать избирательные права лицам с ограниченными возможностями здоровья;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в) выделять специально оборудованные места для размещения предвыборных агитационных материалов, а также обеспечивать публикацию информации, связанной с образованием избирательных участков и формированием избирательных комиссий, в том числе предоставляемой избирательными комиссиями информации о ходе подготовки и проведения выборов, сроках и порядке совершения избирательных действий, кандидатах и политических партиях.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5. Опубликовать данное постановление в газете «Сорский молибден» и разместить на официальном сайте администрации города Сорска.</w:t>
      </w:r>
    </w:p>
    <w:p w:rsidR="003E5258" w:rsidRDefault="003E5258" w:rsidP="0077296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6. Контроль за выполнением настоящего постановления возложить на заместителя главы муниципального образования по социальным вопросам Т.С. Шимель.</w:t>
      </w:r>
    </w:p>
    <w:p w:rsidR="003E5258" w:rsidRPr="00AD68AC" w:rsidRDefault="003E5258" w:rsidP="0077296D">
      <w:pPr>
        <w:ind w:firstLine="360"/>
        <w:jc w:val="both"/>
        <w:rPr>
          <w:sz w:val="26"/>
          <w:szCs w:val="26"/>
        </w:rPr>
      </w:pPr>
    </w:p>
    <w:p w:rsidR="003E5258" w:rsidRPr="004B0849" w:rsidRDefault="003E5258" w:rsidP="0077296D">
      <w:pPr>
        <w:ind w:firstLine="360"/>
        <w:jc w:val="both"/>
        <w:rPr>
          <w:sz w:val="26"/>
          <w:szCs w:val="26"/>
        </w:rPr>
      </w:pPr>
    </w:p>
    <w:p w:rsidR="003E5258" w:rsidRDefault="003E5258" w:rsidP="0077296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</w:t>
      </w:r>
      <w:r w:rsidRPr="0037430F">
        <w:rPr>
          <w:sz w:val="26"/>
          <w:szCs w:val="26"/>
        </w:rPr>
        <w:t>лав</w:t>
      </w:r>
      <w:r>
        <w:rPr>
          <w:sz w:val="26"/>
          <w:szCs w:val="26"/>
        </w:rPr>
        <w:t xml:space="preserve">а города                                                                          </w:t>
      </w:r>
      <w:r w:rsidRPr="0037430F">
        <w:rPr>
          <w:sz w:val="26"/>
          <w:szCs w:val="26"/>
        </w:rPr>
        <w:tab/>
      </w:r>
      <w:r w:rsidRPr="0037430F">
        <w:rPr>
          <w:sz w:val="26"/>
          <w:szCs w:val="26"/>
        </w:rPr>
        <w:tab/>
      </w:r>
      <w:r>
        <w:rPr>
          <w:sz w:val="26"/>
          <w:szCs w:val="26"/>
        </w:rPr>
        <w:t xml:space="preserve">       В. Ф. Найдёнов.</w:t>
      </w:r>
    </w:p>
    <w:p w:rsidR="003E5258" w:rsidRDefault="003E5258"/>
    <w:sectPr w:rsidR="003E5258" w:rsidSect="00BC099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5CF"/>
    <w:multiLevelType w:val="hybridMultilevel"/>
    <w:tmpl w:val="7184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96D"/>
    <w:rsid w:val="000A6CCD"/>
    <w:rsid w:val="000C5F62"/>
    <w:rsid w:val="001574A6"/>
    <w:rsid w:val="0037430F"/>
    <w:rsid w:val="003D1246"/>
    <w:rsid w:val="003E5258"/>
    <w:rsid w:val="004B0849"/>
    <w:rsid w:val="0077296D"/>
    <w:rsid w:val="00862877"/>
    <w:rsid w:val="00866CF3"/>
    <w:rsid w:val="009278B3"/>
    <w:rsid w:val="009B1542"/>
    <w:rsid w:val="00AD68AC"/>
    <w:rsid w:val="00B5541A"/>
    <w:rsid w:val="00BC099A"/>
    <w:rsid w:val="00BE6DA9"/>
    <w:rsid w:val="00D46CD2"/>
    <w:rsid w:val="00E0032A"/>
    <w:rsid w:val="00E814E8"/>
    <w:rsid w:val="00EE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6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296D"/>
    <w:pPr>
      <w:ind w:left="720"/>
      <w:contextualSpacing/>
    </w:pPr>
  </w:style>
  <w:style w:type="paragraph" w:customStyle="1" w:styleId="ConsPlusNormal">
    <w:name w:val="ConsPlusNormal"/>
    <w:uiPriority w:val="99"/>
    <w:rsid w:val="007729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694</Words>
  <Characters>3960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Шимель</dc:creator>
  <cp:keywords/>
  <dc:description/>
  <cp:lastModifiedBy>Мунуслуги</cp:lastModifiedBy>
  <cp:revision>3</cp:revision>
  <cp:lastPrinted>2015-07-08T03:15:00Z</cp:lastPrinted>
  <dcterms:created xsi:type="dcterms:W3CDTF">2015-07-08T03:14:00Z</dcterms:created>
  <dcterms:modified xsi:type="dcterms:W3CDTF">2015-07-13T06:52:00Z</dcterms:modified>
</cp:coreProperties>
</file>