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3C9" w:rsidRPr="00967F6E" w:rsidRDefault="005333C9" w:rsidP="00967F6E">
      <w:pPr>
        <w:widowControl w:val="0"/>
        <w:autoSpaceDE w:val="0"/>
        <w:autoSpaceDN w:val="0"/>
        <w:adjustRightInd w:val="0"/>
        <w:spacing w:after="0" w:line="240" w:lineRule="auto"/>
        <w:jc w:val="right"/>
        <w:rPr>
          <w:rFonts w:ascii="Times New Roman" w:hAnsi="Times New Roman"/>
          <w:bCs/>
          <w:sz w:val="26"/>
          <w:szCs w:val="26"/>
        </w:rPr>
      </w:pPr>
      <w:bookmarkStart w:id="0" w:name="Par31"/>
      <w:bookmarkEnd w:id="0"/>
      <w:r w:rsidRPr="00967F6E">
        <w:rPr>
          <w:rFonts w:ascii="Times New Roman" w:hAnsi="Times New Roman"/>
          <w:bCs/>
          <w:sz w:val="26"/>
          <w:szCs w:val="26"/>
        </w:rPr>
        <w:t xml:space="preserve">Приложение 1 </w:t>
      </w:r>
    </w:p>
    <w:p w:rsidR="005333C9" w:rsidRDefault="005333C9" w:rsidP="00967F6E">
      <w:pPr>
        <w:widowControl w:val="0"/>
        <w:autoSpaceDE w:val="0"/>
        <w:autoSpaceDN w:val="0"/>
        <w:adjustRightInd w:val="0"/>
        <w:spacing w:after="0" w:line="240" w:lineRule="auto"/>
        <w:jc w:val="right"/>
        <w:rPr>
          <w:rFonts w:ascii="Times New Roman" w:hAnsi="Times New Roman"/>
          <w:bCs/>
          <w:sz w:val="26"/>
          <w:szCs w:val="26"/>
        </w:rPr>
      </w:pPr>
      <w:r w:rsidRPr="00967F6E">
        <w:rPr>
          <w:rFonts w:ascii="Times New Roman" w:hAnsi="Times New Roman"/>
          <w:bCs/>
          <w:sz w:val="26"/>
          <w:szCs w:val="26"/>
        </w:rPr>
        <w:t>к постановлению администрации</w:t>
      </w:r>
    </w:p>
    <w:p w:rsidR="005333C9" w:rsidRPr="00967F6E" w:rsidRDefault="005333C9" w:rsidP="00967F6E">
      <w:pPr>
        <w:widowControl w:val="0"/>
        <w:autoSpaceDE w:val="0"/>
        <w:autoSpaceDN w:val="0"/>
        <w:adjustRightInd w:val="0"/>
        <w:spacing w:after="0" w:line="240" w:lineRule="auto"/>
        <w:jc w:val="right"/>
        <w:rPr>
          <w:rFonts w:ascii="Times New Roman" w:hAnsi="Times New Roman"/>
          <w:bCs/>
          <w:sz w:val="26"/>
          <w:szCs w:val="26"/>
        </w:rPr>
      </w:pPr>
      <w:r>
        <w:rPr>
          <w:rFonts w:ascii="Times New Roman" w:hAnsi="Times New Roman"/>
          <w:bCs/>
          <w:sz w:val="26"/>
          <w:szCs w:val="26"/>
        </w:rPr>
        <w:t>города Сорска</w:t>
      </w:r>
    </w:p>
    <w:p w:rsidR="005333C9" w:rsidRPr="00967F6E" w:rsidRDefault="005333C9" w:rsidP="00967F6E">
      <w:pPr>
        <w:widowControl w:val="0"/>
        <w:autoSpaceDE w:val="0"/>
        <w:autoSpaceDN w:val="0"/>
        <w:adjustRightInd w:val="0"/>
        <w:spacing w:after="0" w:line="240" w:lineRule="auto"/>
        <w:jc w:val="right"/>
        <w:rPr>
          <w:rFonts w:ascii="Times New Roman" w:hAnsi="Times New Roman"/>
          <w:bCs/>
          <w:sz w:val="26"/>
          <w:szCs w:val="26"/>
        </w:rPr>
      </w:pPr>
      <w:r>
        <w:rPr>
          <w:rFonts w:ascii="Times New Roman" w:hAnsi="Times New Roman"/>
          <w:bCs/>
          <w:sz w:val="26"/>
          <w:szCs w:val="26"/>
        </w:rPr>
        <w:t>от «17</w:t>
      </w:r>
      <w:r w:rsidRPr="00967F6E">
        <w:rPr>
          <w:rFonts w:ascii="Times New Roman" w:hAnsi="Times New Roman"/>
          <w:bCs/>
          <w:sz w:val="26"/>
          <w:szCs w:val="26"/>
        </w:rPr>
        <w:t xml:space="preserve">» </w:t>
      </w:r>
      <w:r>
        <w:rPr>
          <w:rFonts w:ascii="Times New Roman" w:hAnsi="Times New Roman"/>
          <w:bCs/>
          <w:sz w:val="26"/>
          <w:szCs w:val="26"/>
        </w:rPr>
        <w:t>07. 2015г. № 412-п</w:t>
      </w:r>
    </w:p>
    <w:p w:rsidR="005333C9" w:rsidRDefault="005333C9">
      <w:pPr>
        <w:widowControl w:val="0"/>
        <w:autoSpaceDE w:val="0"/>
        <w:autoSpaceDN w:val="0"/>
        <w:adjustRightInd w:val="0"/>
        <w:spacing w:after="0" w:line="240" w:lineRule="auto"/>
        <w:jc w:val="center"/>
        <w:rPr>
          <w:rFonts w:ascii="Times New Roman" w:hAnsi="Times New Roman"/>
          <w:b/>
          <w:bCs/>
          <w:sz w:val="26"/>
          <w:szCs w:val="26"/>
        </w:rPr>
      </w:pPr>
    </w:p>
    <w:p w:rsidR="005333C9" w:rsidRDefault="005333C9">
      <w:pPr>
        <w:widowControl w:val="0"/>
        <w:autoSpaceDE w:val="0"/>
        <w:autoSpaceDN w:val="0"/>
        <w:adjustRightInd w:val="0"/>
        <w:spacing w:after="0" w:line="240" w:lineRule="auto"/>
        <w:jc w:val="center"/>
        <w:rPr>
          <w:rFonts w:ascii="Times New Roman" w:hAnsi="Times New Roman"/>
          <w:b/>
          <w:bCs/>
          <w:sz w:val="26"/>
          <w:szCs w:val="26"/>
        </w:rPr>
      </w:pPr>
    </w:p>
    <w:p w:rsidR="005333C9" w:rsidRPr="00967F6E" w:rsidRDefault="005333C9">
      <w:pPr>
        <w:widowControl w:val="0"/>
        <w:autoSpaceDE w:val="0"/>
        <w:autoSpaceDN w:val="0"/>
        <w:adjustRightInd w:val="0"/>
        <w:spacing w:after="0" w:line="240" w:lineRule="auto"/>
        <w:jc w:val="center"/>
        <w:rPr>
          <w:rFonts w:ascii="Times New Roman" w:hAnsi="Times New Roman"/>
          <w:b/>
          <w:bCs/>
          <w:sz w:val="26"/>
          <w:szCs w:val="26"/>
        </w:rPr>
      </w:pPr>
      <w:r w:rsidRPr="00967F6E">
        <w:rPr>
          <w:rFonts w:ascii="Times New Roman" w:hAnsi="Times New Roman"/>
          <w:b/>
          <w:bCs/>
          <w:sz w:val="26"/>
          <w:szCs w:val="26"/>
        </w:rPr>
        <w:t>Положение</w:t>
      </w:r>
    </w:p>
    <w:p w:rsidR="005333C9" w:rsidRPr="00967F6E" w:rsidRDefault="005333C9">
      <w:pPr>
        <w:widowControl w:val="0"/>
        <w:autoSpaceDE w:val="0"/>
        <w:autoSpaceDN w:val="0"/>
        <w:adjustRightInd w:val="0"/>
        <w:spacing w:after="0" w:line="240" w:lineRule="auto"/>
        <w:jc w:val="center"/>
        <w:rPr>
          <w:rFonts w:ascii="Times New Roman" w:hAnsi="Times New Roman"/>
          <w:b/>
          <w:bCs/>
          <w:sz w:val="26"/>
          <w:szCs w:val="26"/>
        </w:rPr>
      </w:pPr>
      <w:r w:rsidRPr="00967F6E">
        <w:rPr>
          <w:rFonts w:ascii="Times New Roman" w:hAnsi="Times New Roman"/>
          <w:b/>
          <w:bCs/>
          <w:sz w:val="26"/>
          <w:szCs w:val="26"/>
        </w:rPr>
        <w:t xml:space="preserve">об </w:t>
      </w:r>
      <w:r>
        <w:rPr>
          <w:rFonts w:ascii="Times New Roman" w:hAnsi="Times New Roman"/>
          <w:b/>
          <w:bCs/>
          <w:sz w:val="26"/>
          <w:szCs w:val="26"/>
        </w:rPr>
        <w:t>О</w:t>
      </w:r>
      <w:r w:rsidRPr="00967F6E">
        <w:rPr>
          <w:rFonts w:ascii="Times New Roman" w:hAnsi="Times New Roman"/>
          <w:b/>
          <w:bCs/>
          <w:sz w:val="26"/>
          <w:szCs w:val="26"/>
        </w:rPr>
        <w:t>бщественно</w:t>
      </w:r>
      <w:r>
        <w:rPr>
          <w:rFonts w:ascii="Times New Roman" w:hAnsi="Times New Roman"/>
          <w:b/>
          <w:bCs/>
          <w:sz w:val="26"/>
          <w:szCs w:val="26"/>
        </w:rPr>
        <w:t>й</w:t>
      </w:r>
      <w:r w:rsidRPr="00967F6E">
        <w:rPr>
          <w:rFonts w:ascii="Times New Roman" w:hAnsi="Times New Roman"/>
          <w:b/>
          <w:bCs/>
          <w:sz w:val="26"/>
          <w:szCs w:val="26"/>
        </w:rPr>
        <w:t xml:space="preserve"> </w:t>
      </w:r>
      <w:r>
        <w:rPr>
          <w:rFonts w:ascii="Times New Roman" w:hAnsi="Times New Roman"/>
          <w:b/>
          <w:bCs/>
          <w:sz w:val="26"/>
          <w:szCs w:val="26"/>
        </w:rPr>
        <w:t>палате</w:t>
      </w:r>
    </w:p>
    <w:p w:rsidR="005333C9" w:rsidRPr="00967F6E" w:rsidRDefault="005333C9" w:rsidP="00B330B2">
      <w:pPr>
        <w:widowControl w:val="0"/>
        <w:autoSpaceDE w:val="0"/>
        <w:autoSpaceDN w:val="0"/>
        <w:adjustRightInd w:val="0"/>
        <w:spacing w:after="0" w:line="240" w:lineRule="auto"/>
        <w:jc w:val="center"/>
        <w:rPr>
          <w:rFonts w:ascii="Times New Roman" w:hAnsi="Times New Roman"/>
          <w:b/>
          <w:bCs/>
          <w:sz w:val="26"/>
          <w:szCs w:val="26"/>
        </w:rPr>
      </w:pPr>
      <w:r>
        <w:rPr>
          <w:rFonts w:ascii="Times New Roman" w:hAnsi="Times New Roman"/>
          <w:b/>
          <w:bCs/>
          <w:sz w:val="26"/>
          <w:szCs w:val="26"/>
        </w:rPr>
        <w:t>муниципального образования город Сорск</w:t>
      </w:r>
    </w:p>
    <w:p w:rsidR="005333C9" w:rsidRDefault="005333C9">
      <w:pPr>
        <w:widowControl w:val="0"/>
        <w:autoSpaceDE w:val="0"/>
        <w:autoSpaceDN w:val="0"/>
        <w:adjustRightInd w:val="0"/>
        <w:spacing w:after="0" w:line="240" w:lineRule="auto"/>
        <w:ind w:firstLine="540"/>
        <w:jc w:val="both"/>
        <w:rPr>
          <w:rFonts w:ascii="Times New Roman" w:hAnsi="Times New Roman"/>
          <w:sz w:val="26"/>
          <w:szCs w:val="26"/>
        </w:rPr>
      </w:pP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1. Положение об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палате</w:t>
      </w:r>
      <w:r w:rsidRPr="00967F6E">
        <w:rPr>
          <w:rFonts w:ascii="Times New Roman" w:hAnsi="Times New Roman"/>
          <w:sz w:val="26"/>
          <w:szCs w:val="26"/>
        </w:rPr>
        <w:t xml:space="preserve"> </w:t>
      </w:r>
      <w:r>
        <w:rPr>
          <w:rFonts w:ascii="Times New Roman" w:hAnsi="Times New Roman"/>
          <w:sz w:val="26"/>
          <w:szCs w:val="26"/>
        </w:rPr>
        <w:t>муниципального образования город Сорск</w:t>
      </w:r>
      <w:r w:rsidRPr="00967F6E">
        <w:rPr>
          <w:rFonts w:ascii="Times New Roman" w:hAnsi="Times New Roman"/>
          <w:sz w:val="26"/>
          <w:szCs w:val="26"/>
        </w:rPr>
        <w:t xml:space="preserve"> (далее - </w:t>
      </w:r>
      <w:r>
        <w:rPr>
          <w:rFonts w:ascii="Times New Roman" w:hAnsi="Times New Roman"/>
          <w:sz w:val="26"/>
          <w:szCs w:val="26"/>
        </w:rPr>
        <w:t>О</w:t>
      </w:r>
      <w:r w:rsidRPr="00967F6E">
        <w:rPr>
          <w:rFonts w:ascii="Times New Roman" w:hAnsi="Times New Roman"/>
          <w:sz w:val="26"/>
          <w:szCs w:val="26"/>
        </w:rPr>
        <w:t>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разработано в соответствии с </w:t>
      </w:r>
      <w:r>
        <w:rPr>
          <w:rFonts w:ascii="Times New Roman" w:hAnsi="Times New Roman"/>
          <w:sz w:val="26"/>
          <w:szCs w:val="26"/>
        </w:rPr>
        <w:t xml:space="preserve">законом Республики Хакасия от 03.10.2008г. № 46-ЗРХ «Об Общественной палате Республики Хакасия», </w:t>
      </w:r>
      <w:r w:rsidRPr="00967F6E">
        <w:rPr>
          <w:rFonts w:ascii="Times New Roman" w:hAnsi="Times New Roman"/>
          <w:sz w:val="26"/>
          <w:szCs w:val="26"/>
        </w:rPr>
        <w:t>постановлением Правительства Республики Хакасия от 26 марта 2014 года № 127 «Об утверждении положения о порядке образования общественных советов при исполнительных органах государственной власти республики Хакасия»</w:t>
      </w:r>
      <w:r w:rsidRPr="0075084F">
        <w:rPr>
          <w:rFonts w:ascii="Times New Roman" w:hAnsi="Times New Roman"/>
          <w:sz w:val="26"/>
          <w:szCs w:val="26"/>
        </w:rPr>
        <w:t xml:space="preserve"> </w:t>
      </w:r>
      <w:r>
        <w:rPr>
          <w:rFonts w:ascii="Times New Roman" w:hAnsi="Times New Roman"/>
          <w:sz w:val="26"/>
          <w:szCs w:val="26"/>
        </w:rPr>
        <w:t>(с последующими изменениями)</w:t>
      </w:r>
      <w:r w:rsidRPr="00967F6E">
        <w:rPr>
          <w:rFonts w:ascii="Times New Roman" w:hAnsi="Times New Roman"/>
          <w:sz w:val="26"/>
          <w:szCs w:val="26"/>
        </w:rPr>
        <w:t>,</w:t>
      </w:r>
      <w:r>
        <w:rPr>
          <w:rFonts w:ascii="Times New Roman" w:hAnsi="Times New Roman"/>
          <w:sz w:val="26"/>
          <w:szCs w:val="26"/>
        </w:rPr>
        <w:t xml:space="preserve"> </w:t>
      </w:r>
      <w:r w:rsidRPr="00967F6E">
        <w:rPr>
          <w:rFonts w:ascii="Times New Roman" w:hAnsi="Times New Roman"/>
          <w:sz w:val="26"/>
          <w:szCs w:val="26"/>
        </w:rPr>
        <w:t xml:space="preserve"> в целях обеспечения взаимодействия администрации города Сорска с институтами гражданского общества при реализации государственной политики в установленной сфере деятельности, выработке предложений по решению наиболее значимых проблем и важных вопросов деятельности администрации города Сорска.</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2. Общественн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в своей деятельности руководствуется </w:t>
      </w:r>
      <w:hyperlink r:id="rId4" w:history="1">
        <w:r w:rsidRPr="00967F6E">
          <w:rPr>
            <w:rFonts w:ascii="Times New Roman" w:hAnsi="Times New Roman"/>
            <w:color w:val="0000FF"/>
            <w:sz w:val="26"/>
            <w:szCs w:val="26"/>
          </w:rPr>
          <w:t>Конституцией</w:t>
        </w:r>
      </w:hyperlink>
      <w:r w:rsidRPr="00967F6E">
        <w:rPr>
          <w:rFonts w:ascii="Times New Roman" w:hAnsi="Times New Roman"/>
          <w:sz w:val="26"/>
          <w:szCs w:val="26"/>
        </w:rPr>
        <w:t xml:space="preserve"> Российской Федерации, федеральными конституционными законами, федеральными законами и иными нормативными правовыми актами Российской Федерации, </w:t>
      </w:r>
      <w:hyperlink r:id="rId5" w:history="1">
        <w:r w:rsidRPr="00967F6E">
          <w:rPr>
            <w:rFonts w:ascii="Times New Roman" w:hAnsi="Times New Roman"/>
            <w:color w:val="0000FF"/>
            <w:sz w:val="26"/>
            <w:szCs w:val="26"/>
          </w:rPr>
          <w:t>Конституцией</w:t>
        </w:r>
      </w:hyperlink>
      <w:r w:rsidRPr="00967F6E">
        <w:rPr>
          <w:rFonts w:ascii="Times New Roman" w:hAnsi="Times New Roman"/>
          <w:sz w:val="26"/>
          <w:szCs w:val="26"/>
        </w:rPr>
        <w:t xml:space="preserve"> Республики Хакасия, законами Республики Хакасия и иными нормативными правовыми актами Республики Хакасия и муниципального образования город Сорск.</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3. Общественн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является совещательно - консультативным органом, создаваемым для решения следующих задач:</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3.1. </w:t>
      </w:r>
      <w:r w:rsidRPr="00967F6E">
        <w:rPr>
          <w:rFonts w:ascii="Times New Roman" w:hAnsi="Times New Roman"/>
          <w:sz w:val="26"/>
          <w:szCs w:val="26"/>
        </w:rPr>
        <w:t>привлечение граждан, представителей некоммерческих организаций к реализации государственной политики в сфере деятельности, установленной для администрации города Сорска;</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3.2. </w:t>
      </w:r>
      <w:r w:rsidRPr="00967F6E">
        <w:rPr>
          <w:rFonts w:ascii="Times New Roman" w:hAnsi="Times New Roman"/>
          <w:sz w:val="26"/>
          <w:szCs w:val="26"/>
        </w:rPr>
        <w:t>проведение публичного обсуждения вопросов, касающихся соответствующей отрасли;</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3.3. </w:t>
      </w:r>
      <w:r w:rsidRPr="00967F6E">
        <w:rPr>
          <w:rFonts w:ascii="Times New Roman" w:hAnsi="Times New Roman"/>
          <w:sz w:val="26"/>
          <w:szCs w:val="26"/>
        </w:rPr>
        <w:t>выдвижение и обсуждение общественных инициатив, связанных с повышением эффективности работы отрасли;</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3.4.  </w:t>
      </w:r>
      <w:r w:rsidRPr="00967F6E">
        <w:rPr>
          <w:rFonts w:ascii="Times New Roman" w:hAnsi="Times New Roman"/>
          <w:sz w:val="26"/>
          <w:szCs w:val="26"/>
        </w:rPr>
        <w:t xml:space="preserve">содействие организации взаимодействия органа </w:t>
      </w:r>
      <w:r>
        <w:rPr>
          <w:rFonts w:ascii="Times New Roman" w:hAnsi="Times New Roman"/>
          <w:sz w:val="26"/>
          <w:szCs w:val="26"/>
        </w:rPr>
        <w:t>муниципальной</w:t>
      </w:r>
      <w:r w:rsidRPr="00967F6E">
        <w:rPr>
          <w:rFonts w:ascii="Times New Roman" w:hAnsi="Times New Roman"/>
          <w:sz w:val="26"/>
          <w:szCs w:val="26"/>
        </w:rPr>
        <w:t xml:space="preserve"> власти с гражданами и некоммерческими организациями.</w:t>
      </w:r>
    </w:p>
    <w:p w:rsidR="005333C9"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4. Состав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формируется администрацией города Сорска. В состав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включаются представители заинтересованных общественных организаций и иные компетентные лица, при этом учитываются их профессиональные качества, в том числе соответствующее образование, опыт работы в данной сфере, необходимые для обсуждения вопросов, поставленных перед </w:t>
      </w:r>
      <w:r>
        <w:rPr>
          <w:rFonts w:ascii="Times New Roman" w:hAnsi="Times New Roman"/>
          <w:sz w:val="26"/>
          <w:szCs w:val="26"/>
        </w:rPr>
        <w:t>О</w:t>
      </w:r>
      <w:r w:rsidRPr="00967F6E">
        <w:rPr>
          <w:rFonts w:ascii="Times New Roman" w:hAnsi="Times New Roman"/>
          <w:sz w:val="26"/>
          <w:szCs w:val="26"/>
        </w:rPr>
        <w:t>бщественн</w:t>
      </w:r>
      <w:r>
        <w:rPr>
          <w:rFonts w:ascii="Times New Roman" w:hAnsi="Times New Roman"/>
          <w:sz w:val="26"/>
          <w:szCs w:val="26"/>
        </w:rPr>
        <w:t>ой</w:t>
      </w:r>
      <w:r w:rsidRPr="00967F6E">
        <w:rPr>
          <w:rFonts w:ascii="Times New Roman" w:hAnsi="Times New Roman"/>
          <w:sz w:val="26"/>
          <w:szCs w:val="26"/>
        </w:rPr>
        <w:t xml:space="preserve"> </w:t>
      </w:r>
      <w:r>
        <w:rPr>
          <w:rFonts w:ascii="Times New Roman" w:hAnsi="Times New Roman"/>
          <w:sz w:val="26"/>
          <w:szCs w:val="26"/>
        </w:rPr>
        <w:t>палатой</w:t>
      </w:r>
      <w:r w:rsidRPr="00967F6E">
        <w:rPr>
          <w:rFonts w:ascii="Times New Roman" w:hAnsi="Times New Roman"/>
          <w:sz w:val="26"/>
          <w:szCs w:val="26"/>
        </w:rPr>
        <w:t>.</w:t>
      </w:r>
    </w:p>
    <w:p w:rsidR="005333C9" w:rsidRPr="00967F6E" w:rsidRDefault="005333C9">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5. Положение об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палате</w:t>
      </w:r>
      <w:r w:rsidRPr="00967F6E">
        <w:rPr>
          <w:rFonts w:ascii="Times New Roman" w:hAnsi="Times New Roman"/>
          <w:sz w:val="26"/>
          <w:szCs w:val="26"/>
        </w:rPr>
        <w:t xml:space="preserve"> и </w:t>
      </w:r>
      <w:r>
        <w:rPr>
          <w:rFonts w:ascii="Times New Roman" w:hAnsi="Times New Roman"/>
          <w:sz w:val="26"/>
          <w:szCs w:val="26"/>
        </w:rPr>
        <w:t>ее</w:t>
      </w:r>
      <w:r w:rsidRPr="00967F6E">
        <w:rPr>
          <w:rFonts w:ascii="Times New Roman" w:hAnsi="Times New Roman"/>
          <w:sz w:val="26"/>
          <w:szCs w:val="26"/>
        </w:rPr>
        <w:t xml:space="preserve"> состав утверждаются правовым актом администрации города Сорска.</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6. Для реализации целей, определенных настоящим положением, </w:t>
      </w:r>
      <w:r>
        <w:rPr>
          <w:rFonts w:ascii="Times New Roman" w:hAnsi="Times New Roman"/>
          <w:sz w:val="26"/>
          <w:szCs w:val="26"/>
        </w:rPr>
        <w:t>О</w:t>
      </w:r>
      <w:r w:rsidRPr="00967F6E">
        <w:rPr>
          <w:rFonts w:ascii="Times New Roman" w:hAnsi="Times New Roman"/>
          <w:sz w:val="26"/>
          <w:szCs w:val="26"/>
        </w:rPr>
        <w:t>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 xml:space="preserve">палата </w:t>
      </w:r>
      <w:r w:rsidRPr="00967F6E">
        <w:rPr>
          <w:rFonts w:ascii="Times New Roman" w:hAnsi="Times New Roman"/>
          <w:sz w:val="26"/>
          <w:szCs w:val="26"/>
        </w:rPr>
        <w:t xml:space="preserve"> вправе в установленном порядке:</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bookmarkStart w:id="1" w:name="Par43"/>
      <w:bookmarkEnd w:id="1"/>
      <w:r w:rsidRPr="00967F6E">
        <w:rPr>
          <w:rFonts w:ascii="Times New Roman" w:hAnsi="Times New Roman"/>
          <w:sz w:val="26"/>
          <w:szCs w:val="26"/>
        </w:rPr>
        <w:t xml:space="preserve">6.1. запрашивать от органов государственной власти Республики Хакасия и органов местного самоуправления информацию, необходимую для осуществления полномочий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за исключением информации, составляющей</w:t>
      </w:r>
      <w:r>
        <w:rPr>
          <w:rFonts w:ascii="Times New Roman" w:hAnsi="Times New Roman"/>
          <w:sz w:val="26"/>
          <w:szCs w:val="26"/>
        </w:rPr>
        <w:t xml:space="preserve"> </w:t>
      </w:r>
      <w:r w:rsidRPr="00967F6E">
        <w:rPr>
          <w:rFonts w:ascii="Times New Roman" w:hAnsi="Times New Roman"/>
          <w:sz w:val="26"/>
          <w:szCs w:val="26"/>
        </w:rPr>
        <w:t>государственную или иную охраняемую федеральным законом тайну;</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6.2. проводить общественную экспертизу проектов муниципальных правовых актов (далее - общественная экспертиза);</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6.3. выступать с инициативами по различным вопросам общественной жизни города Сорска, вносить предложения в органы государственной власти Республики Хакасия и органы местного самоуправления города Сорска;</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6.4. приглашать представителей органов государственной власти Республики Хакасия и органов местного самоуправления города Сорска  на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6.5. направлять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для участия в работе заседаний рабочих групп, совещательных и координационных органов, в работе иных органов власти Республики Хакасия, администрации города Сорска, а также для участия в работе органов местного самоуправления муниципального образования город Сорск;</w:t>
      </w:r>
    </w:p>
    <w:p w:rsidR="005333C9" w:rsidRPr="00967F6E" w:rsidRDefault="005333C9" w:rsidP="0098054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6.6. информировать население муниципального образования город Сорск о результатах своей деятельности, используя средства массовой информации;</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6.7. осуществлять иные полномочия в соответствии с законодательством Российской Федерации.</w:t>
      </w:r>
    </w:p>
    <w:p w:rsidR="005333C9" w:rsidRPr="00967F6E" w:rsidRDefault="005333C9" w:rsidP="00EF5CAF">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2" w:name="Par109"/>
      <w:bookmarkEnd w:id="2"/>
      <w:r w:rsidRPr="00967F6E">
        <w:rPr>
          <w:rFonts w:ascii="Times New Roman" w:hAnsi="Times New Roman"/>
          <w:sz w:val="26"/>
          <w:szCs w:val="26"/>
        </w:rPr>
        <w:t xml:space="preserve">7. Член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7.1. членом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может быть гражданин Российской Федерации, проживающий на территории муниципального образования город Сорск, дост</w:t>
      </w:r>
      <w:r>
        <w:rPr>
          <w:rFonts w:ascii="Times New Roman" w:hAnsi="Times New Roman"/>
          <w:sz w:val="26"/>
          <w:szCs w:val="26"/>
        </w:rPr>
        <w:t>игший возраста восемнадцати лет.</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7.</w:t>
      </w:r>
      <w:r>
        <w:rPr>
          <w:rFonts w:ascii="Times New Roman" w:hAnsi="Times New Roman"/>
          <w:sz w:val="26"/>
          <w:szCs w:val="26"/>
        </w:rPr>
        <w:t>2</w:t>
      </w:r>
      <w:r w:rsidRPr="00967F6E">
        <w:rPr>
          <w:rFonts w:ascii="Times New Roman" w:hAnsi="Times New Roman"/>
          <w:sz w:val="26"/>
          <w:szCs w:val="26"/>
        </w:rPr>
        <w:t xml:space="preserve">. Членами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не могут быть:</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1) депутаты Государственной Думы Федерального Собрания Российской Федерации, депутаты законодательных (представительных) органов государственной власти субъектов Российской Федерации, депутаты представительных органов муниципальных образований, судьи, иные лица, замещающие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государственной гражданской службы субъектов Российской Федерации, должности муниципальной службы;</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2) </w:t>
      </w:r>
      <w:r w:rsidRPr="00967F6E">
        <w:rPr>
          <w:rFonts w:ascii="Times New Roman" w:hAnsi="Times New Roman"/>
          <w:sz w:val="26"/>
          <w:szCs w:val="26"/>
        </w:rPr>
        <w:t>лица, признанные судом недееспособными или ограниченно дееспособными;</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3) </w:t>
      </w:r>
      <w:r>
        <w:rPr>
          <w:rFonts w:ascii="Times New Roman" w:hAnsi="Times New Roman"/>
          <w:sz w:val="26"/>
          <w:szCs w:val="26"/>
        </w:rPr>
        <w:t xml:space="preserve">  </w:t>
      </w:r>
      <w:r w:rsidRPr="00967F6E">
        <w:rPr>
          <w:rFonts w:ascii="Times New Roman" w:hAnsi="Times New Roman"/>
          <w:sz w:val="26"/>
          <w:szCs w:val="26"/>
        </w:rPr>
        <w:t>лица, имеющие несн</w:t>
      </w:r>
      <w:r>
        <w:rPr>
          <w:rFonts w:ascii="Times New Roman" w:hAnsi="Times New Roman"/>
          <w:sz w:val="26"/>
          <w:szCs w:val="26"/>
        </w:rPr>
        <w:t>ятую или непогашенную судимость.</w:t>
      </w:r>
    </w:p>
    <w:p w:rsidR="005333C9"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8. Члены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осуществляют свою деятельность на общественных началах.</w:t>
      </w:r>
    </w:p>
    <w:p w:rsidR="005333C9" w:rsidRPr="00967F6E"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9.</w:t>
      </w:r>
      <w:r w:rsidRPr="00E1319F">
        <w:rPr>
          <w:rFonts w:ascii="Times New Roman" w:hAnsi="Times New Roman"/>
          <w:sz w:val="26"/>
          <w:szCs w:val="26"/>
        </w:rPr>
        <w:t xml:space="preserve"> </w:t>
      </w:r>
      <w:r>
        <w:rPr>
          <w:rFonts w:ascii="Times New Roman" w:hAnsi="Times New Roman"/>
          <w:sz w:val="26"/>
          <w:szCs w:val="26"/>
        </w:rPr>
        <w:t>Срок полномочий членов Общественной палаты составляет четыре года.</w:t>
      </w:r>
    </w:p>
    <w:p w:rsidR="005333C9" w:rsidRPr="00967F6E" w:rsidRDefault="005333C9" w:rsidP="004C09E2">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3" w:name="Par123"/>
      <w:bookmarkEnd w:id="3"/>
      <w:r>
        <w:rPr>
          <w:rFonts w:ascii="Times New Roman" w:hAnsi="Times New Roman"/>
          <w:sz w:val="26"/>
          <w:szCs w:val="26"/>
        </w:rPr>
        <w:t>10</w:t>
      </w:r>
      <w:r w:rsidRPr="00967F6E">
        <w:rPr>
          <w:rFonts w:ascii="Times New Roman" w:hAnsi="Times New Roman"/>
          <w:sz w:val="26"/>
          <w:szCs w:val="26"/>
        </w:rPr>
        <w:t xml:space="preserve">. Участие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в е</w:t>
      </w:r>
      <w:r>
        <w:rPr>
          <w:rFonts w:ascii="Times New Roman" w:hAnsi="Times New Roman"/>
          <w:sz w:val="26"/>
          <w:szCs w:val="26"/>
        </w:rPr>
        <w:t>е</w:t>
      </w:r>
      <w:r w:rsidRPr="00967F6E">
        <w:rPr>
          <w:rFonts w:ascii="Times New Roman" w:hAnsi="Times New Roman"/>
          <w:sz w:val="26"/>
          <w:szCs w:val="26"/>
        </w:rPr>
        <w:t xml:space="preserve"> деятельности:</w:t>
      </w:r>
    </w:p>
    <w:p w:rsidR="005333C9" w:rsidRPr="00967F6E"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.1.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принимают личное участие в работе заседаний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.2.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вправе свободно высказывать свое мнение по любому вопросу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.3.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не согласные с принятым решением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могут изложить в письменной форме свое особое мнение. Особое мнение прилагается к решению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и является его</w:t>
      </w:r>
      <w:r>
        <w:rPr>
          <w:rFonts w:ascii="Times New Roman" w:hAnsi="Times New Roman"/>
          <w:sz w:val="26"/>
          <w:szCs w:val="26"/>
        </w:rPr>
        <w:t xml:space="preserve"> неотъемлемой частью;</w:t>
      </w:r>
    </w:p>
    <w:p w:rsidR="005333C9" w:rsidRPr="00967F6E" w:rsidRDefault="005333C9" w:rsidP="00EF5CAF">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10</w:t>
      </w:r>
      <w:r w:rsidRPr="00967F6E">
        <w:rPr>
          <w:rFonts w:ascii="Times New Roman" w:hAnsi="Times New Roman"/>
          <w:sz w:val="26"/>
          <w:szCs w:val="26"/>
        </w:rPr>
        <w:t xml:space="preserve">.4. </w:t>
      </w:r>
      <w:r>
        <w:rPr>
          <w:rFonts w:ascii="Times New Roman" w:hAnsi="Times New Roman"/>
          <w:sz w:val="26"/>
          <w:szCs w:val="26"/>
        </w:rPr>
        <w:t>ч</w:t>
      </w:r>
      <w:r w:rsidRPr="00967F6E">
        <w:rPr>
          <w:rFonts w:ascii="Times New Roman" w:hAnsi="Times New Roman"/>
          <w:sz w:val="26"/>
          <w:szCs w:val="26"/>
        </w:rPr>
        <w:t xml:space="preserve">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при осуществлении своих полномочий не связаны решениями выдвинувших их общественных объединений, иных негосударственных некоммерческих организаций.</w:t>
      </w:r>
    </w:p>
    <w:p w:rsidR="005333C9" w:rsidRPr="00967F6E" w:rsidRDefault="005333C9" w:rsidP="00EF5CAF">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4" w:name="Par130"/>
      <w:bookmarkEnd w:id="4"/>
      <w:r w:rsidRPr="00967F6E">
        <w:rPr>
          <w:rFonts w:ascii="Times New Roman" w:hAnsi="Times New Roman"/>
          <w:sz w:val="26"/>
          <w:szCs w:val="26"/>
        </w:rPr>
        <w:t>1</w:t>
      </w:r>
      <w:r>
        <w:rPr>
          <w:rFonts w:ascii="Times New Roman" w:hAnsi="Times New Roman"/>
          <w:sz w:val="26"/>
          <w:szCs w:val="26"/>
        </w:rPr>
        <w:t>1</w:t>
      </w:r>
      <w:r w:rsidRPr="00967F6E">
        <w:rPr>
          <w:rFonts w:ascii="Times New Roman" w:hAnsi="Times New Roman"/>
          <w:sz w:val="26"/>
          <w:szCs w:val="26"/>
        </w:rPr>
        <w:t xml:space="preserve">. Гарантии деятельности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2C0CA1">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1</w:t>
      </w:r>
      <w:r>
        <w:rPr>
          <w:rFonts w:ascii="Times New Roman" w:hAnsi="Times New Roman"/>
          <w:sz w:val="26"/>
          <w:szCs w:val="26"/>
        </w:rPr>
        <w:t>1</w:t>
      </w:r>
      <w:r w:rsidRPr="00967F6E">
        <w:rPr>
          <w:rFonts w:ascii="Times New Roman" w:hAnsi="Times New Roman"/>
          <w:sz w:val="26"/>
          <w:szCs w:val="26"/>
        </w:rPr>
        <w:t xml:space="preserve">.1. </w:t>
      </w:r>
      <w:r>
        <w:rPr>
          <w:rFonts w:ascii="Times New Roman" w:hAnsi="Times New Roman"/>
          <w:sz w:val="26"/>
          <w:szCs w:val="26"/>
        </w:rPr>
        <w:t>ч</w:t>
      </w:r>
      <w:r w:rsidRPr="00967F6E">
        <w:rPr>
          <w:rFonts w:ascii="Times New Roman" w:hAnsi="Times New Roman"/>
          <w:sz w:val="26"/>
          <w:szCs w:val="26"/>
        </w:rPr>
        <w:t xml:space="preserve">лен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на время участия в работе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освобождается работодателем от выполнения трудовых обязанностей по основному месту работы с сохранением за ним места работы (должности).</w:t>
      </w:r>
      <w:bookmarkStart w:id="5" w:name="Par137"/>
      <w:bookmarkEnd w:id="5"/>
    </w:p>
    <w:p w:rsidR="005333C9" w:rsidRPr="00967F6E" w:rsidRDefault="005333C9" w:rsidP="002C0CA1">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6" w:name="Par147"/>
      <w:bookmarkEnd w:id="6"/>
      <w:r w:rsidRPr="00967F6E">
        <w:rPr>
          <w:rFonts w:ascii="Times New Roman" w:hAnsi="Times New Roman"/>
          <w:sz w:val="26"/>
          <w:szCs w:val="26"/>
        </w:rPr>
        <w:t>1</w:t>
      </w:r>
      <w:r>
        <w:rPr>
          <w:rFonts w:ascii="Times New Roman" w:hAnsi="Times New Roman"/>
          <w:sz w:val="26"/>
          <w:szCs w:val="26"/>
        </w:rPr>
        <w:t>2</w:t>
      </w:r>
      <w:r w:rsidRPr="00967F6E">
        <w:rPr>
          <w:rFonts w:ascii="Times New Roman" w:hAnsi="Times New Roman"/>
          <w:sz w:val="26"/>
          <w:szCs w:val="26"/>
        </w:rPr>
        <w:t xml:space="preserve">. Прекращение и приостановление полномочий члена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1</w:t>
      </w:r>
      <w:r>
        <w:rPr>
          <w:rFonts w:ascii="Times New Roman" w:hAnsi="Times New Roman"/>
          <w:sz w:val="26"/>
          <w:szCs w:val="26"/>
        </w:rPr>
        <w:t>2</w:t>
      </w:r>
      <w:r w:rsidRPr="00967F6E">
        <w:rPr>
          <w:rFonts w:ascii="Times New Roman" w:hAnsi="Times New Roman"/>
          <w:sz w:val="26"/>
          <w:szCs w:val="26"/>
        </w:rPr>
        <w:t xml:space="preserve">.1. </w:t>
      </w:r>
      <w:r>
        <w:rPr>
          <w:rFonts w:ascii="Times New Roman" w:hAnsi="Times New Roman"/>
          <w:sz w:val="26"/>
          <w:szCs w:val="26"/>
        </w:rPr>
        <w:t>п</w:t>
      </w:r>
      <w:r w:rsidRPr="00967F6E">
        <w:rPr>
          <w:rFonts w:ascii="Times New Roman" w:hAnsi="Times New Roman"/>
          <w:sz w:val="26"/>
          <w:szCs w:val="26"/>
        </w:rPr>
        <w:t xml:space="preserve">олномочия члена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прекращаются в случае:</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1) истечения срока его полномочий;</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bookmarkStart w:id="7" w:name="Par151"/>
      <w:bookmarkEnd w:id="7"/>
      <w:r w:rsidRPr="00967F6E">
        <w:rPr>
          <w:rFonts w:ascii="Times New Roman" w:hAnsi="Times New Roman"/>
          <w:sz w:val="26"/>
          <w:szCs w:val="26"/>
        </w:rPr>
        <w:t xml:space="preserve">2) подачи им заявления о выходе из состава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3) неспособности его по состоянию здоровья участвовать в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4) признания его недееспособным, безвестно отсутствующим или объявления умершим на основании решения суда, вступившего в законную силу;</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 xml:space="preserve">5) смерти члена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sidRPr="00967F6E">
        <w:rPr>
          <w:rFonts w:ascii="Times New Roman" w:hAnsi="Times New Roman"/>
          <w:sz w:val="26"/>
          <w:szCs w:val="26"/>
        </w:rPr>
        <w:t>6) вступления в законную силу вынесенного в отношении его обвинительного приговора суда;</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bookmarkStart w:id="8" w:name="Par156"/>
      <w:bookmarkEnd w:id="8"/>
      <w:r w:rsidRPr="00967F6E">
        <w:rPr>
          <w:rFonts w:ascii="Times New Roman" w:hAnsi="Times New Roman"/>
          <w:sz w:val="26"/>
          <w:szCs w:val="26"/>
        </w:rPr>
        <w:t>7) прекращения гражданства Российской Федерации.</w:t>
      </w:r>
    </w:p>
    <w:p w:rsidR="005333C9" w:rsidRPr="00967F6E" w:rsidRDefault="005333C9" w:rsidP="00172460">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9" w:name="Par159"/>
      <w:bookmarkStart w:id="10" w:name="Par182"/>
      <w:bookmarkEnd w:id="9"/>
      <w:bookmarkEnd w:id="10"/>
      <w:r w:rsidRPr="00967F6E">
        <w:rPr>
          <w:rFonts w:ascii="Times New Roman" w:hAnsi="Times New Roman"/>
          <w:sz w:val="26"/>
          <w:szCs w:val="26"/>
        </w:rPr>
        <w:t>1</w:t>
      </w:r>
      <w:r>
        <w:rPr>
          <w:rFonts w:ascii="Times New Roman" w:hAnsi="Times New Roman"/>
          <w:sz w:val="26"/>
          <w:szCs w:val="26"/>
        </w:rPr>
        <w:t>3</w:t>
      </w:r>
      <w:r w:rsidRPr="00967F6E">
        <w:rPr>
          <w:rFonts w:ascii="Times New Roman" w:hAnsi="Times New Roman"/>
          <w:sz w:val="26"/>
          <w:szCs w:val="26"/>
        </w:rPr>
        <w:t xml:space="preserve">. Основные формы работы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Pr="00967F6E">
        <w:rPr>
          <w:rFonts w:ascii="Times New Roman" w:hAnsi="Times New Roman"/>
          <w:sz w:val="26"/>
          <w:szCs w:val="26"/>
        </w:rPr>
        <w:t xml:space="preserve"> Основными формами работы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являются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слушания и "круглые столы" по общественно важным вопросам, опросы населения города Сорска, форумы, семинары. </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w:t>
      </w:r>
      <w:r w:rsidRPr="00967F6E">
        <w:rPr>
          <w:rFonts w:ascii="Times New Roman" w:hAnsi="Times New Roman"/>
          <w:sz w:val="26"/>
          <w:szCs w:val="26"/>
        </w:rPr>
        <w:t xml:space="preserve">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проводятся не реже одного раза в год.</w:t>
      </w:r>
    </w:p>
    <w:p w:rsidR="005333C9" w:rsidRPr="00967F6E" w:rsidRDefault="005333C9" w:rsidP="00172460">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11" w:name="Par190"/>
      <w:bookmarkEnd w:id="11"/>
      <w:r w:rsidRPr="00967F6E">
        <w:rPr>
          <w:rFonts w:ascii="Times New Roman" w:hAnsi="Times New Roman"/>
          <w:sz w:val="26"/>
          <w:szCs w:val="26"/>
        </w:rPr>
        <w:t>1</w:t>
      </w:r>
      <w:r>
        <w:rPr>
          <w:rFonts w:ascii="Times New Roman" w:hAnsi="Times New Roman"/>
          <w:sz w:val="26"/>
          <w:szCs w:val="26"/>
        </w:rPr>
        <w:t>4</w:t>
      </w:r>
      <w:r w:rsidRPr="00967F6E">
        <w:rPr>
          <w:rFonts w:ascii="Times New Roman" w:hAnsi="Times New Roman"/>
          <w:sz w:val="26"/>
          <w:szCs w:val="26"/>
        </w:rPr>
        <w:t xml:space="preserve">. Органы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14.</w:t>
      </w:r>
      <w:r w:rsidRPr="00967F6E">
        <w:rPr>
          <w:rFonts w:ascii="Times New Roman" w:hAnsi="Times New Roman"/>
          <w:sz w:val="26"/>
          <w:szCs w:val="26"/>
        </w:rPr>
        <w:t xml:space="preserve">1. Члены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на первом заседании избирают председателя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утверждают е</w:t>
      </w:r>
      <w:r>
        <w:rPr>
          <w:rFonts w:ascii="Times New Roman" w:hAnsi="Times New Roman"/>
          <w:sz w:val="26"/>
          <w:szCs w:val="26"/>
        </w:rPr>
        <w:t>го</w:t>
      </w:r>
      <w:r w:rsidRPr="00967F6E">
        <w:rPr>
          <w:rFonts w:ascii="Times New Roman" w:hAnsi="Times New Roman"/>
          <w:sz w:val="26"/>
          <w:szCs w:val="26"/>
        </w:rPr>
        <w:t xml:space="preserve"> заместителя и секретаря.</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15. Полномочия председателя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15.1. Председатель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 председательствует на заседаниях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2) </w:t>
      </w:r>
      <w:r w:rsidRPr="00967F6E">
        <w:rPr>
          <w:rFonts w:ascii="Times New Roman" w:hAnsi="Times New Roman"/>
          <w:sz w:val="26"/>
          <w:szCs w:val="26"/>
        </w:rPr>
        <w:t xml:space="preserve">формирует проект повестки очередного заседания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и определяет дату е</w:t>
      </w:r>
      <w:r>
        <w:rPr>
          <w:rFonts w:ascii="Times New Roman" w:hAnsi="Times New Roman"/>
          <w:sz w:val="26"/>
          <w:szCs w:val="26"/>
        </w:rPr>
        <w:t>е</w:t>
      </w:r>
      <w:r w:rsidRPr="00967F6E">
        <w:rPr>
          <w:rFonts w:ascii="Times New Roman" w:hAnsi="Times New Roman"/>
          <w:sz w:val="26"/>
          <w:szCs w:val="26"/>
        </w:rPr>
        <w:t xml:space="preserve"> проведения</w:t>
      </w:r>
      <w:r>
        <w:rPr>
          <w:rFonts w:ascii="Times New Roman" w:hAnsi="Times New Roman"/>
          <w:sz w:val="26"/>
          <w:szCs w:val="26"/>
        </w:rPr>
        <w:t>;</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3) подписывает решения и иные документы, принятые Общественной палатой, а также запросы, обращения, приглашения и прочие документы в целях реализации полномочий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4) представляет Общественную палату в органах исполнительной власти Республики Хакасия и органах местного самоуправления, общественных объединениях и иных негосударственных некоммерческих организациях;</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5) дает поручения по вопросам, отнесенным к его компетенции;</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6) осуществляет общее руководство деятельностью Общественной палаты.</w:t>
      </w:r>
    </w:p>
    <w:p w:rsidR="005333C9"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15.2. Председатель Общественной палаты имеет одного заместителя.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16. Заместитель председателя Общественной палаты исполняет обязанности председателя Общественной палаты  в период его отсутствия.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17</w:t>
      </w:r>
      <w:r w:rsidRPr="00967F6E">
        <w:rPr>
          <w:rFonts w:ascii="Times New Roman" w:hAnsi="Times New Roman"/>
          <w:sz w:val="26"/>
          <w:szCs w:val="26"/>
        </w:rPr>
        <w:t xml:space="preserve">. Секретарь </w:t>
      </w:r>
      <w:r>
        <w:rPr>
          <w:rFonts w:ascii="Times New Roman" w:hAnsi="Times New Roman"/>
          <w:sz w:val="26"/>
          <w:szCs w:val="26"/>
        </w:rPr>
        <w:t xml:space="preserve">Общественной палаты </w:t>
      </w:r>
      <w:r w:rsidRPr="00967F6E">
        <w:rPr>
          <w:rFonts w:ascii="Times New Roman" w:hAnsi="Times New Roman"/>
          <w:sz w:val="26"/>
          <w:szCs w:val="26"/>
        </w:rPr>
        <w:t>осуществляет следующие полномочия: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Pr="00967F6E">
        <w:rPr>
          <w:rFonts w:ascii="Times New Roman" w:hAnsi="Times New Roman"/>
          <w:sz w:val="26"/>
          <w:szCs w:val="26"/>
        </w:rPr>
        <w:t xml:space="preserve">) уведомляет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о проведении очередного заседания;</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w:t>
      </w:r>
      <w:r w:rsidRPr="00967F6E">
        <w:rPr>
          <w:rFonts w:ascii="Times New Roman" w:hAnsi="Times New Roman"/>
          <w:sz w:val="26"/>
          <w:szCs w:val="26"/>
        </w:rPr>
        <w:t xml:space="preserve">) в период между заседаниями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направляет запросы в органы государственной власти Республики Хакасия и органы местного самоуправления города Сорска для реализации задач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3</w:t>
      </w:r>
      <w:r w:rsidRPr="00967F6E">
        <w:rPr>
          <w:rFonts w:ascii="Times New Roman" w:hAnsi="Times New Roman"/>
          <w:sz w:val="26"/>
          <w:szCs w:val="26"/>
        </w:rPr>
        <w:t xml:space="preserve">) осуществляет иные полномочия.  </w:t>
      </w:r>
    </w:p>
    <w:p w:rsidR="005333C9" w:rsidRPr="00967F6E" w:rsidRDefault="005333C9" w:rsidP="00172460">
      <w:pPr>
        <w:widowControl w:val="0"/>
        <w:autoSpaceDE w:val="0"/>
        <w:autoSpaceDN w:val="0"/>
        <w:adjustRightInd w:val="0"/>
        <w:spacing w:after="0" w:line="240" w:lineRule="auto"/>
        <w:ind w:firstLine="540"/>
        <w:jc w:val="both"/>
        <w:outlineLvl w:val="0"/>
        <w:rPr>
          <w:rFonts w:ascii="Times New Roman" w:hAnsi="Times New Roman"/>
          <w:sz w:val="26"/>
          <w:szCs w:val="26"/>
        </w:rPr>
      </w:pPr>
      <w:bookmarkStart w:id="12" w:name="Par217"/>
      <w:bookmarkEnd w:id="12"/>
      <w:r w:rsidRPr="00967F6E">
        <w:rPr>
          <w:rFonts w:ascii="Times New Roman" w:hAnsi="Times New Roman"/>
          <w:sz w:val="26"/>
          <w:szCs w:val="26"/>
        </w:rPr>
        <w:t>1</w:t>
      </w:r>
      <w:r>
        <w:rPr>
          <w:rFonts w:ascii="Times New Roman" w:hAnsi="Times New Roman"/>
          <w:sz w:val="26"/>
          <w:szCs w:val="26"/>
        </w:rPr>
        <w:t>8</w:t>
      </w:r>
      <w:r w:rsidRPr="00967F6E">
        <w:rPr>
          <w:rFonts w:ascii="Times New Roman" w:hAnsi="Times New Roman"/>
          <w:sz w:val="26"/>
          <w:szCs w:val="26"/>
        </w:rPr>
        <w:t xml:space="preserve">. Решения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Pr="00967F6E">
        <w:rPr>
          <w:rFonts w:ascii="Times New Roman" w:hAnsi="Times New Roman"/>
          <w:sz w:val="26"/>
          <w:szCs w:val="26"/>
        </w:rPr>
        <w:t xml:space="preserve"> Решения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принимаются в форме заключений, предложений и обращений, а также </w:t>
      </w:r>
      <w:r>
        <w:rPr>
          <w:rFonts w:ascii="Times New Roman" w:hAnsi="Times New Roman"/>
          <w:sz w:val="26"/>
          <w:szCs w:val="26"/>
        </w:rPr>
        <w:t>О</w:t>
      </w:r>
      <w:r w:rsidRPr="00967F6E">
        <w:rPr>
          <w:rFonts w:ascii="Times New Roman" w:hAnsi="Times New Roman"/>
          <w:sz w:val="26"/>
          <w:szCs w:val="26"/>
        </w:rPr>
        <w:t>бщественн</w:t>
      </w:r>
      <w:r>
        <w:rPr>
          <w:rFonts w:ascii="Times New Roman" w:hAnsi="Times New Roman"/>
          <w:sz w:val="26"/>
          <w:szCs w:val="26"/>
        </w:rPr>
        <w:t>ая</w:t>
      </w:r>
      <w:r w:rsidRPr="00967F6E">
        <w:rPr>
          <w:rFonts w:ascii="Times New Roman" w:hAnsi="Times New Roman"/>
          <w:sz w:val="26"/>
          <w:szCs w:val="26"/>
        </w:rPr>
        <w:t xml:space="preserve"> </w:t>
      </w:r>
      <w:r>
        <w:rPr>
          <w:rFonts w:ascii="Times New Roman" w:hAnsi="Times New Roman"/>
          <w:sz w:val="26"/>
          <w:szCs w:val="26"/>
        </w:rPr>
        <w:t>палата</w:t>
      </w:r>
      <w:r w:rsidRPr="00967F6E">
        <w:rPr>
          <w:rFonts w:ascii="Times New Roman" w:hAnsi="Times New Roman"/>
          <w:sz w:val="26"/>
          <w:szCs w:val="26"/>
        </w:rPr>
        <w:t xml:space="preserve"> принимает решения по организационным и иным вопросам е</w:t>
      </w:r>
      <w:r>
        <w:rPr>
          <w:rFonts w:ascii="Times New Roman" w:hAnsi="Times New Roman"/>
          <w:sz w:val="26"/>
          <w:szCs w:val="26"/>
        </w:rPr>
        <w:t>е</w:t>
      </w:r>
      <w:r w:rsidRPr="00967F6E">
        <w:rPr>
          <w:rFonts w:ascii="Times New Roman" w:hAnsi="Times New Roman"/>
          <w:sz w:val="26"/>
          <w:szCs w:val="26"/>
        </w:rPr>
        <w:t xml:space="preserve"> деятельности.</w:t>
      </w:r>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2)</w:t>
      </w:r>
      <w:r w:rsidRPr="00967F6E">
        <w:rPr>
          <w:rFonts w:ascii="Times New Roman" w:hAnsi="Times New Roman"/>
          <w:sz w:val="26"/>
          <w:szCs w:val="26"/>
        </w:rPr>
        <w:t xml:space="preserve"> Заключения, предложения и обращения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носят рекомендательный характер и принимаются большинством голосов от числа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w:t>
      </w:r>
    </w:p>
    <w:p w:rsidR="005333C9" w:rsidRPr="00967F6E" w:rsidRDefault="005333C9" w:rsidP="0018015C">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3)</w:t>
      </w:r>
      <w:r w:rsidRPr="00967F6E">
        <w:rPr>
          <w:rFonts w:ascii="Times New Roman" w:hAnsi="Times New Roman"/>
          <w:sz w:val="26"/>
          <w:szCs w:val="26"/>
        </w:rPr>
        <w:t xml:space="preserve"> Решения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по организационным и иным вопросам е</w:t>
      </w:r>
      <w:r>
        <w:rPr>
          <w:rFonts w:ascii="Times New Roman" w:hAnsi="Times New Roman"/>
          <w:sz w:val="26"/>
          <w:szCs w:val="26"/>
        </w:rPr>
        <w:t xml:space="preserve">е </w:t>
      </w:r>
      <w:r w:rsidRPr="00967F6E">
        <w:rPr>
          <w:rFonts w:ascii="Times New Roman" w:hAnsi="Times New Roman"/>
          <w:sz w:val="26"/>
          <w:szCs w:val="26"/>
        </w:rPr>
        <w:t xml:space="preserve">деятельности носят обязательный характер для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и принимаются большинством голосов от установленного числа членов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палаты</w:t>
      </w:r>
      <w:r w:rsidRPr="00967F6E">
        <w:rPr>
          <w:rFonts w:ascii="Times New Roman" w:hAnsi="Times New Roman"/>
          <w:sz w:val="26"/>
          <w:szCs w:val="26"/>
        </w:rPr>
        <w:t xml:space="preserve">. </w:t>
      </w:r>
      <w:bookmarkStart w:id="13" w:name="Par223"/>
      <w:bookmarkStart w:id="14" w:name="Par257"/>
      <w:bookmarkEnd w:id="13"/>
      <w:bookmarkEnd w:id="14"/>
    </w:p>
    <w:p w:rsidR="005333C9" w:rsidRPr="00967F6E" w:rsidRDefault="005333C9" w:rsidP="004C09E2">
      <w:pPr>
        <w:widowControl w:val="0"/>
        <w:autoSpaceDE w:val="0"/>
        <w:autoSpaceDN w:val="0"/>
        <w:adjustRightInd w:val="0"/>
        <w:spacing w:after="0" w:line="240" w:lineRule="auto"/>
        <w:ind w:firstLine="540"/>
        <w:jc w:val="both"/>
        <w:rPr>
          <w:rFonts w:ascii="Times New Roman" w:hAnsi="Times New Roman"/>
          <w:sz w:val="26"/>
          <w:szCs w:val="26"/>
        </w:rPr>
      </w:pPr>
      <w:bookmarkStart w:id="15" w:name="Par262"/>
      <w:bookmarkEnd w:id="15"/>
      <w:r w:rsidRPr="00967F6E">
        <w:rPr>
          <w:rFonts w:ascii="Times New Roman" w:hAnsi="Times New Roman"/>
          <w:sz w:val="26"/>
          <w:szCs w:val="26"/>
        </w:rPr>
        <w:t>1</w:t>
      </w:r>
      <w:r>
        <w:rPr>
          <w:rFonts w:ascii="Times New Roman" w:hAnsi="Times New Roman"/>
          <w:sz w:val="26"/>
          <w:szCs w:val="26"/>
        </w:rPr>
        <w:t>9</w:t>
      </w:r>
      <w:r w:rsidRPr="00967F6E">
        <w:rPr>
          <w:rFonts w:ascii="Times New Roman" w:hAnsi="Times New Roman"/>
          <w:sz w:val="26"/>
          <w:szCs w:val="26"/>
        </w:rPr>
        <w:t xml:space="preserve">. Организационно-техническое сопровождение деятельности </w:t>
      </w:r>
      <w:r>
        <w:rPr>
          <w:rFonts w:ascii="Times New Roman" w:hAnsi="Times New Roman"/>
          <w:sz w:val="26"/>
          <w:szCs w:val="26"/>
        </w:rPr>
        <w:t>О</w:t>
      </w:r>
      <w:r w:rsidRPr="00967F6E">
        <w:rPr>
          <w:rFonts w:ascii="Times New Roman" w:hAnsi="Times New Roman"/>
          <w:sz w:val="26"/>
          <w:szCs w:val="26"/>
        </w:rPr>
        <w:t>бщественно</w:t>
      </w:r>
      <w:r>
        <w:rPr>
          <w:rFonts w:ascii="Times New Roman" w:hAnsi="Times New Roman"/>
          <w:sz w:val="26"/>
          <w:szCs w:val="26"/>
        </w:rPr>
        <w:t>й</w:t>
      </w:r>
      <w:r w:rsidRPr="00967F6E">
        <w:rPr>
          <w:rFonts w:ascii="Times New Roman" w:hAnsi="Times New Roman"/>
          <w:sz w:val="26"/>
          <w:szCs w:val="26"/>
        </w:rPr>
        <w:t xml:space="preserve"> </w:t>
      </w:r>
      <w:r>
        <w:rPr>
          <w:rFonts w:ascii="Times New Roman" w:hAnsi="Times New Roman"/>
          <w:sz w:val="26"/>
          <w:szCs w:val="26"/>
        </w:rPr>
        <w:t xml:space="preserve">палаты </w:t>
      </w:r>
      <w:r w:rsidRPr="00967F6E">
        <w:rPr>
          <w:rFonts w:ascii="Times New Roman" w:hAnsi="Times New Roman"/>
          <w:sz w:val="26"/>
          <w:szCs w:val="26"/>
        </w:rPr>
        <w:t xml:space="preserve"> осуществляет администрация города Сорска.</w:t>
      </w:r>
    </w:p>
    <w:p w:rsidR="005333C9" w:rsidRDefault="005333C9">
      <w:pPr>
        <w:rPr>
          <w:rFonts w:ascii="Times New Roman" w:hAnsi="Times New Roman"/>
          <w:sz w:val="26"/>
          <w:szCs w:val="26"/>
        </w:rPr>
      </w:pPr>
      <w:bookmarkStart w:id="16" w:name="Par269"/>
      <w:bookmarkEnd w:id="16"/>
    </w:p>
    <w:p w:rsidR="005333C9"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Pr="00967F6E" w:rsidRDefault="005333C9" w:rsidP="00967F6E">
      <w:pPr>
        <w:rPr>
          <w:rFonts w:ascii="Times New Roman" w:hAnsi="Times New Roman"/>
          <w:sz w:val="26"/>
          <w:szCs w:val="26"/>
        </w:rPr>
      </w:pPr>
    </w:p>
    <w:p w:rsidR="005333C9" w:rsidRDefault="005333C9" w:rsidP="00967F6E">
      <w:pPr>
        <w:rPr>
          <w:rFonts w:ascii="Times New Roman" w:hAnsi="Times New Roman"/>
          <w:sz w:val="26"/>
          <w:szCs w:val="26"/>
        </w:rPr>
      </w:pPr>
    </w:p>
    <w:p w:rsidR="005333C9" w:rsidRDefault="005333C9" w:rsidP="00967F6E">
      <w:pPr>
        <w:ind w:firstLine="708"/>
        <w:rPr>
          <w:rFonts w:ascii="Times New Roman" w:hAnsi="Times New Roman"/>
          <w:sz w:val="26"/>
          <w:szCs w:val="26"/>
        </w:rPr>
      </w:pPr>
    </w:p>
    <w:p w:rsidR="005333C9" w:rsidRDefault="005333C9" w:rsidP="00967F6E">
      <w:pPr>
        <w:ind w:firstLine="708"/>
        <w:rPr>
          <w:rFonts w:ascii="Times New Roman" w:hAnsi="Times New Roman"/>
          <w:sz w:val="26"/>
          <w:szCs w:val="26"/>
        </w:rPr>
      </w:pPr>
    </w:p>
    <w:p w:rsidR="005333C9" w:rsidRDefault="005333C9" w:rsidP="00967F6E">
      <w:pPr>
        <w:ind w:firstLine="708"/>
        <w:rPr>
          <w:rFonts w:ascii="Times New Roman" w:hAnsi="Times New Roman"/>
          <w:sz w:val="26"/>
          <w:szCs w:val="26"/>
        </w:rPr>
      </w:pPr>
    </w:p>
    <w:p w:rsidR="005333C9" w:rsidRDefault="005333C9" w:rsidP="00967F6E">
      <w:pPr>
        <w:ind w:firstLine="708"/>
        <w:rPr>
          <w:rFonts w:ascii="Times New Roman" w:hAnsi="Times New Roman"/>
          <w:sz w:val="26"/>
          <w:szCs w:val="26"/>
        </w:rPr>
      </w:pPr>
    </w:p>
    <w:p w:rsidR="005333C9" w:rsidRDefault="005333C9" w:rsidP="00967F6E">
      <w:pPr>
        <w:ind w:firstLine="708"/>
        <w:rPr>
          <w:rFonts w:ascii="Times New Roman" w:hAnsi="Times New Roman"/>
          <w:sz w:val="26"/>
          <w:szCs w:val="26"/>
        </w:rPr>
      </w:pPr>
    </w:p>
    <w:p w:rsidR="005333C9" w:rsidRDefault="005333C9" w:rsidP="00967F6E">
      <w:pPr>
        <w:spacing w:after="0" w:line="240" w:lineRule="auto"/>
        <w:ind w:firstLine="709"/>
        <w:jc w:val="right"/>
        <w:rPr>
          <w:rFonts w:ascii="Times New Roman" w:hAnsi="Times New Roman"/>
          <w:sz w:val="26"/>
          <w:szCs w:val="26"/>
        </w:rPr>
      </w:pPr>
      <w:r>
        <w:rPr>
          <w:rFonts w:ascii="Times New Roman" w:hAnsi="Times New Roman"/>
          <w:sz w:val="26"/>
          <w:szCs w:val="26"/>
        </w:rPr>
        <w:t xml:space="preserve">Приложение 2 </w:t>
      </w:r>
    </w:p>
    <w:p w:rsidR="005333C9" w:rsidRDefault="005333C9" w:rsidP="00967F6E">
      <w:pPr>
        <w:spacing w:after="0" w:line="240" w:lineRule="auto"/>
        <w:ind w:firstLine="709"/>
        <w:jc w:val="right"/>
        <w:rPr>
          <w:rFonts w:ascii="Times New Roman" w:hAnsi="Times New Roman"/>
          <w:sz w:val="26"/>
          <w:szCs w:val="26"/>
        </w:rPr>
      </w:pPr>
      <w:r>
        <w:rPr>
          <w:rFonts w:ascii="Times New Roman" w:hAnsi="Times New Roman"/>
          <w:sz w:val="26"/>
          <w:szCs w:val="26"/>
        </w:rPr>
        <w:t>к постановлению администрации</w:t>
      </w:r>
    </w:p>
    <w:p w:rsidR="005333C9" w:rsidRDefault="005333C9" w:rsidP="00967F6E">
      <w:pPr>
        <w:spacing w:after="0" w:line="240" w:lineRule="auto"/>
        <w:ind w:firstLine="709"/>
        <w:jc w:val="right"/>
        <w:rPr>
          <w:rFonts w:ascii="Times New Roman" w:hAnsi="Times New Roman"/>
          <w:sz w:val="26"/>
          <w:szCs w:val="26"/>
        </w:rPr>
      </w:pPr>
      <w:r>
        <w:rPr>
          <w:rFonts w:ascii="Times New Roman" w:hAnsi="Times New Roman"/>
          <w:sz w:val="26"/>
          <w:szCs w:val="26"/>
        </w:rPr>
        <w:t>города Сорска</w:t>
      </w:r>
    </w:p>
    <w:p w:rsidR="005333C9" w:rsidRDefault="005333C9" w:rsidP="00967F6E">
      <w:pPr>
        <w:spacing w:after="0" w:line="240" w:lineRule="auto"/>
        <w:ind w:firstLine="709"/>
        <w:jc w:val="right"/>
        <w:rPr>
          <w:rFonts w:ascii="Times New Roman" w:hAnsi="Times New Roman"/>
          <w:sz w:val="26"/>
          <w:szCs w:val="26"/>
        </w:rPr>
      </w:pPr>
      <w:r>
        <w:rPr>
          <w:rFonts w:ascii="Times New Roman" w:hAnsi="Times New Roman"/>
          <w:sz w:val="26"/>
          <w:szCs w:val="26"/>
        </w:rPr>
        <w:t>от «17» 07. 2015г. № 412-п</w:t>
      </w:r>
    </w:p>
    <w:p w:rsidR="005333C9" w:rsidRPr="00901797" w:rsidRDefault="005333C9" w:rsidP="00901797">
      <w:pPr>
        <w:rPr>
          <w:rFonts w:ascii="Times New Roman" w:hAnsi="Times New Roman"/>
          <w:sz w:val="26"/>
          <w:szCs w:val="26"/>
        </w:rPr>
      </w:pPr>
    </w:p>
    <w:p w:rsidR="005333C9" w:rsidRDefault="005333C9" w:rsidP="00901797">
      <w:pPr>
        <w:spacing w:after="0" w:line="240" w:lineRule="auto"/>
        <w:jc w:val="center"/>
        <w:rPr>
          <w:rFonts w:ascii="Times New Roman" w:hAnsi="Times New Roman"/>
          <w:sz w:val="26"/>
          <w:szCs w:val="26"/>
        </w:rPr>
      </w:pPr>
    </w:p>
    <w:p w:rsidR="005333C9" w:rsidRDefault="005333C9" w:rsidP="00901797">
      <w:pPr>
        <w:tabs>
          <w:tab w:val="left" w:pos="2280"/>
        </w:tabs>
        <w:spacing w:after="0" w:line="240" w:lineRule="auto"/>
        <w:jc w:val="center"/>
        <w:rPr>
          <w:rFonts w:ascii="Times New Roman" w:hAnsi="Times New Roman"/>
          <w:b/>
          <w:sz w:val="26"/>
          <w:szCs w:val="26"/>
        </w:rPr>
      </w:pPr>
      <w:r w:rsidRPr="00901797">
        <w:rPr>
          <w:rFonts w:ascii="Times New Roman" w:hAnsi="Times New Roman"/>
          <w:b/>
          <w:sz w:val="26"/>
          <w:szCs w:val="26"/>
        </w:rPr>
        <w:t xml:space="preserve">Состав </w:t>
      </w:r>
      <w:r>
        <w:rPr>
          <w:rFonts w:ascii="Times New Roman" w:hAnsi="Times New Roman"/>
          <w:b/>
          <w:sz w:val="26"/>
          <w:szCs w:val="26"/>
        </w:rPr>
        <w:t>О</w:t>
      </w:r>
      <w:r w:rsidRPr="00901797">
        <w:rPr>
          <w:rFonts w:ascii="Times New Roman" w:hAnsi="Times New Roman"/>
          <w:b/>
          <w:sz w:val="26"/>
          <w:szCs w:val="26"/>
        </w:rPr>
        <w:t>бщественно</w:t>
      </w:r>
      <w:r>
        <w:rPr>
          <w:rFonts w:ascii="Times New Roman" w:hAnsi="Times New Roman"/>
          <w:b/>
          <w:sz w:val="26"/>
          <w:szCs w:val="26"/>
        </w:rPr>
        <w:t>й</w:t>
      </w:r>
      <w:r w:rsidRPr="00901797">
        <w:rPr>
          <w:rFonts w:ascii="Times New Roman" w:hAnsi="Times New Roman"/>
          <w:b/>
          <w:sz w:val="26"/>
          <w:szCs w:val="26"/>
        </w:rPr>
        <w:t xml:space="preserve"> </w:t>
      </w:r>
      <w:r>
        <w:rPr>
          <w:rFonts w:ascii="Times New Roman" w:hAnsi="Times New Roman"/>
          <w:b/>
          <w:sz w:val="26"/>
          <w:szCs w:val="26"/>
        </w:rPr>
        <w:t>палаты</w:t>
      </w:r>
      <w:r w:rsidRPr="00901797">
        <w:rPr>
          <w:rFonts w:ascii="Times New Roman" w:hAnsi="Times New Roman"/>
          <w:b/>
          <w:sz w:val="26"/>
          <w:szCs w:val="26"/>
        </w:rPr>
        <w:t xml:space="preserve"> </w:t>
      </w:r>
    </w:p>
    <w:p w:rsidR="005333C9" w:rsidRDefault="005333C9" w:rsidP="00901797">
      <w:pPr>
        <w:tabs>
          <w:tab w:val="left" w:pos="2280"/>
        </w:tabs>
        <w:spacing w:after="0" w:line="240" w:lineRule="auto"/>
        <w:jc w:val="center"/>
        <w:rPr>
          <w:rFonts w:ascii="Times New Roman" w:hAnsi="Times New Roman"/>
          <w:b/>
          <w:sz w:val="26"/>
          <w:szCs w:val="26"/>
        </w:rPr>
      </w:pPr>
      <w:r>
        <w:rPr>
          <w:rFonts w:ascii="Times New Roman" w:hAnsi="Times New Roman"/>
          <w:b/>
          <w:sz w:val="26"/>
          <w:szCs w:val="26"/>
        </w:rPr>
        <w:t>муниципального образования  город Сорск</w:t>
      </w:r>
    </w:p>
    <w:p w:rsidR="005333C9" w:rsidRDefault="005333C9" w:rsidP="00901797">
      <w:pPr>
        <w:tabs>
          <w:tab w:val="left" w:pos="2280"/>
        </w:tabs>
        <w:spacing w:after="0" w:line="240" w:lineRule="auto"/>
        <w:jc w:val="center"/>
        <w:rPr>
          <w:rFonts w:ascii="Times New Roman" w:hAnsi="Times New Roman"/>
          <w:b/>
          <w:sz w:val="26"/>
          <w:szCs w:val="26"/>
        </w:rPr>
      </w:pPr>
    </w:p>
    <w:p w:rsidR="005333C9" w:rsidRDefault="005333C9" w:rsidP="004B5A5B">
      <w:pPr>
        <w:tabs>
          <w:tab w:val="left" w:pos="2280"/>
        </w:tabs>
        <w:spacing w:after="0" w:line="240" w:lineRule="auto"/>
        <w:jc w:val="both"/>
        <w:rPr>
          <w:rFonts w:ascii="Times New Roman" w:hAnsi="Times New Roman"/>
          <w:sz w:val="26"/>
          <w:szCs w:val="26"/>
        </w:rPr>
      </w:pPr>
      <w:r w:rsidRPr="004B5A5B">
        <w:rPr>
          <w:rFonts w:ascii="Times New Roman" w:hAnsi="Times New Roman"/>
          <w:b/>
          <w:sz w:val="26"/>
          <w:szCs w:val="26"/>
        </w:rPr>
        <w:t>Председатель Общественной палаты:</w:t>
      </w:r>
      <w:r>
        <w:rPr>
          <w:rFonts w:ascii="Times New Roman" w:hAnsi="Times New Roman"/>
          <w:sz w:val="26"/>
          <w:szCs w:val="26"/>
        </w:rPr>
        <w:t xml:space="preserve"> Пичугина Злата Алексеевна – учитель             истории и обществознания МБОУ Сорская СОШ № 3 с УИОП (по согласованию).</w:t>
      </w:r>
    </w:p>
    <w:p w:rsidR="005333C9" w:rsidRDefault="005333C9" w:rsidP="004B5A5B">
      <w:pPr>
        <w:tabs>
          <w:tab w:val="left" w:pos="2280"/>
        </w:tabs>
        <w:spacing w:after="0" w:line="240" w:lineRule="auto"/>
        <w:jc w:val="both"/>
        <w:rPr>
          <w:rFonts w:ascii="Times New Roman" w:hAnsi="Times New Roman"/>
          <w:b/>
          <w:sz w:val="26"/>
          <w:szCs w:val="26"/>
        </w:rPr>
      </w:pPr>
    </w:p>
    <w:p w:rsidR="005333C9" w:rsidRDefault="005333C9" w:rsidP="004B5A5B">
      <w:pPr>
        <w:tabs>
          <w:tab w:val="left" w:pos="2280"/>
        </w:tabs>
        <w:spacing w:after="0" w:line="240" w:lineRule="auto"/>
        <w:jc w:val="both"/>
        <w:rPr>
          <w:rFonts w:ascii="Times New Roman" w:hAnsi="Times New Roman"/>
          <w:sz w:val="26"/>
          <w:szCs w:val="26"/>
        </w:rPr>
      </w:pPr>
      <w:r w:rsidRPr="004B5A5B">
        <w:rPr>
          <w:rFonts w:ascii="Times New Roman" w:hAnsi="Times New Roman"/>
          <w:b/>
          <w:sz w:val="26"/>
          <w:szCs w:val="26"/>
        </w:rPr>
        <w:t>Заместитель председателя Общественной палаты:</w:t>
      </w:r>
      <w:r>
        <w:rPr>
          <w:rFonts w:ascii="Times New Roman" w:hAnsi="Times New Roman"/>
          <w:sz w:val="26"/>
          <w:szCs w:val="26"/>
        </w:rPr>
        <w:t xml:space="preserve"> Зощик Елена Викторовна – социальный педагог МБОУ Сорская СОШ № 1(по согласованию).</w:t>
      </w:r>
    </w:p>
    <w:p w:rsidR="005333C9" w:rsidRDefault="005333C9" w:rsidP="004B5A5B">
      <w:pPr>
        <w:tabs>
          <w:tab w:val="left" w:pos="2280"/>
        </w:tabs>
        <w:spacing w:after="0" w:line="240" w:lineRule="auto"/>
        <w:jc w:val="both"/>
        <w:rPr>
          <w:rFonts w:ascii="Times New Roman" w:hAnsi="Times New Roman"/>
          <w:sz w:val="26"/>
          <w:szCs w:val="26"/>
        </w:rPr>
      </w:pPr>
    </w:p>
    <w:p w:rsidR="005333C9" w:rsidRPr="009A01C5" w:rsidRDefault="005333C9" w:rsidP="004B5A5B">
      <w:pPr>
        <w:tabs>
          <w:tab w:val="left" w:pos="2280"/>
        </w:tabs>
        <w:spacing w:after="0" w:line="240" w:lineRule="auto"/>
        <w:jc w:val="both"/>
        <w:rPr>
          <w:rFonts w:ascii="Times New Roman" w:hAnsi="Times New Roman"/>
          <w:sz w:val="26"/>
          <w:szCs w:val="26"/>
        </w:rPr>
      </w:pPr>
      <w:r w:rsidRPr="004B5A5B">
        <w:rPr>
          <w:rFonts w:ascii="Times New Roman" w:hAnsi="Times New Roman"/>
          <w:b/>
          <w:sz w:val="26"/>
          <w:szCs w:val="26"/>
        </w:rPr>
        <w:t>Секретарь Общественной палаты:</w:t>
      </w:r>
      <w:r w:rsidRPr="004B5A5B">
        <w:rPr>
          <w:rFonts w:ascii="Times New Roman" w:hAnsi="Times New Roman"/>
          <w:sz w:val="26"/>
          <w:szCs w:val="26"/>
        </w:rPr>
        <w:t xml:space="preserve"> </w:t>
      </w:r>
      <w:r w:rsidRPr="009A01C5">
        <w:rPr>
          <w:rFonts w:ascii="Times New Roman" w:hAnsi="Times New Roman"/>
          <w:sz w:val="26"/>
          <w:szCs w:val="26"/>
        </w:rPr>
        <w:t>Стуловская Рита Станиславовна – главный специалист т</w:t>
      </w:r>
      <w:r>
        <w:rPr>
          <w:rFonts w:ascii="Times New Roman" w:hAnsi="Times New Roman"/>
          <w:sz w:val="26"/>
          <w:szCs w:val="26"/>
        </w:rPr>
        <w:t>ехгруппы администрации г.Сорска.</w:t>
      </w:r>
    </w:p>
    <w:p w:rsidR="005333C9" w:rsidRPr="00AE0FD3" w:rsidRDefault="005333C9" w:rsidP="004B5A5B">
      <w:pPr>
        <w:tabs>
          <w:tab w:val="left" w:pos="2280"/>
        </w:tabs>
        <w:spacing w:after="0" w:line="240" w:lineRule="auto"/>
        <w:jc w:val="both"/>
        <w:rPr>
          <w:rFonts w:ascii="Times New Roman" w:hAnsi="Times New Roman"/>
          <w:sz w:val="26"/>
          <w:szCs w:val="26"/>
        </w:rPr>
      </w:pPr>
    </w:p>
    <w:p w:rsidR="005333C9" w:rsidRDefault="005333C9" w:rsidP="004B5A5B">
      <w:pPr>
        <w:tabs>
          <w:tab w:val="left" w:pos="2280"/>
        </w:tabs>
        <w:spacing w:after="0" w:line="240" w:lineRule="auto"/>
        <w:rPr>
          <w:rFonts w:ascii="Times New Roman" w:hAnsi="Times New Roman"/>
          <w:b/>
          <w:sz w:val="26"/>
          <w:szCs w:val="26"/>
        </w:rPr>
      </w:pPr>
      <w:r>
        <w:rPr>
          <w:rFonts w:ascii="Times New Roman" w:hAnsi="Times New Roman"/>
          <w:b/>
          <w:sz w:val="26"/>
          <w:szCs w:val="26"/>
        </w:rPr>
        <w:t>Члены Общественной палаты:</w:t>
      </w:r>
    </w:p>
    <w:p w:rsidR="005333C9" w:rsidRDefault="005333C9" w:rsidP="00AE0FD3">
      <w:pPr>
        <w:tabs>
          <w:tab w:val="left" w:pos="2280"/>
        </w:tabs>
        <w:spacing w:after="0" w:line="240" w:lineRule="auto"/>
        <w:jc w:val="both"/>
        <w:rPr>
          <w:rFonts w:ascii="Times New Roman" w:hAnsi="Times New Roman"/>
          <w:sz w:val="26"/>
          <w:szCs w:val="26"/>
        </w:rPr>
      </w:pPr>
      <w:r w:rsidRPr="00AE0FD3">
        <w:rPr>
          <w:rFonts w:ascii="Times New Roman" w:hAnsi="Times New Roman"/>
          <w:sz w:val="26"/>
          <w:szCs w:val="26"/>
        </w:rPr>
        <w:t>Станкевич Елена Даниловна – председатель совета ветеранов г.Сорска (по согласованию)</w:t>
      </w:r>
      <w:r>
        <w:rPr>
          <w:rFonts w:ascii="Times New Roman" w:hAnsi="Times New Roman"/>
          <w:sz w:val="26"/>
          <w:szCs w:val="26"/>
        </w:rPr>
        <w:t>;</w:t>
      </w:r>
    </w:p>
    <w:p w:rsidR="005333C9" w:rsidRDefault="005333C9" w:rsidP="00AE0FD3">
      <w:pPr>
        <w:tabs>
          <w:tab w:val="left" w:pos="2280"/>
        </w:tabs>
        <w:spacing w:after="0" w:line="240" w:lineRule="auto"/>
        <w:jc w:val="both"/>
        <w:rPr>
          <w:rFonts w:ascii="Times New Roman" w:hAnsi="Times New Roman"/>
          <w:sz w:val="26"/>
          <w:szCs w:val="26"/>
        </w:rPr>
      </w:pPr>
      <w:r>
        <w:rPr>
          <w:rFonts w:ascii="Times New Roman" w:hAnsi="Times New Roman"/>
          <w:sz w:val="26"/>
          <w:szCs w:val="26"/>
        </w:rPr>
        <w:t>Сафонов Василий Матвеевич – член совета ветеранов г.Сорска (по согласованию);</w:t>
      </w:r>
    </w:p>
    <w:p w:rsidR="005333C9" w:rsidRDefault="005333C9" w:rsidP="00AE0FD3">
      <w:pPr>
        <w:tabs>
          <w:tab w:val="left" w:pos="2280"/>
        </w:tabs>
        <w:spacing w:after="0" w:line="240" w:lineRule="auto"/>
        <w:jc w:val="both"/>
        <w:rPr>
          <w:rFonts w:ascii="Times New Roman" w:hAnsi="Times New Roman"/>
          <w:sz w:val="26"/>
          <w:szCs w:val="26"/>
        </w:rPr>
      </w:pPr>
      <w:r>
        <w:rPr>
          <w:rFonts w:ascii="Times New Roman" w:hAnsi="Times New Roman"/>
          <w:sz w:val="26"/>
          <w:szCs w:val="26"/>
        </w:rPr>
        <w:t>Конгаров Виктор Григорьевич – подъесаул Сорского городского казачьего общества (по согласованию);</w:t>
      </w:r>
    </w:p>
    <w:p w:rsidR="005333C9" w:rsidRDefault="005333C9" w:rsidP="00AE0FD3">
      <w:pPr>
        <w:tabs>
          <w:tab w:val="left" w:pos="2280"/>
        </w:tabs>
        <w:spacing w:after="0" w:line="240" w:lineRule="auto"/>
        <w:jc w:val="both"/>
        <w:rPr>
          <w:rFonts w:ascii="Times New Roman" w:hAnsi="Times New Roman"/>
          <w:sz w:val="26"/>
          <w:szCs w:val="26"/>
        </w:rPr>
      </w:pPr>
      <w:r>
        <w:rPr>
          <w:rFonts w:ascii="Times New Roman" w:hAnsi="Times New Roman"/>
          <w:sz w:val="26"/>
          <w:szCs w:val="26"/>
        </w:rPr>
        <w:t>Хайрутдинова Вера Иннокентьевна – председатель общества инвалидов г.Сорска (по согласованию);</w:t>
      </w:r>
    </w:p>
    <w:p w:rsidR="005333C9" w:rsidRDefault="005333C9" w:rsidP="00AE0FD3">
      <w:pPr>
        <w:tabs>
          <w:tab w:val="left" w:pos="2280"/>
        </w:tabs>
        <w:spacing w:after="0" w:line="240" w:lineRule="auto"/>
        <w:jc w:val="both"/>
        <w:rPr>
          <w:rFonts w:ascii="Times New Roman" w:hAnsi="Times New Roman"/>
          <w:sz w:val="26"/>
          <w:szCs w:val="26"/>
        </w:rPr>
      </w:pPr>
      <w:r>
        <w:rPr>
          <w:rFonts w:ascii="Times New Roman" w:hAnsi="Times New Roman"/>
          <w:sz w:val="26"/>
          <w:szCs w:val="26"/>
        </w:rPr>
        <w:t>Грейдина Екатерина Сергеевна – председатель профсоюзного комитета ООО «Сорский ГОК» (по согласованию);</w:t>
      </w:r>
    </w:p>
    <w:p w:rsidR="005333C9" w:rsidRDefault="005333C9" w:rsidP="00AE0FD3">
      <w:pPr>
        <w:tabs>
          <w:tab w:val="left" w:pos="2280"/>
        </w:tabs>
        <w:spacing w:after="0" w:line="240" w:lineRule="auto"/>
        <w:jc w:val="both"/>
        <w:rPr>
          <w:rFonts w:ascii="Times New Roman" w:hAnsi="Times New Roman"/>
          <w:sz w:val="26"/>
          <w:szCs w:val="26"/>
        </w:rPr>
      </w:pPr>
      <w:r>
        <w:rPr>
          <w:rFonts w:ascii="Times New Roman" w:hAnsi="Times New Roman"/>
          <w:sz w:val="26"/>
          <w:szCs w:val="26"/>
        </w:rPr>
        <w:t>Кожуховская Елена Ивановна – председатель городского профсоюза работников образования г.Сорска (по согласованию);</w:t>
      </w:r>
    </w:p>
    <w:p w:rsidR="005333C9" w:rsidRDefault="005333C9" w:rsidP="00AE0FD3">
      <w:pPr>
        <w:tabs>
          <w:tab w:val="left" w:pos="2280"/>
        </w:tabs>
        <w:spacing w:after="0" w:line="240" w:lineRule="auto"/>
        <w:jc w:val="both"/>
        <w:rPr>
          <w:rFonts w:ascii="Times New Roman" w:hAnsi="Times New Roman"/>
          <w:sz w:val="26"/>
          <w:szCs w:val="26"/>
        </w:rPr>
      </w:pPr>
      <w:r>
        <w:rPr>
          <w:rFonts w:ascii="Times New Roman" w:hAnsi="Times New Roman"/>
          <w:sz w:val="26"/>
          <w:szCs w:val="26"/>
        </w:rPr>
        <w:t>Отец Артемий – настоятель Сорского храма Казанской иконы Божьей Матери (по согласованию);</w:t>
      </w:r>
    </w:p>
    <w:p w:rsidR="005333C9" w:rsidRDefault="005333C9" w:rsidP="00AE0FD3">
      <w:pPr>
        <w:tabs>
          <w:tab w:val="left" w:pos="2280"/>
        </w:tabs>
        <w:spacing w:after="0" w:line="240" w:lineRule="auto"/>
        <w:jc w:val="both"/>
        <w:rPr>
          <w:rFonts w:ascii="Times New Roman" w:hAnsi="Times New Roman"/>
          <w:sz w:val="26"/>
          <w:szCs w:val="26"/>
        </w:rPr>
      </w:pPr>
      <w:r>
        <w:rPr>
          <w:rFonts w:ascii="Times New Roman" w:hAnsi="Times New Roman"/>
          <w:sz w:val="26"/>
          <w:szCs w:val="26"/>
        </w:rPr>
        <w:t>Севастьянова Татьяна Дмитриевна – индивидуальный предприниматель (по согласованию);</w:t>
      </w:r>
    </w:p>
    <w:p w:rsidR="005333C9" w:rsidRDefault="005333C9" w:rsidP="004B5A5B">
      <w:pPr>
        <w:tabs>
          <w:tab w:val="left" w:pos="2280"/>
        </w:tabs>
        <w:spacing w:after="0" w:line="240" w:lineRule="auto"/>
        <w:jc w:val="both"/>
        <w:rPr>
          <w:rFonts w:ascii="Times New Roman" w:hAnsi="Times New Roman"/>
          <w:sz w:val="26"/>
          <w:szCs w:val="26"/>
        </w:rPr>
      </w:pPr>
      <w:r w:rsidRPr="00DB5877">
        <w:rPr>
          <w:rFonts w:ascii="Times New Roman" w:hAnsi="Times New Roman"/>
          <w:sz w:val="26"/>
          <w:szCs w:val="26"/>
        </w:rPr>
        <w:t xml:space="preserve">Березина </w:t>
      </w:r>
      <w:r>
        <w:rPr>
          <w:rFonts w:ascii="Times New Roman" w:hAnsi="Times New Roman"/>
          <w:sz w:val="26"/>
          <w:szCs w:val="26"/>
        </w:rPr>
        <w:t>Любовь Владимировна</w:t>
      </w:r>
      <w:r w:rsidRPr="00DB5877">
        <w:rPr>
          <w:rFonts w:ascii="Times New Roman" w:hAnsi="Times New Roman"/>
          <w:sz w:val="26"/>
          <w:szCs w:val="26"/>
        </w:rPr>
        <w:t xml:space="preserve"> </w:t>
      </w:r>
      <w:r>
        <w:rPr>
          <w:rFonts w:ascii="Times New Roman" w:hAnsi="Times New Roman"/>
          <w:sz w:val="26"/>
          <w:szCs w:val="26"/>
        </w:rPr>
        <w:t>–</w:t>
      </w:r>
      <w:r w:rsidRPr="00DB5877">
        <w:rPr>
          <w:rFonts w:ascii="Times New Roman" w:hAnsi="Times New Roman"/>
          <w:sz w:val="26"/>
          <w:szCs w:val="26"/>
        </w:rPr>
        <w:t xml:space="preserve"> </w:t>
      </w:r>
      <w:r>
        <w:rPr>
          <w:rFonts w:ascii="Times New Roman" w:hAnsi="Times New Roman"/>
          <w:sz w:val="26"/>
          <w:szCs w:val="26"/>
        </w:rPr>
        <w:t>председатель ТОС «Ербинская» (по согласованию).</w:t>
      </w:r>
    </w:p>
    <w:p w:rsidR="005333C9" w:rsidRPr="009A01C5" w:rsidRDefault="005333C9" w:rsidP="009A01C5">
      <w:pPr>
        <w:spacing w:after="0" w:line="240" w:lineRule="auto"/>
        <w:jc w:val="both"/>
        <w:rPr>
          <w:rFonts w:ascii="Times New Roman" w:hAnsi="Times New Roman"/>
          <w:sz w:val="26"/>
          <w:szCs w:val="26"/>
        </w:rPr>
      </w:pPr>
    </w:p>
    <w:sectPr w:rsidR="005333C9" w:rsidRPr="009A01C5" w:rsidSect="007A29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0EEB"/>
    <w:rsid w:val="00000936"/>
    <w:rsid w:val="00001023"/>
    <w:rsid w:val="0000295D"/>
    <w:rsid w:val="00003380"/>
    <w:rsid w:val="00003665"/>
    <w:rsid w:val="000114C1"/>
    <w:rsid w:val="000125D5"/>
    <w:rsid w:val="0001453B"/>
    <w:rsid w:val="00014735"/>
    <w:rsid w:val="00014B6F"/>
    <w:rsid w:val="00015ABE"/>
    <w:rsid w:val="00017F8B"/>
    <w:rsid w:val="00021EB3"/>
    <w:rsid w:val="000232CB"/>
    <w:rsid w:val="0002480E"/>
    <w:rsid w:val="000248E1"/>
    <w:rsid w:val="00026A84"/>
    <w:rsid w:val="00027217"/>
    <w:rsid w:val="00030098"/>
    <w:rsid w:val="00030C36"/>
    <w:rsid w:val="000310B8"/>
    <w:rsid w:val="00031E92"/>
    <w:rsid w:val="00032009"/>
    <w:rsid w:val="0004040D"/>
    <w:rsid w:val="0004099E"/>
    <w:rsid w:val="00041DC3"/>
    <w:rsid w:val="0004268A"/>
    <w:rsid w:val="000439C3"/>
    <w:rsid w:val="0005458A"/>
    <w:rsid w:val="00056C8E"/>
    <w:rsid w:val="0006209F"/>
    <w:rsid w:val="00073B45"/>
    <w:rsid w:val="00074154"/>
    <w:rsid w:val="00075D9E"/>
    <w:rsid w:val="0007636E"/>
    <w:rsid w:val="0008190D"/>
    <w:rsid w:val="00081F3B"/>
    <w:rsid w:val="00083BF1"/>
    <w:rsid w:val="000909D3"/>
    <w:rsid w:val="000944C0"/>
    <w:rsid w:val="0009686F"/>
    <w:rsid w:val="00097BC0"/>
    <w:rsid w:val="000A2472"/>
    <w:rsid w:val="000A3B09"/>
    <w:rsid w:val="000A60F0"/>
    <w:rsid w:val="000A7E53"/>
    <w:rsid w:val="000B5582"/>
    <w:rsid w:val="000C07C4"/>
    <w:rsid w:val="000C5E06"/>
    <w:rsid w:val="000D67B7"/>
    <w:rsid w:val="000E3E9D"/>
    <w:rsid w:val="000E5191"/>
    <w:rsid w:val="000E6F55"/>
    <w:rsid w:val="000F24C5"/>
    <w:rsid w:val="000F4240"/>
    <w:rsid w:val="000F531B"/>
    <w:rsid w:val="0010184E"/>
    <w:rsid w:val="00104C06"/>
    <w:rsid w:val="00105CE6"/>
    <w:rsid w:val="001061FC"/>
    <w:rsid w:val="00111E97"/>
    <w:rsid w:val="001140EA"/>
    <w:rsid w:val="00114862"/>
    <w:rsid w:val="00115F95"/>
    <w:rsid w:val="00121633"/>
    <w:rsid w:val="001246F8"/>
    <w:rsid w:val="001257C1"/>
    <w:rsid w:val="00125ACC"/>
    <w:rsid w:val="00125CC3"/>
    <w:rsid w:val="00125D9C"/>
    <w:rsid w:val="001271D0"/>
    <w:rsid w:val="00134C7C"/>
    <w:rsid w:val="001374C5"/>
    <w:rsid w:val="001376BD"/>
    <w:rsid w:val="00144B7E"/>
    <w:rsid w:val="0014679D"/>
    <w:rsid w:val="00146E6F"/>
    <w:rsid w:val="00147C10"/>
    <w:rsid w:val="001511EA"/>
    <w:rsid w:val="001538A6"/>
    <w:rsid w:val="00156865"/>
    <w:rsid w:val="00161519"/>
    <w:rsid w:val="001617A5"/>
    <w:rsid w:val="001647E9"/>
    <w:rsid w:val="001703C1"/>
    <w:rsid w:val="00172460"/>
    <w:rsid w:val="001730BD"/>
    <w:rsid w:val="0017490D"/>
    <w:rsid w:val="00174B24"/>
    <w:rsid w:val="00174DED"/>
    <w:rsid w:val="001751FE"/>
    <w:rsid w:val="00176503"/>
    <w:rsid w:val="00177486"/>
    <w:rsid w:val="0018015C"/>
    <w:rsid w:val="001804FF"/>
    <w:rsid w:val="001844D2"/>
    <w:rsid w:val="00191B7F"/>
    <w:rsid w:val="001936C9"/>
    <w:rsid w:val="0019612A"/>
    <w:rsid w:val="001A5BFC"/>
    <w:rsid w:val="001A65F7"/>
    <w:rsid w:val="001A7AA9"/>
    <w:rsid w:val="001B160B"/>
    <w:rsid w:val="001B48C6"/>
    <w:rsid w:val="001C129A"/>
    <w:rsid w:val="001C19BE"/>
    <w:rsid w:val="001C41EB"/>
    <w:rsid w:val="001C428A"/>
    <w:rsid w:val="001D29C1"/>
    <w:rsid w:val="001D4914"/>
    <w:rsid w:val="001D4F3E"/>
    <w:rsid w:val="001D5854"/>
    <w:rsid w:val="001D6CCC"/>
    <w:rsid w:val="001E14F1"/>
    <w:rsid w:val="001E1D65"/>
    <w:rsid w:val="001E2F92"/>
    <w:rsid w:val="001E3BCB"/>
    <w:rsid w:val="001E4FFC"/>
    <w:rsid w:val="001E6283"/>
    <w:rsid w:val="001E74A5"/>
    <w:rsid w:val="001F0CE9"/>
    <w:rsid w:val="001F2524"/>
    <w:rsid w:val="001F2924"/>
    <w:rsid w:val="001F6A67"/>
    <w:rsid w:val="00202529"/>
    <w:rsid w:val="0020518D"/>
    <w:rsid w:val="00206C9A"/>
    <w:rsid w:val="002075DC"/>
    <w:rsid w:val="00211843"/>
    <w:rsid w:val="002152C4"/>
    <w:rsid w:val="00216640"/>
    <w:rsid w:val="00223DBC"/>
    <w:rsid w:val="00227943"/>
    <w:rsid w:val="00230B05"/>
    <w:rsid w:val="00230CA0"/>
    <w:rsid w:val="00232D3B"/>
    <w:rsid w:val="00242964"/>
    <w:rsid w:val="002457AE"/>
    <w:rsid w:val="00250957"/>
    <w:rsid w:val="002516D2"/>
    <w:rsid w:val="0025179E"/>
    <w:rsid w:val="00253555"/>
    <w:rsid w:val="002538F0"/>
    <w:rsid w:val="00253953"/>
    <w:rsid w:val="00254632"/>
    <w:rsid w:val="00255140"/>
    <w:rsid w:val="002564FD"/>
    <w:rsid w:val="00257955"/>
    <w:rsid w:val="00260565"/>
    <w:rsid w:val="002614E6"/>
    <w:rsid w:val="00261886"/>
    <w:rsid w:val="002652BC"/>
    <w:rsid w:val="002666A4"/>
    <w:rsid w:val="00266929"/>
    <w:rsid w:val="002777D3"/>
    <w:rsid w:val="002804FD"/>
    <w:rsid w:val="00282D8F"/>
    <w:rsid w:val="00292529"/>
    <w:rsid w:val="002940CE"/>
    <w:rsid w:val="00296F7A"/>
    <w:rsid w:val="002B1A4A"/>
    <w:rsid w:val="002B3A98"/>
    <w:rsid w:val="002B53F6"/>
    <w:rsid w:val="002B5AD2"/>
    <w:rsid w:val="002B6F8A"/>
    <w:rsid w:val="002B7C10"/>
    <w:rsid w:val="002C0CA1"/>
    <w:rsid w:val="002C2BBB"/>
    <w:rsid w:val="002C38B8"/>
    <w:rsid w:val="002C3902"/>
    <w:rsid w:val="002C3AE4"/>
    <w:rsid w:val="002C4983"/>
    <w:rsid w:val="002C4E7C"/>
    <w:rsid w:val="002C65A8"/>
    <w:rsid w:val="002C78F8"/>
    <w:rsid w:val="002C7C5D"/>
    <w:rsid w:val="002D3152"/>
    <w:rsid w:val="002D3192"/>
    <w:rsid w:val="002D4B00"/>
    <w:rsid w:val="002E1DDF"/>
    <w:rsid w:val="002E3935"/>
    <w:rsid w:val="002E5DFB"/>
    <w:rsid w:val="002E6DE1"/>
    <w:rsid w:val="002F15BC"/>
    <w:rsid w:val="002F19CA"/>
    <w:rsid w:val="002F4D5B"/>
    <w:rsid w:val="002F5213"/>
    <w:rsid w:val="002F55AF"/>
    <w:rsid w:val="002F5EA4"/>
    <w:rsid w:val="002F6823"/>
    <w:rsid w:val="00300C65"/>
    <w:rsid w:val="00306404"/>
    <w:rsid w:val="003072EC"/>
    <w:rsid w:val="003136A3"/>
    <w:rsid w:val="00313F41"/>
    <w:rsid w:val="00315A1A"/>
    <w:rsid w:val="00317766"/>
    <w:rsid w:val="00317EE5"/>
    <w:rsid w:val="00321C06"/>
    <w:rsid w:val="00321EFA"/>
    <w:rsid w:val="00330508"/>
    <w:rsid w:val="0033163A"/>
    <w:rsid w:val="00332067"/>
    <w:rsid w:val="003369F8"/>
    <w:rsid w:val="00342456"/>
    <w:rsid w:val="003517CA"/>
    <w:rsid w:val="00356FF2"/>
    <w:rsid w:val="0036104D"/>
    <w:rsid w:val="0036685F"/>
    <w:rsid w:val="00370C9C"/>
    <w:rsid w:val="00371F79"/>
    <w:rsid w:val="00372FDB"/>
    <w:rsid w:val="003735C2"/>
    <w:rsid w:val="003743F1"/>
    <w:rsid w:val="0038070F"/>
    <w:rsid w:val="003810D6"/>
    <w:rsid w:val="003831A4"/>
    <w:rsid w:val="00386F6D"/>
    <w:rsid w:val="00392D72"/>
    <w:rsid w:val="00393C02"/>
    <w:rsid w:val="00394FC9"/>
    <w:rsid w:val="003A1725"/>
    <w:rsid w:val="003A27DC"/>
    <w:rsid w:val="003A39CE"/>
    <w:rsid w:val="003A3B2D"/>
    <w:rsid w:val="003A44B1"/>
    <w:rsid w:val="003A46DE"/>
    <w:rsid w:val="003B18BD"/>
    <w:rsid w:val="003B1C0B"/>
    <w:rsid w:val="003B3B05"/>
    <w:rsid w:val="003C199F"/>
    <w:rsid w:val="003C32F1"/>
    <w:rsid w:val="003C7026"/>
    <w:rsid w:val="003D00CF"/>
    <w:rsid w:val="003D17A2"/>
    <w:rsid w:val="003D5FCF"/>
    <w:rsid w:val="003D66D7"/>
    <w:rsid w:val="003D7268"/>
    <w:rsid w:val="003E09AD"/>
    <w:rsid w:val="003E1785"/>
    <w:rsid w:val="003E5C5E"/>
    <w:rsid w:val="003F0637"/>
    <w:rsid w:val="003F0EEB"/>
    <w:rsid w:val="003F37D2"/>
    <w:rsid w:val="003F4A49"/>
    <w:rsid w:val="00400292"/>
    <w:rsid w:val="004009D5"/>
    <w:rsid w:val="00400B7A"/>
    <w:rsid w:val="00400FA0"/>
    <w:rsid w:val="00405005"/>
    <w:rsid w:val="00405BF3"/>
    <w:rsid w:val="004060FF"/>
    <w:rsid w:val="00412942"/>
    <w:rsid w:val="00412C85"/>
    <w:rsid w:val="00414E30"/>
    <w:rsid w:val="004169F9"/>
    <w:rsid w:val="00420D5F"/>
    <w:rsid w:val="00422507"/>
    <w:rsid w:val="00426BAC"/>
    <w:rsid w:val="00432B4B"/>
    <w:rsid w:val="00434203"/>
    <w:rsid w:val="00437F0E"/>
    <w:rsid w:val="004449D5"/>
    <w:rsid w:val="00444F15"/>
    <w:rsid w:val="00447468"/>
    <w:rsid w:val="00447E52"/>
    <w:rsid w:val="00453055"/>
    <w:rsid w:val="00457574"/>
    <w:rsid w:val="00457776"/>
    <w:rsid w:val="004578DE"/>
    <w:rsid w:val="00462B07"/>
    <w:rsid w:val="004630E6"/>
    <w:rsid w:val="00464294"/>
    <w:rsid w:val="0046465C"/>
    <w:rsid w:val="0046624A"/>
    <w:rsid w:val="0047489C"/>
    <w:rsid w:val="00475E0E"/>
    <w:rsid w:val="004850DE"/>
    <w:rsid w:val="0048512E"/>
    <w:rsid w:val="00487269"/>
    <w:rsid w:val="004903AB"/>
    <w:rsid w:val="004937F8"/>
    <w:rsid w:val="0049792D"/>
    <w:rsid w:val="00497BBE"/>
    <w:rsid w:val="004A35A9"/>
    <w:rsid w:val="004A6EC7"/>
    <w:rsid w:val="004A71EC"/>
    <w:rsid w:val="004A779B"/>
    <w:rsid w:val="004B5A5B"/>
    <w:rsid w:val="004C06CE"/>
    <w:rsid w:val="004C09E2"/>
    <w:rsid w:val="004C0C95"/>
    <w:rsid w:val="004C162C"/>
    <w:rsid w:val="004C25E0"/>
    <w:rsid w:val="004C3685"/>
    <w:rsid w:val="004C765B"/>
    <w:rsid w:val="004C7D35"/>
    <w:rsid w:val="004D2B43"/>
    <w:rsid w:val="004D3F6F"/>
    <w:rsid w:val="004D4F8A"/>
    <w:rsid w:val="004E03BA"/>
    <w:rsid w:val="004E6254"/>
    <w:rsid w:val="004E7CC5"/>
    <w:rsid w:val="004F2276"/>
    <w:rsid w:val="004F4077"/>
    <w:rsid w:val="004F5845"/>
    <w:rsid w:val="0050052D"/>
    <w:rsid w:val="00503BFA"/>
    <w:rsid w:val="005069C5"/>
    <w:rsid w:val="00506A54"/>
    <w:rsid w:val="00512770"/>
    <w:rsid w:val="00515ED4"/>
    <w:rsid w:val="005170B8"/>
    <w:rsid w:val="00520D2F"/>
    <w:rsid w:val="00521A8B"/>
    <w:rsid w:val="00522690"/>
    <w:rsid w:val="005316CD"/>
    <w:rsid w:val="00531AC0"/>
    <w:rsid w:val="00531DD8"/>
    <w:rsid w:val="0053296D"/>
    <w:rsid w:val="00532F2E"/>
    <w:rsid w:val="00533222"/>
    <w:rsid w:val="005333C9"/>
    <w:rsid w:val="005410C4"/>
    <w:rsid w:val="00542092"/>
    <w:rsid w:val="0054283C"/>
    <w:rsid w:val="005437A7"/>
    <w:rsid w:val="00543E25"/>
    <w:rsid w:val="0054550C"/>
    <w:rsid w:val="00545BD3"/>
    <w:rsid w:val="005463E7"/>
    <w:rsid w:val="005607EF"/>
    <w:rsid w:val="0056232D"/>
    <w:rsid w:val="00562B10"/>
    <w:rsid w:val="00563913"/>
    <w:rsid w:val="00564CAE"/>
    <w:rsid w:val="00565A2B"/>
    <w:rsid w:val="0057206C"/>
    <w:rsid w:val="00576BFD"/>
    <w:rsid w:val="005841E0"/>
    <w:rsid w:val="00584210"/>
    <w:rsid w:val="00587280"/>
    <w:rsid w:val="00592438"/>
    <w:rsid w:val="00594D27"/>
    <w:rsid w:val="00595F0D"/>
    <w:rsid w:val="00597CE2"/>
    <w:rsid w:val="00597F15"/>
    <w:rsid w:val="005A016B"/>
    <w:rsid w:val="005A142D"/>
    <w:rsid w:val="005A2DAE"/>
    <w:rsid w:val="005A5FDB"/>
    <w:rsid w:val="005A7D1E"/>
    <w:rsid w:val="005B34FB"/>
    <w:rsid w:val="005B379E"/>
    <w:rsid w:val="005B52A4"/>
    <w:rsid w:val="005C0EED"/>
    <w:rsid w:val="005C1347"/>
    <w:rsid w:val="005C31F8"/>
    <w:rsid w:val="005C43B1"/>
    <w:rsid w:val="005C5A44"/>
    <w:rsid w:val="005C6FC6"/>
    <w:rsid w:val="005D3894"/>
    <w:rsid w:val="005D44CD"/>
    <w:rsid w:val="005D596F"/>
    <w:rsid w:val="005D6274"/>
    <w:rsid w:val="005E0961"/>
    <w:rsid w:val="005E10B1"/>
    <w:rsid w:val="005E54E6"/>
    <w:rsid w:val="005E753C"/>
    <w:rsid w:val="005E7FDA"/>
    <w:rsid w:val="005F2266"/>
    <w:rsid w:val="006002A3"/>
    <w:rsid w:val="006039BC"/>
    <w:rsid w:val="00606233"/>
    <w:rsid w:val="00615706"/>
    <w:rsid w:val="0062105C"/>
    <w:rsid w:val="00624A47"/>
    <w:rsid w:val="006252A8"/>
    <w:rsid w:val="00631D34"/>
    <w:rsid w:val="00632D43"/>
    <w:rsid w:val="00632E4C"/>
    <w:rsid w:val="00634164"/>
    <w:rsid w:val="006351D4"/>
    <w:rsid w:val="006357E8"/>
    <w:rsid w:val="00637745"/>
    <w:rsid w:val="0063788A"/>
    <w:rsid w:val="0064078E"/>
    <w:rsid w:val="00642BE6"/>
    <w:rsid w:val="006444CD"/>
    <w:rsid w:val="00645C7D"/>
    <w:rsid w:val="0065001B"/>
    <w:rsid w:val="00653E12"/>
    <w:rsid w:val="00663642"/>
    <w:rsid w:val="00663663"/>
    <w:rsid w:val="00667474"/>
    <w:rsid w:val="00667D5D"/>
    <w:rsid w:val="006711C6"/>
    <w:rsid w:val="00672F78"/>
    <w:rsid w:val="00675A0C"/>
    <w:rsid w:val="00692B95"/>
    <w:rsid w:val="00694BB5"/>
    <w:rsid w:val="006A105A"/>
    <w:rsid w:val="006A3C2C"/>
    <w:rsid w:val="006A6285"/>
    <w:rsid w:val="006B6E73"/>
    <w:rsid w:val="006C0D25"/>
    <w:rsid w:val="006C66D1"/>
    <w:rsid w:val="006D03E4"/>
    <w:rsid w:val="006D0602"/>
    <w:rsid w:val="006D358D"/>
    <w:rsid w:val="006D428B"/>
    <w:rsid w:val="006D7BBA"/>
    <w:rsid w:val="006E1132"/>
    <w:rsid w:val="006E121D"/>
    <w:rsid w:val="006E6957"/>
    <w:rsid w:val="006E750A"/>
    <w:rsid w:val="006F0183"/>
    <w:rsid w:val="006F121F"/>
    <w:rsid w:val="00701899"/>
    <w:rsid w:val="00701DE4"/>
    <w:rsid w:val="007023E2"/>
    <w:rsid w:val="007032E7"/>
    <w:rsid w:val="00703D73"/>
    <w:rsid w:val="00704763"/>
    <w:rsid w:val="007054E1"/>
    <w:rsid w:val="007129CF"/>
    <w:rsid w:val="0071353E"/>
    <w:rsid w:val="00713C62"/>
    <w:rsid w:val="00714773"/>
    <w:rsid w:val="0071769F"/>
    <w:rsid w:val="007205E2"/>
    <w:rsid w:val="00722482"/>
    <w:rsid w:val="00724D27"/>
    <w:rsid w:val="00733635"/>
    <w:rsid w:val="00733723"/>
    <w:rsid w:val="00733CEF"/>
    <w:rsid w:val="00733E1C"/>
    <w:rsid w:val="007346C8"/>
    <w:rsid w:val="00735593"/>
    <w:rsid w:val="007360AA"/>
    <w:rsid w:val="00740D5A"/>
    <w:rsid w:val="00743AF6"/>
    <w:rsid w:val="007455F3"/>
    <w:rsid w:val="0075084F"/>
    <w:rsid w:val="00751F27"/>
    <w:rsid w:val="00753424"/>
    <w:rsid w:val="0075351C"/>
    <w:rsid w:val="007540F9"/>
    <w:rsid w:val="00754997"/>
    <w:rsid w:val="007549F7"/>
    <w:rsid w:val="00756269"/>
    <w:rsid w:val="00756304"/>
    <w:rsid w:val="0076377B"/>
    <w:rsid w:val="0076388C"/>
    <w:rsid w:val="0076674F"/>
    <w:rsid w:val="00767112"/>
    <w:rsid w:val="00770A61"/>
    <w:rsid w:val="00771153"/>
    <w:rsid w:val="00777128"/>
    <w:rsid w:val="00777631"/>
    <w:rsid w:val="00777F83"/>
    <w:rsid w:val="00780906"/>
    <w:rsid w:val="00780BDE"/>
    <w:rsid w:val="00780C8B"/>
    <w:rsid w:val="007823E7"/>
    <w:rsid w:val="007824BE"/>
    <w:rsid w:val="00782E38"/>
    <w:rsid w:val="007848A7"/>
    <w:rsid w:val="00784D40"/>
    <w:rsid w:val="00786416"/>
    <w:rsid w:val="007900C8"/>
    <w:rsid w:val="00790908"/>
    <w:rsid w:val="0079302E"/>
    <w:rsid w:val="00793312"/>
    <w:rsid w:val="00794148"/>
    <w:rsid w:val="00794185"/>
    <w:rsid w:val="00797501"/>
    <w:rsid w:val="007A03F7"/>
    <w:rsid w:val="007A2914"/>
    <w:rsid w:val="007A46C3"/>
    <w:rsid w:val="007A4B41"/>
    <w:rsid w:val="007A553F"/>
    <w:rsid w:val="007A6649"/>
    <w:rsid w:val="007A725A"/>
    <w:rsid w:val="007B0A45"/>
    <w:rsid w:val="007B1517"/>
    <w:rsid w:val="007C1CBC"/>
    <w:rsid w:val="007C6A29"/>
    <w:rsid w:val="007C7B39"/>
    <w:rsid w:val="007D073E"/>
    <w:rsid w:val="007D569E"/>
    <w:rsid w:val="007D6276"/>
    <w:rsid w:val="007E0058"/>
    <w:rsid w:val="007E0396"/>
    <w:rsid w:val="007E0C3B"/>
    <w:rsid w:val="007E277A"/>
    <w:rsid w:val="007E3FA9"/>
    <w:rsid w:val="007E5DDF"/>
    <w:rsid w:val="007E6388"/>
    <w:rsid w:val="007F0DA8"/>
    <w:rsid w:val="007F19FD"/>
    <w:rsid w:val="007F21CF"/>
    <w:rsid w:val="007F2E57"/>
    <w:rsid w:val="007F32D9"/>
    <w:rsid w:val="007F41AE"/>
    <w:rsid w:val="007F46A8"/>
    <w:rsid w:val="007F4859"/>
    <w:rsid w:val="007F5F15"/>
    <w:rsid w:val="007F6860"/>
    <w:rsid w:val="007F7791"/>
    <w:rsid w:val="00805564"/>
    <w:rsid w:val="00810314"/>
    <w:rsid w:val="008108D4"/>
    <w:rsid w:val="00812130"/>
    <w:rsid w:val="00813505"/>
    <w:rsid w:val="008205D5"/>
    <w:rsid w:val="00826CC5"/>
    <w:rsid w:val="00827FC6"/>
    <w:rsid w:val="00834F15"/>
    <w:rsid w:val="008356CE"/>
    <w:rsid w:val="00835783"/>
    <w:rsid w:val="00835D12"/>
    <w:rsid w:val="00836038"/>
    <w:rsid w:val="00837E6E"/>
    <w:rsid w:val="008407D0"/>
    <w:rsid w:val="008431AF"/>
    <w:rsid w:val="008454ED"/>
    <w:rsid w:val="008462B9"/>
    <w:rsid w:val="00847DB6"/>
    <w:rsid w:val="008528CE"/>
    <w:rsid w:val="00853357"/>
    <w:rsid w:val="008533B9"/>
    <w:rsid w:val="00855B40"/>
    <w:rsid w:val="008576A9"/>
    <w:rsid w:val="008607CA"/>
    <w:rsid w:val="00863564"/>
    <w:rsid w:val="00863FEC"/>
    <w:rsid w:val="00864B23"/>
    <w:rsid w:val="0086782E"/>
    <w:rsid w:val="00870C0C"/>
    <w:rsid w:val="008715C3"/>
    <w:rsid w:val="00872711"/>
    <w:rsid w:val="00873667"/>
    <w:rsid w:val="00873C0E"/>
    <w:rsid w:val="00873F3F"/>
    <w:rsid w:val="008772FE"/>
    <w:rsid w:val="00884490"/>
    <w:rsid w:val="00886E87"/>
    <w:rsid w:val="00894EF1"/>
    <w:rsid w:val="008A37A7"/>
    <w:rsid w:val="008B3D59"/>
    <w:rsid w:val="008B4A34"/>
    <w:rsid w:val="008B5B3B"/>
    <w:rsid w:val="008B661C"/>
    <w:rsid w:val="008C286F"/>
    <w:rsid w:val="008C59B6"/>
    <w:rsid w:val="008C5A87"/>
    <w:rsid w:val="008C7D88"/>
    <w:rsid w:val="008D0841"/>
    <w:rsid w:val="008D4FD8"/>
    <w:rsid w:val="008D6292"/>
    <w:rsid w:val="008D73A9"/>
    <w:rsid w:val="008E0106"/>
    <w:rsid w:val="008E2AFB"/>
    <w:rsid w:val="008E5CF7"/>
    <w:rsid w:val="008E680E"/>
    <w:rsid w:val="008E697C"/>
    <w:rsid w:val="008E707C"/>
    <w:rsid w:val="008F6636"/>
    <w:rsid w:val="008F6F09"/>
    <w:rsid w:val="008F7746"/>
    <w:rsid w:val="00901797"/>
    <w:rsid w:val="00902220"/>
    <w:rsid w:val="00902B65"/>
    <w:rsid w:val="009055D9"/>
    <w:rsid w:val="009161DA"/>
    <w:rsid w:val="0092076E"/>
    <w:rsid w:val="009218F3"/>
    <w:rsid w:val="00923634"/>
    <w:rsid w:val="00923A22"/>
    <w:rsid w:val="00923CF4"/>
    <w:rsid w:val="00925B8D"/>
    <w:rsid w:val="00925DA3"/>
    <w:rsid w:val="00927DDD"/>
    <w:rsid w:val="009317DB"/>
    <w:rsid w:val="00932724"/>
    <w:rsid w:val="009403BB"/>
    <w:rsid w:val="009409B7"/>
    <w:rsid w:val="0094141C"/>
    <w:rsid w:val="00944356"/>
    <w:rsid w:val="00944AD0"/>
    <w:rsid w:val="00945D17"/>
    <w:rsid w:val="00946412"/>
    <w:rsid w:val="00946442"/>
    <w:rsid w:val="009505A6"/>
    <w:rsid w:val="00950B82"/>
    <w:rsid w:val="00951BA4"/>
    <w:rsid w:val="00953C96"/>
    <w:rsid w:val="00955E9A"/>
    <w:rsid w:val="00956BDC"/>
    <w:rsid w:val="00961E70"/>
    <w:rsid w:val="00962658"/>
    <w:rsid w:val="00967F6E"/>
    <w:rsid w:val="009709F5"/>
    <w:rsid w:val="0097493A"/>
    <w:rsid w:val="00975C8A"/>
    <w:rsid w:val="00976BEE"/>
    <w:rsid w:val="00976D33"/>
    <w:rsid w:val="00980541"/>
    <w:rsid w:val="009807B7"/>
    <w:rsid w:val="00981253"/>
    <w:rsid w:val="00981C80"/>
    <w:rsid w:val="00983D1C"/>
    <w:rsid w:val="00984434"/>
    <w:rsid w:val="009848B2"/>
    <w:rsid w:val="00984D1B"/>
    <w:rsid w:val="00985E0C"/>
    <w:rsid w:val="00995C50"/>
    <w:rsid w:val="00995CC5"/>
    <w:rsid w:val="00995FB3"/>
    <w:rsid w:val="009A01C5"/>
    <w:rsid w:val="009A04CD"/>
    <w:rsid w:val="009A0646"/>
    <w:rsid w:val="009A2238"/>
    <w:rsid w:val="009A5152"/>
    <w:rsid w:val="009B0541"/>
    <w:rsid w:val="009B4AEA"/>
    <w:rsid w:val="009B588E"/>
    <w:rsid w:val="009C31FF"/>
    <w:rsid w:val="009C72A4"/>
    <w:rsid w:val="009D0CA2"/>
    <w:rsid w:val="009D3FE9"/>
    <w:rsid w:val="009D6BBE"/>
    <w:rsid w:val="009E3657"/>
    <w:rsid w:val="009E3EC7"/>
    <w:rsid w:val="009E496E"/>
    <w:rsid w:val="009E665F"/>
    <w:rsid w:val="009E6A5B"/>
    <w:rsid w:val="009F01C4"/>
    <w:rsid w:val="009F0EC7"/>
    <w:rsid w:val="009F145A"/>
    <w:rsid w:val="009F2501"/>
    <w:rsid w:val="009F534B"/>
    <w:rsid w:val="009F5392"/>
    <w:rsid w:val="009F69C7"/>
    <w:rsid w:val="00A046F0"/>
    <w:rsid w:val="00A04950"/>
    <w:rsid w:val="00A04D0B"/>
    <w:rsid w:val="00A053AD"/>
    <w:rsid w:val="00A06092"/>
    <w:rsid w:val="00A06AA6"/>
    <w:rsid w:val="00A06C19"/>
    <w:rsid w:val="00A07CD2"/>
    <w:rsid w:val="00A121FA"/>
    <w:rsid w:val="00A12CCF"/>
    <w:rsid w:val="00A14411"/>
    <w:rsid w:val="00A15B7B"/>
    <w:rsid w:val="00A15C00"/>
    <w:rsid w:val="00A21DF3"/>
    <w:rsid w:val="00A22AD4"/>
    <w:rsid w:val="00A23731"/>
    <w:rsid w:val="00A2535B"/>
    <w:rsid w:val="00A32533"/>
    <w:rsid w:val="00A32944"/>
    <w:rsid w:val="00A32E5B"/>
    <w:rsid w:val="00A33C8F"/>
    <w:rsid w:val="00A35B50"/>
    <w:rsid w:val="00A36C97"/>
    <w:rsid w:val="00A405F4"/>
    <w:rsid w:val="00A43AB3"/>
    <w:rsid w:val="00A4669E"/>
    <w:rsid w:val="00A522CC"/>
    <w:rsid w:val="00A5261A"/>
    <w:rsid w:val="00A52BD6"/>
    <w:rsid w:val="00A53904"/>
    <w:rsid w:val="00A55DD0"/>
    <w:rsid w:val="00A60E05"/>
    <w:rsid w:val="00A62FDE"/>
    <w:rsid w:val="00A70810"/>
    <w:rsid w:val="00A70F0B"/>
    <w:rsid w:val="00A726C2"/>
    <w:rsid w:val="00A75F27"/>
    <w:rsid w:val="00A75F3C"/>
    <w:rsid w:val="00A7786D"/>
    <w:rsid w:val="00A82290"/>
    <w:rsid w:val="00A84004"/>
    <w:rsid w:val="00A86264"/>
    <w:rsid w:val="00A90A56"/>
    <w:rsid w:val="00A9575C"/>
    <w:rsid w:val="00AA019B"/>
    <w:rsid w:val="00AA1DC8"/>
    <w:rsid w:val="00AA2CB2"/>
    <w:rsid w:val="00AA5FC3"/>
    <w:rsid w:val="00AA6C5A"/>
    <w:rsid w:val="00AB2E4A"/>
    <w:rsid w:val="00AB475C"/>
    <w:rsid w:val="00AB4D6F"/>
    <w:rsid w:val="00AB56A7"/>
    <w:rsid w:val="00AB74C0"/>
    <w:rsid w:val="00AB7BC8"/>
    <w:rsid w:val="00AB7D09"/>
    <w:rsid w:val="00AC14AD"/>
    <w:rsid w:val="00AC48C1"/>
    <w:rsid w:val="00AC60C9"/>
    <w:rsid w:val="00AD11CC"/>
    <w:rsid w:val="00AD123B"/>
    <w:rsid w:val="00AD1A95"/>
    <w:rsid w:val="00AD24AC"/>
    <w:rsid w:val="00AD2AE0"/>
    <w:rsid w:val="00AD6834"/>
    <w:rsid w:val="00AE0FD3"/>
    <w:rsid w:val="00AE306E"/>
    <w:rsid w:val="00AE3254"/>
    <w:rsid w:val="00AE5CEE"/>
    <w:rsid w:val="00AE771F"/>
    <w:rsid w:val="00AF262D"/>
    <w:rsid w:val="00AF35B2"/>
    <w:rsid w:val="00AF79C2"/>
    <w:rsid w:val="00B0113E"/>
    <w:rsid w:val="00B07B18"/>
    <w:rsid w:val="00B1267E"/>
    <w:rsid w:val="00B143B2"/>
    <w:rsid w:val="00B151D5"/>
    <w:rsid w:val="00B154FE"/>
    <w:rsid w:val="00B1605B"/>
    <w:rsid w:val="00B162E5"/>
    <w:rsid w:val="00B20068"/>
    <w:rsid w:val="00B25793"/>
    <w:rsid w:val="00B275BD"/>
    <w:rsid w:val="00B330B2"/>
    <w:rsid w:val="00B3601B"/>
    <w:rsid w:val="00B3605C"/>
    <w:rsid w:val="00B4007F"/>
    <w:rsid w:val="00B458D4"/>
    <w:rsid w:val="00B47281"/>
    <w:rsid w:val="00B477D4"/>
    <w:rsid w:val="00B501CA"/>
    <w:rsid w:val="00B54F28"/>
    <w:rsid w:val="00B55DA8"/>
    <w:rsid w:val="00B57CA1"/>
    <w:rsid w:val="00B602B8"/>
    <w:rsid w:val="00B61923"/>
    <w:rsid w:val="00B62254"/>
    <w:rsid w:val="00B637B2"/>
    <w:rsid w:val="00B63841"/>
    <w:rsid w:val="00B63D91"/>
    <w:rsid w:val="00B64C8A"/>
    <w:rsid w:val="00B73881"/>
    <w:rsid w:val="00B757E8"/>
    <w:rsid w:val="00B8211A"/>
    <w:rsid w:val="00B82BBC"/>
    <w:rsid w:val="00B83AF4"/>
    <w:rsid w:val="00B83DEF"/>
    <w:rsid w:val="00B86C7D"/>
    <w:rsid w:val="00B90B67"/>
    <w:rsid w:val="00B92693"/>
    <w:rsid w:val="00B93390"/>
    <w:rsid w:val="00B93DF1"/>
    <w:rsid w:val="00B94E90"/>
    <w:rsid w:val="00B9724C"/>
    <w:rsid w:val="00B97F46"/>
    <w:rsid w:val="00BA0495"/>
    <w:rsid w:val="00BA25B1"/>
    <w:rsid w:val="00BA3ABE"/>
    <w:rsid w:val="00BA5F42"/>
    <w:rsid w:val="00BA6244"/>
    <w:rsid w:val="00BB2EEE"/>
    <w:rsid w:val="00BB46D7"/>
    <w:rsid w:val="00BB5F59"/>
    <w:rsid w:val="00BB7D20"/>
    <w:rsid w:val="00BC0727"/>
    <w:rsid w:val="00BC4700"/>
    <w:rsid w:val="00BC68C7"/>
    <w:rsid w:val="00BC6BE1"/>
    <w:rsid w:val="00BC6D54"/>
    <w:rsid w:val="00BC71D9"/>
    <w:rsid w:val="00BC7A07"/>
    <w:rsid w:val="00BD0D01"/>
    <w:rsid w:val="00BD0EE2"/>
    <w:rsid w:val="00BD134A"/>
    <w:rsid w:val="00BD1C45"/>
    <w:rsid w:val="00BD36A0"/>
    <w:rsid w:val="00BD3FA2"/>
    <w:rsid w:val="00BD4D98"/>
    <w:rsid w:val="00BE6DDF"/>
    <w:rsid w:val="00BE795E"/>
    <w:rsid w:val="00BF1320"/>
    <w:rsid w:val="00BF1F8B"/>
    <w:rsid w:val="00BF4720"/>
    <w:rsid w:val="00BF57C5"/>
    <w:rsid w:val="00BF6E36"/>
    <w:rsid w:val="00C0186F"/>
    <w:rsid w:val="00C01CBC"/>
    <w:rsid w:val="00C04C97"/>
    <w:rsid w:val="00C053D5"/>
    <w:rsid w:val="00C05F11"/>
    <w:rsid w:val="00C115D0"/>
    <w:rsid w:val="00C11BD4"/>
    <w:rsid w:val="00C138D9"/>
    <w:rsid w:val="00C1517E"/>
    <w:rsid w:val="00C16494"/>
    <w:rsid w:val="00C1766A"/>
    <w:rsid w:val="00C23C56"/>
    <w:rsid w:val="00C27891"/>
    <w:rsid w:val="00C30C27"/>
    <w:rsid w:val="00C35310"/>
    <w:rsid w:val="00C35828"/>
    <w:rsid w:val="00C40F5F"/>
    <w:rsid w:val="00C43181"/>
    <w:rsid w:val="00C434D6"/>
    <w:rsid w:val="00C46AF5"/>
    <w:rsid w:val="00C507E4"/>
    <w:rsid w:val="00C5127D"/>
    <w:rsid w:val="00C51348"/>
    <w:rsid w:val="00C51F8D"/>
    <w:rsid w:val="00C53939"/>
    <w:rsid w:val="00C540D4"/>
    <w:rsid w:val="00C569AB"/>
    <w:rsid w:val="00C628CA"/>
    <w:rsid w:val="00C63DCE"/>
    <w:rsid w:val="00C71367"/>
    <w:rsid w:val="00C72D9E"/>
    <w:rsid w:val="00C75650"/>
    <w:rsid w:val="00C77CE7"/>
    <w:rsid w:val="00C80054"/>
    <w:rsid w:val="00C807ED"/>
    <w:rsid w:val="00C82B98"/>
    <w:rsid w:val="00C84405"/>
    <w:rsid w:val="00C917D7"/>
    <w:rsid w:val="00C92241"/>
    <w:rsid w:val="00C93B45"/>
    <w:rsid w:val="00C95B70"/>
    <w:rsid w:val="00CA56A6"/>
    <w:rsid w:val="00CA5D9A"/>
    <w:rsid w:val="00CB0B37"/>
    <w:rsid w:val="00CB1688"/>
    <w:rsid w:val="00CB1E87"/>
    <w:rsid w:val="00CB6F02"/>
    <w:rsid w:val="00CC18C0"/>
    <w:rsid w:val="00CC309B"/>
    <w:rsid w:val="00CC473B"/>
    <w:rsid w:val="00CC49DB"/>
    <w:rsid w:val="00CC5B0C"/>
    <w:rsid w:val="00CC5F30"/>
    <w:rsid w:val="00CD08F4"/>
    <w:rsid w:val="00CD2086"/>
    <w:rsid w:val="00CD3AE2"/>
    <w:rsid w:val="00CD62E1"/>
    <w:rsid w:val="00CE0A25"/>
    <w:rsid w:val="00CE1624"/>
    <w:rsid w:val="00CE3B4E"/>
    <w:rsid w:val="00CE6715"/>
    <w:rsid w:val="00CE7643"/>
    <w:rsid w:val="00CF2C66"/>
    <w:rsid w:val="00CF4F3E"/>
    <w:rsid w:val="00D02381"/>
    <w:rsid w:val="00D028FE"/>
    <w:rsid w:val="00D045FD"/>
    <w:rsid w:val="00D06B5F"/>
    <w:rsid w:val="00D10A76"/>
    <w:rsid w:val="00D10AD1"/>
    <w:rsid w:val="00D1476C"/>
    <w:rsid w:val="00D219B8"/>
    <w:rsid w:val="00D24FAE"/>
    <w:rsid w:val="00D25EB4"/>
    <w:rsid w:val="00D2620F"/>
    <w:rsid w:val="00D30A20"/>
    <w:rsid w:val="00D31ADF"/>
    <w:rsid w:val="00D33AEA"/>
    <w:rsid w:val="00D36ADF"/>
    <w:rsid w:val="00D41651"/>
    <w:rsid w:val="00D4233B"/>
    <w:rsid w:val="00D43C93"/>
    <w:rsid w:val="00D45D51"/>
    <w:rsid w:val="00D46AF2"/>
    <w:rsid w:val="00D5087F"/>
    <w:rsid w:val="00D5134F"/>
    <w:rsid w:val="00D52B6A"/>
    <w:rsid w:val="00D57113"/>
    <w:rsid w:val="00D5721B"/>
    <w:rsid w:val="00D636A0"/>
    <w:rsid w:val="00D63D28"/>
    <w:rsid w:val="00D64893"/>
    <w:rsid w:val="00D65E88"/>
    <w:rsid w:val="00D70A94"/>
    <w:rsid w:val="00D71B95"/>
    <w:rsid w:val="00D74E8D"/>
    <w:rsid w:val="00D75047"/>
    <w:rsid w:val="00D7604D"/>
    <w:rsid w:val="00D77CDC"/>
    <w:rsid w:val="00D802B5"/>
    <w:rsid w:val="00D82324"/>
    <w:rsid w:val="00D845CC"/>
    <w:rsid w:val="00D86349"/>
    <w:rsid w:val="00D87F48"/>
    <w:rsid w:val="00D9740F"/>
    <w:rsid w:val="00D97C52"/>
    <w:rsid w:val="00DA2B6A"/>
    <w:rsid w:val="00DA3377"/>
    <w:rsid w:val="00DA74ED"/>
    <w:rsid w:val="00DB2E82"/>
    <w:rsid w:val="00DB5877"/>
    <w:rsid w:val="00DC0280"/>
    <w:rsid w:val="00DC38FB"/>
    <w:rsid w:val="00DC4928"/>
    <w:rsid w:val="00DC5405"/>
    <w:rsid w:val="00DC7111"/>
    <w:rsid w:val="00DD0FDE"/>
    <w:rsid w:val="00DD33C0"/>
    <w:rsid w:val="00DE0EC0"/>
    <w:rsid w:val="00DE21B5"/>
    <w:rsid w:val="00DE5835"/>
    <w:rsid w:val="00DF20B7"/>
    <w:rsid w:val="00DF3167"/>
    <w:rsid w:val="00E03413"/>
    <w:rsid w:val="00E06AAF"/>
    <w:rsid w:val="00E1155E"/>
    <w:rsid w:val="00E1319F"/>
    <w:rsid w:val="00E1332E"/>
    <w:rsid w:val="00E13EF5"/>
    <w:rsid w:val="00E24F7F"/>
    <w:rsid w:val="00E25268"/>
    <w:rsid w:val="00E30041"/>
    <w:rsid w:val="00E30E67"/>
    <w:rsid w:val="00E31AEA"/>
    <w:rsid w:val="00E35788"/>
    <w:rsid w:val="00E37CEE"/>
    <w:rsid w:val="00E41B2D"/>
    <w:rsid w:val="00E467E2"/>
    <w:rsid w:val="00E46D05"/>
    <w:rsid w:val="00E50AD2"/>
    <w:rsid w:val="00E50E2F"/>
    <w:rsid w:val="00E539E4"/>
    <w:rsid w:val="00E5422C"/>
    <w:rsid w:val="00E61368"/>
    <w:rsid w:val="00E62847"/>
    <w:rsid w:val="00E632B7"/>
    <w:rsid w:val="00E633FA"/>
    <w:rsid w:val="00E64971"/>
    <w:rsid w:val="00E65341"/>
    <w:rsid w:val="00E65718"/>
    <w:rsid w:val="00E707D8"/>
    <w:rsid w:val="00E719E6"/>
    <w:rsid w:val="00E72E1F"/>
    <w:rsid w:val="00E766F8"/>
    <w:rsid w:val="00E76D06"/>
    <w:rsid w:val="00E76E86"/>
    <w:rsid w:val="00E80F3B"/>
    <w:rsid w:val="00E83EDF"/>
    <w:rsid w:val="00E84043"/>
    <w:rsid w:val="00E8575C"/>
    <w:rsid w:val="00E90DBF"/>
    <w:rsid w:val="00E9161D"/>
    <w:rsid w:val="00E94AF5"/>
    <w:rsid w:val="00E96080"/>
    <w:rsid w:val="00EA207D"/>
    <w:rsid w:val="00EA21C9"/>
    <w:rsid w:val="00EA468B"/>
    <w:rsid w:val="00EA6A85"/>
    <w:rsid w:val="00EA70FC"/>
    <w:rsid w:val="00EB0C03"/>
    <w:rsid w:val="00EB1A50"/>
    <w:rsid w:val="00EB253E"/>
    <w:rsid w:val="00EB3AB0"/>
    <w:rsid w:val="00EB50BF"/>
    <w:rsid w:val="00EB51EF"/>
    <w:rsid w:val="00EB595B"/>
    <w:rsid w:val="00EB64FB"/>
    <w:rsid w:val="00EB660C"/>
    <w:rsid w:val="00EB7361"/>
    <w:rsid w:val="00EC2C0F"/>
    <w:rsid w:val="00EC7D48"/>
    <w:rsid w:val="00ED1170"/>
    <w:rsid w:val="00ED1591"/>
    <w:rsid w:val="00ED1F5C"/>
    <w:rsid w:val="00ED6FED"/>
    <w:rsid w:val="00EE1D17"/>
    <w:rsid w:val="00EE3E59"/>
    <w:rsid w:val="00EF3404"/>
    <w:rsid w:val="00EF4375"/>
    <w:rsid w:val="00EF5CAF"/>
    <w:rsid w:val="00EF6555"/>
    <w:rsid w:val="00EF71FB"/>
    <w:rsid w:val="00F005D2"/>
    <w:rsid w:val="00F13338"/>
    <w:rsid w:val="00F1334F"/>
    <w:rsid w:val="00F17FCA"/>
    <w:rsid w:val="00F210FB"/>
    <w:rsid w:val="00F248CD"/>
    <w:rsid w:val="00F24DB3"/>
    <w:rsid w:val="00F3139A"/>
    <w:rsid w:val="00F326E9"/>
    <w:rsid w:val="00F331AF"/>
    <w:rsid w:val="00F3332D"/>
    <w:rsid w:val="00F33404"/>
    <w:rsid w:val="00F33D17"/>
    <w:rsid w:val="00F40E40"/>
    <w:rsid w:val="00F428CE"/>
    <w:rsid w:val="00F45F56"/>
    <w:rsid w:val="00F47C7D"/>
    <w:rsid w:val="00F50255"/>
    <w:rsid w:val="00F50D8C"/>
    <w:rsid w:val="00F50E07"/>
    <w:rsid w:val="00F57094"/>
    <w:rsid w:val="00F60135"/>
    <w:rsid w:val="00F66266"/>
    <w:rsid w:val="00F70906"/>
    <w:rsid w:val="00F70B66"/>
    <w:rsid w:val="00F724B8"/>
    <w:rsid w:val="00F72E8B"/>
    <w:rsid w:val="00F737C6"/>
    <w:rsid w:val="00F83D8B"/>
    <w:rsid w:val="00F84E1D"/>
    <w:rsid w:val="00F861B3"/>
    <w:rsid w:val="00F87817"/>
    <w:rsid w:val="00F933BA"/>
    <w:rsid w:val="00F9471C"/>
    <w:rsid w:val="00FA16D0"/>
    <w:rsid w:val="00FA1F66"/>
    <w:rsid w:val="00FA48C7"/>
    <w:rsid w:val="00FB158E"/>
    <w:rsid w:val="00FB23FF"/>
    <w:rsid w:val="00FB4F38"/>
    <w:rsid w:val="00FB73FC"/>
    <w:rsid w:val="00FB7DEE"/>
    <w:rsid w:val="00FC14D1"/>
    <w:rsid w:val="00FC1756"/>
    <w:rsid w:val="00FC19CE"/>
    <w:rsid w:val="00FC56FB"/>
    <w:rsid w:val="00FD52D6"/>
    <w:rsid w:val="00FE0C5C"/>
    <w:rsid w:val="00FE0D58"/>
    <w:rsid w:val="00FE128C"/>
    <w:rsid w:val="00FE20D9"/>
    <w:rsid w:val="00FE5B12"/>
    <w:rsid w:val="00FE6BC7"/>
    <w:rsid w:val="00FE7E03"/>
    <w:rsid w:val="00FF2920"/>
    <w:rsid w:val="00FF3D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02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4C09E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117098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1547D0C7752A84E24CB45BA9CFCFCF5E172E84C9A821154A3CEA1333B3AE54AEg1V9I" TargetMode="External"/><Relationship Id="rId4" Type="http://schemas.openxmlformats.org/officeDocument/2006/relationships/hyperlink" Target="consultantplus://offline/ref=1547D0C7752A84E24CB445A4D9A3905B1D2DDDC1A671491D34E046g6V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416</TotalTime>
  <Pages>5</Pages>
  <Words>1604</Words>
  <Characters>9147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Ф. Чумаченко</dc:creator>
  <cp:keywords/>
  <dc:description/>
  <cp:lastModifiedBy>Мунуслуги</cp:lastModifiedBy>
  <cp:revision>21</cp:revision>
  <cp:lastPrinted>2015-07-16T04:39:00Z</cp:lastPrinted>
  <dcterms:created xsi:type="dcterms:W3CDTF">2015-06-04T08:21:00Z</dcterms:created>
  <dcterms:modified xsi:type="dcterms:W3CDTF">2015-07-17T03:51:00Z</dcterms:modified>
</cp:coreProperties>
</file>