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42E" w:rsidRDefault="00C7442E" w:rsidP="00D21C84"/>
    <w:p w:rsidR="00C7442E" w:rsidRDefault="00C7442E" w:rsidP="00D21C84">
      <w:pPr>
        <w:tabs>
          <w:tab w:val="left" w:pos="261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25705">
        <w:rPr>
          <w:rFonts w:ascii="Times New Roman" w:hAnsi="Times New Roman"/>
          <w:b/>
          <w:sz w:val="26"/>
          <w:szCs w:val="26"/>
        </w:rPr>
        <w:t xml:space="preserve">Отчет о работе с обращениями граждан </w:t>
      </w:r>
    </w:p>
    <w:p w:rsidR="00C7442E" w:rsidRDefault="00C7442E" w:rsidP="00D21C84">
      <w:pPr>
        <w:tabs>
          <w:tab w:val="left" w:pos="261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25705">
        <w:rPr>
          <w:rFonts w:ascii="Times New Roman" w:hAnsi="Times New Roman"/>
          <w:b/>
          <w:sz w:val="26"/>
          <w:szCs w:val="26"/>
        </w:rPr>
        <w:t xml:space="preserve">в администрации города Сорска за </w:t>
      </w:r>
      <w:r>
        <w:rPr>
          <w:rFonts w:ascii="Times New Roman" w:hAnsi="Times New Roman"/>
          <w:b/>
          <w:sz w:val="26"/>
          <w:szCs w:val="26"/>
        </w:rPr>
        <w:t>май</w:t>
      </w:r>
      <w:r w:rsidRPr="00325705">
        <w:rPr>
          <w:rFonts w:ascii="Times New Roman" w:hAnsi="Times New Roman"/>
          <w:b/>
          <w:sz w:val="26"/>
          <w:szCs w:val="26"/>
        </w:rPr>
        <w:t xml:space="preserve"> 2015 года</w:t>
      </w:r>
    </w:p>
    <w:p w:rsidR="00C7442E" w:rsidRPr="00325705" w:rsidRDefault="00C7442E" w:rsidP="00D21C84">
      <w:pPr>
        <w:tabs>
          <w:tab w:val="left" w:pos="261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7442E" w:rsidRDefault="00C7442E" w:rsidP="00D11383">
      <w:pPr>
        <w:tabs>
          <w:tab w:val="left" w:pos="261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За май 2015 года в администрацию города Сорска поступило 16 обращений.</w:t>
      </w:r>
    </w:p>
    <w:p w:rsidR="00C7442E" w:rsidRDefault="00C7442E" w:rsidP="00D11383">
      <w:pPr>
        <w:tabs>
          <w:tab w:val="left" w:pos="261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Решено положительно – 2 обращения (гр. С. по вопросу установки дорожных знаков и гр. Т. по вопросу уборки старых качелей).</w:t>
      </w:r>
    </w:p>
    <w:p w:rsidR="00C7442E" w:rsidRDefault="00C7442E" w:rsidP="00D11383">
      <w:pPr>
        <w:tabs>
          <w:tab w:val="left" w:pos="261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Разъяснено –9 обращений.</w:t>
      </w:r>
    </w:p>
    <w:p w:rsidR="00C7442E" w:rsidRDefault="00C7442E" w:rsidP="00D11383">
      <w:pPr>
        <w:tabs>
          <w:tab w:val="left" w:pos="261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На рассмотрении – 5 обращений.</w:t>
      </w:r>
    </w:p>
    <w:p w:rsidR="00C7442E" w:rsidRDefault="00C7442E" w:rsidP="00D11383">
      <w:pPr>
        <w:tabs>
          <w:tab w:val="left" w:pos="261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Девяти гражданам, обратившимся в администрацию города Сорска в мае текущего года, даны разъяснения по поставленным в обращениях вопросам, в том числе по вопросам: улучшения жилищных условий, водоснабжения дачных участков и частных домов, благоустройства города (установка мусорных баков, лавочек, ремонт детских площадок).</w:t>
      </w:r>
    </w:p>
    <w:p w:rsidR="00C7442E" w:rsidRDefault="00C7442E" w:rsidP="00583411">
      <w:pPr>
        <w:tabs>
          <w:tab w:val="left" w:pos="8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</w:p>
    <w:p w:rsidR="00C7442E" w:rsidRPr="00583411" w:rsidRDefault="00C7442E" w:rsidP="00583411">
      <w:pPr>
        <w:rPr>
          <w:rFonts w:ascii="Times New Roman" w:hAnsi="Times New Roman"/>
          <w:sz w:val="26"/>
          <w:szCs w:val="26"/>
        </w:rPr>
      </w:pPr>
    </w:p>
    <w:p w:rsidR="00C7442E" w:rsidRDefault="00C7442E" w:rsidP="00583411">
      <w:pPr>
        <w:rPr>
          <w:rFonts w:ascii="Times New Roman" w:hAnsi="Times New Roman"/>
          <w:sz w:val="26"/>
          <w:szCs w:val="26"/>
        </w:rPr>
      </w:pPr>
    </w:p>
    <w:p w:rsidR="00C7442E" w:rsidRPr="00583411" w:rsidRDefault="00C7442E" w:rsidP="00583411">
      <w:pPr>
        <w:tabs>
          <w:tab w:val="left" w:pos="1485"/>
        </w:tabs>
        <w:rPr>
          <w:rFonts w:ascii="Times New Roman" w:hAnsi="Times New Roman"/>
          <w:sz w:val="26"/>
          <w:szCs w:val="26"/>
        </w:rPr>
      </w:pPr>
    </w:p>
    <w:sectPr w:rsidR="00C7442E" w:rsidRPr="00583411" w:rsidSect="008F6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C84"/>
    <w:rsid w:val="00046F95"/>
    <w:rsid w:val="00235C34"/>
    <w:rsid w:val="0028676D"/>
    <w:rsid w:val="002B71D1"/>
    <w:rsid w:val="00323BBE"/>
    <w:rsid w:val="00325705"/>
    <w:rsid w:val="00417651"/>
    <w:rsid w:val="004F30C7"/>
    <w:rsid w:val="00583411"/>
    <w:rsid w:val="005C0DD6"/>
    <w:rsid w:val="006768C2"/>
    <w:rsid w:val="006C7116"/>
    <w:rsid w:val="00816B7D"/>
    <w:rsid w:val="008216D5"/>
    <w:rsid w:val="008F6CBA"/>
    <w:rsid w:val="009918CF"/>
    <w:rsid w:val="00A32462"/>
    <w:rsid w:val="00B25F12"/>
    <w:rsid w:val="00C7442E"/>
    <w:rsid w:val="00D11383"/>
    <w:rsid w:val="00D21C84"/>
    <w:rsid w:val="00D706AB"/>
    <w:rsid w:val="00DF6AD4"/>
    <w:rsid w:val="00FD2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CB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131</TotalTime>
  <Pages>1</Pages>
  <Words>109</Words>
  <Characters>622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Ф. Чумаченко</dc:creator>
  <cp:keywords/>
  <dc:description/>
  <cp:lastModifiedBy>Мунуслуги</cp:lastModifiedBy>
  <cp:revision>11</cp:revision>
  <cp:lastPrinted>2015-06-05T01:46:00Z</cp:lastPrinted>
  <dcterms:created xsi:type="dcterms:W3CDTF">2015-06-01T01:58:00Z</dcterms:created>
  <dcterms:modified xsi:type="dcterms:W3CDTF">2015-09-03T04:54:00Z</dcterms:modified>
</cp:coreProperties>
</file>